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6141D4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6141D4" w:rsidRPr="006141D4" w:rsidTr="007E169D">
        <w:tc>
          <w:tcPr>
            <w:tcW w:w="5107" w:type="dxa"/>
          </w:tcPr>
          <w:p w:rsidR="007E169D" w:rsidRPr="00C35762" w:rsidRDefault="00844C1E" w:rsidP="007E169D">
            <w:pPr>
              <w:pStyle w:val="Heading1"/>
              <w:jc w:val="left"/>
              <w:rPr>
                <w:rFonts w:ascii="Aduren" w:hAnsi="Aduren" w:cs="Calibri"/>
                <w:b w:val="0"/>
                <w:caps w:val="0"/>
                <w:color w:val="C00000"/>
                <w:sz w:val="52"/>
              </w:rPr>
            </w:pPr>
            <w:r w:rsidRPr="00C35762">
              <w:rPr>
                <w:rFonts w:ascii="Aduren" w:hAnsi="Aduren" w:cs="Calibri"/>
                <w:b w:val="0"/>
                <w:caps w:val="0"/>
                <w:color w:val="C00000"/>
                <w:sz w:val="52"/>
              </w:rPr>
              <w:t>Sign In</w:t>
            </w:r>
            <w:r w:rsidR="00C35762">
              <w:rPr>
                <w:rFonts w:ascii="Aduren" w:hAnsi="Aduren" w:cs="Calibri"/>
                <w:b w:val="0"/>
                <w:caps w:val="0"/>
                <w:color w:val="C00000"/>
                <w:sz w:val="52"/>
              </w:rPr>
              <w:t>!!</w:t>
            </w:r>
          </w:p>
          <w:p w:rsidR="00D33EFF" w:rsidRPr="006141D4" w:rsidRDefault="00844C1E" w:rsidP="00D33EFF">
            <w:pPr>
              <w:ind w:left="-180"/>
              <w:rPr>
                <w:rFonts w:ascii="Century Gothic" w:hAnsi="Century Gothic" w:cs="Calibri"/>
                <w:i/>
              </w:rPr>
            </w:pPr>
            <w:r>
              <w:rPr>
                <w:rFonts w:ascii="Century Gothic" w:hAnsi="Century Gothic" w:cs="Calibri"/>
                <w:i/>
              </w:rPr>
              <w:t xml:space="preserve">   Please sign in below</w:t>
            </w:r>
          </w:p>
          <w:p w:rsidR="00D33EFF" w:rsidRPr="00D33EFF" w:rsidRDefault="00D33EFF" w:rsidP="00D33EFF"/>
        </w:tc>
        <w:tc>
          <w:tcPr>
            <w:tcW w:w="6053" w:type="dxa"/>
          </w:tcPr>
          <w:p w:rsidR="007E169D" w:rsidRPr="00CE620F" w:rsidRDefault="00C35762" w:rsidP="00205718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noProof/>
                <w:sz w:val="46"/>
              </w:rPr>
              <w:t>HOSPITAL NAME</w:t>
            </w:r>
          </w:p>
        </w:tc>
      </w:tr>
    </w:tbl>
    <w:p w:rsidR="008665D0" w:rsidRPr="006141D4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179" w:type="pct"/>
        <w:tblInd w:w="-365" w:type="dxa"/>
        <w:tblLook w:val="01E0" w:firstRow="1" w:lastRow="1" w:firstColumn="1" w:lastColumn="1" w:noHBand="0" w:noVBand="0"/>
      </w:tblPr>
      <w:tblGrid>
        <w:gridCol w:w="963"/>
        <w:gridCol w:w="2500"/>
        <w:gridCol w:w="2755"/>
        <w:gridCol w:w="1381"/>
        <w:gridCol w:w="1393"/>
        <w:gridCol w:w="1588"/>
      </w:tblGrid>
      <w:tr w:rsidR="009A72B3" w:rsidRPr="006141D4" w:rsidTr="009A72B3">
        <w:trPr>
          <w:trHeight w:val="625"/>
        </w:trPr>
        <w:tc>
          <w:tcPr>
            <w:tcW w:w="962" w:type="dxa"/>
            <w:vAlign w:val="center"/>
          </w:tcPr>
          <w:p w:rsidR="009A72B3" w:rsidRPr="00C3576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C00000"/>
                <w:sz w:val="26"/>
              </w:rPr>
            </w:pPr>
            <w:r w:rsidRPr="00C35762">
              <w:rPr>
                <w:rFonts w:ascii="Century Gothic" w:hAnsi="Century Gothic" w:cs="Calibri"/>
                <w:color w:val="C00000"/>
                <w:sz w:val="26"/>
              </w:rPr>
              <w:t>Date</w:t>
            </w:r>
          </w:p>
        </w:tc>
        <w:tc>
          <w:tcPr>
            <w:tcW w:w="2500" w:type="dxa"/>
            <w:vAlign w:val="center"/>
          </w:tcPr>
          <w:p w:rsidR="009A72B3" w:rsidRPr="00C3576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C00000"/>
                <w:sz w:val="26"/>
              </w:rPr>
            </w:pPr>
            <w:r w:rsidRPr="00C35762">
              <w:rPr>
                <w:rFonts w:ascii="Century Gothic" w:hAnsi="Century Gothic" w:cs="Calibri"/>
                <w:color w:val="C00000"/>
                <w:sz w:val="26"/>
              </w:rPr>
              <w:t>Visitor Name</w:t>
            </w:r>
          </w:p>
        </w:tc>
        <w:tc>
          <w:tcPr>
            <w:tcW w:w="2755" w:type="dxa"/>
            <w:vAlign w:val="center"/>
          </w:tcPr>
          <w:p w:rsidR="009A72B3" w:rsidRPr="00C35762" w:rsidRDefault="00C35762" w:rsidP="006B775E">
            <w:pPr>
              <w:pStyle w:val="Tableheading"/>
              <w:jc w:val="left"/>
              <w:rPr>
                <w:rFonts w:ascii="Century Gothic" w:hAnsi="Century Gothic" w:cs="Calibri"/>
                <w:color w:val="C00000"/>
                <w:sz w:val="26"/>
              </w:rPr>
            </w:pPr>
            <w:r w:rsidRPr="00C35762">
              <w:rPr>
                <w:rFonts w:ascii="Century Gothic" w:hAnsi="Century Gothic" w:cs="Calibri"/>
                <w:color w:val="C00000"/>
                <w:sz w:val="26"/>
              </w:rPr>
              <w:t>Attending to?</w:t>
            </w:r>
          </w:p>
        </w:tc>
        <w:tc>
          <w:tcPr>
            <w:tcW w:w="1381" w:type="dxa"/>
            <w:vAlign w:val="center"/>
          </w:tcPr>
          <w:p w:rsidR="009A72B3" w:rsidRPr="00C3576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C00000"/>
                <w:sz w:val="26"/>
              </w:rPr>
            </w:pPr>
            <w:r w:rsidRPr="00C35762">
              <w:rPr>
                <w:rFonts w:ascii="Century Gothic" w:hAnsi="Century Gothic" w:cs="Calibri"/>
                <w:color w:val="C00000"/>
                <w:sz w:val="26"/>
              </w:rPr>
              <w:t>Time in</w:t>
            </w:r>
          </w:p>
        </w:tc>
        <w:tc>
          <w:tcPr>
            <w:tcW w:w="1393" w:type="dxa"/>
            <w:vAlign w:val="center"/>
          </w:tcPr>
          <w:p w:rsidR="009A72B3" w:rsidRPr="00C3576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C00000"/>
                <w:sz w:val="26"/>
              </w:rPr>
            </w:pPr>
            <w:r w:rsidRPr="00C35762">
              <w:rPr>
                <w:rFonts w:ascii="Century Gothic" w:hAnsi="Century Gothic" w:cs="Calibri"/>
                <w:color w:val="C00000"/>
                <w:sz w:val="26"/>
              </w:rPr>
              <w:t>Time out</w:t>
            </w:r>
          </w:p>
        </w:tc>
        <w:tc>
          <w:tcPr>
            <w:tcW w:w="1588" w:type="dxa"/>
            <w:vAlign w:val="center"/>
          </w:tcPr>
          <w:p w:rsidR="009A72B3" w:rsidRPr="00C3576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C00000"/>
                <w:sz w:val="26"/>
              </w:rPr>
            </w:pPr>
            <w:r w:rsidRPr="00C35762">
              <w:rPr>
                <w:rFonts w:ascii="Century Gothic" w:hAnsi="Century Gothic" w:cs="Calibri"/>
                <w:color w:val="C00000"/>
                <w:sz w:val="26"/>
              </w:rPr>
              <w:t>Signature</w:t>
            </w: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7E169D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09/09</w:t>
            </w:r>
          </w:p>
        </w:tc>
        <w:tc>
          <w:tcPr>
            <w:tcW w:w="2500" w:type="dxa"/>
            <w:vAlign w:val="bottom"/>
          </w:tcPr>
          <w:p w:rsidR="009A72B3" w:rsidRDefault="00C35762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Faiqa</w:t>
            </w:r>
          </w:p>
        </w:tc>
        <w:tc>
          <w:tcPr>
            <w:tcW w:w="2755" w:type="dxa"/>
            <w:vAlign w:val="bottom"/>
          </w:tcPr>
          <w:p w:rsidR="009A72B3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11:15</w:t>
            </w:r>
            <w:r w:rsidRPr="00AA3102">
              <w:rPr>
                <w:rFonts w:ascii="Century Gothic" w:hAnsi="Century Gothic" w:cs="Calibri"/>
              </w:rPr>
              <w:t xml:space="preserve"> A.M</w:t>
            </w:r>
          </w:p>
        </w:tc>
        <w:tc>
          <w:tcPr>
            <w:tcW w:w="1393" w:type="dxa"/>
            <w:vAlign w:val="bottom"/>
          </w:tcPr>
          <w:p w:rsidR="009A72B3" w:rsidRDefault="009A72B3" w:rsidP="00614BD7">
            <w:pPr>
              <w:rPr>
                <w:rFonts w:ascii="Abbeyline" w:hAnsi="Abbeyline" w:cs="Calibri"/>
              </w:rPr>
            </w:pPr>
            <w:r>
              <w:rPr>
                <w:rFonts w:ascii="Century Gothic" w:hAnsi="Century Gothic" w:cs="Calibri"/>
              </w:rPr>
              <w:t>11</w:t>
            </w:r>
            <w:r>
              <w:rPr>
                <w:rFonts w:ascii="Century Gothic" w:hAnsi="Century Gothic" w:cs="Calibri"/>
              </w:rPr>
              <w:t>:5</w:t>
            </w:r>
            <w:r>
              <w:rPr>
                <w:rFonts w:ascii="Century Gothic" w:hAnsi="Century Gothic" w:cs="Calibri"/>
              </w:rPr>
              <w:t>5</w:t>
            </w:r>
            <w:r w:rsidRPr="00AA3102">
              <w:rPr>
                <w:rFonts w:ascii="Century Gothic" w:hAnsi="Century Gothic" w:cs="Calibri"/>
              </w:rPr>
              <w:t xml:space="preserve"> A.M</w:t>
            </w:r>
          </w:p>
        </w:tc>
        <w:tc>
          <w:tcPr>
            <w:tcW w:w="1588" w:type="dxa"/>
            <w:vAlign w:val="bottom"/>
          </w:tcPr>
          <w:p w:rsidR="009A72B3" w:rsidRPr="00C35762" w:rsidRDefault="00C35762" w:rsidP="00614BD7">
            <w:pPr>
              <w:rPr>
                <w:rFonts w:ascii="Abbeyline" w:hAnsi="Abbeyline" w:cs="Calibri"/>
                <w:sz w:val="22"/>
              </w:rPr>
            </w:pPr>
            <w:r w:rsidRPr="00C35762">
              <w:rPr>
                <w:rFonts w:ascii="Abbeyline" w:hAnsi="Abbeyline" w:cs="Calibri"/>
                <w:sz w:val="22"/>
              </w:rPr>
              <w:t>Faiqa</w:t>
            </w: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09/12</w:t>
            </w:r>
          </w:p>
        </w:tc>
        <w:tc>
          <w:tcPr>
            <w:tcW w:w="2500" w:type="dxa"/>
            <w:vAlign w:val="bottom"/>
          </w:tcPr>
          <w:p w:rsidR="009A72B3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Zupash</w:t>
            </w:r>
          </w:p>
        </w:tc>
        <w:tc>
          <w:tcPr>
            <w:tcW w:w="2755" w:type="dxa"/>
            <w:vAlign w:val="bottom"/>
          </w:tcPr>
          <w:p w:rsidR="009A72B3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10</w:t>
            </w:r>
            <w:r w:rsidRPr="00AA3102">
              <w:rPr>
                <w:rFonts w:ascii="Century Gothic" w:hAnsi="Century Gothic" w:cs="Calibri"/>
              </w:rPr>
              <w:t>:35 A.M</w:t>
            </w:r>
          </w:p>
        </w:tc>
        <w:tc>
          <w:tcPr>
            <w:tcW w:w="1393" w:type="dxa"/>
            <w:vAlign w:val="bottom"/>
          </w:tcPr>
          <w:p w:rsidR="009A72B3" w:rsidRDefault="009A72B3" w:rsidP="00614BD7">
            <w:pPr>
              <w:rPr>
                <w:rFonts w:ascii="Abbeyline" w:hAnsi="Abbeyline" w:cs="Calibri"/>
              </w:rPr>
            </w:pPr>
            <w:r>
              <w:rPr>
                <w:rFonts w:ascii="Century Gothic" w:hAnsi="Century Gothic" w:cs="Calibri"/>
              </w:rPr>
              <w:t>10</w:t>
            </w:r>
            <w:r>
              <w:rPr>
                <w:rFonts w:ascii="Century Gothic" w:hAnsi="Century Gothic" w:cs="Calibri"/>
              </w:rPr>
              <w:t>:4</w:t>
            </w:r>
            <w:r w:rsidRPr="00AA3102">
              <w:rPr>
                <w:rFonts w:ascii="Century Gothic" w:hAnsi="Century Gothic" w:cs="Calibri"/>
              </w:rPr>
              <w:t>5 A.M</w:t>
            </w:r>
          </w:p>
        </w:tc>
        <w:tc>
          <w:tcPr>
            <w:tcW w:w="1588" w:type="dxa"/>
            <w:vAlign w:val="bottom"/>
          </w:tcPr>
          <w:p w:rsidR="009A72B3" w:rsidRPr="00C35762" w:rsidRDefault="00C35762" w:rsidP="00614BD7">
            <w:pPr>
              <w:rPr>
                <w:rFonts w:ascii="Abbeyline" w:hAnsi="Abbeyline" w:cs="Calibri"/>
                <w:sz w:val="22"/>
              </w:rPr>
            </w:pPr>
            <w:r w:rsidRPr="00C35762">
              <w:rPr>
                <w:rFonts w:ascii="Abbeyline" w:hAnsi="Abbeyline" w:cs="Calibri"/>
                <w:sz w:val="22"/>
              </w:rPr>
              <w:t>Zupash</w:t>
            </w: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  <w:bookmarkStart w:id="0" w:name="_GoBack"/>
            <w:bookmarkEnd w:id="0"/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C35762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</w:tbl>
    <w:p w:rsidR="00AC4EAC" w:rsidRPr="00AA3B3B" w:rsidRDefault="00AA3B3B" w:rsidP="00A319C4">
      <w:pPr>
        <w:rPr>
          <w:rFonts w:ascii="Century Gothic" w:hAnsi="Century Gothic" w:cs="Calibri"/>
          <w:color w:val="A6A6A6" w:themeColor="background1" w:themeShade="A6"/>
          <w:sz w:val="18"/>
        </w:rPr>
      </w:pPr>
      <w:r w:rsidRPr="00AA3B3B">
        <w:rPr>
          <w:rFonts w:ascii="Century Gothic" w:hAnsi="Century Gothic" w:cs="Calibri"/>
          <w:color w:val="A6A6A6" w:themeColor="background1" w:themeShade="A6"/>
          <w:sz w:val="18"/>
        </w:rPr>
        <w:t>Copyright: wordexceltemplates.com</w:t>
      </w:r>
    </w:p>
    <w:sectPr w:rsidR="00AC4EAC" w:rsidRPr="00AA3B3B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08F" w:rsidRDefault="0099008F">
      <w:r>
        <w:separator/>
      </w:r>
    </w:p>
  </w:endnote>
  <w:endnote w:type="continuationSeparator" w:id="0">
    <w:p w:rsidR="0099008F" w:rsidRDefault="0099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ure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08F" w:rsidRDefault="0099008F">
      <w:r>
        <w:separator/>
      </w:r>
    </w:p>
  </w:footnote>
  <w:footnote w:type="continuationSeparator" w:id="0">
    <w:p w:rsidR="0099008F" w:rsidRDefault="0099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1C0266"/>
    <w:rsid w:val="00205718"/>
    <w:rsid w:val="00263C86"/>
    <w:rsid w:val="00286D62"/>
    <w:rsid w:val="003359D2"/>
    <w:rsid w:val="0035264D"/>
    <w:rsid w:val="004B0A67"/>
    <w:rsid w:val="004E68F5"/>
    <w:rsid w:val="00514088"/>
    <w:rsid w:val="0052282C"/>
    <w:rsid w:val="005F42CD"/>
    <w:rsid w:val="006141D4"/>
    <w:rsid w:val="00614BD7"/>
    <w:rsid w:val="006B775E"/>
    <w:rsid w:val="006E1350"/>
    <w:rsid w:val="006E611F"/>
    <w:rsid w:val="007173D7"/>
    <w:rsid w:val="007848E0"/>
    <w:rsid w:val="007A32DD"/>
    <w:rsid w:val="007E169D"/>
    <w:rsid w:val="00844C1E"/>
    <w:rsid w:val="00864AE8"/>
    <w:rsid w:val="008665D0"/>
    <w:rsid w:val="00943486"/>
    <w:rsid w:val="009505E6"/>
    <w:rsid w:val="00955665"/>
    <w:rsid w:val="0099008F"/>
    <w:rsid w:val="009A72B3"/>
    <w:rsid w:val="009E33E5"/>
    <w:rsid w:val="009F3952"/>
    <w:rsid w:val="00A25E7D"/>
    <w:rsid w:val="00A319C4"/>
    <w:rsid w:val="00AA3102"/>
    <w:rsid w:val="00AA3B3B"/>
    <w:rsid w:val="00AC4EAC"/>
    <w:rsid w:val="00AF1683"/>
    <w:rsid w:val="00B81719"/>
    <w:rsid w:val="00B96D2A"/>
    <w:rsid w:val="00BB1905"/>
    <w:rsid w:val="00BD7791"/>
    <w:rsid w:val="00C35762"/>
    <w:rsid w:val="00C91A93"/>
    <w:rsid w:val="00C96D5E"/>
    <w:rsid w:val="00CE620F"/>
    <w:rsid w:val="00CF1447"/>
    <w:rsid w:val="00D33EFF"/>
    <w:rsid w:val="00D700A7"/>
    <w:rsid w:val="00D73534"/>
    <w:rsid w:val="00D765BF"/>
    <w:rsid w:val="00DA0564"/>
    <w:rsid w:val="00E25A6C"/>
    <w:rsid w:val="00E65B24"/>
    <w:rsid w:val="00E764C7"/>
    <w:rsid w:val="00E77B9E"/>
    <w:rsid w:val="00EB38E5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15E6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3</cp:revision>
  <cp:lastPrinted>2002-09-28T00:44:00Z</cp:lastPrinted>
  <dcterms:created xsi:type="dcterms:W3CDTF">2018-09-10T10:31:00Z</dcterms:created>
  <dcterms:modified xsi:type="dcterms:W3CDTF">2018-09-10T10:33:00Z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