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587" w:type="pct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ompany and recipient info, invoice #, date and project information"/>
      </w:tblPr>
      <w:tblGrid>
        <w:gridCol w:w="5445"/>
        <w:gridCol w:w="4545"/>
      </w:tblGrid>
      <w:tr w:rsidR="00076D10" w:rsidTr="0027206D">
        <w:trPr>
          <w:trHeight w:val="1151"/>
        </w:trPr>
        <w:tc>
          <w:tcPr>
            <w:tcW w:w="5445" w:type="dxa"/>
          </w:tcPr>
          <w:sdt>
            <w:sdtPr>
              <w:alias w:val="Company"/>
              <w:tag w:val=""/>
              <w:id w:val="-903908810"/>
              <w:placeholder>
                <w:docPart w:val="43703AAB98E045309EF2F9501B5E8DCF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 w:multiLine="1"/>
            </w:sdtPr>
            <w:sdtEndPr/>
            <w:sdtContent>
              <w:p w:rsidR="00076D10" w:rsidRDefault="005C464A">
                <w:pPr>
                  <w:pStyle w:val="Heading2"/>
                </w:pPr>
                <w:r w:rsidRPr="00731CE0">
                  <w:rPr>
                    <w:sz w:val="40"/>
                  </w:rPr>
                  <w:t>[Company Name]</w:t>
                </w:r>
              </w:p>
            </w:sdtContent>
          </w:sdt>
          <w:p w:rsidR="00731CE0" w:rsidRDefault="00EA27A3" w:rsidP="00731CE0">
            <w:pPr>
              <w:pStyle w:val="NoSpacing"/>
            </w:pPr>
            <w:sdt>
              <w:sdtPr>
                <w:id w:val="-1705402785"/>
                <w:placeholder>
                  <w:docPart w:val="677E1FEB57954424BDDB34D3A507915C"/>
                </w:placeholder>
                <w:temporary/>
                <w:showingPlcHdr/>
                <w15:appearance w15:val="hidden"/>
              </w:sdtPr>
              <w:sdtEndPr/>
              <w:sdtContent>
                <w:r w:rsidR="00731CE0">
                  <w:t>[Street Address]</w:t>
                </w:r>
              </w:sdtContent>
            </w:sdt>
            <w:r w:rsidR="00731CE0">
              <w:t>[City, ST ZIP Code]</w:t>
            </w:r>
          </w:p>
          <w:p w:rsidR="00076D10" w:rsidRDefault="00731CE0">
            <w:pPr>
              <w:pStyle w:val="NoSpacing"/>
              <w:rPr>
                <w:rStyle w:val="SubtleEmphasis"/>
              </w:rPr>
            </w:pPr>
            <w:r>
              <w:rPr>
                <w:rStyle w:val="SubtleEmphasis"/>
              </w:rPr>
              <w:t>Phone [Phone] Fax [Fax] [Email] [Website]</w:t>
            </w:r>
          </w:p>
        </w:tc>
        <w:tc>
          <w:tcPr>
            <w:tcW w:w="4545" w:type="dxa"/>
          </w:tcPr>
          <w:p w:rsidR="00076D10" w:rsidRDefault="00731CE0">
            <w:pPr>
              <w:pStyle w:val="Heading1"/>
            </w:pPr>
            <w:r>
              <w:t>DEBIT NOTE</w:t>
            </w:r>
          </w:p>
        </w:tc>
      </w:tr>
      <w:tr w:rsidR="00076D10" w:rsidTr="0027206D">
        <w:trPr>
          <w:trHeight w:val="1349"/>
        </w:trPr>
        <w:tc>
          <w:tcPr>
            <w:tcW w:w="5445" w:type="dxa"/>
          </w:tcPr>
          <w:p w:rsidR="00731CE0" w:rsidRDefault="00731CE0" w:rsidP="00731CE0">
            <w:pPr>
              <w:pStyle w:val="Heading3"/>
            </w:pPr>
          </w:p>
          <w:p w:rsidR="00731CE0" w:rsidRDefault="00731CE0" w:rsidP="00731CE0">
            <w:pPr>
              <w:pStyle w:val="Heading3"/>
            </w:pPr>
          </w:p>
          <w:p w:rsidR="00731CE0" w:rsidRDefault="00731CE0" w:rsidP="00731CE0">
            <w:pPr>
              <w:pStyle w:val="Heading3"/>
            </w:pPr>
            <w:r>
              <w:t>FROM</w:t>
            </w:r>
          </w:p>
          <w:p w:rsidR="00076D10" w:rsidRDefault="00EA27A3" w:rsidP="00731CE0">
            <w:pPr>
              <w:pStyle w:val="NoSpacing"/>
            </w:pPr>
            <w:sdt>
              <w:sdtPr>
                <w:id w:val="-1340462805"/>
                <w:placeholder>
                  <w:docPart w:val="7BD7BFB3F2164D07B8D4DB00D905A9E5"/>
                </w:placeholder>
                <w:temporary/>
                <w:showingPlcHdr/>
                <w15:appearance w15:val="hidden"/>
              </w:sdtPr>
              <w:sdtEndPr/>
              <w:sdtContent>
                <w:r w:rsidR="00731CE0">
                  <w:t>[Name]</w:t>
                </w:r>
              </w:sdtContent>
            </w:sdt>
          </w:p>
        </w:tc>
        <w:tc>
          <w:tcPr>
            <w:tcW w:w="4545" w:type="dxa"/>
            <w:tcBorders>
              <w:bottom w:val="single" w:sz="4" w:space="0" w:color="2E74B5" w:themeColor="accent1" w:themeShade="BF"/>
            </w:tcBorders>
          </w:tcPr>
          <w:p w:rsidR="00076D10" w:rsidRDefault="00731CE0">
            <w:pPr>
              <w:pStyle w:val="Rightalign"/>
            </w:pPr>
            <w:r>
              <w:rPr>
                <w:rStyle w:val="Heading3Char"/>
              </w:rPr>
              <w:t>DEBIT NOTE</w:t>
            </w:r>
            <w:r w:rsidR="005C464A">
              <w:rPr>
                <w:rStyle w:val="Heading3Char"/>
              </w:rPr>
              <w:t xml:space="preserve"> #</w:t>
            </w:r>
            <w:r w:rsidR="005C464A">
              <w:t xml:space="preserve"> </w:t>
            </w:r>
            <w:r>
              <w:t>[Debit No.]</w:t>
            </w:r>
          </w:p>
          <w:p w:rsidR="00076D10" w:rsidRDefault="005C464A">
            <w:pPr>
              <w:pStyle w:val="Rightalign"/>
            </w:pPr>
            <w:r>
              <w:rPr>
                <w:rStyle w:val="Heading3Char"/>
              </w:rPr>
              <w:t>DATE</w:t>
            </w:r>
            <w:r>
              <w:t xml:space="preserve"> </w:t>
            </w:r>
            <w:sdt>
              <w:sdtPr>
                <w:id w:val="-1980452701"/>
                <w:placeholder>
                  <w:docPart w:val="597C1AE617CD47B49A630F0BB7A78C2D"/>
                </w:placeholder>
                <w:showingPlcHdr/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>
                  <w:t>[Date]</w:t>
                </w:r>
              </w:sdtContent>
            </w:sdt>
          </w:p>
        </w:tc>
      </w:tr>
      <w:tr w:rsidR="00076D10" w:rsidTr="0027206D">
        <w:trPr>
          <w:trHeight w:val="1871"/>
        </w:trPr>
        <w:tc>
          <w:tcPr>
            <w:tcW w:w="5445" w:type="dxa"/>
            <w:tcBorders>
              <w:right w:val="single" w:sz="4" w:space="0" w:color="2E74B5" w:themeColor="accent1" w:themeShade="BF"/>
            </w:tcBorders>
          </w:tcPr>
          <w:p w:rsidR="00076D10" w:rsidRPr="00731CE0" w:rsidRDefault="005C464A">
            <w:pPr>
              <w:pStyle w:val="Heading3"/>
            </w:pPr>
            <w:r w:rsidRPr="00731CE0">
              <w:t>TO</w:t>
            </w:r>
          </w:p>
          <w:p w:rsidR="00076D10" w:rsidRDefault="00EA27A3">
            <w:pPr>
              <w:pStyle w:val="NoSpacing"/>
            </w:pPr>
            <w:sdt>
              <w:sdtPr>
                <w:id w:val="830646394"/>
                <w:placeholder>
                  <w:docPart w:val="23B8A08982854184AD6F2BA4388C2B9E"/>
                </w:placeholder>
                <w:temporary/>
                <w:showingPlcHdr/>
                <w15:appearance w15:val="hidden"/>
              </w:sdtPr>
              <w:sdtEndPr/>
              <w:sdtContent>
                <w:bookmarkStart w:id="0" w:name="_GoBack"/>
                <w:r w:rsidR="005C464A">
                  <w:t>[Name]</w:t>
                </w:r>
                <w:bookmarkEnd w:id="0"/>
              </w:sdtContent>
            </w:sdt>
          </w:p>
          <w:sdt>
            <w:sdtPr>
              <w:id w:val="-1348098853"/>
              <w:placeholder>
                <w:docPart w:val="43703AAB98E045309EF2F9501B5E8DCF"/>
              </w:placeholder>
              <w:temporary/>
              <w:showingPlcHdr/>
              <w15:appearance w15:val="hidden"/>
            </w:sdtPr>
            <w:sdtEndPr/>
            <w:sdtContent>
              <w:p w:rsidR="00076D10" w:rsidRDefault="005C464A">
                <w:pPr>
                  <w:pStyle w:val="NoSpacing"/>
                </w:pPr>
                <w:r>
                  <w:t>[Company Name]</w:t>
                </w:r>
              </w:p>
            </w:sdtContent>
          </w:sdt>
          <w:sdt>
            <w:sdtPr>
              <w:id w:val="-701479122"/>
              <w:placeholder>
                <w:docPart w:val="5AC6AC821571483F811FD54BE45DDDBC"/>
              </w:placeholder>
              <w:temporary/>
              <w:showingPlcHdr/>
              <w15:appearance w15:val="hidden"/>
            </w:sdtPr>
            <w:sdtEndPr/>
            <w:sdtContent>
              <w:p w:rsidR="00076D10" w:rsidRDefault="005C464A">
                <w:pPr>
                  <w:pStyle w:val="NoSpacing"/>
                </w:pPr>
                <w:r>
                  <w:t>[Street Address]</w:t>
                </w:r>
              </w:p>
            </w:sdtContent>
          </w:sdt>
          <w:sdt>
            <w:sdtPr>
              <w:id w:val="123358948"/>
              <w:placeholder>
                <w:docPart w:val="125DEAE8165C4ECAB05F2A4D43CCACA2"/>
              </w:placeholder>
              <w:temporary/>
              <w:showingPlcHdr/>
              <w15:appearance w15:val="hidden"/>
            </w:sdtPr>
            <w:sdtEndPr/>
            <w:sdtContent>
              <w:p w:rsidR="00076D10" w:rsidRDefault="005C464A">
                <w:pPr>
                  <w:pStyle w:val="NoSpacing"/>
                </w:pPr>
                <w:r>
                  <w:t>[City, ST  ZIP Code]</w:t>
                </w:r>
              </w:p>
            </w:sdtContent>
          </w:sdt>
          <w:p w:rsidR="00076D10" w:rsidRDefault="005C464A">
            <w:pPr>
              <w:pStyle w:val="NoSpacing"/>
            </w:pPr>
            <w:r>
              <w:t xml:space="preserve">Phone </w:t>
            </w:r>
            <w:sdt>
              <w:sdtPr>
                <w:id w:val="-543283377"/>
                <w:placeholder>
                  <w:docPart w:val="9AD71A950E4644B0A49795F6BF60FFE5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[Phone]</w:t>
                </w:r>
              </w:sdtContent>
            </w:sdt>
            <w:r>
              <w:t xml:space="preserve"> | </w:t>
            </w:r>
            <w:sdt>
              <w:sdtPr>
                <w:id w:val="1478495789"/>
                <w:placeholder>
                  <w:docPart w:val="DB005C8FB5C3402A888E3D5BA2A845E5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[Email]</w:t>
                </w:r>
              </w:sdtContent>
            </w:sdt>
          </w:p>
        </w:tc>
        <w:tc>
          <w:tcPr>
            <w:tcW w:w="4545" w:type="dxa"/>
            <w:tcBorders>
              <w:top w:val="single" w:sz="4" w:space="0" w:color="2E74B5" w:themeColor="accent1" w:themeShade="BF"/>
              <w:left w:val="single" w:sz="4" w:space="0" w:color="2E74B5" w:themeColor="accent1" w:themeShade="BF"/>
              <w:bottom w:val="single" w:sz="4" w:space="0" w:color="2E74B5" w:themeColor="accent1" w:themeShade="BF"/>
              <w:right w:val="single" w:sz="4" w:space="0" w:color="2E74B5" w:themeColor="accent1" w:themeShade="BF"/>
            </w:tcBorders>
          </w:tcPr>
          <w:p w:rsidR="00731CE0" w:rsidRDefault="0027206D" w:rsidP="0027206D">
            <w:pPr>
              <w:pStyle w:val="Rightalign"/>
              <w:jc w:val="left"/>
              <w:rPr>
                <w:rStyle w:val="Heading3Char"/>
              </w:rPr>
            </w:pPr>
            <w:r>
              <w:rPr>
                <w:rStyle w:val="Heading3Char"/>
              </w:rPr>
              <w:t>DEBIT NOTE</w:t>
            </w:r>
          </w:p>
          <w:p w:rsidR="00076D10" w:rsidRDefault="00731CE0" w:rsidP="0027206D">
            <w:pPr>
              <w:pStyle w:val="Rightalign"/>
              <w:jc w:val="left"/>
            </w:pPr>
            <w:r>
              <w:t>[Write here]</w:t>
            </w:r>
          </w:p>
          <w:p w:rsidR="00076D10" w:rsidRDefault="00076D10" w:rsidP="00731CE0">
            <w:pPr>
              <w:pStyle w:val="Rightalign"/>
              <w:jc w:val="center"/>
            </w:pPr>
          </w:p>
        </w:tc>
      </w:tr>
    </w:tbl>
    <w:p w:rsidR="00076D10" w:rsidRDefault="00076D10">
      <w:pPr>
        <w:pStyle w:val="NoSpacing"/>
      </w:pPr>
    </w:p>
    <w:tbl>
      <w:tblPr>
        <w:tblStyle w:val="GridTable1Light-Accent5"/>
        <w:tblW w:w="9985" w:type="dxa"/>
        <w:tblInd w:w="44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E0" w:firstRow="1" w:lastRow="1" w:firstColumn="1" w:lastColumn="0" w:noHBand="0" w:noVBand="1"/>
      </w:tblPr>
      <w:tblGrid>
        <w:gridCol w:w="7740"/>
        <w:gridCol w:w="2245"/>
      </w:tblGrid>
      <w:tr w:rsidR="00076D10" w:rsidTr="002720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0" w:type="dxa"/>
            <w:tcBorders>
              <w:bottom w:val="none" w:sz="0" w:space="0" w:color="auto"/>
            </w:tcBorders>
          </w:tcPr>
          <w:p w:rsidR="00076D10" w:rsidRDefault="005C464A">
            <w:pPr>
              <w:spacing w:line="276" w:lineRule="auto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Description</w:t>
            </w:r>
          </w:p>
        </w:tc>
        <w:tc>
          <w:tcPr>
            <w:tcW w:w="2245" w:type="dxa"/>
            <w:tcBorders>
              <w:bottom w:val="none" w:sz="0" w:space="0" w:color="auto"/>
            </w:tcBorders>
          </w:tcPr>
          <w:p w:rsidR="00076D10" w:rsidRDefault="005C464A" w:rsidP="003F214D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Amount</w:t>
            </w:r>
          </w:p>
        </w:tc>
      </w:tr>
      <w:tr w:rsidR="00076D10" w:rsidTr="002720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0" w:type="dxa"/>
          </w:tcPr>
          <w:p w:rsidR="00076D10" w:rsidRDefault="00076D10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076D10" w:rsidRDefault="00076D10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76D10" w:rsidTr="002720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0" w:type="dxa"/>
          </w:tcPr>
          <w:p w:rsidR="00076D10" w:rsidRDefault="00076D10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076D10" w:rsidRDefault="00076D10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76D10" w:rsidTr="002720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0" w:type="dxa"/>
          </w:tcPr>
          <w:p w:rsidR="00076D10" w:rsidRDefault="00076D10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076D10" w:rsidRDefault="00076D10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76D10" w:rsidTr="002720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0" w:type="dxa"/>
          </w:tcPr>
          <w:p w:rsidR="00076D10" w:rsidRDefault="00076D10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076D10" w:rsidRDefault="00076D10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76D10" w:rsidTr="002720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0" w:type="dxa"/>
          </w:tcPr>
          <w:p w:rsidR="00076D10" w:rsidRDefault="00076D10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076D10" w:rsidRDefault="00076D10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76D10" w:rsidTr="002720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0" w:type="dxa"/>
          </w:tcPr>
          <w:p w:rsidR="00076D10" w:rsidRDefault="00076D10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076D10" w:rsidRDefault="00076D10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76D10" w:rsidTr="002720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0" w:type="dxa"/>
          </w:tcPr>
          <w:p w:rsidR="00076D10" w:rsidRDefault="00076D10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076D10" w:rsidRDefault="00076D10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76D10" w:rsidTr="002720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0" w:type="dxa"/>
          </w:tcPr>
          <w:p w:rsidR="00076D10" w:rsidRDefault="00076D10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076D10" w:rsidRDefault="00076D10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76D10" w:rsidTr="002720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0" w:type="dxa"/>
          </w:tcPr>
          <w:p w:rsidR="00076D10" w:rsidRDefault="00076D10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076D10" w:rsidRDefault="00076D10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76D10" w:rsidTr="002720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0" w:type="dxa"/>
          </w:tcPr>
          <w:p w:rsidR="00076D10" w:rsidRDefault="00076D10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076D10" w:rsidRDefault="00076D10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76D10" w:rsidTr="002720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0" w:type="dxa"/>
          </w:tcPr>
          <w:p w:rsidR="00076D10" w:rsidRDefault="00076D10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076D10" w:rsidRDefault="00076D10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76D10" w:rsidTr="002720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0" w:type="dxa"/>
          </w:tcPr>
          <w:p w:rsidR="00076D10" w:rsidRDefault="00076D10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076D10" w:rsidRDefault="00076D10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76D10" w:rsidTr="002720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0" w:type="dxa"/>
          </w:tcPr>
          <w:p w:rsidR="00076D10" w:rsidRDefault="00076D10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076D10" w:rsidRDefault="00076D10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76D10" w:rsidTr="002720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0" w:type="dxa"/>
          </w:tcPr>
          <w:p w:rsidR="00076D10" w:rsidRDefault="00076D10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076D10" w:rsidRDefault="00076D10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76D10" w:rsidTr="002720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0" w:type="dxa"/>
          </w:tcPr>
          <w:p w:rsidR="00076D10" w:rsidRDefault="00076D10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076D10" w:rsidRDefault="00076D10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76D10" w:rsidTr="002720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0" w:type="dxa"/>
          </w:tcPr>
          <w:p w:rsidR="00076D10" w:rsidRDefault="00076D10">
            <w:pPr>
              <w:rPr>
                <w:b w:val="0"/>
              </w:rPr>
            </w:pPr>
          </w:p>
        </w:tc>
        <w:tc>
          <w:tcPr>
            <w:tcW w:w="2245" w:type="dxa"/>
          </w:tcPr>
          <w:p w:rsidR="00076D10" w:rsidRDefault="00076D10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76D10" w:rsidTr="002720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0" w:type="dxa"/>
          </w:tcPr>
          <w:p w:rsidR="00076D10" w:rsidRDefault="00076D10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076D10" w:rsidRDefault="00076D10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76D10" w:rsidTr="0027206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0" w:type="dxa"/>
            <w:tcBorders>
              <w:top w:val="none" w:sz="0" w:space="0" w:color="auto"/>
            </w:tcBorders>
          </w:tcPr>
          <w:p w:rsidR="00076D10" w:rsidRDefault="005C464A">
            <w:pPr>
              <w:spacing w:line="276" w:lineRule="auto"/>
            </w:pPr>
            <w:r>
              <w:rPr>
                <w:color w:val="2E74B5" w:themeColor="accent1" w:themeShade="BF"/>
              </w:rPr>
              <w:t>Total</w:t>
            </w:r>
          </w:p>
        </w:tc>
        <w:tc>
          <w:tcPr>
            <w:tcW w:w="2245" w:type="dxa"/>
            <w:tcBorders>
              <w:top w:val="none" w:sz="0" w:space="0" w:color="auto"/>
            </w:tcBorders>
          </w:tcPr>
          <w:p w:rsidR="00076D10" w:rsidRDefault="00076D10">
            <w:pPr>
              <w:pStyle w:val="Amoun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27206D" w:rsidRDefault="005C464A" w:rsidP="0027206D">
      <w:pPr>
        <w:pStyle w:val="Closing"/>
        <w:ind w:left="450"/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</w:pPr>
      <w:r>
        <w:t>If you have</w:t>
      </w:r>
      <w:r w:rsidR="00731CE0">
        <w:t xml:space="preserve"> any questions concerning this note</w:t>
      </w:r>
      <w:r>
        <w:t xml:space="preserve">, contact </w:t>
      </w:r>
      <w:sdt>
        <w:sdtPr>
          <w:rPr>
            <w:rStyle w:val="Heading5Char"/>
            <w:rFonts w:asciiTheme="minorHAnsi" w:eastAsiaTheme="minorEastAsia" w:hAnsiTheme="minorHAnsi" w:cstheme="minorBidi"/>
            <w:color w:val="404040" w:themeColor="text1" w:themeTint="BF"/>
          </w:rPr>
          <w:id w:val="1944266295"/>
          <w:placeholder>
            <w:docPart w:val="D906453875844D42B00D97E77862A450"/>
          </w:placeholder>
          <w:temporary/>
          <w:showingPlcHdr/>
          <w15:appearance w15:val="hidden"/>
        </w:sdtPr>
        <w:sdtEndPr>
          <w:rPr>
            <w:rStyle w:val="Heading5Char"/>
          </w:rPr>
        </w:sdtEndPr>
        <w:sdtContent>
          <w:r>
            <w:rPr>
              <w:rStyle w:val="Heading5Char"/>
              <w:rFonts w:asciiTheme="minorHAnsi" w:eastAsiaTheme="minorEastAsia" w:hAnsiTheme="minorHAnsi" w:cstheme="minorBidi"/>
              <w:color w:val="404040" w:themeColor="text1" w:themeTint="BF"/>
            </w:rPr>
            <w:t>[Name]</w:t>
          </w:r>
        </w:sdtContent>
      </w:sdt>
      <w:r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 xml:space="preserve"> | </w:t>
      </w:r>
      <w:sdt>
        <w:sdtPr>
          <w:rPr>
            <w:rStyle w:val="Heading5Char"/>
            <w:rFonts w:asciiTheme="minorHAnsi" w:eastAsiaTheme="minorEastAsia" w:hAnsiTheme="minorHAnsi" w:cstheme="minorBidi"/>
            <w:color w:val="404040" w:themeColor="text1" w:themeTint="BF"/>
          </w:rPr>
          <w:id w:val="-1843694107"/>
          <w:placeholder>
            <w:docPart w:val="0FAAABBDCF5E40848F0C892D0CB323CD"/>
          </w:placeholder>
          <w:temporary/>
          <w:showingPlcHdr/>
          <w15:appearance w15:val="hidden"/>
        </w:sdtPr>
        <w:sdtEndPr>
          <w:rPr>
            <w:rStyle w:val="Heading5Char"/>
          </w:rPr>
        </w:sdtEndPr>
        <w:sdtContent>
          <w:r>
            <w:rPr>
              <w:rStyle w:val="Heading5Char"/>
              <w:rFonts w:asciiTheme="minorHAnsi" w:eastAsiaTheme="minorEastAsia" w:hAnsiTheme="minorHAnsi" w:cstheme="minorBidi"/>
              <w:color w:val="404040" w:themeColor="text1" w:themeTint="BF"/>
            </w:rPr>
            <w:t>[Phone]</w:t>
          </w:r>
        </w:sdtContent>
      </w:sdt>
      <w:r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 xml:space="preserve"> | </w:t>
      </w:r>
      <w:sdt>
        <w:sdtPr>
          <w:rPr>
            <w:rStyle w:val="Heading5Char"/>
            <w:rFonts w:asciiTheme="minorHAnsi" w:eastAsiaTheme="minorEastAsia" w:hAnsiTheme="minorHAnsi" w:cstheme="minorBidi"/>
            <w:color w:val="404040" w:themeColor="text1" w:themeTint="BF"/>
          </w:rPr>
          <w:id w:val="491149979"/>
          <w:placeholder>
            <w:docPart w:val="0AA7938B983A48BA98CCD28A0CEE8562"/>
          </w:placeholder>
          <w:temporary/>
          <w:showingPlcHdr/>
          <w15:appearance w15:val="hidden"/>
        </w:sdtPr>
        <w:sdtEndPr>
          <w:rPr>
            <w:rStyle w:val="Heading5Char"/>
          </w:rPr>
        </w:sdtEndPr>
        <w:sdtContent>
          <w:r>
            <w:rPr>
              <w:rStyle w:val="Heading5Char"/>
              <w:rFonts w:asciiTheme="minorHAnsi" w:eastAsiaTheme="minorEastAsia" w:hAnsiTheme="minorHAnsi" w:cstheme="minorBidi"/>
              <w:color w:val="404040" w:themeColor="text1" w:themeTint="BF"/>
            </w:rPr>
            <w:t>[Email]</w:t>
          </w:r>
        </w:sdtContent>
      </w:sdt>
    </w:p>
    <w:p w:rsidR="0027206D" w:rsidRDefault="0027206D" w:rsidP="0027206D">
      <w:pPr>
        <w:pStyle w:val="Closing"/>
        <w:ind w:left="450"/>
      </w:pPr>
    </w:p>
    <w:tbl>
      <w:tblPr>
        <w:tblStyle w:val="TableGrid"/>
        <w:tblpPr w:leftFromText="180" w:rightFromText="180" w:vertAnchor="text" w:horzAnchor="page" w:tblpX="2077" w:tblpY="108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530"/>
        <w:gridCol w:w="2864"/>
      </w:tblGrid>
      <w:tr w:rsidR="0027206D" w:rsidTr="0027206D">
        <w:trPr>
          <w:trHeight w:val="417"/>
        </w:trPr>
        <w:tc>
          <w:tcPr>
            <w:tcW w:w="1530" w:type="dxa"/>
            <w:tcBorders>
              <w:top w:val="nil"/>
              <w:bottom w:val="nil"/>
              <w:right w:val="nil"/>
            </w:tcBorders>
          </w:tcPr>
          <w:p w:rsidR="0027206D" w:rsidRDefault="0027206D" w:rsidP="008C362D">
            <w:pPr>
              <w:pStyle w:val="Closing"/>
            </w:pPr>
            <w:r>
              <w:t>Signature</w:t>
            </w:r>
          </w:p>
        </w:tc>
        <w:tc>
          <w:tcPr>
            <w:tcW w:w="2864" w:type="dxa"/>
            <w:tcBorders>
              <w:left w:val="nil"/>
            </w:tcBorders>
          </w:tcPr>
          <w:p w:rsidR="0027206D" w:rsidRDefault="0027206D" w:rsidP="008C362D">
            <w:pPr>
              <w:pStyle w:val="Closing"/>
            </w:pPr>
          </w:p>
        </w:tc>
      </w:tr>
    </w:tbl>
    <w:p w:rsidR="00731CE0" w:rsidRDefault="00731CE0">
      <w:pPr>
        <w:pStyle w:val="Closing"/>
      </w:pPr>
    </w:p>
    <w:sectPr w:rsidR="00731CE0" w:rsidSect="0027206D">
      <w:footerReference w:type="default" r:id="rId7"/>
      <w:pgSz w:w="12240" w:h="15840"/>
      <w:pgMar w:top="720" w:right="720" w:bottom="720" w:left="63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27A3" w:rsidRDefault="00EA27A3">
      <w:pPr>
        <w:spacing w:line="240" w:lineRule="auto"/>
      </w:pPr>
      <w:r>
        <w:separator/>
      </w:r>
    </w:p>
  </w:endnote>
  <w:endnote w:type="continuationSeparator" w:id="0">
    <w:p w:rsidR="00EA27A3" w:rsidRDefault="00EA27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6D10" w:rsidRDefault="005C464A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731CE0">
      <w:rPr>
        <w:noProof/>
      </w:rPr>
      <w:t>2</w:t>
    </w:r>
    <w:r>
      <w:fldChar w:fldCharType="end"/>
    </w:r>
    <w:r>
      <w:t xml:space="preserve"> of </w:t>
    </w:r>
    <w:fldSimple w:instr=" NUMPAGES  \* Arabic  \* MERGEFORMAT ">
      <w:r w:rsidR="003F214D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27A3" w:rsidRDefault="00EA27A3">
      <w:pPr>
        <w:spacing w:line="240" w:lineRule="auto"/>
      </w:pPr>
      <w:r>
        <w:separator/>
      </w:r>
    </w:p>
  </w:footnote>
  <w:footnote w:type="continuationSeparator" w:id="0">
    <w:p w:rsidR="00EA27A3" w:rsidRDefault="00EA27A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CE0"/>
    <w:rsid w:val="00032722"/>
    <w:rsid w:val="00076D10"/>
    <w:rsid w:val="000B5B60"/>
    <w:rsid w:val="0027206D"/>
    <w:rsid w:val="003F214D"/>
    <w:rsid w:val="005C464A"/>
    <w:rsid w:val="00731CE0"/>
    <w:rsid w:val="00EA2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D3CA637"/>
  <w15:chartTrackingRefBased/>
  <w15:docId w15:val="{200E2ED5-5211-4304-A9C1-70CFC0072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40" w:after="40"/>
    </w:pPr>
    <w:rPr>
      <w:color w:val="404040" w:themeColor="text1" w:themeTint="BF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0" w:line="240" w:lineRule="auto"/>
      <w:jc w:val="right"/>
      <w:outlineLvl w:val="0"/>
    </w:pPr>
    <w:rPr>
      <w:rFonts w:asciiTheme="majorHAnsi" w:eastAsiaTheme="majorEastAsia" w:hAnsiTheme="majorHAnsi" w:cstheme="majorBidi"/>
      <w:b/>
      <w:bCs/>
      <w:caps/>
      <w:color w:val="2E74B5" w:themeColor="accent1" w:themeShade="BF"/>
      <w:spacing w:val="20"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1"/>
    <w:qFormat/>
    <w:pPr>
      <w:spacing w:before="0" w:after="120" w:line="240" w:lineRule="auto"/>
      <w:outlineLvl w:val="1"/>
    </w:pPr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qFormat/>
    <w:pPr>
      <w:spacing w:before="0" w:line="240" w:lineRule="auto"/>
      <w:outlineLvl w:val="2"/>
    </w:pPr>
    <w:rPr>
      <w:rFonts w:asciiTheme="majorHAnsi" w:eastAsiaTheme="majorEastAsia" w:hAnsiTheme="majorHAnsi" w:cstheme="majorBidi"/>
      <w:b/>
      <w:bCs/>
      <w:caps/>
      <w:color w:val="2E74B5" w:themeColor="accent1" w:themeShade="BF"/>
    </w:rPr>
  </w:style>
  <w:style w:type="paragraph" w:styleId="Heading4">
    <w:name w:val="heading 4"/>
    <w:basedOn w:val="Normal"/>
    <w:next w:val="Normal"/>
    <w:link w:val="Heading4Char"/>
    <w:uiPriority w:val="1"/>
    <w:qFormat/>
    <w:pPr>
      <w:spacing w:before="320" w:after="0"/>
      <w:jc w:val="center"/>
      <w:outlineLvl w:val="3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1"/>
    <w:qFormat/>
    <w:pPr>
      <w:keepNext/>
      <w:keepLines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  <w:spacing w:val="20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28"/>
    </w:rPr>
  </w:style>
  <w:style w:type="table" w:styleId="GridTable1Light-Accent1">
    <w:name w:val="Grid Table 1 Light Accent 1"/>
    <w:basedOn w:val="TableNorma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bottom w:val="single" w:sz="4" w:space="0" w:color="BDD6EE" w:themeColor="accent1" w:themeTint="66"/>
        <w:insideH w:val="single" w:sz="4" w:space="0" w:color="BDD6EE" w:themeColor="accent1" w:themeTint="66"/>
      </w:tblBorders>
      <w:tblCellMar>
        <w:left w:w="0" w:type="dxa"/>
        <w:right w:w="0" w:type="dxa"/>
      </w:tblCellMar>
    </w:tblPr>
    <w:tblStylePr w:type="firstRow">
      <w:pPr>
        <w:wordWrap/>
        <w:jc w:val="left"/>
      </w:pPr>
      <w:rPr>
        <w:b/>
        <w:bCs/>
        <w:color w:val="2E74B5" w:themeColor="accent1" w:themeShade="BF"/>
      </w:rPr>
      <w:tblPr/>
      <w:trPr>
        <w:tblHeader/>
      </w:trPr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SubtleEmphasis">
    <w:name w:val="Subtle Emphasis"/>
    <w:basedOn w:val="DefaultParagraphFont"/>
    <w:uiPriority w:val="1"/>
    <w:qFormat/>
    <w:rPr>
      <w:i/>
      <w:iCs/>
      <w:color w:val="404040" w:themeColor="text1" w:themeTint="BF"/>
    </w:rPr>
  </w:style>
  <w:style w:type="paragraph" w:customStyle="1" w:styleId="Amount">
    <w:name w:val="Amount"/>
    <w:basedOn w:val="Normal"/>
    <w:uiPriority w:val="1"/>
    <w:qFormat/>
    <w:pPr>
      <w:spacing w:before="0" w:line="240" w:lineRule="auto"/>
      <w:jc w:val="right"/>
    </w:pPr>
  </w:style>
  <w:style w:type="character" w:customStyle="1" w:styleId="Heading4Char">
    <w:name w:val="Heading 4 Char"/>
    <w:basedOn w:val="DefaultParagraphFont"/>
    <w:link w:val="Heading4"/>
    <w:uiPriority w:val="1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Footer">
    <w:name w:val="footer"/>
    <w:basedOn w:val="Normal"/>
    <w:link w:val="FooterChar"/>
    <w:uiPriority w:val="2"/>
    <w:pPr>
      <w:tabs>
        <w:tab w:val="center" w:pos="4680"/>
        <w:tab w:val="right" w:pos="9360"/>
      </w:tabs>
      <w:spacing w:line="240" w:lineRule="auto"/>
      <w:jc w:val="center"/>
    </w:pPr>
    <w:rPr>
      <w:color w:val="2E74B5" w:themeColor="accent1" w:themeShade="BF"/>
    </w:rPr>
  </w:style>
  <w:style w:type="character" w:customStyle="1" w:styleId="FooterChar">
    <w:name w:val="Footer Char"/>
    <w:basedOn w:val="DefaultParagraphFont"/>
    <w:link w:val="Footer"/>
    <w:uiPriority w:val="2"/>
    <w:rPr>
      <w:color w:val="2E74B5" w:themeColor="accent1" w:themeShade="BF"/>
    </w:rPr>
  </w:style>
  <w:style w:type="paragraph" w:customStyle="1" w:styleId="Rightalign">
    <w:name w:val="Right align"/>
    <w:basedOn w:val="Normal"/>
    <w:uiPriority w:val="1"/>
    <w:qFormat/>
    <w:pPr>
      <w:spacing w:before="0" w:line="240" w:lineRule="auto"/>
      <w:jc w:val="right"/>
    </w:pPr>
  </w:style>
  <w:style w:type="paragraph" w:styleId="NoSpacing">
    <w:name w:val="No Spacing"/>
    <w:uiPriority w:val="1"/>
    <w:qFormat/>
    <w:pPr>
      <w:spacing w:after="0" w:line="240" w:lineRule="auto"/>
    </w:pPr>
    <w:rPr>
      <w:color w:val="404040" w:themeColor="text1" w:themeTint="BF"/>
    </w:rPr>
  </w:style>
  <w:style w:type="paragraph" w:styleId="Closing">
    <w:name w:val="Closing"/>
    <w:basedOn w:val="Normal"/>
    <w:link w:val="ClosingChar"/>
    <w:uiPriority w:val="1"/>
    <w:unhideWhenUsed/>
    <w:qFormat/>
    <w:pPr>
      <w:spacing w:before="200"/>
      <w:contextualSpacing/>
    </w:pPr>
  </w:style>
  <w:style w:type="character" w:customStyle="1" w:styleId="ClosingChar">
    <w:name w:val="Closing Char"/>
    <w:basedOn w:val="DefaultParagraphFont"/>
    <w:link w:val="Closing"/>
    <w:uiPriority w:val="1"/>
    <w:rPr>
      <w:color w:val="404040" w:themeColor="text1" w:themeTint="BF"/>
    </w:rPr>
  </w:style>
  <w:style w:type="table" w:styleId="GridTable1Light-Accent5">
    <w:name w:val="Grid Table 1 Light Accent 5"/>
    <w:basedOn w:val="TableNormal"/>
    <w:uiPriority w:val="46"/>
    <w:rsid w:val="000B5B60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36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3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Service%20invo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3703AAB98E045309EF2F9501B5E8D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6C8B1A-E454-446A-8630-ABBC6524B3F8}"/>
      </w:docPartPr>
      <w:docPartBody>
        <w:p w:rsidR="00213C58" w:rsidRDefault="007C67D4">
          <w:pPr>
            <w:pStyle w:val="43703AAB98E045309EF2F9501B5E8DCF"/>
          </w:pPr>
          <w:r>
            <w:t>[Company Name]</w:t>
          </w:r>
        </w:p>
      </w:docPartBody>
    </w:docPart>
    <w:docPart>
      <w:docPartPr>
        <w:name w:val="5AC6AC821571483F811FD54BE45DDD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E75D4B-F912-4D37-88B8-1C7C2A4D7D43}"/>
      </w:docPartPr>
      <w:docPartBody>
        <w:p w:rsidR="00213C58" w:rsidRDefault="007C67D4">
          <w:pPr>
            <w:pStyle w:val="5AC6AC821571483F811FD54BE45DDDBC"/>
          </w:pPr>
          <w:r>
            <w:t>[Street Address]</w:t>
          </w:r>
        </w:p>
      </w:docPartBody>
    </w:docPart>
    <w:docPart>
      <w:docPartPr>
        <w:name w:val="125DEAE8165C4ECAB05F2A4D43CCAC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FF7E98-EFFA-40AE-946F-9C9B11F1BBEE}"/>
      </w:docPartPr>
      <w:docPartBody>
        <w:p w:rsidR="00213C58" w:rsidRDefault="007C67D4">
          <w:pPr>
            <w:pStyle w:val="125DEAE8165C4ECAB05F2A4D43CCACA2"/>
          </w:pPr>
          <w:r>
            <w:t>[City, ST  ZIP Code]</w:t>
          </w:r>
        </w:p>
      </w:docPartBody>
    </w:docPart>
    <w:docPart>
      <w:docPartPr>
        <w:name w:val="9AD71A950E4644B0A49795F6BF60F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9C682-CE3A-4878-B57C-C3535E577EF0}"/>
      </w:docPartPr>
      <w:docPartBody>
        <w:p w:rsidR="00213C58" w:rsidRDefault="007C67D4">
          <w:pPr>
            <w:pStyle w:val="9AD71A950E4644B0A49795F6BF60FFE5"/>
          </w:pPr>
          <w:r>
            <w:t>[Phone]</w:t>
          </w:r>
        </w:p>
      </w:docPartBody>
    </w:docPart>
    <w:docPart>
      <w:docPartPr>
        <w:name w:val="DB005C8FB5C3402A888E3D5BA2A845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B2678A-C5D5-4847-A98F-D31D31E68405}"/>
      </w:docPartPr>
      <w:docPartBody>
        <w:p w:rsidR="00213C58" w:rsidRDefault="007C67D4">
          <w:pPr>
            <w:pStyle w:val="DB005C8FB5C3402A888E3D5BA2A845E5"/>
          </w:pPr>
          <w:r>
            <w:t>[Email]</w:t>
          </w:r>
        </w:p>
      </w:docPartBody>
    </w:docPart>
    <w:docPart>
      <w:docPartPr>
        <w:name w:val="597C1AE617CD47B49A630F0BB7A78C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6484ED-F9ED-4E6E-A446-B1B7DD0DF413}"/>
      </w:docPartPr>
      <w:docPartBody>
        <w:p w:rsidR="00213C58" w:rsidRDefault="007C67D4">
          <w:pPr>
            <w:pStyle w:val="597C1AE617CD47B49A630F0BB7A78C2D"/>
          </w:pPr>
          <w:r>
            <w:t>[Date]</w:t>
          </w:r>
        </w:p>
      </w:docPartBody>
    </w:docPart>
    <w:docPart>
      <w:docPartPr>
        <w:name w:val="23B8A08982854184AD6F2BA4388C2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E38149-8A26-4DA3-B1F2-197761A0B24C}"/>
      </w:docPartPr>
      <w:docPartBody>
        <w:p w:rsidR="00213C58" w:rsidRDefault="007C67D4">
          <w:pPr>
            <w:pStyle w:val="23B8A08982854184AD6F2BA4388C2B9E"/>
          </w:pPr>
          <w:r>
            <w:t>[Name]</w:t>
          </w:r>
        </w:p>
      </w:docPartBody>
    </w:docPart>
    <w:docPart>
      <w:docPartPr>
        <w:name w:val="D906453875844D42B00D97E77862A4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F2D8E4-ADF8-4756-A15D-2C285B9CDAEF}"/>
      </w:docPartPr>
      <w:docPartBody>
        <w:p w:rsidR="00213C58" w:rsidRDefault="007C67D4">
          <w:pPr>
            <w:pStyle w:val="D906453875844D42B00D97E77862A450"/>
          </w:pPr>
          <w:r>
            <w:rPr>
              <w:rStyle w:val="Heading5Char"/>
            </w:rPr>
            <w:t>[Name]</w:t>
          </w:r>
        </w:p>
      </w:docPartBody>
    </w:docPart>
    <w:docPart>
      <w:docPartPr>
        <w:name w:val="0FAAABBDCF5E40848F0C892D0CB323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D7DDB8-627B-4EE9-97F0-2545207E8AA6}"/>
      </w:docPartPr>
      <w:docPartBody>
        <w:p w:rsidR="00213C58" w:rsidRDefault="007C67D4">
          <w:pPr>
            <w:pStyle w:val="0FAAABBDCF5E40848F0C892D0CB323CD"/>
          </w:pPr>
          <w:r>
            <w:rPr>
              <w:rStyle w:val="Heading5Char"/>
            </w:rPr>
            <w:t>[Phone]</w:t>
          </w:r>
        </w:p>
      </w:docPartBody>
    </w:docPart>
    <w:docPart>
      <w:docPartPr>
        <w:name w:val="0AA7938B983A48BA98CCD28A0CEE85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8C0DF-54A7-4E74-BBCB-42F4D053A23A}"/>
      </w:docPartPr>
      <w:docPartBody>
        <w:p w:rsidR="00213C58" w:rsidRDefault="007C67D4">
          <w:pPr>
            <w:pStyle w:val="0AA7938B983A48BA98CCD28A0CEE8562"/>
          </w:pPr>
          <w:r>
            <w:rPr>
              <w:rStyle w:val="Heading5Char"/>
            </w:rPr>
            <w:t>[Email]</w:t>
          </w:r>
        </w:p>
      </w:docPartBody>
    </w:docPart>
    <w:docPart>
      <w:docPartPr>
        <w:name w:val="677E1FEB57954424BDDB34D3A5079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BE1488-4245-49D1-9C3C-5BD1EBD1EB1A}"/>
      </w:docPartPr>
      <w:docPartBody>
        <w:p w:rsidR="00213C58" w:rsidRDefault="006256E9" w:rsidP="006256E9">
          <w:pPr>
            <w:pStyle w:val="677E1FEB57954424BDDB34D3A507915C"/>
          </w:pPr>
          <w:r>
            <w:t>[Street Address]</w:t>
          </w:r>
        </w:p>
      </w:docPartBody>
    </w:docPart>
    <w:docPart>
      <w:docPartPr>
        <w:name w:val="7BD7BFB3F2164D07B8D4DB00D905A9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C96D6D-AAAC-466D-83BC-A4708B12D2FE}"/>
      </w:docPartPr>
      <w:docPartBody>
        <w:p w:rsidR="00213C58" w:rsidRDefault="006256E9" w:rsidP="006256E9">
          <w:pPr>
            <w:pStyle w:val="7BD7BFB3F2164D07B8D4DB00D905A9E5"/>
          </w:pPr>
          <w:r>
            <w:t>[Name]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9"/>
    <w:rsid w:val="00213C58"/>
    <w:rsid w:val="006256E9"/>
    <w:rsid w:val="007C67D4"/>
    <w:rsid w:val="00BB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1"/>
    <w:qFormat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3703AAB98E045309EF2F9501B5E8DCF">
    <w:name w:val="43703AAB98E045309EF2F9501B5E8DCF"/>
  </w:style>
  <w:style w:type="character" w:styleId="SubtleEmphasis">
    <w:name w:val="Subtle Emphasis"/>
    <w:basedOn w:val="DefaultParagraphFont"/>
    <w:uiPriority w:val="1"/>
    <w:qFormat/>
    <w:rPr>
      <w:i/>
      <w:iCs/>
      <w:color w:val="404040" w:themeColor="text1" w:themeTint="BF"/>
    </w:rPr>
  </w:style>
  <w:style w:type="paragraph" w:customStyle="1" w:styleId="1DE5576EB0CB4A578DDFAE14BCD8600A">
    <w:name w:val="1DE5576EB0CB4A578DDFAE14BCD8600A"/>
  </w:style>
  <w:style w:type="paragraph" w:customStyle="1" w:styleId="5AC6AC821571483F811FD54BE45DDDBC">
    <w:name w:val="5AC6AC821571483F811FD54BE45DDDBC"/>
  </w:style>
  <w:style w:type="paragraph" w:customStyle="1" w:styleId="125DEAE8165C4ECAB05F2A4D43CCACA2">
    <w:name w:val="125DEAE8165C4ECAB05F2A4D43CCACA2"/>
  </w:style>
  <w:style w:type="paragraph" w:customStyle="1" w:styleId="9AD71A950E4644B0A49795F6BF60FFE5">
    <w:name w:val="9AD71A950E4644B0A49795F6BF60FFE5"/>
  </w:style>
  <w:style w:type="paragraph" w:customStyle="1" w:styleId="79FBD3B4DECB4C03B91F11CC0A945DCD">
    <w:name w:val="79FBD3B4DECB4C03B91F11CC0A945DCD"/>
  </w:style>
  <w:style w:type="paragraph" w:customStyle="1" w:styleId="DB005C8FB5C3402A888E3D5BA2A845E5">
    <w:name w:val="DB005C8FB5C3402A888E3D5BA2A845E5"/>
  </w:style>
  <w:style w:type="paragraph" w:customStyle="1" w:styleId="06940362D161444888DF571AEB1FFEC5">
    <w:name w:val="06940362D161444888DF571AEB1FFEC5"/>
  </w:style>
  <w:style w:type="paragraph" w:customStyle="1" w:styleId="2A6A8902B6794E52A8EF99BA3FC95F92">
    <w:name w:val="2A6A8902B6794E52A8EF99BA3FC95F92"/>
  </w:style>
  <w:style w:type="paragraph" w:customStyle="1" w:styleId="597C1AE617CD47B49A630F0BB7A78C2D">
    <w:name w:val="597C1AE617CD47B49A630F0BB7A78C2D"/>
  </w:style>
  <w:style w:type="paragraph" w:customStyle="1" w:styleId="23B8A08982854184AD6F2BA4388C2B9E">
    <w:name w:val="23B8A08982854184AD6F2BA4388C2B9E"/>
  </w:style>
  <w:style w:type="paragraph" w:customStyle="1" w:styleId="D44E14C0A8A04EBE8658004C33613540">
    <w:name w:val="D44E14C0A8A04EBE8658004C33613540"/>
  </w:style>
  <w:style w:type="paragraph" w:customStyle="1" w:styleId="DEF25EA8CAF347F4B04CCE82032AEE73">
    <w:name w:val="DEF25EA8CAF347F4B04CCE82032AEE73"/>
  </w:style>
  <w:style w:type="character" w:customStyle="1" w:styleId="Heading5Char">
    <w:name w:val="Heading 5 Char"/>
    <w:basedOn w:val="DefaultParagraphFont"/>
    <w:link w:val="Heading5"/>
    <w:uiPriority w:val="1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E765B49819DF455588F25440A824355C">
    <w:name w:val="E765B49819DF455588F25440A824355C"/>
  </w:style>
  <w:style w:type="paragraph" w:customStyle="1" w:styleId="D906453875844D42B00D97E77862A450">
    <w:name w:val="D906453875844D42B00D97E77862A450"/>
  </w:style>
  <w:style w:type="paragraph" w:customStyle="1" w:styleId="0FAAABBDCF5E40848F0C892D0CB323CD">
    <w:name w:val="0FAAABBDCF5E40848F0C892D0CB323CD"/>
  </w:style>
  <w:style w:type="paragraph" w:customStyle="1" w:styleId="0AA7938B983A48BA98CCD28A0CEE8562">
    <w:name w:val="0AA7938B983A48BA98CCD28A0CEE8562"/>
  </w:style>
  <w:style w:type="paragraph" w:customStyle="1" w:styleId="677E1FEB57954424BDDB34D3A507915C">
    <w:name w:val="677E1FEB57954424BDDB34D3A507915C"/>
    <w:rsid w:val="006256E9"/>
  </w:style>
  <w:style w:type="paragraph" w:customStyle="1" w:styleId="379579087AB149AFABE1D98E24F4DDEB">
    <w:name w:val="379579087AB149AFABE1D98E24F4DDEB"/>
    <w:rsid w:val="006256E9"/>
  </w:style>
  <w:style w:type="paragraph" w:customStyle="1" w:styleId="2AED9A1747FD45F9A552D57EB883DC20">
    <w:name w:val="2AED9A1747FD45F9A552D57EB883DC20"/>
    <w:rsid w:val="006256E9"/>
  </w:style>
  <w:style w:type="paragraph" w:customStyle="1" w:styleId="5B5181FB7CC94346BD02FFD01AED85DF">
    <w:name w:val="5B5181FB7CC94346BD02FFD01AED85DF"/>
    <w:rsid w:val="006256E9"/>
  </w:style>
  <w:style w:type="paragraph" w:customStyle="1" w:styleId="A4ABC7AA0FC34643B8653961C49695FF">
    <w:name w:val="A4ABC7AA0FC34643B8653961C49695FF"/>
    <w:rsid w:val="006256E9"/>
  </w:style>
  <w:style w:type="paragraph" w:customStyle="1" w:styleId="7BD7BFB3F2164D07B8D4DB00D905A9E5">
    <w:name w:val="7BD7BFB3F2164D07B8D4DB00D905A9E5"/>
    <w:rsid w:val="006256E9"/>
  </w:style>
  <w:style w:type="paragraph" w:customStyle="1" w:styleId="B817E036CBBC4127A6508B08FABDF019">
    <w:name w:val="B817E036CBBC4127A6508B08FABDF019"/>
    <w:rsid w:val="006256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Service invoice with total only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F4863B1-4A7A-402C-BE05-6F8C5567C6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Service invoice.dotx</Template>
  <TotalTime>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keywords/>
  <cp:lastModifiedBy>Muhammad Naveed Ahmed</cp:lastModifiedBy>
  <cp:revision>2</cp:revision>
  <dcterms:created xsi:type="dcterms:W3CDTF">2018-09-04T11:59:00Z</dcterms:created>
  <dcterms:modified xsi:type="dcterms:W3CDTF">2018-09-04T11:59:00Z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TC039875679991</vt:lpwstr>
  </property>
</Properties>
</file>