
<file path=[Content_Types].xml><?xml version="1.0" encoding="utf-8"?>
<Types xmlns="http://schemas.openxmlformats.org/package/2006/content-types">
  <Default Extension="png" ContentType="image/png"/>
  <Default Extension="svg" ContentType="image/svg+xml"/>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CellMar>
          <w:left w:w="115" w:type="dxa"/>
          <w:right w:w="115" w:type="dxa"/>
        </w:tblCellMar>
        <w:tblLook w:val="04A0" w:firstRow="1" w:lastRow="0" w:firstColumn="1" w:lastColumn="0" w:noHBand="0" w:noVBand="1"/>
      </w:tblPr>
      <w:tblGrid>
        <w:gridCol w:w="3600"/>
        <w:gridCol w:w="720"/>
        <w:gridCol w:w="6470"/>
      </w:tblGrid>
      <w:tr w:rsidR="001B2ABD" w:rsidTr="00D807E2">
        <w:trPr>
          <w:trHeight w:val="2097"/>
        </w:trPr>
        <w:tc>
          <w:tcPr>
            <w:tcW w:w="3600" w:type="dxa"/>
            <w:vAlign w:val="bottom"/>
          </w:tcPr>
          <w:p w:rsidR="001B2ABD" w:rsidRDefault="001B2ABD" w:rsidP="00D807E2">
            <w:pPr>
              <w:tabs>
                <w:tab w:val="left" w:pos="990"/>
              </w:tabs>
            </w:pPr>
          </w:p>
        </w:tc>
        <w:tc>
          <w:tcPr>
            <w:tcW w:w="720" w:type="dxa"/>
          </w:tcPr>
          <w:p w:rsidR="001B2ABD" w:rsidRDefault="001B2ABD" w:rsidP="000C45FF">
            <w:pPr>
              <w:tabs>
                <w:tab w:val="left" w:pos="990"/>
              </w:tabs>
            </w:pPr>
          </w:p>
        </w:tc>
        <w:tc>
          <w:tcPr>
            <w:tcW w:w="6470" w:type="dxa"/>
            <w:vAlign w:val="bottom"/>
          </w:tcPr>
          <w:p w:rsidR="001B2ABD" w:rsidRPr="00D807E2" w:rsidRDefault="00D807E2" w:rsidP="001B2ABD">
            <w:pPr>
              <w:pStyle w:val="Title"/>
              <w:rPr>
                <w:sz w:val="44"/>
                <w:szCs w:val="44"/>
              </w:rPr>
            </w:pPr>
            <w:r w:rsidRPr="00D807E2">
              <w:rPr>
                <w:sz w:val="44"/>
                <w:szCs w:val="44"/>
              </w:rPr>
              <w:t>Work compl</w:t>
            </w:r>
            <w:r>
              <w:rPr>
                <w:sz w:val="44"/>
                <w:szCs w:val="44"/>
              </w:rPr>
              <w:t>etion certificate</w:t>
            </w:r>
          </w:p>
          <w:p w:rsidR="001B2ABD" w:rsidRDefault="00D807E2" w:rsidP="001B2ABD">
            <w:pPr>
              <w:pStyle w:val="Subtitle"/>
            </w:pPr>
            <w:r>
              <w:rPr>
                <w:spacing w:val="0"/>
                <w:w w:val="100"/>
              </w:rPr>
              <w:t>DATE | DAY | PLACE</w:t>
            </w:r>
          </w:p>
        </w:tc>
      </w:tr>
      <w:tr w:rsidR="001B2ABD" w:rsidTr="001B2ABD">
        <w:tc>
          <w:tcPr>
            <w:tcW w:w="3600" w:type="dxa"/>
          </w:tcPr>
          <w:p w:rsidR="001B2ABD" w:rsidRDefault="00D807E2" w:rsidP="00036450">
            <w:pPr>
              <w:pStyle w:val="Heading3"/>
            </w:pPr>
            <w:r>
              <w:t xml:space="preserve">COMPANY </w:t>
            </w:r>
            <w:sdt>
              <w:sdtPr>
                <w:id w:val="-1711873194"/>
                <w:placeholder>
                  <w:docPart w:val="41F4498B7FC64D0492BE6886C1D082DB"/>
                </w:placeholder>
                <w:temporary/>
                <w:showingPlcHdr/>
                <w15:appearance w15:val="hidden"/>
              </w:sdtPr>
              <w:sdtEndPr/>
              <w:sdtContent>
                <w:r w:rsidR="00036450" w:rsidRPr="00D5459D">
                  <w:t>Profile</w:t>
                </w:r>
              </w:sdtContent>
            </w:sdt>
          </w:p>
          <w:sdt>
            <w:sdtPr>
              <w:id w:val="355866036"/>
              <w:placeholder>
                <w:docPart w:val="8E53F7FC8C6947AB965E41259CF29434"/>
              </w:placeholder>
              <w:temporary/>
              <w:showingPlcHdr/>
              <w15:appearance w15:val="hidden"/>
            </w:sdtPr>
            <w:sdtEndPr/>
            <w:sdtContent>
              <w:p w:rsidR="00036450" w:rsidRDefault="00036450" w:rsidP="00036450">
                <w:r w:rsidRPr="00036450">
                  <w:t xml:space="preserve">Lorem ipsum dolor sit amet, consectetuer adipiscing elit. Maecenas porttitor congue massa. Fusce posuere, magna sed pulvinar ultricies, purus lectus malesuada libero, sit amet commodo magna eros quis urna.Nunc viverra imperdiet enim. Fusce est. Vivamus a tellus.Pellentesque habitant morbi tristique senectus et netus et malesuada fames ac turpis egestas. Lorem ipsum dolor sit amet, consectetuer adipiscing elit. Maecenas porttitor congue massa. Fusce posuere, </w:t>
                </w:r>
              </w:p>
            </w:sdtContent>
          </w:sdt>
          <w:p w:rsidR="00036450" w:rsidRDefault="00036450" w:rsidP="00036450"/>
          <w:sdt>
            <w:sdtPr>
              <w:id w:val="-1954003311"/>
              <w:placeholder>
                <w:docPart w:val="861A8395FA284918868B82A2742EA421"/>
              </w:placeholder>
              <w:temporary/>
              <w:showingPlcHdr/>
              <w15:appearance w15:val="hidden"/>
            </w:sdtPr>
            <w:sdtEndPr/>
            <w:sdtContent>
              <w:p w:rsidR="00036450" w:rsidRDefault="004813B3" w:rsidP="00036450">
                <w:pPr>
                  <w:pStyle w:val="Heading3"/>
                </w:pPr>
                <w:r w:rsidRPr="00036450">
                  <w:t>CONTACT</w:t>
                </w:r>
              </w:p>
            </w:sdtContent>
          </w:sdt>
          <w:sdt>
            <w:sdtPr>
              <w:id w:val="1111563247"/>
              <w:placeholder>
                <w:docPart w:val="864ED8F3FF2D4FA08E8E17A5DBF5BBB7"/>
              </w:placeholder>
              <w:temporary/>
              <w:showingPlcHdr/>
              <w15:appearance w15:val="hidden"/>
            </w:sdtPr>
            <w:sdtEndPr/>
            <w:sdtContent>
              <w:p w:rsidR="004D3011" w:rsidRDefault="004D3011" w:rsidP="004D3011">
                <w:r w:rsidRPr="004D3011">
                  <w:t>PHONE:</w:t>
                </w:r>
              </w:p>
            </w:sdtContent>
          </w:sdt>
          <w:sdt>
            <w:sdtPr>
              <w:id w:val="-324128318"/>
              <w:placeholder>
                <w:docPart w:val="E8FC0B2E7C9D4775B4F9A198320DA7E0"/>
              </w:placeholder>
              <w:temporary/>
              <w:showingPlcHdr/>
              <w15:appearance w15:val="hidden"/>
            </w:sdtPr>
            <w:sdtEndPr/>
            <w:sdtContent>
              <w:p w:rsidR="004D3011" w:rsidRDefault="004D3011" w:rsidP="004D3011">
                <w:r>
                  <w:t>678-555-0103</w:t>
                </w:r>
              </w:p>
            </w:sdtContent>
          </w:sdt>
          <w:p w:rsidR="004D3011" w:rsidRPr="004D3011" w:rsidRDefault="004D3011" w:rsidP="004D3011"/>
          <w:sdt>
            <w:sdtPr>
              <w:id w:val="67859272"/>
              <w:placeholder>
                <w:docPart w:val="B20E6D00D2EB46698EC9B3B267A7B5F6"/>
              </w:placeholder>
              <w:temporary/>
              <w:showingPlcHdr/>
              <w15:appearance w15:val="hidden"/>
            </w:sdtPr>
            <w:sdtEndPr/>
            <w:sdtContent>
              <w:p w:rsidR="004D3011" w:rsidRDefault="004D3011" w:rsidP="004D3011">
                <w:r w:rsidRPr="004D3011">
                  <w:t>WEBSITE:</w:t>
                </w:r>
              </w:p>
            </w:sdtContent>
          </w:sdt>
          <w:sdt>
            <w:sdtPr>
              <w:id w:val="-720132143"/>
              <w:placeholder>
                <w:docPart w:val="3088808473C043AB9093180DC9422D3B"/>
              </w:placeholder>
              <w:temporary/>
              <w:showingPlcHdr/>
              <w15:appearance w15:val="hidden"/>
            </w:sdtPr>
            <w:sdtEndPr/>
            <w:sdtContent>
              <w:p w:rsidR="004D3011" w:rsidRDefault="00E4381A" w:rsidP="004D3011">
                <w:r>
                  <w:t>Website goes here</w:t>
                </w:r>
              </w:p>
            </w:sdtContent>
          </w:sdt>
          <w:p w:rsidR="004D3011" w:rsidRDefault="004D3011" w:rsidP="004D3011"/>
          <w:sdt>
            <w:sdtPr>
              <w:id w:val="-240260293"/>
              <w:placeholder>
                <w:docPart w:val="18A9C6D3CF4D475CB6A66B8A71ECDDF6"/>
              </w:placeholder>
              <w:temporary/>
              <w:showingPlcHdr/>
              <w15:appearance w15:val="hidden"/>
            </w:sdtPr>
            <w:sdtEndPr/>
            <w:sdtContent>
              <w:p w:rsidR="004D3011" w:rsidRDefault="004D3011" w:rsidP="004D3011">
                <w:r w:rsidRPr="004D3011">
                  <w:t>EMAIL:</w:t>
                </w:r>
              </w:p>
            </w:sdtContent>
          </w:sdt>
          <w:sdt>
            <w:sdtPr>
              <w:id w:val="-1223903890"/>
              <w:placeholder>
                <w:docPart w:val="CD73F29F5B6F479DA314AC9D1E89545B"/>
              </w:placeholder>
              <w:temporary/>
              <w:showingPlcHdr/>
              <w15:appearance w15:val="hidden"/>
            </w:sdtPr>
            <w:sdtEndPr>
              <w:rPr>
                <w:rStyle w:val="Hyperlink"/>
                <w:color w:val="DD8047" w:themeColor="accent2"/>
                <w:u w:val="single"/>
              </w:rPr>
            </w:sdtEndPr>
            <w:sdtContent>
              <w:p w:rsidR="00036450" w:rsidRPr="00E4381A" w:rsidRDefault="00E4381A" w:rsidP="004D3011">
                <w:pPr>
                  <w:rPr>
                    <w:rStyle w:val="Hyperlink"/>
                  </w:rPr>
                </w:pPr>
                <w:r w:rsidRPr="00E4381A">
                  <w:rPr>
                    <w:rStyle w:val="Hyperlink"/>
                  </w:rPr>
                  <w:t>someone@example.com</w:t>
                </w:r>
                <w:hyperlink r:id="rId9" w:history="1"/>
              </w:p>
            </w:sdtContent>
          </w:sdt>
          <w:p w:rsidR="004D3011" w:rsidRDefault="00D807E2" w:rsidP="004D3011">
            <w:pPr>
              <w:pStyle w:val="Heading3"/>
            </w:pPr>
            <w:r>
              <w:t>BUSINESS</w:t>
            </w:r>
          </w:p>
          <w:p w:rsidR="004D3011" w:rsidRDefault="00D807E2" w:rsidP="004D3011">
            <w:r>
              <w:t>Business -1</w:t>
            </w:r>
          </w:p>
          <w:p w:rsidR="00D807E2" w:rsidRDefault="00D807E2" w:rsidP="004D3011">
            <w:r>
              <w:t>Business</w:t>
            </w:r>
            <w:r>
              <w:t xml:space="preserve"> -2</w:t>
            </w:r>
          </w:p>
          <w:p w:rsidR="004D3011" w:rsidRDefault="00D807E2" w:rsidP="004D3011">
            <w:r>
              <w:t>Business</w:t>
            </w:r>
            <w:r>
              <w:t xml:space="preserve"> -3</w:t>
            </w:r>
          </w:p>
          <w:p w:rsidR="004D3011" w:rsidRPr="004D3011" w:rsidRDefault="00D807E2" w:rsidP="004D3011">
            <w:r>
              <w:t>Business</w:t>
            </w:r>
            <w:r>
              <w:t xml:space="preserve"> -4</w:t>
            </w:r>
          </w:p>
        </w:tc>
        <w:tc>
          <w:tcPr>
            <w:tcW w:w="720" w:type="dxa"/>
          </w:tcPr>
          <w:p w:rsidR="001B2ABD" w:rsidRDefault="001B2ABD" w:rsidP="000C45FF">
            <w:pPr>
              <w:tabs>
                <w:tab w:val="left" w:pos="990"/>
              </w:tabs>
            </w:pPr>
          </w:p>
        </w:tc>
        <w:tc>
          <w:tcPr>
            <w:tcW w:w="6470" w:type="dxa"/>
          </w:tcPr>
          <w:p w:rsidR="001B2ABD" w:rsidRDefault="00D807E2" w:rsidP="00036450">
            <w:pPr>
              <w:pStyle w:val="Heading2"/>
            </w:pPr>
            <w:r>
              <w:t>To Whom It May concern</w:t>
            </w:r>
          </w:p>
          <w:p w:rsidR="00D807E2" w:rsidRDefault="00D807E2" w:rsidP="00D807E2">
            <w:pPr>
              <w:rPr>
                <w:rFonts w:cstheme="minorHAnsi"/>
                <w:color w:val="595959"/>
              </w:rPr>
            </w:pPr>
            <w:r w:rsidRPr="00AC2E22">
              <w:rPr>
                <w:rFonts w:cstheme="minorHAnsi"/>
                <w:color w:val="595959"/>
              </w:rPr>
              <w:t xml:space="preserve">I hereby affirm, to the best of my knowledge and belief, based on inspections, observations, testing of the </w:t>
            </w:r>
            <w:r>
              <w:rPr>
                <w:rFonts w:cstheme="minorHAnsi"/>
                <w:color w:val="595959"/>
              </w:rPr>
              <w:t>[PROJECT]</w:t>
            </w:r>
            <w:r w:rsidRPr="00AC2E22">
              <w:rPr>
                <w:rFonts w:cstheme="minorHAnsi"/>
                <w:color w:val="595959"/>
              </w:rPr>
              <w:t xml:space="preserve"> and upon reports submitted by others, that this </w:t>
            </w:r>
            <w:r>
              <w:rPr>
                <w:rFonts w:cstheme="minorHAnsi"/>
                <w:color w:val="595959"/>
              </w:rPr>
              <w:t>[Project Name]</w:t>
            </w:r>
            <w:r w:rsidRPr="00AC2E22">
              <w:rPr>
                <w:rFonts w:cstheme="minorHAnsi"/>
                <w:color w:val="595959"/>
              </w:rPr>
              <w:t xml:space="preserve"> is substantially complete and operable. The </w:t>
            </w:r>
            <w:r>
              <w:rPr>
                <w:rFonts w:cstheme="minorHAnsi"/>
                <w:color w:val="595959"/>
              </w:rPr>
              <w:t>[PROJECT]</w:t>
            </w:r>
            <w:r w:rsidRPr="00AC2E22">
              <w:rPr>
                <w:rFonts w:cstheme="minorHAnsi"/>
                <w:color w:val="595959"/>
              </w:rPr>
              <w:t xml:space="preserve"> was completed in accordance with the department’s issued </w:t>
            </w:r>
            <w:r>
              <w:rPr>
                <w:rFonts w:cstheme="minorHAnsi"/>
                <w:color w:val="595959"/>
              </w:rPr>
              <w:t>[DETAILS]</w:t>
            </w:r>
            <w:r w:rsidRPr="00AC2E22">
              <w:rPr>
                <w:rFonts w:cstheme="minorHAnsi"/>
                <w:color w:val="595959"/>
              </w:rPr>
              <w:t xml:space="preserve"> permit.</w:t>
            </w:r>
          </w:p>
          <w:p w:rsidR="00036450" w:rsidRDefault="00D807E2" w:rsidP="00036450">
            <w:pPr>
              <w:pStyle w:val="Heading2"/>
            </w:pPr>
            <w:r>
              <w:t>contractor information</w:t>
            </w:r>
          </w:p>
          <w:sdt>
            <w:sdtPr>
              <w:rPr>
                <w:rFonts w:cstheme="minorHAnsi"/>
                <w:sz w:val="20"/>
              </w:rPr>
              <w:id w:val="-999190754"/>
              <w:placeholder>
                <w:docPart w:val="CF5BFBCEFD064C9EB8912FD52FDC1B0A"/>
              </w:placeholder>
              <w:showingPlcHdr/>
              <w15:appearance w15:val="hidden"/>
            </w:sdtPr>
            <w:sdtContent>
              <w:p w:rsidR="00D807E2" w:rsidRPr="00657379" w:rsidRDefault="00D807E2" w:rsidP="00D807E2">
                <w:pPr>
                  <w:contextualSpacing/>
                  <w:rPr>
                    <w:rFonts w:cstheme="minorHAnsi"/>
                    <w:sz w:val="20"/>
                  </w:rPr>
                </w:pPr>
                <w:r w:rsidRPr="00657379">
                  <w:rPr>
                    <w:rFonts w:cstheme="minorHAnsi"/>
                    <w:sz w:val="20"/>
                  </w:rPr>
                  <w:t>[Name]</w:t>
                </w:r>
              </w:p>
            </w:sdtContent>
          </w:sdt>
          <w:sdt>
            <w:sdtPr>
              <w:rPr>
                <w:rFonts w:cstheme="minorHAnsi"/>
                <w:sz w:val="20"/>
              </w:rPr>
              <w:id w:val="-597493808"/>
              <w:placeholder>
                <w:docPart w:val="0A634988B63743EB8165014AAAAF80AB"/>
              </w:placeholder>
              <w:showingPlcHdr/>
              <w15:appearance w15:val="hidden"/>
            </w:sdtPr>
            <w:sdtContent>
              <w:p w:rsidR="00D807E2" w:rsidRPr="00657379" w:rsidRDefault="00D807E2" w:rsidP="00D807E2">
                <w:pPr>
                  <w:contextualSpacing/>
                  <w:rPr>
                    <w:rFonts w:cstheme="minorHAnsi"/>
                    <w:sz w:val="20"/>
                  </w:rPr>
                </w:pPr>
                <w:r w:rsidRPr="00657379">
                  <w:rPr>
                    <w:rFonts w:cstheme="minorHAnsi"/>
                    <w:sz w:val="20"/>
                  </w:rPr>
                  <w:t>[Company Name]</w:t>
                </w:r>
              </w:p>
            </w:sdtContent>
          </w:sdt>
          <w:p w:rsidR="00D807E2" w:rsidRDefault="00D807E2" w:rsidP="00D807E2">
            <w:pPr>
              <w:contextualSpacing/>
              <w:rPr>
                <w:rFonts w:cstheme="minorHAnsi"/>
                <w:sz w:val="20"/>
              </w:rPr>
            </w:pPr>
            <w:sdt>
              <w:sdtPr>
                <w:rPr>
                  <w:rFonts w:cstheme="minorHAnsi"/>
                  <w:sz w:val="20"/>
                </w:rPr>
                <w:id w:val="1712542032"/>
                <w:placeholder>
                  <w:docPart w:val="7D4C8FC8AAD9413EAAAF7A5C350CCF3F"/>
                </w:placeholder>
                <w:showingPlcHdr/>
                <w15:appearance w15:val="hidden"/>
              </w:sdtPr>
              <w:sdtContent>
                <w:r w:rsidRPr="00657379">
                  <w:rPr>
                    <w:rFonts w:cstheme="minorHAnsi"/>
                  </w:rPr>
                  <w:t>[Street Address]</w:t>
                </w:r>
              </w:sdtContent>
            </w:sdt>
            <w:r>
              <w:rPr>
                <w:rFonts w:cstheme="minorHAnsi"/>
                <w:sz w:val="20"/>
              </w:rPr>
              <w:t xml:space="preserve"> </w:t>
            </w:r>
            <w:sdt>
              <w:sdtPr>
                <w:rPr>
                  <w:rFonts w:cstheme="minorHAnsi"/>
                  <w:sz w:val="20"/>
                </w:rPr>
                <w:id w:val="-808014887"/>
                <w:placeholder>
                  <w:docPart w:val="C5341E1A0B2047C5A49A7A07C92A1D79"/>
                </w:placeholder>
                <w:showingPlcHdr/>
                <w15:appearance w15:val="hidden"/>
              </w:sdtPr>
              <w:sdtContent>
                <w:r w:rsidRPr="00657379">
                  <w:rPr>
                    <w:rFonts w:cstheme="minorHAnsi"/>
                    <w:sz w:val="20"/>
                  </w:rPr>
                  <w:t>[City, ST  ZIP Code]</w:t>
                </w:r>
              </w:sdtContent>
            </w:sdt>
            <w:r>
              <w:rPr>
                <w:rFonts w:cstheme="minorHAnsi"/>
                <w:sz w:val="20"/>
              </w:rPr>
              <w:t xml:space="preserve"> </w:t>
            </w:r>
            <w:r w:rsidRPr="00657379">
              <w:rPr>
                <w:rFonts w:cstheme="minorHAnsi"/>
                <w:sz w:val="20"/>
              </w:rPr>
              <w:t xml:space="preserve">Phone </w:t>
            </w:r>
            <w:sdt>
              <w:sdtPr>
                <w:rPr>
                  <w:rFonts w:cstheme="minorHAnsi"/>
                  <w:sz w:val="20"/>
                </w:rPr>
                <w:id w:val="149113088"/>
                <w:placeholder>
                  <w:docPart w:val="812A31884FD84E4F9424034040A87ED0"/>
                </w:placeholder>
                <w:showingPlcHdr/>
                <w15:appearance w15:val="hidden"/>
              </w:sdtPr>
              <w:sdtContent>
                <w:r w:rsidRPr="00657379">
                  <w:rPr>
                    <w:rFonts w:cstheme="minorHAnsi"/>
                  </w:rPr>
                  <w:t>[phone]</w:t>
                </w:r>
              </w:sdtContent>
            </w:sdt>
            <w:r>
              <w:rPr>
                <w:rFonts w:cstheme="minorHAnsi"/>
                <w:sz w:val="20"/>
              </w:rPr>
              <w:t xml:space="preserve"> </w:t>
            </w:r>
            <w:sdt>
              <w:sdtPr>
                <w:rPr>
                  <w:rFonts w:cstheme="minorHAnsi"/>
                  <w:sz w:val="20"/>
                </w:rPr>
                <w:id w:val="-652207094"/>
                <w:placeholder>
                  <w:docPart w:val="F58EC6C66B954FD7A20AE55F54E158BC"/>
                </w:placeholder>
                <w:showingPlcHdr/>
                <w15:appearance w15:val="hidden"/>
              </w:sdtPr>
              <w:sdtContent>
                <w:r w:rsidRPr="00657379">
                  <w:rPr>
                    <w:rFonts w:cstheme="minorHAnsi"/>
                    <w:sz w:val="20"/>
                  </w:rPr>
                  <w:t>[email]</w:t>
                </w:r>
              </w:sdtContent>
            </w:sdt>
          </w:p>
          <w:p w:rsidR="00D807E2" w:rsidRPr="00657379" w:rsidRDefault="00D807E2" w:rsidP="00D807E2">
            <w:pPr>
              <w:pStyle w:val="Heading3"/>
              <w:rPr>
                <w:rFonts w:asciiTheme="minorHAnsi" w:hAnsiTheme="minorHAnsi" w:cstheme="minorHAnsi"/>
                <w:caps w:val="0"/>
              </w:rPr>
            </w:pPr>
            <w:r w:rsidRPr="00657379">
              <w:rPr>
                <w:rFonts w:asciiTheme="minorHAnsi" w:hAnsiTheme="minorHAnsi" w:cstheme="minorHAnsi"/>
              </w:rPr>
              <w:t>PROJECT NAME</w:t>
            </w:r>
          </w:p>
          <w:p w:rsidR="00D807E2" w:rsidRDefault="00D807E2" w:rsidP="00D807E2">
            <w:pPr>
              <w:contextualSpacing/>
              <w:rPr>
                <w:rFonts w:cstheme="minorHAnsi"/>
                <w:sz w:val="20"/>
              </w:rPr>
            </w:pPr>
            <w:r w:rsidRPr="00715D09">
              <w:rPr>
                <w:rFonts w:cstheme="minorHAnsi"/>
                <w:sz w:val="20"/>
              </w:rPr>
              <w:t>Write project name here. Add further details</w:t>
            </w:r>
          </w:p>
          <w:p w:rsidR="00D807E2" w:rsidRPr="00657379" w:rsidRDefault="00D807E2" w:rsidP="00D807E2">
            <w:pPr>
              <w:pStyle w:val="Heading3"/>
              <w:rPr>
                <w:rFonts w:asciiTheme="minorHAnsi" w:hAnsiTheme="minorHAnsi" w:cstheme="minorHAnsi"/>
              </w:rPr>
            </w:pPr>
            <w:r w:rsidRPr="00657379">
              <w:rPr>
                <w:rFonts w:asciiTheme="minorHAnsi" w:hAnsiTheme="minorHAnsi" w:cstheme="minorHAnsi"/>
              </w:rPr>
              <w:t>PROJECT DESCRIPTION</w:t>
            </w:r>
          </w:p>
          <w:p w:rsidR="00D807E2" w:rsidRDefault="00D807E2" w:rsidP="00D807E2">
            <w:pPr>
              <w:contextualSpacing/>
              <w:rPr>
                <w:rFonts w:cstheme="minorHAnsi"/>
              </w:rPr>
            </w:pPr>
            <w:r w:rsidRPr="00715D09">
              <w:rPr>
                <w:rFonts w:cstheme="minorHAnsi"/>
                <w:sz w:val="20"/>
              </w:rPr>
              <w:t>This space is provided to write project description</w:t>
            </w:r>
            <w:r w:rsidRPr="00657379">
              <w:rPr>
                <w:rFonts w:cstheme="minorHAnsi"/>
              </w:rPr>
              <w:t>.</w:t>
            </w:r>
          </w:p>
          <w:p w:rsidR="00D807E2" w:rsidRPr="00FB4D41" w:rsidRDefault="00D807E2" w:rsidP="00D807E2">
            <w:pPr>
              <w:pStyle w:val="Heading3"/>
              <w:contextualSpacing/>
              <w:rPr>
                <w:rFonts w:asciiTheme="minorHAnsi" w:hAnsiTheme="minorHAnsi" w:cstheme="minorHAnsi"/>
                <w:b w:val="0"/>
                <w:color w:val="auto"/>
              </w:rPr>
            </w:pPr>
            <w:r w:rsidRPr="00FB4D41">
              <w:rPr>
                <w:rFonts w:asciiTheme="minorHAnsi" w:hAnsiTheme="minorHAnsi" w:cstheme="minorHAnsi"/>
                <w:b w:val="0"/>
                <w:caps w:val="0"/>
                <w:color w:val="auto"/>
              </w:rPr>
              <w:t>Project begin date:</w:t>
            </w:r>
          </w:p>
          <w:p w:rsidR="00D807E2" w:rsidRPr="00FB4D41" w:rsidRDefault="00D807E2" w:rsidP="00D807E2">
            <w:pPr>
              <w:pStyle w:val="Heading3"/>
              <w:contextualSpacing/>
              <w:rPr>
                <w:rFonts w:asciiTheme="minorHAnsi" w:hAnsiTheme="minorHAnsi" w:cstheme="minorHAnsi"/>
                <w:b w:val="0"/>
                <w:color w:val="auto"/>
              </w:rPr>
            </w:pPr>
            <w:r w:rsidRPr="00FB4D41">
              <w:rPr>
                <w:rFonts w:asciiTheme="minorHAnsi" w:hAnsiTheme="minorHAnsi" w:cstheme="minorHAnsi"/>
                <w:b w:val="0"/>
                <w:caps w:val="0"/>
                <w:color w:val="auto"/>
              </w:rPr>
              <w:t>Substantial completion date:</w:t>
            </w:r>
          </w:p>
          <w:p w:rsidR="00D807E2" w:rsidRPr="00FB4D41" w:rsidRDefault="00D807E2" w:rsidP="00D807E2">
            <w:pPr>
              <w:pStyle w:val="Heading3"/>
              <w:contextualSpacing/>
              <w:rPr>
                <w:rFonts w:asciiTheme="minorHAnsi" w:hAnsiTheme="minorHAnsi" w:cstheme="minorHAnsi"/>
                <w:b w:val="0"/>
                <w:color w:val="auto"/>
              </w:rPr>
            </w:pPr>
            <w:r w:rsidRPr="00FB4D41">
              <w:rPr>
                <w:rFonts w:asciiTheme="minorHAnsi" w:hAnsiTheme="minorHAnsi" w:cstheme="minorHAnsi"/>
                <w:b w:val="0"/>
                <w:caps w:val="0"/>
                <w:color w:val="auto"/>
              </w:rPr>
              <w:t>Physical completion date:</w:t>
            </w:r>
          </w:p>
          <w:p w:rsidR="00D807E2" w:rsidRPr="00FB4D41" w:rsidRDefault="00D807E2" w:rsidP="00D807E2">
            <w:pPr>
              <w:pStyle w:val="Heading3"/>
              <w:contextualSpacing/>
              <w:rPr>
                <w:rFonts w:asciiTheme="minorHAnsi" w:hAnsiTheme="minorHAnsi" w:cstheme="minorHAnsi"/>
                <w:b w:val="0"/>
                <w:color w:val="auto"/>
              </w:rPr>
            </w:pPr>
            <w:r w:rsidRPr="00FB4D41">
              <w:rPr>
                <w:rFonts w:asciiTheme="minorHAnsi" w:hAnsiTheme="minorHAnsi" w:cstheme="minorHAnsi"/>
                <w:b w:val="0"/>
                <w:caps w:val="0"/>
                <w:color w:val="auto"/>
              </w:rPr>
              <w:t>Completion date:</w:t>
            </w:r>
          </w:p>
          <w:p w:rsidR="004D3011" w:rsidRPr="004D3011" w:rsidRDefault="00036450" w:rsidP="004D3011">
            <w:r w:rsidRPr="004D3011">
              <w:t xml:space="preserve"> </w:t>
            </w:r>
          </w:p>
          <w:p w:rsidR="004D3011" w:rsidRDefault="004D3011" w:rsidP="00036450"/>
          <w:sdt>
            <w:sdtPr>
              <w:id w:val="1669594239"/>
              <w:placeholder>
                <w:docPart w:val="976134BE107242668FB1CE5F49F2B895"/>
              </w:placeholder>
              <w:temporary/>
              <w:showingPlcHdr/>
              <w15:appearance w15:val="hidden"/>
            </w:sdtPr>
            <w:sdtEndPr/>
            <w:sdtContent>
              <w:p w:rsidR="00036450" w:rsidRDefault="00180329" w:rsidP="00036450">
                <w:pPr>
                  <w:pStyle w:val="Heading2"/>
                </w:pPr>
                <w:r w:rsidRPr="00036450">
                  <w:rPr>
                    <w:rStyle w:val="Heading2Char"/>
                    <w:b/>
                    <w:bCs/>
                    <w:caps/>
                  </w:rPr>
                  <w:t>SKILLS</w:t>
                </w:r>
              </w:p>
            </w:sdtContent>
          </w:sdt>
          <w:p w:rsidR="00036450" w:rsidRPr="004D3011" w:rsidRDefault="00112054" w:rsidP="004D3011">
            <w:pPr>
              <w:rPr>
                <w:color w:val="FFFFFF" w:themeColor="background1"/>
              </w:rPr>
            </w:pPr>
            <w:r w:rsidRPr="00B90CEF">
              <w:rPr>
                <w:noProof/>
                <w:color w:val="000000" w:themeColor="text1"/>
              </w:rPr>
              <w:drawing>
                <wp:inline distT="0" distB="0" distL="0" distR="0" wp14:anchorId="2488B033" wp14:editId="2ADC65D3">
                  <wp:extent cx="3756660" cy="1257300"/>
                  <wp:effectExtent l="0" t="0" r="0" b="0"/>
                  <wp:docPr id="12" name="Chart 12" descr="skills chart"/>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bl>
    <w:p w:rsidR="0043117B" w:rsidRDefault="00D66BD2" w:rsidP="000C45FF">
      <w:pPr>
        <w:tabs>
          <w:tab w:val="left" w:pos="990"/>
        </w:tabs>
      </w:pPr>
      <w:bookmarkStart w:id="0" w:name="_GoBack"/>
      <w:bookmarkEnd w:id="0"/>
      <w:r>
        <w:rPr>
          <w:noProof/>
        </w:rPr>
        <mc:AlternateContent>
          <mc:Choice Requires="wps">
            <w:drawing>
              <wp:anchor distT="0" distB="0" distL="114300" distR="114300" simplePos="0" relativeHeight="251659264" behindDoc="0" locked="0" layoutInCell="1" allowOverlap="1" wp14:anchorId="4442A1A9" wp14:editId="4B40AEA7">
                <wp:simplePos x="0" y="0"/>
                <wp:positionH relativeFrom="column">
                  <wp:posOffset>2820818</wp:posOffset>
                </wp:positionH>
                <wp:positionV relativeFrom="paragraph">
                  <wp:posOffset>593360</wp:posOffset>
                </wp:positionV>
                <wp:extent cx="3647872" cy="788275"/>
                <wp:effectExtent l="0" t="0" r="0" b="0"/>
                <wp:wrapNone/>
                <wp:docPr id="2" name="Text Box 2"/>
                <wp:cNvGraphicFramePr/>
                <a:graphic xmlns:a="http://schemas.openxmlformats.org/drawingml/2006/main">
                  <a:graphicData uri="http://schemas.microsoft.com/office/word/2010/wordprocessingShape">
                    <wps:wsp>
                      <wps:cNvSpPr txBox="1"/>
                      <wps:spPr>
                        <a:xfrm>
                          <a:off x="0" y="0"/>
                          <a:ext cx="3647872" cy="788275"/>
                        </a:xfrm>
                        <a:prstGeom prst="rect">
                          <a:avLst/>
                        </a:prstGeom>
                        <a:noFill/>
                        <a:ln w="6350">
                          <a:noFill/>
                        </a:ln>
                      </wps:spPr>
                      <wps:txbx>
                        <w:txbxContent>
                          <w:p w:rsidR="00D66BD2" w:rsidRDefault="00D66BD2" w:rsidP="00D66BD2"/>
                          <w:tbl>
                            <w:tblPr>
                              <w:tblW w:w="5188" w:type="pct"/>
                              <w:tblLayout w:type="fixed"/>
                              <w:tblCellMar>
                                <w:left w:w="0" w:type="dxa"/>
                                <w:right w:w="0" w:type="dxa"/>
                              </w:tblCellMar>
                              <w:tblLook w:val="04A0" w:firstRow="1" w:lastRow="0" w:firstColumn="1" w:lastColumn="0" w:noHBand="0" w:noVBand="1"/>
                            </w:tblPr>
                            <w:tblGrid>
                              <w:gridCol w:w="2938"/>
                              <w:gridCol w:w="2728"/>
                            </w:tblGrid>
                            <w:tr w:rsidR="00D66BD2" w:rsidRPr="00657379" w:rsidTr="00FB4D41">
                              <w:tc>
                                <w:tcPr>
                                  <w:tcW w:w="5043" w:type="dxa"/>
                                </w:tcPr>
                                <w:p w:rsidR="00D66BD2" w:rsidRDefault="00D66BD2" w:rsidP="00FB4D41">
                                  <w:pPr>
                                    <w:rPr>
                                      <w:rFonts w:cstheme="minorHAnsi"/>
                                    </w:rPr>
                                  </w:pPr>
                                  <w:r w:rsidRPr="00657379">
                                    <w:rPr>
                                      <w:rFonts w:cstheme="minorHAnsi"/>
                                    </w:rPr>
                                    <w:t>Certified by</w:t>
                                  </w:r>
                                </w:p>
                                <w:p w:rsidR="00D66BD2" w:rsidRPr="00657379" w:rsidRDefault="00D66BD2" w:rsidP="00FB4D41">
                                  <w:pPr>
                                    <w:rPr>
                                      <w:rFonts w:cstheme="minorHAnsi"/>
                                    </w:rPr>
                                  </w:pPr>
                                  <w:r>
                                    <w:rPr>
                                      <w:rFonts w:cstheme="minorHAnsi"/>
                                    </w:rPr>
                                    <w:t>[INCLUDE STAMP]</w:t>
                                  </w:r>
                                </w:p>
                              </w:tc>
                              <w:tc>
                                <w:tcPr>
                                  <w:tcW w:w="4683" w:type="dxa"/>
                                </w:tcPr>
                                <w:p w:rsidR="00D66BD2" w:rsidRPr="00657379" w:rsidRDefault="00D66BD2" w:rsidP="00FB4D41">
                                  <w:pPr>
                                    <w:rPr>
                                      <w:rFonts w:cstheme="minorHAnsi"/>
                                    </w:rPr>
                                  </w:pPr>
                                  <w:r w:rsidRPr="00657379">
                                    <w:rPr>
                                      <w:rFonts w:cstheme="minorHAnsi"/>
                                    </w:rPr>
                                    <w:t>Date</w:t>
                                  </w:r>
                                </w:p>
                              </w:tc>
                            </w:tr>
                          </w:tbl>
                          <w:p w:rsidR="00D66BD2" w:rsidRDefault="00D66BD2" w:rsidP="00D66BD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4442A1A9" id="_x0000_t202" coordsize="21600,21600" o:spt="202" path="m,l,21600r21600,l21600,xe">
                <v:stroke joinstyle="miter"/>
                <v:path gradientshapeok="t" o:connecttype="rect"/>
              </v:shapetype>
              <v:shape id="Text Box 2" o:spid="_x0000_s1026" type="#_x0000_t202" style="position:absolute;margin-left:222.1pt;margin-top:46.7pt;width:287.25pt;height:62.0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" filled="f" stroked="f" strokeweight=".5pt">
                <v:textbox>
                  <w:txbxContent>
                    <w:p w:rsidR="00D66BD2" w:rsidRDefault="00D66BD2" w:rsidP="00D66BD2"/>
                    <w:tbl>
                      <w:tblPr>
                        <w:tblW w:w="5188" w:type="pct"/>
                        <w:tblLayout w:type="fixed"/>
                        <w:tblCellMar>
                          <w:left w:w="0" w:type="dxa"/>
                          <w:right w:w="0" w:type="dxa"/>
                        </w:tblCellMar>
                        <w:tblLook w:val="04A0" w:firstRow="1" w:lastRow="0" w:firstColumn="1" w:lastColumn="0" w:noHBand="0" w:noVBand="1"/>
                      </w:tblPr>
                      <w:tblGrid>
                        <w:gridCol w:w="2938"/>
                        <w:gridCol w:w="2728"/>
                      </w:tblGrid>
                      <w:tr w:rsidR="00D66BD2" w:rsidRPr="00657379" w:rsidTr="00FB4D41">
                        <w:tc>
                          <w:tcPr>
                            <w:tcW w:w="5043" w:type="dxa"/>
                          </w:tcPr>
                          <w:p w:rsidR="00D66BD2" w:rsidRDefault="00D66BD2" w:rsidP="00FB4D41">
                            <w:pPr>
                              <w:rPr>
                                <w:rFonts w:cstheme="minorHAnsi"/>
                              </w:rPr>
                            </w:pPr>
                            <w:r w:rsidRPr="00657379">
                              <w:rPr>
                                <w:rFonts w:cstheme="minorHAnsi"/>
                              </w:rPr>
                              <w:t>Certified by</w:t>
                            </w:r>
                          </w:p>
                          <w:p w:rsidR="00D66BD2" w:rsidRPr="00657379" w:rsidRDefault="00D66BD2" w:rsidP="00FB4D41">
                            <w:pPr>
                              <w:rPr>
                                <w:rFonts w:cstheme="minorHAnsi"/>
                              </w:rPr>
                            </w:pPr>
                            <w:r>
                              <w:rPr>
                                <w:rFonts w:cstheme="minorHAnsi"/>
                              </w:rPr>
                              <w:t>[INCLUDE STAMP]</w:t>
                            </w:r>
                          </w:p>
                        </w:tc>
                        <w:tc>
                          <w:tcPr>
                            <w:tcW w:w="4683" w:type="dxa"/>
                          </w:tcPr>
                          <w:p w:rsidR="00D66BD2" w:rsidRPr="00657379" w:rsidRDefault="00D66BD2" w:rsidP="00FB4D41">
                            <w:pPr>
                              <w:rPr>
                                <w:rFonts w:cstheme="minorHAnsi"/>
                              </w:rPr>
                            </w:pPr>
                            <w:r w:rsidRPr="00657379">
                              <w:rPr>
                                <w:rFonts w:cstheme="minorHAnsi"/>
                              </w:rPr>
                              <w:t>Date</w:t>
                            </w:r>
                          </w:p>
                        </w:tc>
                      </w:tr>
                    </w:tbl>
                    <w:p w:rsidR="00D66BD2" w:rsidRDefault="00D66BD2" w:rsidP="00D66BD2"/>
                  </w:txbxContent>
                </v:textbox>
              </v:shape>
            </w:pict>
          </mc:Fallback>
        </mc:AlternateContent>
      </w:r>
    </w:p>
    <w:sectPr w:rsidR="0043117B" w:rsidSect="000C45FF">
      <w:headerReference w:type="default" r:id="rId11"/>
      <w:footerReference w:type="defaul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764DE" w:rsidRDefault="00C764DE" w:rsidP="000C45FF">
      <w:r>
        <w:separator/>
      </w:r>
    </w:p>
  </w:endnote>
  <w:endnote w:type="continuationSeparator" w:id="0">
    <w:p w:rsidR="00C764DE" w:rsidRDefault="00C764DE" w:rsidP="000C4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Gothic">
    <w:panose1 w:val="020B0502020202020204"/>
    <w:charset w:val="00"/>
    <w:family w:val="swiss"/>
    <w:pitch w:val="variable"/>
    <w:sig w:usb0="00000287" w:usb1="00000000" w:usb2="00000000" w:usb3="00000000" w:csb0="0000009F" w:csb1="00000000"/>
  </w:font>
  <w:font w:name="Meiryo">
    <w:panose1 w:val="020B0604030504040204"/>
    <w:charset w:val="80"/>
    <w:family w:val="swiss"/>
    <w:pitch w:val="variable"/>
    <w:sig w:usb0="E00002FF" w:usb1="6AC7FFFF" w:usb2="08000012" w:usb3="00000000" w:csb0="0002009F" w:csb1="00000000"/>
  </w:font>
  <w:font w:name="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506E" w:rsidRDefault="001A506E" w:rsidP="001A506E">
    <w:pPr>
      <w:pStyle w:val="Footer"/>
      <w:jc w:val="right"/>
    </w:pPr>
    <w:r>
      <w:t>wordexceltemplates.com</w:t>
    </w:r>
  </w:p>
  <w:p w:rsidR="001A506E" w:rsidRDefault="001A50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764DE" w:rsidRDefault="00C764DE" w:rsidP="000C45FF">
      <w:r>
        <w:separator/>
      </w:r>
    </w:p>
  </w:footnote>
  <w:footnote w:type="continuationSeparator" w:id="0">
    <w:p w:rsidR="00C764DE" w:rsidRDefault="00C764DE" w:rsidP="000C45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45FF" w:rsidRDefault="000C45FF">
    <w:pPr>
      <w:pStyle w:val="Header"/>
    </w:pPr>
    <w:r>
      <w:rPr>
        <w:noProof/>
      </w:rPr>
      <w:drawing>
        <wp:anchor distT="0" distB="0" distL="114300" distR="114300" simplePos="0" relativeHeight="251658240" behindDoc="1" locked="0" layoutInCell="1" allowOverlap="1" wp14:anchorId="565B7B6F">
          <wp:simplePos x="0" y="0"/>
          <wp:positionH relativeFrom="page">
            <wp:align>center</wp:align>
          </wp:positionH>
          <wp:positionV relativeFrom="page">
            <wp:align>center</wp:align>
          </wp:positionV>
          <wp:extent cx="7260336" cy="9628632"/>
          <wp:effectExtent l="0" t="0" r="0" b="0"/>
          <wp:wrapNone/>
          <wp:docPr id="3" name="Graphic 3" descr="decorative el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260336" cy="9628632"/>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removePersonalInformation/>
  <w:removeDateAndTime/>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07E2"/>
    <w:rsid w:val="00036450"/>
    <w:rsid w:val="000C45FF"/>
    <w:rsid w:val="000E3FD1"/>
    <w:rsid w:val="00112054"/>
    <w:rsid w:val="001525E1"/>
    <w:rsid w:val="00180329"/>
    <w:rsid w:val="0019001F"/>
    <w:rsid w:val="001A506E"/>
    <w:rsid w:val="001A74A5"/>
    <w:rsid w:val="001B2ABD"/>
    <w:rsid w:val="001E0391"/>
    <w:rsid w:val="001E1759"/>
    <w:rsid w:val="001F1ECC"/>
    <w:rsid w:val="002400EB"/>
    <w:rsid w:val="00256CF7"/>
    <w:rsid w:val="0030481B"/>
    <w:rsid w:val="0037121F"/>
    <w:rsid w:val="004071FC"/>
    <w:rsid w:val="00445947"/>
    <w:rsid w:val="004813B3"/>
    <w:rsid w:val="00496591"/>
    <w:rsid w:val="004C63E4"/>
    <w:rsid w:val="004D3011"/>
    <w:rsid w:val="005262AC"/>
    <w:rsid w:val="005E39D5"/>
    <w:rsid w:val="00600670"/>
    <w:rsid w:val="0062123A"/>
    <w:rsid w:val="00646E75"/>
    <w:rsid w:val="006771D0"/>
    <w:rsid w:val="00715FCB"/>
    <w:rsid w:val="007414C2"/>
    <w:rsid w:val="00743101"/>
    <w:rsid w:val="007867A0"/>
    <w:rsid w:val="007927F5"/>
    <w:rsid w:val="00802CA0"/>
    <w:rsid w:val="00A2118D"/>
    <w:rsid w:val="00AD76E2"/>
    <w:rsid w:val="00B20152"/>
    <w:rsid w:val="00B70850"/>
    <w:rsid w:val="00C066B6"/>
    <w:rsid w:val="00C37BA1"/>
    <w:rsid w:val="00C4674C"/>
    <w:rsid w:val="00C506CF"/>
    <w:rsid w:val="00C72BED"/>
    <w:rsid w:val="00C764DE"/>
    <w:rsid w:val="00C9578B"/>
    <w:rsid w:val="00D2522B"/>
    <w:rsid w:val="00D5459D"/>
    <w:rsid w:val="00D66BD2"/>
    <w:rsid w:val="00D807E2"/>
    <w:rsid w:val="00DD172A"/>
    <w:rsid w:val="00E25A26"/>
    <w:rsid w:val="00E4381A"/>
    <w:rsid w:val="00E55D74"/>
    <w:rsid w:val="00F60274"/>
    <w:rsid w:val="00F77FB9"/>
    <w:rsid w:val="00FB06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178EF5"/>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uiPriority="1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lsdException w:name="Hashtag" w:semiHidden="1"/>
  </w:latentStyles>
  <w:style w:type="paragraph" w:default="1" w:styleId="Normal">
    <w:name w:val="Normal"/>
    <w:qFormat/>
    <w:rsid w:val="00C37BA1"/>
    <w:rPr>
      <w:sz w:val="18"/>
      <w:szCs w:val="22"/>
    </w:rPr>
  </w:style>
  <w:style w:type="paragraph" w:styleId="Heading1">
    <w:name w:val="heading 1"/>
    <w:basedOn w:val="Normal"/>
    <w:next w:val="Normal"/>
    <w:link w:val="Heading1Char"/>
    <w:uiPriority w:val="9"/>
    <w:qFormat/>
    <w:rsid w:val="00AD76E2"/>
    <w:pPr>
      <w:keepNext/>
      <w:keepLines/>
      <w:spacing w:before="240"/>
      <w:outlineLvl w:val="0"/>
    </w:pPr>
    <w:rPr>
      <w:rFonts w:asciiTheme="majorHAnsi" w:eastAsiaTheme="majorEastAsia" w:hAnsiTheme="majorHAnsi" w:cstheme="majorBidi"/>
      <w:color w:val="548AB7" w:themeColor="accent1" w:themeShade="BF"/>
      <w:sz w:val="32"/>
      <w:szCs w:val="32"/>
    </w:rPr>
  </w:style>
  <w:style w:type="paragraph" w:styleId="Heading2">
    <w:name w:val="heading 2"/>
    <w:basedOn w:val="Normal"/>
    <w:next w:val="Normal"/>
    <w:link w:val="Heading2Char"/>
    <w:uiPriority w:val="9"/>
    <w:qFormat/>
    <w:rsid w:val="004D3011"/>
    <w:pPr>
      <w:keepNext/>
      <w:keepLines/>
      <w:pBdr>
        <w:bottom w:val="single" w:sz="8" w:space="1" w:color="94B6D2" w:themeColor="accent1"/>
      </w:pBdr>
      <w:spacing w:before="240" w:after="120"/>
      <w:outlineLvl w:val="1"/>
    </w:pPr>
    <w:rPr>
      <w:rFonts w:asciiTheme="majorHAnsi" w:eastAsiaTheme="majorEastAsia" w:hAnsiTheme="majorHAnsi" w:cstheme="majorBidi"/>
      <w:b/>
      <w:bCs/>
      <w:caps/>
      <w:sz w:val="22"/>
      <w:szCs w:val="26"/>
    </w:rPr>
  </w:style>
  <w:style w:type="paragraph" w:styleId="Heading3">
    <w:name w:val="heading 3"/>
    <w:basedOn w:val="Normal"/>
    <w:next w:val="Normal"/>
    <w:link w:val="Heading3Char"/>
    <w:qFormat/>
    <w:rsid w:val="00D5459D"/>
    <w:pPr>
      <w:keepNext/>
      <w:keepLines/>
      <w:spacing w:before="240" w:after="120"/>
      <w:outlineLvl w:val="2"/>
    </w:pPr>
    <w:rPr>
      <w:rFonts w:asciiTheme="majorHAnsi" w:eastAsiaTheme="majorEastAsia" w:hAnsiTheme="majorHAnsi" w:cstheme="majorBidi"/>
      <w:b/>
      <w:caps/>
      <w:color w:val="548AB7" w:themeColor="accent1" w:themeShade="BF"/>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D3011"/>
    <w:rPr>
      <w:rFonts w:asciiTheme="majorHAnsi" w:eastAsiaTheme="majorEastAsia" w:hAnsiTheme="majorHAnsi" w:cstheme="majorBidi"/>
      <w:b/>
      <w:bCs/>
      <w:caps/>
      <w:sz w:val="22"/>
      <w:szCs w:val="26"/>
    </w:rPr>
  </w:style>
  <w:style w:type="paragraph" w:styleId="Title">
    <w:name w:val="Title"/>
    <w:basedOn w:val="Normal"/>
    <w:next w:val="Normal"/>
    <w:link w:val="TitleChar"/>
    <w:uiPriority w:val="10"/>
    <w:qFormat/>
    <w:rsid w:val="001B2ABD"/>
    <w:rPr>
      <w:caps/>
      <w:color w:val="000000" w:themeColor="text1"/>
      <w:sz w:val="96"/>
      <w:szCs w:val="76"/>
    </w:rPr>
  </w:style>
  <w:style w:type="character" w:customStyle="1" w:styleId="TitleChar">
    <w:name w:val="Title Char"/>
    <w:basedOn w:val="DefaultParagraphFont"/>
    <w:link w:val="Title"/>
    <w:uiPriority w:val="10"/>
    <w:rsid w:val="001B2ABD"/>
    <w:rPr>
      <w:caps/>
      <w:color w:val="000000" w:themeColor="text1"/>
      <w:sz w:val="96"/>
      <w:szCs w:val="76"/>
    </w:rPr>
  </w:style>
  <w:style w:type="character" w:styleId="Emphasis">
    <w:name w:val="Emphasis"/>
    <w:basedOn w:val="DefaultParagraphFont"/>
    <w:uiPriority w:val="11"/>
    <w:semiHidden/>
    <w:qFormat/>
    <w:rsid w:val="00E25A26"/>
    <w:rPr>
      <w:i/>
      <w:iCs/>
    </w:rPr>
  </w:style>
  <w:style w:type="character" w:customStyle="1" w:styleId="Heading1Char">
    <w:name w:val="Heading 1 Char"/>
    <w:basedOn w:val="DefaultParagraphFont"/>
    <w:link w:val="Heading1"/>
    <w:uiPriority w:val="9"/>
    <w:rsid w:val="00AD76E2"/>
    <w:rPr>
      <w:rFonts w:asciiTheme="majorHAnsi" w:eastAsiaTheme="majorEastAsia" w:hAnsiTheme="majorHAnsi" w:cstheme="majorBidi"/>
      <w:color w:val="548AB7" w:themeColor="accent1" w:themeShade="BF"/>
      <w:sz w:val="32"/>
      <w:szCs w:val="32"/>
    </w:rPr>
  </w:style>
  <w:style w:type="paragraph" w:styleId="Date">
    <w:name w:val="Date"/>
    <w:basedOn w:val="Normal"/>
    <w:next w:val="Normal"/>
    <w:link w:val="DateChar"/>
    <w:uiPriority w:val="99"/>
    <w:rsid w:val="00036450"/>
  </w:style>
  <w:style w:type="character" w:customStyle="1" w:styleId="DateChar">
    <w:name w:val="Date Char"/>
    <w:basedOn w:val="DefaultParagraphFont"/>
    <w:link w:val="Date"/>
    <w:uiPriority w:val="99"/>
    <w:rsid w:val="00036450"/>
    <w:rPr>
      <w:sz w:val="18"/>
      <w:szCs w:val="22"/>
    </w:rPr>
  </w:style>
  <w:style w:type="character" w:styleId="Hyperlink">
    <w:name w:val="Hyperlink"/>
    <w:basedOn w:val="DefaultParagraphFont"/>
    <w:uiPriority w:val="99"/>
    <w:unhideWhenUsed/>
    <w:rsid w:val="00C37BA1"/>
    <w:rPr>
      <w:color w:val="DD8047" w:themeColor="accent2"/>
      <w:u w:val="single"/>
    </w:rPr>
  </w:style>
  <w:style w:type="character" w:styleId="UnresolvedMention">
    <w:name w:val="Unresolved Mention"/>
    <w:basedOn w:val="DefaultParagraphFont"/>
    <w:uiPriority w:val="99"/>
    <w:semiHidden/>
    <w:rsid w:val="004813B3"/>
    <w:rPr>
      <w:color w:val="605E5C"/>
      <w:shd w:val="clear" w:color="auto" w:fill="E1DFDD"/>
    </w:rPr>
  </w:style>
  <w:style w:type="paragraph" w:styleId="Header">
    <w:name w:val="header"/>
    <w:basedOn w:val="Normal"/>
    <w:link w:val="HeaderChar"/>
    <w:uiPriority w:val="99"/>
    <w:semiHidden/>
    <w:rsid w:val="000C45FF"/>
    <w:pPr>
      <w:tabs>
        <w:tab w:val="center" w:pos="4680"/>
        <w:tab w:val="right" w:pos="9360"/>
      </w:tabs>
    </w:pPr>
  </w:style>
  <w:style w:type="character" w:customStyle="1" w:styleId="HeaderChar">
    <w:name w:val="Header Char"/>
    <w:basedOn w:val="DefaultParagraphFont"/>
    <w:link w:val="Header"/>
    <w:uiPriority w:val="99"/>
    <w:semiHidden/>
    <w:rsid w:val="000C45FF"/>
    <w:rPr>
      <w:sz w:val="22"/>
      <w:szCs w:val="22"/>
    </w:rPr>
  </w:style>
  <w:style w:type="paragraph" w:styleId="Footer">
    <w:name w:val="footer"/>
    <w:basedOn w:val="Normal"/>
    <w:link w:val="FooterChar"/>
    <w:uiPriority w:val="99"/>
    <w:rsid w:val="000C45FF"/>
    <w:pPr>
      <w:tabs>
        <w:tab w:val="center" w:pos="4680"/>
        <w:tab w:val="right" w:pos="9360"/>
      </w:tabs>
    </w:pPr>
  </w:style>
  <w:style w:type="character" w:customStyle="1" w:styleId="FooterChar">
    <w:name w:val="Footer Char"/>
    <w:basedOn w:val="DefaultParagraphFont"/>
    <w:link w:val="Footer"/>
    <w:uiPriority w:val="99"/>
    <w:rsid w:val="000C45FF"/>
    <w:rPr>
      <w:sz w:val="22"/>
      <w:szCs w:val="22"/>
    </w:rPr>
  </w:style>
  <w:style w:type="table" w:styleId="TableGrid">
    <w:name w:val="Table Grid"/>
    <w:basedOn w:val="TableNormal"/>
    <w:uiPriority w:val="39"/>
    <w:rsid w:val="001B2A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1B2ABD"/>
    <w:rPr>
      <w:color w:val="808080"/>
    </w:rPr>
  </w:style>
  <w:style w:type="paragraph" w:styleId="Subtitle">
    <w:name w:val="Subtitle"/>
    <w:basedOn w:val="Normal"/>
    <w:next w:val="Normal"/>
    <w:link w:val="SubtitleChar"/>
    <w:uiPriority w:val="11"/>
    <w:qFormat/>
    <w:rsid w:val="001B2ABD"/>
    <w:rPr>
      <w:color w:val="000000" w:themeColor="text1"/>
      <w:spacing w:val="19"/>
      <w:w w:val="86"/>
      <w:sz w:val="32"/>
      <w:szCs w:val="28"/>
      <w:fitText w:val="2160" w:id="1744560130"/>
    </w:rPr>
  </w:style>
  <w:style w:type="character" w:customStyle="1" w:styleId="SubtitleChar">
    <w:name w:val="Subtitle Char"/>
    <w:basedOn w:val="DefaultParagraphFont"/>
    <w:link w:val="Subtitle"/>
    <w:uiPriority w:val="11"/>
    <w:rsid w:val="001B2ABD"/>
    <w:rPr>
      <w:color w:val="000000" w:themeColor="text1"/>
      <w:spacing w:val="19"/>
      <w:w w:val="86"/>
      <w:sz w:val="32"/>
      <w:szCs w:val="28"/>
      <w:fitText w:val="2160" w:id="1744560130"/>
    </w:rPr>
  </w:style>
  <w:style w:type="character" w:customStyle="1" w:styleId="Heading3Char">
    <w:name w:val="Heading 3 Char"/>
    <w:basedOn w:val="DefaultParagraphFont"/>
    <w:link w:val="Heading3"/>
    <w:rsid w:val="00D5459D"/>
    <w:rPr>
      <w:rFonts w:asciiTheme="majorHAnsi" w:eastAsiaTheme="majorEastAsia" w:hAnsiTheme="majorHAnsi" w:cstheme="majorBidi"/>
      <w:b/>
      <w:caps/>
      <w:color w:val="548AB7" w:themeColor="accent1" w:themeShade="BF"/>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chart" Target="charts/chart1.xml"/><Relationship Id="rId4" Type="http://schemas.openxmlformats.org/officeDocument/2006/relationships/styles" Target="styles.xml"/><Relationship Id="rId9" Type="http://schemas.openxmlformats.org/officeDocument/2006/relationships/hyperlink" Target="mailto:emailgoeshere@example.com" TargetMode="Externa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Blue%20grey%20resume.dotx"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6925087710892123"/>
          <c:y val="0"/>
          <c:w val="0.80138048159801523"/>
          <c:h val="0.97755511811023621"/>
        </c:manualLayout>
      </c:layout>
      <c:barChart>
        <c:barDir val="bar"/>
        <c:grouping val="clustered"/>
        <c:varyColors val="0"/>
        <c:ser>
          <c:idx val="0"/>
          <c:order val="0"/>
          <c:tx>
            <c:strRef>
              <c:f>Sheet1!$B$1</c:f>
              <c:strCache>
                <c:ptCount val="1"/>
                <c:pt idx="0">
                  <c:v>Series 1</c:v>
                </c:pt>
              </c:strCache>
            </c:strRef>
          </c:tx>
          <c:spPr>
            <a:solidFill>
              <a:schemeClr val="accent1">
                <a:lumMod val="75000"/>
              </a:schemeClr>
            </a:solidFill>
            <a:ln>
              <a:noFill/>
            </a:ln>
            <a:effectLst/>
          </c:spPr>
          <c:invertIfNegative val="0"/>
          <c:dLbls>
            <c:numFmt formatCode="0%" sourceLinked="0"/>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bg1"/>
                    </a:solidFill>
                    <a:latin typeface="+mn-lt"/>
                    <a:ea typeface="+mn-ea"/>
                    <a:cs typeface="+mn-cs"/>
                  </a:defRPr>
                </a:pPr>
                <a:endParaRPr lang="en-US"/>
              </a:p>
            </c:txPr>
            <c:dLblPos val="ctr"/>
            <c:showLegendKey val="0"/>
            <c:showVal val="1"/>
            <c:showCatName val="0"/>
            <c:showSerName val="0"/>
            <c:showPercent val="0"/>
            <c:showBubbleSize val="0"/>
            <c:separator>, </c:separator>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Sheet1!$A$2:$A$6</c:f>
              <c:strCache>
                <c:ptCount val="5"/>
                <c:pt idx="0">
                  <c:v>Skill #5</c:v>
                </c:pt>
                <c:pt idx="1">
                  <c:v>Skill #4</c:v>
                </c:pt>
                <c:pt idx="2">
                  <c:v>Skill #3</c:v>
                </c:pt>
                <c:pt idx="3">
                  <c:v>Skill #2</c:v>
                </c:pt>
                <c:pt idx="4">
                  <c:v>Skill #1</c:v>
                </c:pt>
              </c:strCache>
            </c:strRef>
          </c:cat>
          <c:val>
            <c:numRef>
              <c:f>Sheet1!$B$2:$B$6</c:f>
              <c:numCache>
                <c:formatCode>General</c:formatCode>
                <c:ptCount val="5"/>
                <c:pt idx="0">
                  <c:v>0.5</c:v>
                </c:pt>
                <c:pt idx="1">
                  <c:v>1</c:v>
                </c:pt>
                <c:pt idx="2">
                  <c:v>0.25</c:v>
                </c:pt>
                <c:pt idx="3">
                  <c:v>0.75</c:v>
                </c:pt>
                <c:pt idx="4">
                  <c:v>0.35</c:v>
                </c:pt>
              </c:numCache>
            </c:numRef>
          </c:val>
          <c:extLst>
            <c:ext xmlns:c16="http://schemas.microsoft.com/office/drawing/2014/chart" uri="{C3380CC4-5D6E-409C-BE32-E72D297353CC}">
              <c16:uniqueId val="{00000000-C5CC-44A2-8B79-365C2E919E6B}"/>
            </c:ext>
          </c:extLst>
        </c:ser>
        <c:dLbls>
          <c:showLegendKey val="0"/>
          <c:showVal val="0"/>
          <c:showCatName val="0"/>
          <c:showSerName val="0"/>
          <c:showPercent val="0"/>
          <c:showBubbleSize val="0"/>
        </c:dLbls>
        <c:gapWidth val="78"/>
        <c:overlap val="60"/>
        <c:axId val="510443647"/>
        <c:axId val="510551375"/>
      </c:barChart>
      <c:catAx>
        <c:axId val="510443647"/>
        <c:scaling>
          <c:orientation val="minMax"/>
        </c:scaling>
        <c:delete val="0"/>
        <c:axPos val="l"/>
        <c:numFmt formatCode="General" sourceLinked="1"/>
        <c:majorTickMark val="none"/>
        <c:minorTickMark val="none"/>
        <c:tickLblPos val="nextTo"/>
        <c:spPr>
          <a:noFill/>
          <a:ln w="9525" cap="flat" cmpd="sng" algn="ctr">
            <a:noFill/>
            <a:round/>
            <a:headEnd type="none" w="sm" len="sm"/>
            <a:tailEnd type="none" w="sm" len="sm"/>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en-US"/>
          </a:p>
        </c:txPr>
        <c:crossAx val="510551375"/>
        <c:crosses val="autoZero"/>
        <c:auto val="1"/>
        <c:lblAlgn val="ctr"/>
        <c:lblOffset val="100"/>
        <c:noMultiLvlLbl val="0"/>
      </c:catAx>
      <c:valAx>
        <c:axId val="510551375"/>
        <c:scaling>
          <c:orientation val="minMax"/>
          <c:max val="1"/>
        </c:scaling>
        <c:delete val="1"/>
        <c:axPos val="b"/>
        <c:numFmt formatCode="0.00%" sourceLinked="0"/>
        <c:majorTickMark val="none"/>
        <c:minorTickMark val="none"/>
        <c:tickLblPos val="nextTo"/>
        <c:crossAx val="510443647"/>
        <c:crosses val="autoZero"/>
        <c:crossBetween val="between"/>
        <c:majorUnit val="0.25"/>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noFill/>
    <a:ln w="9525" cap="flat" cmpd="sng" algn="ctr">
      <a:no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05">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headEnd type="none" w="sm" len="sm"/>
        <a:tailEnd type="none" w="sm" len="sm"/>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bg1"/>
    </cs:fontRef>
    <cs:spPr>
      <a:solidFill>
        <a:schemeClr val="tx1">
          <a:lumMod val="50000"/>
          <a:lumOff val="50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alpha val="70000"/>
        </a:schemeClr>
      </a:solidFill>
    </cs:spPr>
  </cs:dataPoint>
  <cs:dataPoint3D>
    <cs:lnRef idx="0"/>
    <cs:fillRef idx="0">
      <cs:styleClr val="auto"/>
    </cs:fillRef>
    <cs:effectRef idx="0"/>
    <cs:fontRef idx="minor">
      <a:schemeClr val="tx1"/>
    </cs:fontRef>
    <cs:spPr>
      <a:solidFill>
        <a:schemeClr val="phClr">
          <a:alpha val="70000"/>
        </a:schemeClr>
      </a:solidFill>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styleClr val="auto"/>
    </cs:lnRef>
    <cs:fillRef idx="0">
      <cs:styleClr val="auto"/>
    </cs:fillRef>
    <cs:effectRef idx="0"/>
    <cs:fontRef idx="minor">
      <a:schemeClr val="dk1"/>
    </cs:fontRef>
    <cs:spPr>
      <a:gradFill>
        <a:gsLst>
          <a:gs pos="0">
            <a:schemeClr val="phClr"/>
          </a:gs>
          <a:gs pos="46000">
            <a:schemeClr val="phClr"/>
          </a:gs>
          <a:gs pos="100000">
            <a:schemeClr val="phClr">
              <a:lumMod val="20000"/>
              <a:lumOff val="80000"/>
              <a:alpha val="0"/>
            </a:schemeClr>
          </a:gs>
        </a:gsLst>
        <a:path path="circle">
          <a:fillToRect l="50000" t="-80000" r="50000" b="180000"/>
        </a:path>
      </a:gradFill>
      <a:ln w="9525" cap="flat" cmpd="sng" algn="ctr">
        <a:solidFill>
          <a:schemeClr val="phClr">
            <a:shade val="95000"/>
          </a:scheme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cap="flat" cmpd="sng" algn="ctr">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0">
              <a:schemeClr val="tx1">
                <a:lumMod val="5000"/>
                <a:lumOff val="95000"/>
              </a:schemeClr>
            </a:gs>
            <a:gs pos="100000">
              <a:schemeClr val="tx1">
                <a:lumMod val="15000"/>
                <a:lumOff val="85000"/>
              </a:schemeClr>
            </a:gs>
          </a:gsLst>
          <a:lin ang="5400000" scaled="0"/>
        </a:gradFill>
        <a:round/>
      </a:ln>
    </cs:spPr>
  </cs:gridlineMajor>
  <cs:gridlineMinor>
    <cs:lnRef idx="0"/>
    <cs:fillRef idx="0"/>
    <cs:effectRef idx="0"/>
    <cs:fontRef idx="minor">
      <a:schemeClr val="dk1"/>
    </cs:fontRef>
    <cs:spPr>
      <a:ln w="9525" cap="flat" cmpd="sng" algn="ctr">
        <a:gradFill>
          <a:gsLst>
            <a:gs pos="0">
              <a:schemeClr val="tx1">
                <a:lumMod val="5000"/>
                <a:lumOff val="95000"/>
              </a:schemeClr>
            </a:gs>
            <a:gs pos="100000">
              <a:schemeClr val="tx1">
                <a:lumMod val="15000"/>
                <a:lumOff val="85000"/>
              </a:schemeClr>
            </a:gs>
          </a:gsLst>
          <a:lin ang="5400000" scaled="0"/>
        </a:gradFill>
        <a:round/>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headEnd type="none" w="sm" len="sm"/>
        <a:tailEnd type="none" w="sm" len="sm"/>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800" b="1" kern="1200" cap="all" spc="5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hyperlink" Target="mailto:emailgoeshere@example.com" TargetMode="Externa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1F4498B7FC64D0492BE6886C1D082DB"/>
        <w:category>
          <w:name w:val="General"/>
          <w:gallery w:val="placeholder"/>
        </w:category>
        <w:types>
          <w:type w:val="bbPlcHdr"/>
        </w:types>
        <w:behaviors>
          <w:behavior w:val="content"/>
        </w:behaviors>
        <w:guid w:val="{209D223C-FC6D-4112-9C51-8007C3CA3FAA}"/>
      </w:docPartPr>
      <w:docPartBody>
        <w:p w:rsidR="00000000" w:rsidRDefault="00B6496A">
          <w:pPr>
            <w:pStyle w:val="41F4498B7FC64D0492BE6886C1D082DB"/>
          </w:pPr>
          <w:r w:rsidRPr="00D5459D">
            <w:t>Profile</w:t>
          </w:r>
        </w:p>
      </w:docPartBody>
    </w:docPart>
    <w:docPart>
      <w:docPartPr>
        <w:name w:val="8E53F7FC8C6947AB965E41259CF29434"/>
        <w:category>
          <w:name w:val="General"/>
          <w:gallery w:val="placeholder"/>
        </w:category>
        <w:types>
          <w:type w:val="bbPlcHdr"/>
        </w:types>
        <w:behaviors>
          <w:behavior w:val="content"/>
        </w:behaviors>
        <w:guid w:val="{62DC7D51-5A5E-4E96-B52D-37C4E0888856}"/>
      </w:docPartPr>
      <w:docPartBody>
        <w:p w:rsidR="00000000" w:rsidRDefault="00B6496A">
          <w:pPr>
            <w:pStyle w:val="8E53F7FC8C6947AB965E41259CF29434"/>
          </w:pPr>
          <w:r w:rsidRPr="00036450">
            <w:t>Lorem ipsum dolor sit amet, consectetuer adipiscing elit. Maecenas porttitor congue massa. Fusce posuere, magna sed pulvinar ultricies, purus lectus male</w:t>
          </w:r>
          <w:r w:rsidRPr="00036450">
            <w:t>suada libero, sit amet commodo magna eros quis urna.Nunc viverra imperdiet enim. Fusce est. Vivamus a tellus.Pellentesque habitant morbi tristique senectus et netus et malesuada fames ac turpis egestas. Lorem ipsum dolor sit amet, consectetuer adipiscing e</w:t>
          </w:r>
          <w:r w:rsidRPr="00036450">
            <w:t xml:space="preserve">lit. Maecenas porttitor congue massa. Fusce posuere, </w:t>
          </w:r>
        </w:p>
      </w:docPartBody>
    </w:docPart>
    <w:docPart>
      <w:docPartPr>
        <w:name w:val="861A8395FA284918868B82A2742EA421"/>
        <w:category>
          <w:name w:val="General"/>
          <w:gallery w:val="placeholder"/>
        </w:category>
        <w:types>
          <w:type w:val="bbPlcHdr"/>
        </w:types>
        <w:behaviors>
          <w:behavior w:val="content"/>
        </w:behaviors>
        <w:guid w:val="{E1DE9E51-7272-450F-843D-3D3F5B40D243}"/>
      </w:docPartPr>
      <w:docPartBody>
        <w:p w:rsidR="00000000" w:rsidRDefault="00B6496A">
          <w:pPr>
            <w:pStyle w:val="861A8395FA284918868B82A2742EA421"/>
          </w:pPr>
          <w:r w:rsidRPr="00036450">
            <w:t>CONTACT</w:t>
          </w:r>
        </w:p>
      </w:docPartBody>
    </w:docPart>
    <w:docPart>
      <w:docPartPr>
        <w:name w:val="864ED8F3FF2D4FA08E8E17A5DBF5BBB7"/>
        <w:category>
          <w:name w:val="General"/>
          <w:gallery w:val="placeholder"/>
        </w:category>
        <w:types>
          <w:type w:val="bbPlcHdr"/>
        </w:types>
        <w:behaviors>
          <w:behavior w:val="content"/>
        </w:behaviors>
        <w:guid w:val="{FA82A2CD-8B81-41D5-A14E-649B2B3EF470}"/>
      </w:docPartPr>
      <w:docPartBody>
        <w:p w:rsidR="00000000" w:rsidRDefault="00B6496A">
          <w:pPr>
            <w:pStyle w:val="864ED8F3FF2D4FA08E8E17A5DBF5BBB7"/>
          </w:pPr>
          <w:r w:rsidRPr="004D3011">
            <w:t>PHONE:</w:t>
          </w:r>
        </w:p>
      </w:docPartBody>
    </w:docPart>
    <w:docPart>
      <w:docPartPr>
        <w:name w:val="E8FC0B2E7C9D4775B4F9A198320DA7E0"/>
        <w:category>
          <w:name w:val="General"/>
          <w:gallery w:val="placeholder"/>
        </w:category>
        <w:types>
          <w:type w:val="bbPlcHdr"/>
        </w:types>
        <w:behaviors>
          <w:behavior w:val="content"/>
        </w:behaviors>
        <w:guid w:val="{2FB2879E-0290-45AE-B4D1-430D95442777}"/>
      </w:docPartPr>
      <w:docPartBody>
        <w:p w:rsidR="00000000" w:rsidRDefault="00B6496A">
          <w:pPr>
            <w:pStyle w:val="E8FC0B2E7C9D4775B4F9A198320DA7E0"/>
          </w:pPr>
          <w:r>
            <w:t>678-555-0103</w:t>
          </w:r>
        </w:p>
      </w:docPartBody>
    </w:docPart>
    <w:docPart>
      <w:docPartPr>
        <w:name w:val="B20E6D00D2EB46698EC9B3B267A7B5F6"/>
        <w:category>
          <w:name w:val="General"/>
          <w:gallery w:val="placeholder"/>
        </w:category>
        <w:types>
          <w:type w:val="bbPlcHdr"/>
        </w:types>
        <w:behaviors>
          <w:behavior w:val="content"/>
        </w:behaviors>
        <w:guid w:val="{F4E6AFFC-7957-4CCD-8A95-70E45E4DE4A6}"/>
      </w:docPartPr>
      <w:docPartBody>
        <w:p w:rsidR="00000000" w:rsidRDefault="00B6496A">
          <w:pPr>
            <w:pStyle w:val="B20E6D00D2EB46698EC9B3B267A7B5F6"/>
          </w:pPr>
          <w:r w:rsidRPr="004D3011">
            <w:t>WEBSITE:</w:t>
          </w:r>
        </w:p>
      </w:docPartBody>
    </w:docPart>
    <w:docPart>
      <w:docPartPr>
        <w:name w:val="3088808473C043AB9093180DC9422D3B"/>
        <w:category>
          <w:name w:val="General"/>
          <w:gallery w:val="placeholder"/>
        </w:category>
        <w:types>
          <w:type w:val="bbPlcHdr"/>
        </w:types>
        <w:behaviors>
          <w:behavior w:val="content"/>
        </w:behaviors>
        <w:guid w:val="{E7C8260E-8772-4208-82CC-BF0AF804CB27}"/>
      </w:docPartPr>
      <w:docPartBody>
        <w:p w:rsidR="00000000" w:rsidRDefault="00B6496A">
          <w:pPr>
            <w:pStyle w:val="3088808473C043AB9093180DC9422D3B"/>
          </w:pPr>
          <w:r>
            <w:t>Website goes here</w:t>
          </w:r>
        </w:p>
      </w:docPartBody>
    </w:docPart>
    <w:docPart>
      <w:docPartPr>
        <w:name w:val="18A9C6D3CF4D475CB6A66B8A71ECDDF6"/>
        <w:category>
          <w:name w:val="General"/>
          <w:gallery w:val="placeholder"/>
        </w:category>
        <w:types>
          <w:type w:val="bbPlcHdr"/>
        </w:types>
        <w:behaviors>
          <w:behavior w:val="content"/>
        </w:behaviors>
        <w:guid w:val="{BAAA2F22-6B06-4666-8CAC-368A9855E00B}"/>
      </w:docPartPr>
      <w:docPartBody>
        <w:p w:rsidR="00000000" w:rsidRDefault="00B6496A">
          <w:pPr>
            <w:pStyle w:val="18A9C6D3CF4D475CB6A66B8A71ECDDF6"/>
          </w:pPr>
          <w:r w:rsidRPr="004D3011">
            <w:t>EMAIL:</w:t>
          </w:r>
        </w:p>
      </w:docPartBody>
    </w:docPart>
    <w:docPart>
      <w:docPartPr>
        <w:name w:val="CD73F29F5B6F479DA314AC9D1E89545B"/>
        <w:category>
          <w:name w:val="General"/>
          <w:gallery w:val="placeholder"/>
        </w:category>
        <w:types>
          <w:type w:val="bbPlcHdr"/>
        </w:types>
        <w:behaviors>
          <w:behavior w:val="content"/>
        </w:behaviors>
        <w:guid w:val="{E022E42D-7801-4CC1-9A0F-300C35395BD1}"/>
      </w:docPartPr>
      <w:docPartBody>
        <w:p w:rsidR="00000000" w:rsidRDefault="00B6496A">
          <w:pPr>
            <w:pStyle w:val="CD73F29F5B6F479DA314AC9D1E89545B"/>
          </w:pPr>
          <w:r w:rsidRPr="00E4381A">
            <w:rPr>
              <w:rStyle w:val="Hyperlink"/>
            </w:rPr>
            <w:t>someone@example.com</w:t>
          </w:r>
          <w:hyperlink r:id="rId4" w:history="1">
            <w:r>
              <w:rPr>
                <w:rStyle w:val="Hyperlink"/>
              </w:rPr>
              <w:t>mailto:emailgoeshere@example.com</w:t>
            </w:r>
          </w:hyperlink>
        </w:p>
      </w:docPartBody>
    </w:docPart>
    <w:docPart>
      <w:docPartPr>
        <w:name w:val="976134BE107242668FB1CE5F49F2B895"/>
        <w:category>
          <w:name w:val="General"/>
          <w:gallery w:val="placeholder"/>
        </w:category>
        <w:types>
          <w:type w:val="bbPlcHdr"/>
        </w:types>
        <w:behaviors>
          <w:behavior w:val="content"/>
        </w:behaviors>
        <w:guid w:val="{ABABDB01-A633-49A9-A21E-497CB641D9D9}"/>
      </w:docPartPr>
      <w:docPartBody>
        <w:p w:rsidR="00000000" w:rsidRDefault="00B6496A">
          <w:pPr>
            <w:pStyle w:val="976134BE107242668FB1CE5F49F2B895"/>
          </w:pPr>
          <w:r w:rsidRPr="00036450">
            <w:rPr>
              <w:rStyle w:val="Heading2Char"/>
            </w:rPr>
            <w:t>SKILLS</w:t>
          </w:r>
        </w:p>
      </w:docPartBody>
    </w:docPart>
    <w:docPart>
      <w:docPartPr>
        <w:name w:val="CF5BFBCEFD064C9EB8912FD52FDC1B0A"/>
        <w:category>
          <w:name w:val="General"/>
          <w:gallery w:val="placeholder"/>
        </w:category>
        <w:types>
          <w:type w:val="bbPlcHdr"/>
        </w:types>
        <w:behaviors>
          <w:behavior w:val="content"/>
        </w:behaviors>
        <w:guid w:val="{A803394E-687B-4023-BAF3-EC2FC7AE884C}"/>
      </w:docPartPr>
      <w:docPartBody>
        <w:p w:rsidR="00000000" w:rsidRDefault="00E87170" w:rsidP="00E87170">
          <w:pPr>
            <w:pStyle w:val="CF5BFBCEFD064C9EB8912FD52FDC1B0A"/>
          </w:pPr>
          <w:r>
            <w:t>[Name]</w:t>
          </w:r>
        </w:p>
      </w:docPartBody>
    </w:docPart>
    <w:docPart>
      <w:docPartPr>
        <w:name w:val="0A634988B63743EB8165014AAAAF80AB"/>
        <w:category>
          <w:name w:val="General"/>
          <w:gallery w:val="placeholder"/>
        </w:category>
        <w:types>
          <w:type w:val="bbPlcHdr"/>
        </w:types>
        <w:behaviors>
          <w:behavior w:val="content"/>
        </w:behaviors>
        <w:guid w:val="{CE35E298-A07A-4F18-BC40-5653F983A6B9}"/>
      </w:docPartPr>
      <w:docPartBody>
        <w:p w:rsidR="00000000" w:rsidRDefault="00E87170" w:rsidP="00E87170">
          <w:pPr>
            <w:pStyle w:val="0A634988B63743EB8165014AAAAF80AB"/>
          </w:pPr>
          <w:r>
            <w:t>[Company Name]</w:t>
          </w:r>
        </w:p>
      </w:docPartBody>
    </w:docPart>
    <w:docPart>
      <w:docPartPr>
        <w:name w:val="7D4C8FC8AAD9413EAAAF7A5C350CCF3F"/>
        <w:category>
          <w:name w:val="General"/>
          <w:gallery w:val="placeholder"/>
        </w:category>
        <w:types>
          <w:type w:val="bbPlcHdr"/>
        </w:types>
        <w:behaviors>
          <w:behavior w:val="content"/>
        </w:behaviors>
        <w:guid w:val="{688578A7-4D68-48E7-8E60-EE406025BFF4}"/>
      </w:docPartPr>
      <w:docPartBody>
        <w:p w:rsidR="00000000" w:rsidRDefault="00E87170" w:rsidP="00E87170">
          <w:pPr>
            <w:pStyle w:val="7D4C8FC8AAD9413EAAAF7A5C350CCF3F"/>
          </w:pPr>
          <w:r>
            <w:t>[Street Address]</w:t>
          </w:r>
        </w:p>
      </w:docPartBody>
    </w:docPart>
    <w:docPart>
      <w:docPartPr>
        <w:name w:val="C5341E1A0B2047C5A49A7A07C92A1D79"/>
        <w:category>
          <w:name w:val="General"/>
          <w:gallery w:val="placeholder"/>
        </w:category>
        <w:types>
          <w:type w:val="bbPlcHdr"/>
        </w:types>
        <w:behaviors>
          <w:behavior w:val="content"/>
        </w:behaviors>
        <w:guid w:val="{780DC54A-73B1-4505-AA10-342CF90E580E}"/>
      </w:docPartPr>
      <w:docPartBody>
        <w:p w:rsidR="00000000" w:rsidRDefault="00E87170" w:rsidP="00E87170">
          <w:pPr>
            <w:pStyle w:val="C5341E1A0B2047C5A49A7A07C92A1D79"/>
          </w:pPr>
          <w:r>
            <w:t>[City, ST  ZIP Code]</w:t>
          </w:r>
        </w:p>
      </w:docPartBody>
    </w:docPart>
    <w:docPart>
      <w:docPartPr>
        <w:name w:val="812A31884FD84E4F9424034040A87ED0"/>
        <w:category>
          <w:name w:val="General"/>
          <w:gallery w:val="placeholder"/>
        </w:category>
        <w:types>
          <w:type w:val="bbPlcHdr"/>
        </w:types>
        <w:behaviors>
          <w:behavior w:val="content"/>
        </w:behaviors>
        <w:guid w:val="{34B446B1-6F01-45A0-96B2-13918BCE13FF}"/>
      </w:docPartPr>
      <w:docPartBody>
        <w:p w:rsidR="00000000" w:rsidRDefault="00E87170" w:rsidP="00E87170">
          <w:pPr>
            <w:pStyle w:val="812A31884FD84E4F9424034040A87ED0"/>
          </w:pPr>
          <w:r>
            <w:t>[phone]</w:t>
          </w:r>
        </w:p>
      </w:docPartBody>
    </w:docPart>
    <w:docPart>
      <w:docPartPr>
        <w:name w:val="F58EC6C66B954FD7A20AE55F54E158BC"/>
        <w:category>
          <w:name w:val="General"/>
          <w:gallery w:val="placeholder"/>
        </w:category>
        <w:types>
          <w:type w:val="bbPlcHdr"/>
        </w:types>
        <w:behaviors>
          <w:behavior w:val="content"/>
        </w:behaviors>
        <w:guid w:val="{2BFCFEC4-41D7-48CC-9C52-E515205FED5A}"/>
      </w:docPartPr>
      <w:docPartBody>
        <w:p w:rsidR="00000000" w:rsidRDefault="00E87170" w:rsidP="00E87170">
          <w:pPr>
            <w:pStyle w:val="F58EC6C66B954FD7A20AE55F54E158BC"/>
          </w:pPr>
          <w:r>
            <w:rPr>
              <w:rStyle w:val="PlaceholderText"/>
            </w:rPr>
            <w:t>[email]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Gothic">
    <w:panose1 w:val="020B0502020202020204"/>
    <w:charset w:val="00"/>
    <w:family w:val="swiss"/>
    <w:pitch w:val="variable"/>
    <w:sig w:usb0="00000287" w:usb1="00000000" w:usb2="00000000" w:usb3="00000000" w:csb0="0000009F" w:csb1="00000000"/>
  </w:font>
  <w:font w:name="Meiryo">
    <w:panose1 w:val="020B0604030504040204"/>
    <w:charset w:val="80"/>
    <w:family w:val="swiss"/>
    <w:pitch w:val="variable"/>
    <w:sig w:usb0="E00002FF" w:usb1="6AC7FFFF"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7170"/>
    <w:rsid w:val="00B6496A"/>
    <w:rsid w:val="00E871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next w:val="Normal"/>
    <w:link w:val="Heading2Char"/>
    <w:uiPriority w:val="9"/>
    <w:qFormat/>
    <w:rsid w:val="00E87170"/>
    <w:pPr>
      <w:keepNext/>
      <w:keepLines/>
      <w:pBdr>
        <w:bottom w:val="single" w:sz="8" w:space="1" w:color="4472C4" w:themeColor="accent1"/>
      </w:pBdr>
      <w:spacing w:before="240" w:after="120" w:line="240" w:lineRule="auto"/>
      <w:outlineLvl w:val="1"/>
    </w:pPr>
    <w:rPr>
      <w:rFonts w:asciiTheme="majorHAnsi" w:eastAsiaTheme="majorEastAsia" w:hAnsiTheme="majorHAnsi" w:cstheme="majorBidi"/>
      <w:b/>
      <w:bCs/>
      <w:caps/>
      <w:szCs w:val="26"/>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F8E81A6C13F4A14A4BAA0FB293678DE">
    <w:name w:val="7F8E81A6C13F4A14A4BAA0FB293678DE"/>
  </w:style>
  <w:style w:type="paragraph" w:customStyle="1" w:styleId="BF9B850C9B1C40599CC102B25A5FFB31">
    <w:name w:val="BF9B850C9B1C40599CC102B25A5FFB31"/>
  </w:style>
  <w:style w:type="paragraph" w:customStyle="1" w:styleId="41F4498B7FC64D0492BE6886C1D082DB">
    <w:name w:val="41F4498B7FC64D0492BE6886C1D082DB"/>
  </w:style>
  <w:style w:type="paragraph" w:customStyle="1" w:styleId="8E53F7FC8C6947AB965E41259CF29434">
    <w:name w:val="8E53F7FC8C6947AB965E41259CF29434"/>
  </w:style>
  <w:style w:type="paragraph" w:customStyle="1" w:styleId="861A8395FA284918868B82A2742EA421">
    <w:name w:val="861A8395FA284918868B82A2742EA421"/>
  </w:style>
  <w:style w:type="paragraph" w:customStyle="1" w:styleId="864ED8F3FF2D4FA08E8E17A5DBF5BBB7">
    <w:name w:val="864ED8F3FF2D4FA08E8E17A5DBF5BBB7"/>
  </w:style>
  <w:style w:type="paragraph" w:customStyle="1" w:styleId="E8FC0B2E7C9D4775B4F9A198320DA7E0">
    <w:name w:val="E8FC0B2E7C9D4775B4F9A198320DA7E0"/>
  </w:style>
  <w:style w:type="paragraph" w:customStyle="1" w:styleId="B20E6D00D2EB46698EC9B3B267A7B5F6">
    <w:name w:val="B20E6D00D2EB46698EC9B3B267A7B5F6"/>
  </w:style>
  <w:style w:type="paragraph" w:customStyle="1" w:styleId="3088808473C043AB9093180DC9422D3B">
    <w:name w:val="3088808473C043AB9093180DC9422D3B"/>
  </w:style>
  <w:style w:type="paragraph" w:customStyle="1" w:styleId="18A9C6D3CF4D475CB6A66B8A71ECDDF6">
    <w:name w:val="18A9C6D3CF4D475CB6A66B8A71ECDDF6"/>
  </w:style>
  <w:style w:type="character" w:styleId="Hyperlink">
    <w:name w:val="Hyperlink"/>
    <w:basedOn w:val="DefaultParagraphFont"/>
    <w:uiPriority w:val="99"/>
    <w:unhideWhenUsed/>
    <w:rsid w:val="00E87170"/>
    <w:rPr>
      <w:color w:val="ED7D31" w:themeColor="accent2"/>
      <w:u w:val="single"/>
    </w:rPr>
  </w:style>
  <w:style w:type="paragraph" w:customStyle="1" w:styleId="CD73F29F5B6F479DA314AC9D1E89545B">
    <w:name w:val="CD73F29F5B6F479DA314AC9D1E89545B"/>
  </w:style>
  <w:style w:type="paragraph" w:customStyle="1" w:styleId="6B40E6CBFFF84C9EB04560FFC74D2345">
    <w:name w:val="6B40E6CBFFF84C9EB04560FFC74D2345"/>
  </w:style>
  <w:style w:type="paragraph" w:customStyle="1" w:styleId="94DA95E5B3284331801FBA248265F632">
    <w:name w:val="94DA95E5B3284331801FBA248265F632"/>
  </w:style>
  <w:style w:type="paragraph" w:customStyle="1" w:styleId="94E73F81F6504A66A0C4F356F4A10862">
    <w:name w:val="94E73F81F6504A66A0C4F356F4A10862"/>
  </w:style>
  <w:style w:type="paragraph" w:customStyle="1" w:styleId="F8A8CDC8104C4FF3A880F10CF91FFBB1">
    <w:name w:val="F8A8CDC8104C4FF3A880F10CF91FFBB1"/>
  </w:style>
  <w:style w:type="paragraph" w:customStyle="1" w:styleId="CD919FE6027F497F804CAE2D3F1EE647">
    <w:name w:val="CD919FE6027F497F804CAE2D3F1EE647"/>
  </w:style>
  <w:style w:type="paragraph" w:customStyle="1" w:styleId="CEDBB97B126D45549F6DDFB176A28CF0">
    <w:name w:val="CEDBB97B126D45549F6DDFB176A28CF0"/>
  </w:style>
  <w:style w:type="paragraph" w:customStyle="1" w:styleId="492CD62C8F694510A69589AFEF222458">
    <w:name w:val="492CD62C8F694510A69589AFEF222458"/>
  </w:style>
  <w:style w:type="paragraph" w:customStyle="1" w:styleId="9A2301C48FEA437C97446FF13FA2F4EE">
    <w:name w:val="9A2301C48FEA437C97446FF13FA2F4EE"/>
  </w:style>
  <w:style w:type="paragraph" w:customStyle="1" w:styleId="F3AB53C2D2274E0EBA125C6ED195DFF1">
    <w:name w:val="F3AB53C2D2274E0EBA125C6ED195DFF1"/>
  </w:style>
  <w:style w:type="paragraph" w:customStyle="1" w:styleId="171E7CCC8D63433FB0F03F34689F00AB">
    <w:name w:val="171E7CCC8D63433FB0F03F34689F00AB"/>
  </w:style>
  <w:style w:type="paragraph" w:customStyle="1" w:styleId="48BE20681D0C40AFBCE8F5F9148C4B44">
    <w:name w:val="48BE20681D0C40AFBCE8F5F9148C4B44"/>
  </w:style>
  <w:style w:type="paragraph" w:customStyle="1" w:styleId="95FFB009D074493F8998F4DC40ADCB55">
    <w:name w:val="95FFB009D074493F8998F4DC40ADCB55"/>
  </w:style>
  <w:style w:type="paragraph" w:customStyle="1" w:styleId="B2F759A8EE534170946559A42371BB92">
    <w:name w:val="B2F759A8EE534170946559A42371BB92"/>
  </w:style>
  <w:style w:type="paragraph" w:customStyle="1" w:styleId="F01B487033E646A692C182655D25FB85">
    <w:name w:val="F01B487033E646A692C182655D25FB85"/>
  </w:style>
  <w:style w:type="paragraph" w:customStyle="1" w:styleId="A150D2F10FC444D7B271531253191F3F">
    <w:name w:val="A150D2F10FC444D7B271531253191F3F"/>
  </w:style>
  <w:style w:type="paragraph" w:customStyle="1" w:styleId="D55B7665BD9D49BC803A95418CC99517">
    <w:name w:val="D55B7665BD9D49BC803A95418CC99517"/>
  </w:style>
  <w:style w:type="paragraph" w:customStyle="1" w:styleId="1C68E0C0D95240E285A61E22A7A3BBB9">
    <w:name w:val="1C68E0C0D95240E285A61E22A7A3BBB9"/>
  </w:style>
  <w:style w:type="paragraph" w:customStyle="1" w:styleId="D0B0A998F2E949948C96B0340F94D1DB">
    <w:name w:val="D0B0A998F2E949948C96B0340F94D1DB"/>
  </w:style>
  <w:style w:type="paragraph" w:customStyle="1" w:styleId="400FCEB751544A1089634CB94F45103C">
    <w:name w:val="400FCEB751544A1089634CB94F45103C"/>
  </w:style>
  <w:style w:type="paragraph" w:customStyle="1" w:styleId="46D680FD2DB04A3E84CFDE80A7B06517">
    <w:name w:val="46D680FD2DB04A3E84CFDE80A7B06517"/>
  </w:style>
  <w:style w:type="paragraph" w:customStyle="1" w:styleId="D93DE4222BF3429595D0C3652C934688">
    <w:name w:val="D93DE4222BF3429595D0C3652C934688"/>
  </w:style>
  <w:style w:type="paragraph" w:customStyle="1" w:styleId="2C1159855E2A4E348299A22DC3FAACCB">
    <w:name w:val="2C1159855E2A4E348299A22DC3FAACCB"/>
  </w:style>
  <w:style w:type="paragraph" w:customStyle="1" w:styleId="3F78E1ACC0694B23BA9629455C787379">
    <w:name w:val="3F78E1ACC0694B23BA9629455C787379"/>
  </w:style>
  <w:style w:type="paragraph" w:customStyle="1" w:styleId="C2995348398D480BB9AB385131980532">
    <w:name w:val="C2995348398D480BB9AB385131980532"/>
  </w:style>
  <w:style w:type="paragraph" w:customStyle="1" w:styleId="0F654B5442254F1DA9126C458D29165C">
    <w:name w:val="0F654B5442254F1DA9126C458D29165C"/>
  </w:style>
  <w:style w:type="paragraph" w:customStyle="1" w:styleId="DBB087C2D4694716A197A00C2FA67629">
    <w:name w:val="DBB087C2D4694716A197A00C2FA67629"/>
  </w:style>
  <w:style w:type="paragraph" w:customStyle="1" w:styleId="215F5B261CC542A58CDB97FA3127807B">
    <w:name w:val="215F5B261CC542A58CDB97FA3127807B"/>
  </w:style>
  <w:style w:type="paragraph" w:customStyle="1" w:styleId="AC5F167C7FC04A319CC279DCBAD4BB26">
    <w:name w:val="AC5F167C7FC04A319CC279DCBAD4BB26"/>
  </w:style>
  <w:style w:type="paragraph" w:customStyle="1" w:styleId="63CF6D19A43D4A2CAACBA94C75406E73">
    <w:name w:val="63CF6D19A43D4A2CAACBA94C75406E73"/>
  </w:style>
  <w:style w:type="character" w:customStyle="1" w:styleId="Heading2Char">
    <w:name w:val="Heading 2 Char"/>
    <w:basedOn w:val="DefaultParagraphFont"/>
    <w:link w:val="Heading2"/>
    <w:uiPriority w:val="9"/>
    <w:rsid w:val="00E87170"/>
    <w:rPr>
      <w:rFonts w:asciiTheme="majorHAnsi" w:eastAsiaTheme="majorEastAsia" w:hAnsiTheme="majorHAnsi" w:cstheme="majorBidi"/>
      <w:b/>
      <w:bCs/>
      <w:caps/>
      <w:szCs w:val="26"/>
      <w:lang w:eastAsia="ja-JP"/>
    </w:rPr>
  </w:style>
  <w:style w:type="paragraph" w:customStyle="1" w:styleId="976134BE107242668FB1CE5F49F2B895">
    <w:name w:val="976134BE107242668FB1CE5F49F2B895"/>
  </w:style>
  <w:style w:type="paragraph" w:customStyle="1" w:styleId="33A73733151E4044AA81BD794C38375C">
    <w:name w:val="33A73733151E4044AA81BD794C38375C"/>
    <w:rsid w:val="00E87170"/>
  </w:style>
  <w:style w:type="paragraph" w:customStyle="1" w:styleId="822934AC91A4402BA0FE7C37CD044490">
    <w:name w:val="822934AC91A4402BA0FE7C37CD044490"/>
    <w:rsid w:val="00E87170"/>
  </w:style>
  <w:style w:type="paragraph" w:customStyle="1" w:styleId="E5F1EB23015845F183B3FD7C3A40D585">
    <w:name w:val="E5F1EB23015845F183B3FD7C3A40D585"/>
    <w:rsid w:val="00E87170"/>
  </w:style>
  <w:style w:type="paragraph" w:customStyle="1" w:styleId="63834207C37D41DE903CC7A9F403E0A8">
    <w:name w:val="63834207C37D41DE903CC7A9F403E0A8"/>
    <w:rsid w:val="00E87170"/>
  </w:style>
  <w:style w:type="paragraph" w:customStyle="1" w:styleId="A4A2CE20CFB44E07A35C5D7A244A81F4">
    <w:name w:val="A4A2CE20CFB44E07A35C5D7A244A81F4"/>
    <w:rsid w:val="00E87170"/>
  </w:style>
  <w:style w:type="paragraph" w:customStyle="1" w:styleId="74C98B0D16F44FB8AEB40C5D54E1360D">
    <w:name w:val="74C98B0D16F44FB8AEB40C5D54E1360D"/>
    <w:rsid w:val="00E87170"/>
  </w:style>
  <w:style w:type="paragraph" w:customStyle="1" w:styleId="2E823046A98E44A48E886C7E36A5D11E">
    <w:name w:val="2E823046A98E44A48E886C7E36A5D11E"/>
    <w:rsid w:val="00E87170"/>
  </w:style>
  <w:style w:type="paragraph" w:customStyle="1" w:styleId="12284A7879CF427884A30A2D2857E0A9">
    <w:name w:val="12284A7879CF427884A30A2D2857E0A9"/>
    <w:rsid w:val="00E87170"/>
  </w:style>
  <w:style w:type="paragraph" w:customStyle="1" w:styleId="9BF8E81B22154C1691BA440FA89ABC29">
    <w:name w:val="9BF8E81B22154C1691BA440FA89ABC29"/>
    <w:rsid w:val="00E87170"/>
  </w:style>
  <w:style w:type="paragraph" w:customStyle="1" w:styleId="7C49AFEA7A4E435C8ABD9232F90839E2">
    <w:name w:val="7C49AFEA7A4E435C8ABD9232F90839E2"/>
    <w:rsid w:val="00E87170"/>
  </w:style>
  <w:style w:type="paragraph" w:customStyle="1" w:styleId="05B7586DA98B41229DC50317DFB60E47">
    <w:name w:val="05B7586DA98B41229DC50317DFB60E47"/>
    <w:rsid w:val="00E87170"/>
  </w:style>
  <w:style w:type="paragraph" w:customStyle="1" w:styleId="9750CB6DF9BA4CE090B1CE5B0F30B6D5">
    <w:name w:val="9750CB6DF9BA4CE090B1CE5B0F30B6D5"/>
    <w:rsid w:val="00E87170"/>
  </w:style>
  <w:style w:type="paragraph" w:customStyle="1" w:styleId="19B3E95C76A74CD28E69BEBCDB02E23D">
    <w:name w:val="19B3E95C76A74CD28E69BEBCDB02E23D"/>
    <w:rsid w:val="00E87170"/>
  </w:style>
  <w:style w:type="paragraph" w:customStyle="1" w:styleId="FC8FB89FB5C1441A9F5AA6A214A1E8E7">
    <w:name w:val="FC8FB89FB5C1441A9F5AA6A214A1E8E7"/>
    <w:rsid w:val="00E87170"/>
  </w:style>
  <w:style w:type="paragraph" w:customStyle="1" w:styleId="F3CB2CAC6B76411296ED266CEF3FD7F0">
    <w:name w:val="F3CB2CAC6B76411296ED266CEF3FD7F0"/>
    <w:rsid w:val="00E87170"/>
  </w:style>
  <w:style w:type="paragraph" w:customStyle="1" w:styleId="9F773D9AA23A4A04A4F05DA4590D1C8F">
    <w:name w:val="9F773D9AA23A4A04A4F05DA4590D1C8F"/>
    <w:rsid w:val="00E87170"/>
  </w:style>
  <w:style w:type="paragraph" w:customStyle="1" w:styleId="DD243E92A3924526A6DA811E34FF635A">
    <w:name w:val="DD243E92A3924526A6DA811E34FF635A"/>
    <w:rsid w:val="00E87170"/>
  </w:style>
  <w:style w:type="paragraph" w:customStyle="1" w:styleId="5F6E5FBC017846038B610CA3A029F952">
    <w:name w:val="5F6E5FBC017846038B610CA3A029F952"/>
    <w:rsid w:val="00E87170"/>
  </w:style>
  <w:style w:type="paragraph" w:customStyle="1" w:styleId="6CE8DB7063F3487982A77EED8F4DD21A">
    <w:name w:val="6CE8DB7063F3487982A77EED8F4DD21A"/>
    <w:rsid w:val="00E87170"/>
  </w:style>
  <w:style w:type="paragraph" w:customStyle="1" w:styleId="F86B3E6859074047A8BE8DB3C9EBD31B">
    <w:name w:val="F86B3E6859074047A8BE8DB3C9EBD31B"/>
    <w:rsid w:val="00E87170"/>
  </w:style>
  <w:style w:type="paragraph" w:customStyle="1" w:styleId="8274070EB6564A31B41AB24F363E4CBA">
    <w:name w:val="8274070EB6564A31B41AB24F363E4CBA"/>
    <w:rsid w:val="00E87170"/>
  </w:style>
  <w:style w:type="paragraph" w:customStyle="1" w:styleId="A3C25A6580BA4B2688AF9C5DBA8F6993">
    <w:name w:val="A3C25A6580BA4B2688AF9C5DBA8F6993"/>
    <w:rsid w:val="00E87170"/>
  </w:style>
  <w:style w:type="paragraph" w:customStyle="1" w:styleId="CB94F96977194A42A92F9CE9B2A8FF87">
    <w:name w:val="CB94F96977194A42A92F9CE9B2A8FF87"/>
    <w:rsid w:val="00E87170"/>
  </w:style>
  <w:style w:type="paragraph" w:customStyle="1" w:styleId="9B05775559A14505A1918D7E95D1FF17">
    <w:name w:val="9B05775559A14505A1918D7E95D1FF17"/>
    <w:rsid w:val="00E87170"/>
  </w:style>
  <w:style w:type="paragraph" w:customStyle="1" w:styleId="469B3F16987E45A79A9DF06910A78C16">
    <w:name w:val="469B3F16987E45A79A9DF06910A78C16"/>
    <w:rsid w:val="00E87170"/>
  </w:style>
  <w:style w:type="paragraph" w:customStyle="1" w:styleId="C46453511722419081C6216964B7EF92">
    <w:name w:val="C46453511722419081C6216964B7EF92"/>
    <w:rsid w:val="00E87170"/>
  </w:style>
  <w:style w:type="paragraph" w:customStyle="1" w:styleId="E30500D359C547B19D7D97C03C1D751E">
    <w:name w:val="E30500D359C547B19D7D97C03C1D751E"/>
    <w:rsid w:val="00E87170"/>
  </w:style>
  <w:style w:type="paragraph" w:customStyle="1" w:styleId="11221FFFD7034BBEA7F8CDA553032F92">
    <w:name w:val="11221FFFD7034BBEA7F8CDA553032F92"/>
    <w:rsid w:val="00E87170"/>
  </w:style>
  <w:style w:type="paragraph" w:customStyle="1" w:styleId="519080BEF77C44C0BEF650112EE5CC48">
    <w:name w:val="519080BEF77C44C0BEF650112EE5CC48"/>
    <w:rsid w:val="00E87170"/>
  </w:style>
  <w:style w:type="paragraph" w:customStyle="1" w:styleId="97A61243DEEB457A9A2A07173F85D7AA">
    <w:name w:val="97A61243DEEB457A9A2A07173F85D7AA"/>
    <w:rsid w:val="00E87170"/>
  </w:style>
  <w:style w:type="paragraph" w:customStyle="1" w:styleId="0C1F23A03A874ABDACA0AA6AB7763C6B">
    <w:name w:val="0C1F23A03A874ABDACA0AA6AB7763C6B"/>
    <w:rsid w:val="00E87170"/>
  </w:style>
  <w:style w:type="paragraph" w:customStyle="1" w:styleId="D04F45F033D34B22BAC056B0F80B9D29">
    <w:name w:val="D04F45F033D34B22BAC056B0F80B9D29"/>
    <w:rsid w:val="00E87170"/>
  </w:style>
  <w:style w:type="paragraph" w:customStyle="1" w:styleId="5BF49BA3F1D94C20B6F967568CD7A691">
    <w:name w:val="5BF49BA3F1D94C20B6F967568CD7A691"/>
    <w:rsid w:val="00E87170"/>
  </w:style>
  <w:style w:type="paragraph" w:customStyle="1" w:styleId="E188E3A70F6447478456563A3F85874D">
    <w:name w:val="E188E3A70F6447478456563A3F85874D"/>
    <w:rsid w:val="00E87170"/>
  </w:style>
  <w:style w:type="paragraph" w:customStyle="1" w:styleId="F9A6DC0B3006432BB9923D97CA36FAA2">
    <w:name w:val="F9A6DC0B3006432BB9923D97CA36FAA2"/>
    <w:rsid w:val="00E87170"/>
  </w:style>
  <w:style w:type="paragraph" w:customStyle="1" w:styleId="AA34B2590B264A0A93ABFEA8E46CAC5A">
    <w:name w:val="AA34B2590B264A0A93ABFEA8E46CAC5A"/>
    <w:rsid w:val="00E87170"/>
  </w:style>
  <w:style w:type="paragraph" w:customStyle="1" w:styleId="422D44E6F6284E5292D0C3E01F6D667F">
    <w:name w:val="422D44E6F6284E5292D0C3E01F6D667F"/>
    <w:rsid w:val="00E87170"/>
  </w:style>
  <w:style w:type="paragraph" w:customStyle="1" w:styleId="C0CFA864E1944E0CB9CE674315413613">
    <w:name w:val="C0CFA864E1944E0CB9CE674315413613"/>
    <w:rsid w:val="00E87170"/>
  </w:style>
  <w:style w:type="paragraph" w:customStyle="1" w:styleId="C14D7C2BC56746C7A7538A8E3D44EFE8">
    <w:name w:val="C14D7C2BC56746C7A7538A8E3D44EFE8"/>
    <w:rsid w:val="00E87170"/>
  </w:style>
  <w:style w:type="paragraph" w:customStyle="1" w:styleId="4168501FAAAA4DA48C770C4E1EAAA248">
    <w:name w:val="4168501FAAAA4DA48C770C4E1EAAA248"/>
    <w:rsid w:val="00E87170"/>
  </w:style>
  <w:style w:type="paragraph" w:customStyle="1" w:styleId="226C3843F9E94F47806C00E39F5D5731">
    <w:name w:val="226C3843F9E94F47806C00E39F5D5731"/>
    <w:rsid w:val="00E87170"/>
  </w:style>
  <w:style w:type="paragraph" w:customStyle="1" w:styleId="F304F98339764D71B4A6C1F7BF4829A9">
    <w:name w:val="F304F98339764D71B4A6C1F7BF4829A9"/>
    <w:rsid w:val="00E87170"/>
  </w:style>
  <w:style w:type="paragraph" w:customStyle="1" w:styleId="D150A035DA4F4D77BD1626A6098B46FC">
    <w:name w:val="D150A035DA4F4D77BD1626A6098B46FC"/>
    <w:rsid w:val="00E87170"/>
  </w:style>
  <w:style w:type="paragraph" w:customStyle="1" w:styleId="CF5BFBCEFD064C9EB8912FD52FDC1B0A">
    <w:name w:val="CF5BFBCEFD064C9EB8912FD52FDC1B0A"/>
    <w:rsid w:val="00E87170"/>
  </w:style>
  <w:style w:type="paragraph" w:customStyle="1" w:styleId="0A634988B63743EB8165014AAAAF80AB">
    <w:name w:val="0A634988B63743EB8165014AAAAF80AB"/>
    <w:rsid w:val="00E87170"/>
  </w:style>
  <w:style w:type="paragraph" w:customStyle="1" w:styleId="7D4C8FC8AAD9413EAAAF7A5C350CCF3F">
    <w:name w:val="7D4C8FC8AAD9413EAAAF7A5C350CCF3F"/>
    <w:rsid w:val="00E87170"/>
  </w:style>
  <w:style w:type="paragraph" w:customStyle="1" w:styleId="C5341E1A0B2047C5A49A7A07C92A1D79">
    <w:name w:val="C5341E1A0B2047C5A49A7A07C92A1D79"/>
    <w:rsid w:val="00E87170"/>
  </w:style>
  <w:style w:type="paragraph" w:customStyle="1" w:styleId="812A31884FD84E4F9424034040A87ED0">
    <w:name w:val="812A31884FD84E4F9424034040A87ED0"/>
    <w:rsid w:val="00E87170"/>
  </w:style>
  <w:style w:type="character" w:styleId="PlaceholderText">
    <w:name w:val="Placeholder Text"/>
    <w:basedOn w:val="DefaultParagraphFont"/>
    <w:uiPriority w:val="99"/>
    <w:semiHidden/>
    <w:rsid w:val="00E87170"/>
    <w:rPr>
      <w:color w:val="808080"/>
    </w:rPr>
  </w:style>
  <w:style w:type="paragraph" w:customStyle="1" w:styleId="F58EC6C66B954FD7A20AE55F54E158BC">
    <w:name w:val="F58EC6C66B954FD7A20AE55F54E158BC"/>
    <w:rsid w:val="00E87170"/>
  </w:style>
  <w:style w:type="paragraph" w:customStyle="1" w:styleId="3CDC776E65384D58A49A71FD18A0CADB">
    <w:name w:val="3CDC776E65384D58A49A71FD18A0CADB"/>
    <w:rsid w:val="00E871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Median">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EEA25CC0A0AC24199CDC46C25B8B0BC" ma:contentTypeVersion="10" ma:contentTypeDescription="Create a new document." ma:contentTypeScope="" ma:versionID="e3b47856d4cf355c0dacb39e1084d14f">
  <xsd:schema xmlns:xsd="http://www.w3.org/2001/XMLSchema" xmlns:xs="http://www.w3.org/2001/XMLSchema" xmlns:p="http://schemas.microsoft.com/office/2006/metadata/properties" xmlns:ns1="http://schemas.microsoft.com/sharepoint/v3" xmlns:ns2="6dc4bcd6-49db-4c07-9060-8acfc67cef9f" xmlns:ns3="fb0879af-3eba-417a-a55a-ffe6dcd6ca77" targetNamespace="http://schemas.microsoft.com/office/2006/metadata/properties" ma:root="true" ma:fieldsID="a845a615265fdb1f7b12cc65ac20ecbd" ns1:_="" ns2:_="" ns3:_="">
    <xsd:import namespace="http://schemas.microsoft.com/sharepoint/v3"/>
    <xsd:import namespace="6dc4bcd6-49db-4c07-9060-8acfc67cef9f"/>
    <xsd:import namespace="fb0879af-3eba-417a-a55a-ffe6dcd6ca77"/>
    <xsd:element name="properties">
      <xsd:complexType>
        <xsd:sequence>
          <xsd:element name="documentManagement">
            <xsd:complexType>
              <xsd:all>
                <xsd:element ref="ns2:MediaServiceMetadata" minOccurs="0"/>
                <xsd:element ref="ns2:MediaServiceFastMetadata" minOccurs="0"/>
                <xsd:element ref="ns2:MediaServiceOCR" minOccurs="0"/>
                <xsd:element ref="ns3:SharedWithUsers" minOccurs="0"/>
                <xsd:element ref="ns3:SharedWithDetails" minOccurs="0"/>
                <xsd:element ref="ns3:LastSharedByUser" minOccurs="0"/>
                <xsd:element ref="ns3:LastSharedByTime" minOccurs="0"/>
                <xsd:element ref="ns1:_ip_UnifiedCompliancePolicyProperties" minOccurs="0"/>
                <xsd:element ref="ns1:_ip_UnifiedCompliancePolicyUIAction" minOccurs="0"/>
                <xsd:element ref="ns2: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5" nillable="true" ma:displayName="Unified Compliance Policy Properties" ma:hidden="true" ma:internalName="_ip_UnifiedCompliancePolicyProperties">
      <xsd:simpleType>
        <xsd:restriction base="dms:Note"/>
      </xsd:simpleType>
    </xsd:element>
    <xsd:element name="_ip_UnifiedCompliancePolicyUIAction" ma:index="1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dc4bcd6-49db-4c07-9060-8acfc67cef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7" nillable="true" ma:displayName="MediaServiceAutoTags" ma:internalName="MediaServiceAutoTag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b0879af-3eba-417a-a55a-ffe6dcd6ca7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LastSharedByUser" ma:index="13" nillable="true" ma:displayName="Last Shared By User" ma:hidden="true" ma:internalName="LastSharedByUser" ma:readOnly="true">
      <xsd:simpleType>
        <xsd:restriction base="dms:Note"/>
      </xsd:simpleType>
    </xsd:element>
    <xsd:element name="LastSharedByTime" ma:index="14" nillable="true" ma:displayName="Last Shared By Time" ma:hidden="true"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06993A-BF58-4B83-9D02-A22431F3C3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dc4bcd6-49db-4c07-9060-8acfc67cef9f"/>
    <ds:schemaRef ds:uri="fb0879af-3eba-417a-a55a-ffe6dcd6ca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EAD815F-B2F8-422F-9315-93019FF4975D}">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1F203D5F-FF77-45BF-9727-5429B6F41A7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Blue grey resume.dotx</Template>
  <TotalTime>0</TotalTime>
  <Pages>1</Pages>
  <Words>213</Words>
  <Characters>1216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2018-08-20T10:36:00Z</dcterms:created>
  <dcterms:modified xsi:type="dcterms:W3CDTF">2018-08-20T10:44:00Z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0x010100DEEA25CC0A0AC24199CDC46C25B8B0BC</vt:lpwstr>
  </property>
</Properties>
</file>