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312A19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692703" w:rsidRPr="00312A19" w:rsidRDefault="00312A19" w:rsidP="00913946">
            <w:pPr>
              <w:pStyle w:val="Title"/>
              <w:rPr>
                <w:rFonts w:asciiTheme="minorHAnsi" w:hAnsiTheme="minorHAnsi" w:cstheme="minorHAnsi"/>
                <w:sz w:val="44"/>
                <w:szCs w:val="44"/>
              </w:rPr>
            </w:pPr>
            <w:r w:rsidRPr="00312A19">
              <w:rPr>
                <w:rFonts w:asciiTheme="minorHAnsi" w:hAnsiTheme="minorHAnsi" w:cstheme="minorHAnsi"/>
                <w:caps w:val="0"/>
                <w:sz w:val="66"/>
                <w:szCs w:val="44"/>
              </w:rPr>
              <w:t>Work Completion Certificate</w:t>
            </w:r>
          </w:p>
          <w:p w:rsidR="00692703" w:rsidRPr="00312A19" w:rsidRDefault="008F6EFE" w:rsidP="00913946">
            <w:pPr>
              <w:pStyle w:val="ContactInfo"/>
              <w:contextualSpacing w:val="0"/>
              <w:rPr>
                <w:sz w:val="30"/>
                <w:szCs w:val="30"/>
              </w:rPr>
            </w:pPr>
            <w:sdt>
              <w:sdtPr>
                <w:rPr>
                  <w:sz w:val="30"/>
                  <w:szCs w:val="30"/>
                </w:rPr>
                <w:alias w:val="Enter address:"/>
                <w:tag w:val="Enter address:"/>
                <w:id w:val="352083995"/>
                <w:placeholder>
                  <w:docPart w:val="341FF751E75148C09C96C826ADABD801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312A19">
                  <w:rPr>
                    <w:sz w:val="30"/>
                    <w:szCs w:val="30"/>
                  </w:rPr>
                  <w:t>Address</w:t>
                </w:r>
              </w:sdtContent>
            </w:sdt>
            <w:r w:rsidR="00692703" w:rsidRPr="00312A19">
              <w:rPr>
                <w:sz w:val="30"/>
                <w:szCs w:val="30"/>
              </w:rPr>
              <w:t xml:space="preserve"> </w:t>
            </w:r>
            <w:sdt>
              <w:sdtPr>
                <w:rPr>
                  <w:sz w:val="30"/>
                  <w:szCs w:val="30"/>
                </w:rPr>
                <w:alias w:val="Divider dot:"/>
                <w:tag w:val="Divider dot:"/>
                <w:id w:val="-1459182552"/>
                <w:placeholder>
                  <w:docPart w:val="9A8C4045DA7649FC8EE27CB09BB110D8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312A19">
                  <w:rPr>
                    <w:sz w:val="30"/>
                    <w:szCs w:val="30"/>
                  </w:rPr>
                  <w:t>·</w:t>
                </w:r>
              </w:sdtContent>
            </w:sdt>
            <w:r w:rsidR="00692703" w:rsidRPr="00312A19">
              <w:rPr>
                <w:sz w:val="30"/>
                <w:szCs w:val="30"/>
              </w:rPr>
              <w:t xml:space="preserve"> </w:t>
            </w:r>
            <w:sdt>
              <w:sdtPr>
                <w:rPr>
                  <w:sz w:val="30"/>
                  <w:szCs w:val="30"/>
                </w:rPr>
                <w:alias w:val="Enter phone:"/>
                <w:tag w:val="Enter phone:"/>
                <w:id w:val="-1993482697"/>
                <w:placeholder>
                  <w:docPart w:val="3C7CCDD6121F48348A7E76A39CE14A6C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312A19">
                  <w:rPr>
                    <w:sz w:val="30"/>
                    <w:szCs w:val="30"/>
                  </w:rPr>
                  <w:t>Phone</w:t>
                </w:r>
              </w:sdtContent>
            </w:sdt>
          </w:p>
          <w:p w:rsidR="00692703" w:rsidRPr="00312A19" w:rsidRDefault="008F6EFE" w:rsidP="00913946">
            <w:pPr>
              <w:pStyle w:val="ContactInfoEmphasis"/>
              <w:contextualSpacing w:val="0"/>
              <w:rPr>
                <w:sz w:val="8"/>
              </w:rPr>
            </w:pPr>
            <w:sdt>
              <w:sdtPr>
                <w:rPr>
                  <w:sz w:val="30"/>
                  <w:szCs w:val="30"/>
                </w:rPr>
                <w:alias w:val="Enter email:"/>
                <w:tag w:val="Enter email:"/>
                <w:id w:val="1154873695"/>
                <w:placeholder>
                  <w:docPart w:val="CFC6DC53B8DB4E1C83ED1A6B72327DCE"/>
                </w:placeholder>
                <w:temporary/>
                <w:showingPlcHdr/>
                <w15:appearance w15:val="hidden"/>
              </w:sdtPr>
              <w:sdtEndPr/>
              <w:sdtContent>
                <w:bookmarkStart w:id="0" w:name="_GoBack"/>
                <w:r w:rsidR="00C57FC6" w:rsidRPr="00312A19">
                  <w:rPr>
                    <w:sz w:val="30"/>
                    <w:szCs w:val="30"/>
                  </w:rPr>
                  <w:t>Email</w:t>
                </w:r>
                <w:bookmarkEnd w:id="0"/>
              </w:sdtContent>
            </w:sdt>
            <w:r w:rsidR="00692703" w:rsidRPr="00312A19">
              <w:rPr>
                <w:sz w:val="30"/>
                <w:szCs w:val="30"/>
              </w:rPr>
              <w:t xml:space="preserve"> </w:t>
            </w:r>
            <w:sdt>
              <w:sdtPr>
                <w:rPr>
                  <w:sz w:val="30"/>
                  <w:szCs w:val="30"/>
                </w:rPr>
                <w:alias w:val="Divider dot:"/>
                <w:tag w:val="Divider dot:"/>
                <w:id w:val="2000459528"/>
                <w:placeholder>
                  <w:docPart w:val="1FCE28C4FE334F949260148FB4FB7A67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312A19">
                  <w:rPr>
                    <w:sz w:val="30"/>
                    <w:szCs w:val="30"/>
                  </w:rPr>
                  <w:t>·</w:t>
                </w:r>
              </w:sdtContent>
            </w:sdt>
            <w:r w:rsidR="00692703" w:rsidRPr="00312A19">
              <w:rPr>
                <w:sz w:val="30"/>
                <w:szCs w:val="30"/>
              </w:rPr>
              <w:t xml:space="preserve"> </w:t>
            </w:r>
            <w:r w:rsidR="00312A19">
              <w:rPr>
                <w:sz w:val="30"/>
                <w:szCs w:val="30"/>
              </w:rPr>
              <w:t>Authentication</w:t>
            </w:r>
            <w:r w:rsidR="00692703" w:rsidRPr="00312A19">
              <w:rPr>
                <w:sz w:val="30"/>
                <w:szCs w:val="30"/>
              </w:rPr>
              <w:t xml:space="preserve"> </w:t>
            </w:r>
            <w:sdt>
              <w:sdtPr>
                <w:rPr>
                  <w:sz w:val="30"/>
                  <w:szCs w:val="30"/>
                </w:rPr>
                <w:alias w:val="Divider dot:"/>
                <w:tag w:val="Divider dot:"/>
                <w:id w:val="759871761"/>
                <w:placeholder>
                  <w:docPart w:val="501F9B5A89A8459A8A82F2E253E4BAE2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312A19">
                  <w:rPr>
                    <w:sz w:val="30"/>
                    <w:szCs w:val="30"/>
                  </w:rPr>
                  <w:t>·</w:t>
                </w:r>
              </w:sdtContent>
            </w:sdt>
            <w:r w:rsidR="00692703" w:rsidRPr="00312A19">
              <w:rPr>
                <w:sz w:val="30"/>
                <w:szCs w:val="30"/>
              </w:rPr>
              <w:t xml:space="preserve"> </w:t>
            </w:r>
            <w:r w:rsidR="00312A19">
              <w:rPr>
                <w:sz w:val="30"/>
                <w:szCs w:val="30"/>
              </w:rPr>
              <w:t>Website</w:t>
            </w:r>
          </w:p>
        </w:tc>
      </w:tr>
    </w:tbl>
    <w:p w:rsidR="00B51D1B" w:rsidRDefault="00B51D1B" w:rsidP="00312A19">
      <w:pPr>
        <w:rPr>
          <w:sz w:val="8"/>
        </w:rPr>
      </w:pPr>
    </w:p>
    <w:p w:rsidR="00312A19" w:rsidRDefault="00312A19" w:rsidP="00312A19">
      <w:pPr>
        <w:pStyle w:val="Address"/>
      </w:pPr>
      <w:r>
        <w:t>DAY | DATE | PLACE</w:t>
      </w:r>
    </w:p>
    <w:p w:rsidR="00312A19" w:rsidRPr="00312A19" w:rsidRDefault="00312A19" w:rsidP="00312A19">
      <w:pPr>
        <w:rPr>
          <w:rFonts w:cstheme="minorHAnsi"/>
          <w:color w:val="595959"/>
          <w:sz w:val="24"/>
          <w:szCs w:val="24"/>
        </w:rPr>
      </w:pPr>
      <w:r w:rsidRPr="00312A19">
        <w:rPr>
          <w:rFonts w:cstheme="minorHAnsi"/>
          <w:color w:val="595959"/>
          <w:sz w:val="24"/>
          <w:szCs w:val="24"/>
        </w:rPr>
        <w:t>I hereby affirm, to the best of my knowledge and belief, based on inspections, observations, testing of the [PROJECT] and upon reports submitted by others, that this [Project Name] is substantially complete and operable. The [PROJECT] was completed in accordance with the department’s issued [DETAILS] permit.</w:t>
      </w:r>
    </w:p>
    <w:p w:rsidR="00312A19" w:rsidRPr="00312A19" w:rsidRDefault="00312A19" w:rsidP="00312A19">
      <w:pPr>
        <w:rPr>
          <w:sz w:val="24"/>
          <w:szCs w:val="24"/>
        </w:rPr>
      </w:pPr>
    </w:p>
    <w:p w:rsidR="00312A19" w:rsidRDefault="00312A19" w:rsidP="00312A19">
      <w:pPr>
        <w:pStyle w:val="Heading3"/>
      </w:pPr>
    </w:p>
    <w:p w:rsidR="00312A19" w:rsidRPr="00312A19" w:rsidRDefault="00312A19" w:rsidP="00312A19">
      <w:pPr>
        <w:pStyle w:val="Heading3"/>
        <w:rPr>
          <w:rFonts w:cstheme="minorHAnsi"/>
          <w:caps w:val="0"/>
          <w:sz w:val="26"/>
        </w:rPr>
      </w:pPr>
      <w:r w:rsidRPr="00312A19">
        <w:rPr>
          <w:rFonts w:cstheme="minorHAnsi"/>
          <w:sz w:val="26"/>
        </w:rPr>
        <w:t>PROJECT NAME</w:t>
      </w:r>
    </w:p>
    <w:p w:rsidR="00312A19" w:rsidRPr="00312A19" w:rsidRDefault="00312A19" w:rsidP="00312A19">
      <w:pPr>
        <w:contextualSpacing/>
        <w:rPr>
          <w:rFonts w:cstheme="minorHAnsi"/>
          <w:sz w:val="24"/>
        </w:rPr>
      </w:pPr>
      <w:r w:rsidRPr="00312A19">
        <w:rPr>
          <w:rFonts w:cstheme="minorHAnsi"/>
          <w:sz w:val="24"/>
        </w:rPr>
        <w:t>Write project name here. Add further details</w:t>
      </w:r>
    </w:p>
    <w:p w:rsidR="00312A19" w:rsidRDefault="00312A19" w:rsidP="00312A19">
      <w:pPr>
        <w:pStyle w:val="Heading3"/>
        <w:rPr>
          <w:rFonts w:cstheme="minorHAnsi"/>
          <w:sz w:val="24"/>
        </w:rPr>
      </w:pPr>
    </w:p>
    <w:p w:rsidR="00312A19" w:rsidRPr="00312A19" w:rsidRDefault="00312A19" w:rsidP="00312A19">
      <w:pPr>
        <w:pStyle w:val="Heading3"/>
        <w:rPr>
          <w:rFonts w:cstheme="minorHAnsi"/>
          <w:sz w:val="24"/>
        </w:rPr>
      </w:pPr>
      <w:r w:rsidRPr="00312A19">
        <w:rPr>
          <w:rFonts w:cstheme="minorHAnsi"/>
          <w:sz w:val="24"/>
        </w:rPr>
        <w:t>PROJECT DESCRIPTION</w:t>
      </w:r>
    </w:p>
    <w:p w:rsidR="00312A19" w:rsidRPr="00312A19" w:rsidRDefault="00312A19" w:rsidP="00312A19">
      <w:pPr>
        <w:contextualSpacing/>
        <w:rPr>
          <w:rFonts w:cstheme="minorHAnsi"/>
          <w:sz w:val="24"/>
        </w:rPr>
      </w:pPr>
      <w:r w:rsidRPr="00312A19">
        <w:rPr>
          <w:rFonts w:cstheme="minorHAnsi"/>
        </w:rPr>
        <w:t>This space is provided to write project description</w:t>
      </w:r>
      <w:r w:rsidRPr="00312A19">
        <w:rPr>
          <w:rFonts w:cstheme="minorHAnsi"/>
          <w:sz w:val="24"/>
        </w:rPr>
        <w:t>.</w:t>
      </w:r>
    </w:p>
    <w:p w:rsidR="00312A19" w:rsidRPr="00312A19" w:rsidRDefault="00312A19" w:rsidP="00312A19">
      <w:pPr>
        <w:pStyle w:val="Heading3"/>
        <w:rPr>
          <w:rFonts w:cstheme="minorHAnsi"/>
          <w:b w:val="0"/>
          <w:color w:val="auto"/>
          <w:sz w:val="24"/>
        </w:rPr>
      </w:pPr>
      <w:r w:rsidRPr="00312A19">
        <w:rPr>
          <w:rFonts w:cstheme="minorHAnsi"/>
          <w:b w:val="0"/>
          <w:color w:val="auto"/>
          <w:sz w:val="24"/>
        </w:rPr>
        <w:t>Project begin date:</w:t>
      </w:r>
    </w:p>
    <w:p w:rsidR="00312A19" w:rsidRPr="00312A19" w:rsidRDefault="00312A19" w:rsidP="00312A19">
      <w:pPr>
        <w:pStyle w:val="Heading3"/>
        <w:rPr>
          <w:rFonts w:cstheme="minorHAnsi"/>
          <w:b w:val="0"/>
          <w:color w:val="auto"/>
          <w:sz w:val="24"/>
        </w:rPr>
      </w:pPr>
      <w:r w:rsidRPr="00312A19">
        <w:rPr>
          <w:rFonts w:cstheme="minorHAnsi"/>
          <w:b w:val="0"/>
          <w:color w:val="auto"/>
          <w:sz w:val="24"/>
        </w:rPr>
        <w:t>Substantial completion date:</w:t>
      </w:r>
    </w:p>
    <w:p w:rsidR="00312A19" w:rsidRPr="00312A19" w:rsidRDefault="00312A19" w:rsidP="00312A19">
      <w:pPr>
        <w:pStyle w:val="Heading3"/>
        <w:rPr>
          <w:rFonts w:cstheme="minorHAnsi"/>
          <w:b w:val="0"/>
          <w:color w:val="auto"/>
          <w:sz w:val="24"/>
        </w:rPr>
      </w:pPr>
      <w:r w:rsidRPr="00312A19">
        <w:rPr>
          <w:rFonts w:cstheme="minorHAnsi"/>
          <w:b w:val="0"/>
          <w:color w:val="auto"/>
          <w:sz w:val="24"/>
        </w:rPr>
        <w:t>Physical completion date:</w:t>
      </w:r>
    </w:p>
    <w:p w:rsidR="00312A19" w:rsidRPr="00312A19" w:rsidRDefault="00312A19" w:rsidP="00312A19">
      <w:pPr>
        <w:pStyle w:val="Heading3"/>
        <w:framePr w:hSpace="180" w:wrap="around" w:vAnchor="text" w:hAnchor="page" w:x="1389" w:y="737"/>
        <w:rPr>
          <w:rFonts w:cstheme="minorHAnsi"/>
          <w:sz w:val="26"/>
        </w:rPr>
      </w:pPr>
      <w:r w:rsidRPr="00312A19">
        <w:rPr>
          <w:rFonts w:cstheme="minorHAnsi"/>
          <w:sz w:val="26"/>
        </w:rPr>
        <w:t>CONTRACTOR INFORMATION</w:t>
      </w:r>
    </w:p>
    <w:sdt>
      <w:sdtPr>
        <w:rPr>
          <w:rFonts w:cstheme="minorHAnsi"/>
          <w:sz w:val="24"/>
        </w:rPr>
        <w:id w:val="-999190754"/>
        <w:placeholder>
          <w:docPart w:val="09FF985D418F4063B5E3BE7137741EB6"/>
        </w:placeholder>
        <w:showingPlcHdr/>
        <w15:appearance w15:val="hidden"/>
      </w:sdtPr>
      <w:sdtContent>
        <w:p w:rsidR="00312A19" w:rsidRPr="00312A19" w:rsidRDefault="00312A19" w:rsidP="00312A19">
          <w:pPr>
            <w:framePr w:hSpace="180" w:wrap="around" w:vAnchor="text" w:hAnchor="page" w:x="1389" w:y="737"/>
            <w:contextualSpacing/>
            <w:rPr>
              <w:rFonts w:cstheme="minorHAnsi"/>
              <w:sz w:val="24"/>
            </w:rPr>
          </w:pPr>
          <w:r w:rsidRPr="00312A19">
            <w:rPr>
              <w:rFonts w:cstheme="minorHAnsi"/>
              <w:sz w:val="24"/>
            </w:rPr>
            <w:t>[Name]</w:t>
          </w:r>
        </w:p>
      </w:sdtContent>
    </w:sdt>
    <w:sdt>
      <w:sdtPr>
        <w:rPr>
          <w:rFonts w:cstheme="minorHAnsi"/>
          <w:sz w:val="24"/>
        </w:rPr>
        <w:id w:val="-597493808"/>
        <w:placeholder>
          <w:docPart w:val="D19D4DCDEA0A4AC1AF9B66852BECC3B9"/>
        </w:placeholder>
        <w:showingPlcHdr/>
        <w15:appearance w15:val="hidden"/>
      </w:sdtPr>
      <w:sdtContent>
        <w:p w:rsidR="00312A19" w:rsidRPr="00312A19" w:rsidRDefault="00312A19" w:rsidP="00312A19">
          <w:pPr>
            <w:framePr w:hSpace="180" w:wrap="around" w:vAnchor="text" w:hAnchor="page" w:x="1389" w:y="737"/>
            <w:contextualSpacing/>
            <w:rPr>
              <w:rFonts w:cstheme="minorHAnsi"/>
              <w:sz w:val="24"/>
            </w:rPr>
          </w:pPr>
          <w:r w:rsidRPr="00312A19">
            <w:rPr>
              <w:rFonts w:cstheme="minorHAnsi"/>
              <w:sz w:val="24"/>
            </w:rPr>
            <w:t>[Company Name]</w:t>
          </w:r>
        </w:p>
      </w:sdtContent>
    </w:sdt>
    <w:p w:rsidR="00312A19" w:rsidRPr="00312A19" w:rsidRDefault="00312A19" w:rsidP="00312A19">
      <w:pPr>
        <w:framePr w:hSpace="180" w:wrap="around" w:vAnchor="text" w:hAnchor="page" w:x="1389" w:y="737"/>
        <w:contextualSpacing/>
        <w:rPr>
          <w:rFonts w:cstheme="minorHAnsi"/>
          <w:sz w:val="24"/>
        </w:rPr>
      </w:pPr>
      <w:sdt>
        <w:sdtPr>
          <w:rPr>
            <w:rFonts w:cstheme="minorHAnsi"/>
            <w:sz w:val="24"/>
          </w:rPr>
          <w:id w:val="1712542032"/>
          <w:placeholder>
            <w:docPart w:val="78A19691E68E40FE83BEF68883A28941"/>
          </w:placeholder>
          <w:showingPlcHdr/>
          <w15:appearance w15:val="hidden"/>
        </w:sdtPr>
        <w:sdtContent>
          <w:r w:rsidRPr="00312A19">
            <w:rPr>
              <w:rFonts w:cstheme="minorHAnsi"/>
              <w:sz w:val="26"/>
            </w:rPr>
            <w:t>[Street Address]</w:t>
          </w:r>
        </w:sdtContent>
      </w:sdt>
      <w:r w:rsidRPr="00312A19">
        <w:rPr>
          <w:rFonts w:cstheme="minorHAnsi"/>
          <w:sz w:val="24"/>
        </w:rPr>
        <w:t xml:space="preserve"> </w:t>
      </w:r>
      <w:sdt>
        <w:sdtPr>
          <w:rPr>
            <w:rFonts w:cstheme="minorHAnsi"/>
            <w:sz w:val="24"/>
          </w:rPr>
          <w:id w:val="-808014887"/>
          <w:placeholder>
            <w:docPart w:val="4088C59E30E9411997EBFA4D73206C4B"/>
          </w:placeholder>
          <w:showingPlcHdr/>
          <w15:appearance w15:val="hidden"/>
        </w:sdtPr>
        <w:sdtContent>
          <w:r w:rsidRPr="00312A19">
            <w:rPr>
              <w:rFonts w:cstheme="minorHAnsi"/>
              <w:sz w:val="24"/>
            </w:rPr>
            <w:t>[City, ST  ZIP Code]</w:t>
          </w:r>
        </w:sdtContent>
      </w:sdt>
      <w:r w:rsidRPr="00312A19">
        <w:rPr>
          <w:rFonts w:cstheme="minorHAnsi"/>
          <w:sz w:val="24"/>
        </w:rPr>
        <w:t xml:space="preserve"> Phone </w:t>
      </w:r>
      <w:sdt>
        <w:sdtPr>
          <w:rPr>
            <w:rFonts w:cstheme="minorHAnsi"/>
            <w:sz w:val="24"/>
          </w:rPr>
          <w:id w:val="149113088"/>
          <w:placeholder>
            <w:docPart w:val="73EFCD1A1028439C932CB337C22F7090"/>
          </w:placeholder>
          <w:showingPlcHdr/>
          <w15:appearance w15:val="hidden"/>
        </w:sdtPr>
        <w:sdtContent>
          <w:r w:rsidRPr="00312A19">
            <w:rPr>
              <w:rFonts w:cstheme="minorHAnsi"/>
              <w:sz w:val="26"/>
            </w:rPr>
            <w:t>[phone]</w:t>
          </w:r>
        </w:sdtContent>
      </w:sdt>
      <w:r w:rsidRPr="00312A19">
        <w:rPr>
          <w:rFonts w:cstheme="minorHAnsi"/>
          <w:sz w:val="24"/>
        </w:rPr>
        <w:t xml:space="preserve"> </w:t>
      </w:r>
      <w:sdt>
        <w:sdtPr>
          <w:rPr>
            <w:rFonts w:cstheme="minorHAnsi"/>
            <w:sz w:val="24"/>
          </w:rPr>
          <w:id w:val="-652207094"/>
          <w:placeholder>
            <w:docPart w:val="97DE718472F848D1B00408A5301B0DCD"/>
          </w:placeholder>
          <w:showingPlcHdr/>
          <w15:appearance w15:val="hidden"/>
        </w:sdtPr>
        <w:sdtContent>
          <w:r w:rsidRPr="00312A19">
            <w:rPr>
              <w:rFonts w:cstheme="minorHAnsi"/>
              <w:sz w:val="24"/>
            </w:rPr>
            <w:t>[email]</w:t>
          </w:r>
        </w:sdtContent>
      </w:sdt>
    </w:p>
    <w:p w:rsidR="00312A19" w:rsidRPr="00312A19" w:rsidRDefault="00312A19" w:rsidP="00312A19">
      <w:pPr>
        <w:pStyle w:val="Heading3"/>
        <w:rPr>
          <w:rFonts w:cstheme="minorHAnsi"/>
          <w:b w:val="0"/>
          <w:color w:val="auto"/>
          <w:sz w:val="24"/>
        </w:rPr>
      </w:pPr>
      <w:r w:rsidRPr="00312A19">
        <w:rPr>
          <w:rFonts w:cstheme="minorHAnsi"/>
          <w:b w:val="0"/>
          <w:color w:val="auto"/>
          <w:sz w:val="24"/>
        </w:rPr>
        <w:t>Completion date:</w:t>
      </w:r>
    </w:p>
    <w:p w:rsidR="00312A19" w:rsidRDefault="00312A19" w:rsidP="00312A19">
      <w:pPr>
        <w:pStyle w:val="Heading3"/>
        <w:rPr>
          <w:rFonts w:cstheme="minorHAnsi"/>
          <w:b w:val="0"/>
          <w:color w:val="auto"/>
        </w:rPr>
      </w:pPr>
    </w:p>
    <w:p w:rsidR="00312A19" w:rsidRDefault="00312A19" w:rsidP="00312A19">
      <w:pPr>
        <w:pStyle w:val="Heading3"/>
        <w:rPr>
          <w:rFonts w:cstheme="minorHAnsi"/>
          <w:b w:val="0"/>
          <w:color w:val="auto"/>
        </w:rPr>
      </w:pPr>
    </w:p>
    <w:p w:rsidR="00312A19" w:rsidRDefault="00312A19" w:rsidP="00312A19">
      <w:pPr>
        <w:pStyle w:val="Heading3"/>
        <w:rPr>
          <w:rFonts w:cstheme="minorHAnsi"/>
          <w:b w:val="0"/>
          <w:color w:val="auto"/>
        </w:rPr>
      </w:pPr>
    </w:p>
    <w:sdt>
      <w:sdtPr>
        <w:rPr>
          <w:sz w:val="24"/>
        </w:rPr>
        <w:id w:val="19890597"/>
        <w:placeholder>
          <w:docPart w:val="5B9CD111C78C46569BCF44627CE383C7"/>
        </w:placeholder>
        <w:temporary/>
        <w:showingPlcHdr/>
        <w15:appearance w15:val="hidden"/>
      </w:sdtPr>
      <w:sdtContent>
        <w:p w:rsidR="00312A19" w:rsidRPr="00312A19" w:rsidRDefault="00312A19" w:rsidP="00312A19">
          <w:pPr>
            <w:framePr w:w="9211" w:hSpace="180" w:wrap="around" w:vAnchor="text" w:hAnchor="page" w:x="1366" w:y="2344"/>
            <w:spacing w:before="320"/>
            <w:rPr>
              <w:sz w:val="24"/>
            </w:rPr>
          </w:pPr>
          <w:r w:rsidRPr="00312A19">
            <w:rPr>
              <w:sz w:val="24"/>
            </w:rPr>
            <w:t>[Type the closing]</w:t>
          </w:r>
        </w:p>
      </w:sdtContent>
    </w:sdt>
    <w:p w:rsidR="00312A19" w:rsidRPr="00312A19" w:rsidRDefault="00312A19" w:rsidP="00312A19">
      <w:pPr>
        <w:framePr w:w="9211" w:hSpace="180" w:wrap="around" w:vAnchor="text" w:hAnchor="page" w:x="1366" w:y="2344"/>
        <w:spacing w:after="120"/>
        <w:rPr>
          <w:b/>
          <w:spacing w:val="20"/>
          <w:sz w:val="24"/>
        </w:rPr>
      </w:pPr>
      <w:r w:rsidRPr="00312A19">
        <w:rPr>
          <w:b/>
          <w:spacing w:val="20"/>
          <w:sz w:val="24"/>
        </w:rPr>
        <w:t xml:space="preserve">Your Name Here, </w:t>
      </w:r>
    </w:p>
    <w:p w:rsidR="00312A19" w:rsidRPr="00312A19" w:rsidRDefault="00312A19" w:rsidP="00312A19">
      <w:pPr>
        <w:pStyle w:val="Heading3"/>
        <w:rPr>
          <w:rFonts w:cstheme="minorHAnsi"/>
          <w:b w:val="0"/>
          <w:color w:val="auto"/>
          <w:sz w:val="24"/>
        </w:rPr>
      </w:pPr>
      <w:r w:rsidRPr="00312A1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6D76E" wp14:editId="18235527">
                <wp:simplePos x="0" y="0"/>
                <wp:positionH relativeFrom="column">
                  <wp:posOffset>-101600</wp:posOffset>
                </wp:positionH>
                <wp:positionV relativeFrom="paragraph">
                  <wp:posOffset>287655</wp:posOffset>
                </wp:positionV>
                <wp:extent cx="6233795" cy="7882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3795" cy="78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2A19" w:rsidRPr="00312A19" w:rsidRDefault="00312A19" w:rsidP="00312A19">
                            <w:pPr>
                              <w:rPr>
                                <w:sz w:val="24"/>
                              </w:rPr>
                            </w:pPr>
                          </w:p>
                          <w:tbl>
                            <w:tblPr>
                              <w:tblW w:w="5188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129"/>
                              <w:gridCol w:w="4763"/>
                            </w:tblGrid>
                            <w:tr w:rsidR="00312A19" w:rsidRPr="00312A19" w:rsidTr="00FB4D41">
                              <w:tc>
                                <w:tcPr>
                                  <w:tcW w:w="5043" w:type="dxa"/>
                                </w:tcPr>
                                <w:p w:rsidR="00312A19" w:rsidRPr="00312A19" w:rsidRDefault="00312A19" w:rsidP="00FB4D41">
                                  <w:pPr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312A19">
                                    <w:rPr>
                                      <w:rFonts w:cstheme="minorHAnsi"/>
                                      <w:sz w:val="24"/>
                                    </w:rPr>
                                    <w:t>Certified by</w:t>
                                  </w:r>
                                </w:p>
                                <w:p w:rsidR="00312A19" w:rsidRPr="00312A19" w:rsidRDefault="00312A19" w:rsidP="00FB4D41">
                                  <w:pPr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312A19">
                                    <w:rPr>
                                      <w:rFonts w:cstheme="minorHAnsi"/>
                                      <w:sz w:val="24"/>
                                    </w:rPr>
                                    <w:t>[INCLUDE STAMP]</w:t>
                                  </w:r>
                                </w:p>
                              </w:tc>
                              <w:tc>
                                <w:tcPr>
                                  <w:tcW w:w="4683" w:type="dxa"/>
                                </w:tcPr>
                                <w:p w:rsidR="00312A19" w:rsidRPr="00312A19" w:rsidRDefault="00312A19" w:rsidP="00FB4D41">
                                  <w:pPr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312A19">
                                    <w:rPr>
                                      <w:rFonts w:cstheme="minorHAnsi"/>
                                      <w:sz w:val="24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312A19" w:rsidRPr="00312A19" w:rsidRDefault="00312A19" w:rsidP="00312A1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26D7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pt;margin-top:22.65pt;width:490.85pt;height:62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" filled="f" stroked="f" strokeweight=".5pt">
                <v:textbox>
                  <w:txbxContent>
                    <w:p w:rsidR="00312A19" w:rsidRPr="00312A19" w:rsidRDefault="00312A19" w:rsidP="00312A19">
                      <w:pPr>
                        <w:rPr>
                          <w:sz w:val="24"/>
                        </w:rPr>
                      </w:pPr>
                    </w:p>
                    <w:tbl>
                      <w:tblPr>
                        <w:tblW w:w="5188" w:type="pct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129"/>
                        <w:gridCol w:w="4763"/>
                      </w:tblGrid>
                      <w:tr w:rsidR="00312A19" w:rsidRPr="00312A19" w:rsidTr="00FB4D41">
                        <w:tc>
                          <w:tcPr>
                            <w:tcW w:w="5043" w:type="dxa"/>
                          </w:tcPr>
                          <w:p w:rsidR="00312A19" w:rsidRPr="00312A19" w:rsidRDefault="00312A19" w:rsidP="00FB4D41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312A19">
                              <w:rPr>
                                <w:rFonts w:cstheme="minorHAnsi"/>
                                <w:sz w:val="24"/>
                              </w:rPr>
                              <w:t>Certified by</w:t>
                            </w:r>
                          </w:p>
                          <w:p w:rsidR="00312A19" w:rsidRPr="00312A19" w:rsidRDefault="00312A19" w:rsidP="00FB4D41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312A19">
                              <w:rPr>
                                <w:rFonts w:cstheme="minorHAnsi"/>
                                <w:sz w:val="24"/>
                              </w:rPr>
                              <w:t>[INCLUDE STAMP]</w:t>
                            </w:r>
                          </w:p>
                        </w:tc>
                        <w:tc>
                          <w:tcPr>
                            <w:tcW w:w="4683" w:type="dxa"/>
                          </w:tcPr>
                          <w:p w:rsidR="00312A19" w:rsidRPr="00312A19" w:rsidRDefault="00312A19" w:rsidP="00FB4D41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312A19">
                              <w:rPr>
                                <w:rFonts w:cstheme="minorHAnsi"/>
                                <w:sz w:val="24"/>
                              </w:rPr>
                              <w:t>Date</w:t>
                            </w:r>
                          </w:p>
                        </w:tc>
                      </w:tr>
                    </w:tbl>
                    <w:p w:rsidR="00312A19" w:rsidRPr="00312A19" w:rsidRDefault="00312A19" w:rsidP="00312A1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2A19">
        <w:rPr>
          <w:sz w:val="24"/>
        </w:rPr>
        <w:t>Sender Title, Company</w:t>
      </w:r>
    </w:p>
    <w:sectPr w:rsidR="00312A19" w:rsidRPr="00312A19" w:rsidSect="005A1B10">
      <w:footerReference w:type="default" r:id="rId7"/>
      <w:headerReference w:type="first" r:id="rId8"/>
      <w:footerReference w:type="first" r:id="rId9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EFE" w:rsidRDefault="008F6EFE" w:rsidP="0068194B">
      <w:r>
        <w:separator/>
      </w:r>
    </w:p>
    <w:p w:rsidR="008F6EFE" w:rsidRDefault="008F6EFE"/>
    <w:p w:rsidR="008F6EFE" w:rsidRDefault="008F6EFE"/>
  </w:endnote>
  <w:endnote w:type="continuationSeparator" w:id="0">
    <w:p w:rsidR="008F6EFE" w:rsidRDefault="008F6EFE" w:rsidP="0068194B">
      <w:r>
        <w:continuationSeparator/>
      </w:r>
    </w:p>
    <w:p w:rsidR="008F6EFE" w:rsidRDefault="008F6EFE"/>
    <w:p w:rsidR="008F6EFE" w:rsidRDefault="008F6E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ED2" w:rsidRDefault="002D1ED2" w:rsidP="002D1ED2">
    <w:pPr>
      <w:pStyle w:val="Footer"/>
      <w:jc w:val="left"/>
    </w:pPr>
    <w:r>
      <w:t>wordexceltemplates.com</w:t>
    </w:r>
  </w:p>
  <w:p w:rsidR="002D1ED2" w:rsidRDefault="002D1E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EFE" w:rsidRDefault="008F6EFE" w:rsidP="0068194B">
      <w:r>
        <w:separator/>
      </w:r>
    </w:p>
    <w:p w:rsidR="008F6EFE" w:rsidRDefault="008F6EFE"/>
    <w:p w:rsidR="008F6EFE" w:rsidRDefault="008F6EFE"/>
  </w:footnote>
  <w:footnote w:type="continuationSeparator" w:id="0">
    <w:p w:rsidR="008F6EFE" w:rsidRDefault="008F6EFE" w:rsidP="0068194B">
      <w:r>
        <w:continuationSeparator/>
      </w:r>
    </w:p>
    <w:p w:rsidR="008F6EFE" w:rsidRDefault="008F6EFE"/>
    <w:p w:rsidR="008F6EFE" w:rsidRDefault="008F6E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DD98AC" wp14:editId="1636F998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 descr="Header dividing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2C513823" id="Straight Connector 5" o:spid="_x0000_s1026" alt="Header dividing line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19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1ED2"/>
    <w:rsid w:val="002D23C5"/>
    <w:rsid w:val="002D6137"/>
    <w:rsid w:val="002E7E61"/>
    <w:rsid w:val="002F05E5"/>
    <w:rsid w:val="002F254D"/>
    <w:rsid w:val="002F30E4"/>
    <w:rsid w:val="00307140"/>
    <w:rsid w:val="00312A19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8F6EFE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703CF"/>
  <w15:chartTrackingRefBased/>
  <w15:docId w15:val="{E30ECEEE-9319-4157-8017-E68A5D43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paragraph" w:customStyle="1" w:styleId="Address">
    <w:name w:val="Address"/>
    <w:basedOn w:val="Normal"/>
    <w:uiPriority w:val="3"/>
    <w:qFormat/>
    <w:rsid w:val="00312A19"/>
    <w:pPr>
      <w:spacing w:before="160" w:after="600"/>
      <w:ind w:right="3024"/>
      <w:contextualSpacing/>
    </w:pPr>
    <w:rPr>
      <w:caps/>
      <w:spacing w:val="28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hronological%20Resume%20(Modern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1FF751E75148C09C96C826ADABD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3D6AB-6184-42CE-BAAE-96A0E656E3C2}"/>
      </w:docPartPr>
      <w:docPartBody>
        <w:p w:rsidR="00000000" w:rsidRDefault="00CC7D84">
          <w:pPr>
            <w:pStyle w:val="341FF751E75148C09C96C826ADABD801"/>
          </w:pPr>
          <w:r w:rsidRPr="00CF1A49">
            <w:t>Address</w:t>
          </w:r>
        </w:p>
      </w:docPartBody>
    </w:docPart>
    <w:docPart>
      <w:docPartPr>
        <w:name w:val="9A8C4045DA7649FC8EE27CB09BB11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C5BCE-7EB5-4D47-838D-4003D23E486B}"/>
      </w:docPartPr>
      <w:docPartBody>
        <w:p w:rsidR="00000000" w:rsidRDefault="00CC7D84">
          <w:pPr>
            <w:pStyle w:val="9A8C4045DA7649FC8EE27CB09BB110D8"/>
          </w:pPr>
          <w:r w:rsidRPr="00CF1A49">
            <w:t>·</w:t>
          </w:r>
        </w:p>
      </w:docPartBody>
    </w:docPart>
    <w:docPart>
      <w:docPartPr>
        <w:name w:val="3C7CCDD6121F48348A7E76A39CE14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C8396-9F7B-43BE-94CA-798CE0887027}"/>
      </w:docPartPr>
      <w:docPartBody>
        <w:p w:rsidR="00000000" w:rsidRDefault="00CC7D84">
          <w:pPr>
            <w:pStyle w:val="3C7CCDD6121F48348A7E76A39CE14A6C"/>
          </w:pPr>
          <w:r w:rsidRPr="00CF1A49">
            <w:t>Phone</w:t>
          </w:r>
        </w:p>
      </w:docPartBody>
    </w:docPart>
    <w:docPart>
      <w:docPartPr>
        <w:name w:val="CFC6DC53B8DB4E1C83ED1A6B72327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5538B-15C0-4461-B291-14D33EF41D2A}"/>
      </w:docPartPr>
      <w:docPartBody>
        <w:p w:rsidR="00000000" w:rsidRDefault="00CC7D84">
          <w:pPr>
            <w:pStyle w:val="CFC6DC53B8DB4E1C83ED1A6B72327DCE"/>
          </w:pPr>
          <w:r w:rsidRPr="00CF1A49">
            <w:t>Email</w:t>
          </w:r>
        </w:p>
      </w:docPartBody>
    </w:docPart>
    <w:docPart>
      <w:docPartPr>
        <w:name w:val="1FCE28C4FE334F949260148FB4FB7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CF5CE-2CD5-4375-9BCA-BD68D6E0EA85}"/>
      </w:docPartPr>
      <w:docPartBody>
        <w:p w:rsidR="00000000" w:rsidRDefault="00CC7D84">
          <w:pPr>
            <w:pStyle w:val="1FCE28C4FE334F949260148FB4FB7A67"/>
          </w:pPr>
          <w:r w:rsidRPr="00CF1A49">
            <w:t>·</w:t>
          </w:r>
        </w:p>
      </w:docPartBody>
    </w:docPart>
    <w:docPart>
      <w:docPartPr>
        <w:name w:val="501F9B5A89A8459A8A82F2E253E4B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C8E30-8CB4-4E4A-82B5-A7948C29F21B}"/>
      </w:docPartPr>
      <w:docPartBody>
        <w:p w:rsidR="00000000" w:rsidRDefault="00CC7D84">
          <w:pPr>
            <w:pStyle w:val="501F9B5A89A8459A8A82F2E253E4BAE2"/>
          </w:pPr>
          <w:r w:rsidRPr="00CF1A49">
            <w:t>·</w:t>
          </w:r>
        </w:p>
      </w:docPartBody>
    </w:docPart>
    <w:docPart>
      <w:docPartPr>
        <w:name w:val="09FF985D418F4063B5E3BE7137741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17049-E2A7-4868-8F24-1EFA80323D30}"/>
      </w:docPartPr>
      <w:docPartBody>
        <w:p w:rsidR="00000000" w:rsidRDefault="00ED01FC" w:rsidP="00ED01FC">
          <w:pPr>
            <w:pStyle w:val="09FF985D418F4063B5E3BE7137741EB6"/>
          </w:pPr>
          <w:r>
            <w:t>[Name]</w:t>
          </w:r>
        </w:p>
      </w:docPartBody>
    </w:docPart>
    <w:docPart>
      <w:docPartPr>
        <w:name w:val="D19D4DCDEA0A4AC1AF9B66852BECC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47EAF-A2CD-4D75-A232-AAF35FAD9291}"/>
      </w:docPartPr>
      <w:docPartBody>
        <w:p w:rsidR="00000000" w:rsidRDefault="00ED01FC" w:rsidP="00ED01FC">
          <w:pPr>
            <w:pStyle w:val="D19D4DCDEA0A4AC1AF9B66852BECC3B9"/>
          </w:pPr>
          <w:r>
            <w:t>[Company Name]</w:t>
          </w:r>
        </w:p>
      </w:docPartBody>
    </w:docPart>
    <w:docPart>
      <w:docPartPr>
        <w:name w:val="78A19691E68E40FE83BEF68883A28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41598-B1EE-4E54-940C-84E37D8A723A}"/>
      </w:docPartPr>
      <w:docPartBody>
        <w:p w:rsidR="00000000" w:rsidRDefault="00ED01FC" w:rsidP="00ED01FC">
          <w:pPr>
            <w:pStyle w:val="78A19691E68E40FE83BEF68883A28941"/>
          </w:pPr>
          <w:r>
            <w:t>[Street Address]</w:t>
          </w:r>
        </w:p>
      </w:docPartBody>
    </w:docPart>
    <w:docPart>
      <w:docPartPr>
        <w:name w:val="4088C59E30E9411997EBFA4D73206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2383C-D2BE-4472-A2FC-257A2B59C042}"/>
      </w:docPartPr>
      <w:docPartBody>
        <w:p w:rsidR="00000000" w:rsidRDefault="00ED01FC" w:rsidP="00ED01FC">
          <w:pPr>
            <w:pStyle w:val="4088C59E30E9411997EBFA4D73206C4B"/>
          </w:pPr>
          <w:r>
            <w:t>[City, ST  ZIP Code]</w:t>
          </w:r>
        </w:p>
      </w:docPartBody>
    </w:docPart>
    <w:docPart>
      <w:docPartPr>
        <w:name w:val="73EFCD1A1028439C932CB337C22F7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4A71B-245A-4556-B7A6-463F524C9C86}"/>
      </w:docPartPr>
      <w:docPartBody>
        <w:p w:rsidR="00000000" w:rsidRDefault="00ED01FC" w:rsidP="00ED01FC">
          <w:pPr>
            <w:pStyle w:val="73EFCD1A1028439C932CB337C22F7090"/>
          </w:pPr>
          <w:r>
            <w:t>[phone]</w:t>
          </w:r>
        </w:p>
      </w:docPartBody>
    </w:docPart>
    <w:docPart>
      <w:docPartPr>
        <w:name w:val="97DE718472F848D1B00408A5301B0D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DDDFC-C5C8-4392-8D75-8CA255ABC598}"/>
      </w:docPartPr>
      <w:docPartBody>
        <w:p w:rsidR="00000000" w:rsidRDefault="00ED01FC" w:rsidP="00ED01FC">
          <w:pPr>
            <w:pStyle w:val="97DE718472F848D1B00408A5301B0DCD"/>
          </w:pPr>
          <w:r>
            <w:rPr>
              <w:rStyle w:val="PlaceholderText"/>
            </w:rPr>
            <w:t>[email]</w:t>
          </w:r>
        </w:p>
      </w:docPartBody>
    </w:docPart>
    <w:docPart>
      <w:docPartPr>
        <w:name w:val="5B9CD111C78C46569BCF44627CE38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A5D57-9B26-4052-BE11-E509E1891F91}"/>
      </w:docPartPr>
      <w:docPartBody>
        <w:p w:rsidR="00000000" w:rsidRDefault="00ED01FC" w:rsidP="00ED01FC">
          <w:pPr>
            <w:pStyle w:val="5B9CD111C78C46569BCF44627CE383C7"/>
          </w:pPr>
          <w:r>
            <w:t>[Type the closing]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1FC"/>
    <w:rsid w:val="00CC7D84"/>
    <w:rsid w:val="00ED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69109CB3A8439D9525F1E688DDC3C5">
    <w:name w:val="A869109CB3A8439D9525F1E688DDC3C5"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710CE0B8ECC94D1E96FA5A81D2EC63DE">
    <w:name w:val="710CE0B8ECC94D1E96FA5A81D2EC63DE"/>
  </w:style>
  <w:style w:type="paragraph" w:customStyle="1" w:styleId="341FF751E75148C09C96C826ADABD801">
    <w:name w:val="341FF751E75148C09C96C826ADABD801"/>
  </w:style>
  <w:style w:type="paragraph" w:customStyle="1" w:styleId="9A8C4045DA7649FC8EE27CB09BB110D8">
    <w:name w:val="9A8C4045DA7649FC8EE27CB09BB110D8"/>
  </w:style>
  <w:style w:type="paragraph" w:customStyle="1" w:styleId="3C7CCDD6121F48348A7E76A39CE14A6C">
    <w:name w:val="3C7CCDD6121F48348A7E76A39CE14A6C"/>
  </w:style>
  <w:style w:type="paragraph" w:customStyle="1" w:styleId="CFC6DC53B8DB4E1C83ED1A6B72327DCE">
    <w:name w:val="CFC6DC53B8DB4E1C83ED1A6B72327DCE"/>
  </w:style>
  <w:style w:type="paragraph" w:customStyle="1" w:styleId="1FCE28C4FE334F949260148FB4FB7A67">
    <w:name w:val="1FCE28C4FE334F949260148FB4FB7A67"/>
  </w:style>
  <w:style w:type="paragraph" w:customStyle="1" w:styleId="D4D811E9E49E43C49CB13ADFC041E6A2">
    <w:name w:val="D4D811E9E49E43C49CB13ADFC041E6A2"/>
  </w:style>
  <w:style w:type="paragraph" w:customStyle="1" w:styleId="501F9B5A89A8459A8A82F2E253E4BAE2">
    <w:name w:val="501F9B5A89A8459A8A82F2E253E4BAE2"/>
  </w:style>
  <w:style w:type="paragraph" w:customStyle="1" w:styleId="2E8AF09CD79B4EC1A85E01BBB75F1F86">
    <w:name w:val="2E8AF09CD79B4EC1A85E01BBB75F1F86"/>
  </w:style>
  <w:style w:type="paragraph" w:customStyle="1" w:styleId="E615DE74F4284BC49324E19F99D4BEE7">
    <w:name w:val="E615DE74F4284BC49324E19F99D4BEE7"/>
  </w:style>
  <w:style w:type="paragraph" w:customStyle="1" w:styleId="09BEBEB978F74B0AB4B50D3EFAD29A63">
    <w:name w:val="09BEBEB978F74B0AB4B50D3EFAD29A63"/>
  </w:style>
  <w:style w:type="paragraph" w:customStyle="1" w:styleId="118A4888B390405BB671CA14D71C34AC">
    <w:name w:val="118A4888B390405BB671CA14D71C34AC"/>
  </w:style>
  <w:style w:type="paragraph" w:customStyle="1" w:styleId="12BDF5F9CDD041FF9D9719EDF714B037">
    <w:name w:val="12BDF5F9CDD041FF9D9719EDF714B037"/>
  </w:style>
  <w:style w:type="paragraph" w:customStyle="1" w:styleId="A71E42CFEA0D44CF80BEDD14FE4B391D">
    <w:name w:val="A71E42CFEA0D44CF80BEDD14FE4B391D"/>
  </w:style>
  <w:style w:type="character" w:styleId="SubtleReference">
    <w:name w:val="Subtle Reference"/>
    <w:basedOn w:val="DefaultParagraphFont"/>
    <w:uiPriority w:val="10"/>
    <w:qFormat/>
    <w:rPr>
      <w:b/>
      <w:caps w:val="0"/>
      <w:smallCaps/>
      <w:color w:val="595959" w:themeColor="text1" w:themeTint="A6"/>
    </w:rPr>
  </w:style>
  <w:style w:type="paragraph" w:customStyle="1" w:styleId="9D407EF1F6DF46F48E6955D38BD84662">
    <w:name w:val="9D407EF1F6DF46F48E6955D38BD84662"/>
  </w:style>
  <w:style w:type="paragraph" w:customStyle="1" w:styleId="2C79F106B92F4EF7A208D9BFE64ED05A">
    <w:name w:val="2C79F106B92F4EF7A208D9BFE64ED05A"/>
  </w:style>
  <w:style w:type="paragraph" w:customStyle="1" w:styleId="224B15E73A6C4D3F89FE7F75FFC79813">
    <w:name w:val="224B15E73A6C4D3F89FE7F75FFC79813"/>
  </w:style>
  <w:style w:type="paragraph" w:customStyle="1" w:styleId="D991B6B8B0AF45678ABFAE46D27D8004">
    <w:name w:val="D991B6B8B0AF45678ABFAE46D27D8004"/>
  </w:style>
  <w:style w:type="paragraph" w:customStyle="1" w:styleId="807EE72FCFAD4503B900918C5C617D4B">
    <w:name w:val="807EE72FCFAD4503B900918C5C617D4B"/>
  </w:style>
  <w:style w:type="paragraph" w:customStyle="1" w:styleId="2F706130FD2A4F38BC3C231F7F6EA785">
    <w:name w:val="2F706130FD2A4F38BC3C231F7F6EA785"/>
  </w:style>
  <w:style w:type="paragraph" w:customStyle="1" w:styleId="928F10A8B5134771805CE43A9F4B5AF2">
    <w:name w:val="928F10A8B5134771805CE43A9F4B5AF2"/>
  </w:style>
  <w:style w:type="paragraph" w:customStyle="1" w:styleId="E8A412AAFC814333B5FDD7DB82403DDD">
    <w:name w:val="E8A412AAFC814333B5FDD7DB82403DDD"/>
  </w:style>
  <w:style w:type="paragraph" w:customStyle="1" w:styleId="7398F95E734D47779EE68AF0FF9560A3">
    <w:name w:val="7398F95E734D47779EE68AF0FF9560A3"/>
  </w:style>
  <w:style w:type="paragraph" w:customStyle="1" w:styleId="3526A8DA14B24C61A2B5444FDDC70467">
    <w:name w:val="3526A8DA14B24C61A2B5444FDDC70467"/>
  </w:style>
  <w:style w:type="paragraph" w:customStyle="1" w:styleId="C2F90AEEAA2D4E148C266905EF00A95B">
    <w:name w:val="C2F90AEEAA2D4E148C266905EF00A95B"/>
  </w:style>
  <w:style w:type="paragraph" w:customStyle="1" w:styleId="17477D61B7C24B579AE96EA9C9C27E1C">
    <w:name w:val="17477D61B7C24B579AE96EA9C9C27E1C"/>
  </w:style>
  <w:style w:type="paragraph" w:customStyle="1" w:styleId="0FD234B7CAA7430B8FEF48334A38BF4F">
    <w:name w:val="0FD234B7CAA7430B8FEF48334A38BF4F"/>
  </w:style>
  <w:style w:type="paragraph" w:customStyle="1" w:styleId="24BC344F2E764E2393E141DCB1EF6544">
    <w:name w:val="24BC344F2E764E2393E141DCB1EF6544"/>
  </w:style>
  <w:style w:type="paragraph" w:customStyle="1" w:styleId="C082D274D53C4E94A857B23FD2F27952">
    <w:name w:val="C082D274D53C4E94A857B23FD2F27952"/>
  </w:style>
  <w:style w:type="paragraph" w:customStyle="1" w:styleId="B19B89EF7DFE4EE388C8668698F7125C">
    <w:name w:val="B19B89EF7DFE4EE388C8668698F7125C"/>
  </w:style>
  <w:style w:type="paragraph" w:customStyle="1" w:styleId="5091D1B694454EE3997132E33C5AC8A9">
    <w:name w:val="5091D1B694454EE3997132E33C5AC8A9"/>
  </w:style>
  <w:style w:type="paragraph" w:customStyle="1" w:styleId="A463108111804BEEA44888EA09EAFE53">
    <w:name w:val="A463108111804BEEA44888EA09EAFE53"/>
  </w:style>
  <w:style w:type="paragraph" w:customStyle="1" w:styleId="4AED1503EC8D49078A92D53351B55808">
    <w:name w:val="4AED1503EC8D49078A92D53351B55808"/>
  </w:style>
  <w:style w:type="paragraph" w:customStyle="1" w:styleId="223B127BDB394FB5886AE679340EC517">
    <w:name w:val="223B127BDB394FB5886AE679340EC517"/>
  </w:style>
  <w:style w:type="paragraph" w:customStyle="1" w:styleId="EE05478D9C654C0293B4BECEBCF61521">
    <w:name w:val="EE05478D9C654C0293B4BECEBCF61521"/>
  </w:style>
  <w:style w:type="paragraph" w:customStyle="1" w:styleId="77F82E342B52480CAA12C9CAF81B0855">
    <w:name w:val="77F82E342B52480CAA12C9CAF81B0855"/>
  </w:style>
  <w:style w:type="paragraph" w:customStyle="1" w:styleId="BC9A13A206DD4875896FAD3984EE2A13">
    <w:name w:val="BC9A13A206DD4875896FAD3984EE2A13"/>
  </w:style>
  <w:style w:type="paragraph" w:customStyle="1" w:styleId="71B4FF3F31C148F19A1B0147CA3BE67D">
    <w:name w:val="71B4FF3F31C148F19A1B0147CA3BE67D"/>
  </w:style>
  <w:style w:type="paragraph" w:customStyle="1" w:styleId="EF97F22828804C0393FC29F352BFCC7A">
    <w:name w:val="EF97F22828804C0393FC29F352BFCC7A"/>
  </w:style>
  <w:style w:type="paragraph" w:customStyle="1" w:styleId="4BFE1EAD4A384AC59A9E81F7B701C389">
    <w:name w:val="4BFE1EAD4A384AC59A9E81F7B701C389"/>
  </w:style>
  <w:style w:type="paragraph" w:customStyle="1" w:styleId="95B16D8F98424B24B165DDAC559159C0">
    <w:name w:val="95B16D8F98424B24B165DDAC559159C0"/>
    <w:rsid w:val="00ED01FC"/>
  </w:style>
  <w:style w:type="paragraph" w:customStyle="1" w:styleId="87F3CECE829D4C57905ADC16127CD7C8">
    <w:name w:val="87F3CECE829D4C57905ADC16127CD7C8"/>
    <w:rsid w:val="00ED01FC"/>
  </w:style>
  <w:style w:type="paragraph" w:customStyle="1" w:styleId="FE51439644F84813A2767A7BD71889C7">
    <w:name w:val="FE51439644F84813A2767A7BD71889C7"/>
    <w:rsid w:val="00ED01FC"/>
  </w:style>
  <w:style w:type="paragraph" w:customStyle="1" w:styleId="E8EE0D7C92C24BECBD4B8E210EC15EC0">
    <w:name w:val="E8EE0D7C92C24BECBD4B8E210EC15EC0"/>
    <w:rsid w:val="00ED01FC"/>
  </w:style>
  <w:style w:type="paragraph" w:customStyle="1" w:styleId="D5A962C0448448BD8BE727DFA59C07DC">
    <w:name w:val="D5A962C0448448BD8BE727DFA59C07DC"/>
    <w:rsid w:val="00ED01FC"/>
  </w:style>
  <w:style w:type="character" w:styleId="PlaceholderText">
    <w:name w:val="Placeholder Text"/>
    <w:basedOn w:val="DefaultParagraphFont"/>
    <w:uiPriority w:val="99"/>
    <w:semiHidden/>
    <w:rsid w:val="00ED01FC"/>
    <w:rPr>
      <w:color w:val="808080"/>
    </w:rPr>
  </w:style>
  <w:style w:type="paragraph" w:customStyle="1" w:styleId="675BFEE5C29F4EF5A4F01A45989740FF">
    <w:name w:val="675BFEE5C29F4EF5A4F01A45989740FF"/>
    <w:rsid w:val="00ED01FC"/>
  </w:style>
  <w:style w:type="paragraph" w:customStyle="1" w:styleId="8632A368CDBE4DCD85A3AD4732914FAC">
    <w:name w:val="8632A368CDBE4DCD85A3AD4732914FAC"/>
    <w:rsid w:val="00ED01FC"/>
  </w:style>
  <w:style w:type="paragraph" w:customStyle="1" w:styleId="09FF985D418F4063B5E3BE7137741EB6">
    <w:name w:val="09FF985D418F4063B5E3BE7137741EB6"/>
    <w:rsid w:val="00ED01FC"/>
  </w:style>
  <w:style w:type="paragraph" w:customStyle="1" w:styleId="D19D4DCDEA0A4AC1AF9B66852BECC3B9">
    <w:name w:val="D19D4DCDEA0A4AC1AF9B66852BECC3B9"/>
    <w:rsid w:val="00ED01FC"/>
  </w:style>
  <w:style w:type="paragraph" w:customStyle="1" w:styleId="78A19691E68E40FE83BEF68883A28941">
    <w:name w:val="78A19691E68E40FE83BEF68883A28941"/>
    <w:rsid w:val="00ED01FC"/>
  </w:style>
  <w:style w:type="paragraph" w:customStyle="1" w:styleId="4088C59E30E9411997EBFA4D73206C4B">
    <w:name w:val="4088C59E30E9411997EBFA4D73206C4B"/>
    <w:rsid w:val="00ED01FC"/>
  </w:style>
  <w:style w:type="paragraph" w:customStyle="1" w:styleId="73EFCD1A1028439C932CB337C22F7090">
    <w:name w:val="73EFCD1A1028439C932CB337C22F7090"/>
    <w:rsid w:val="00ED01FC"/>
  </w:style>
  <w:style w:type="paragraph" w:customStyle="1" w:styleId="97DE718472F848D1B00408A5301B0DCD">
    <w:name w:val="97DE718472F848D1B00408A5301B0DCD"/>
    <w:rsid w:val="00ED01FC"/>
  </w:style>
  <w:style w:type="paragraph" w:customStyle="1" w:styleId="5B9CD111C78C46569BCF44627CE383C7">
    <w:name w:val="5B9CD111C78C46569BCF44627CE383C7"/>
    <w:rsid w:val="00ED01FC"/>
  </w:style>
  <w:style w:type="paragraph" w:customStyle="1" w:styleId="AE9E10699819428F881F9E8D203D14CA">
    <w:name w:val="AE9E10699819428F881F9E8D203D14CA"/>
    <w:rsid w:val="00ED01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 (Modern design).dotx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        </vt:lpstr>
      <vt:lpstr>        PROJECT NAME</vt:lpstr>
      <vt:lpstr>        </vt:lpstr>
      <vt:lpstr>        PROJECT DESCRIPTION</vt:lpstr>
      <vt:lpstr>        Project begin date:</vt:lpstr>
      <vt:lpstr>        Substantial completion date:</vt:lpstr>
      <vt:lpstr>        Physical completion date:</vt:lpstr>
      <vt:lpstr>        CONTRACTOR INFORMATION</vt:lpstr>
      <vt:lpstr>        Completion date:</vt:lpstr>
      <vt:lpstr>        </vt:lpstr>
      <vt:lpstr>        </vt:lpstr>
      <vt:lpstr>        </vt:lpstr>
      <vt:lpstr>        /Sender Title, Company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dcterms:created xsi:type="dcterms:W3CDTF">2018-08-20T09:14:00Z</dcterms:created>
  <dcterms:modified xsi:type="dcterms:W3CDTF">2018-08-20T09:19:00Z</dcterms:modified>
  <cp:category/>
</cp:coreProperties>
</file>