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3A0" w:rsidRPr="00F85F10" w:rsidRDefault="008A408A" w:rsidP="00F85F10">
      <w:pPr>
        <w:pStyle w:val="Logo"/>
      </w:pPr>
      <w:sdt>
        <w:sdtPr>
          <w:id w:val="-206116552"/>
          <w:picture/>
        </w:sdtPr>
        <w:sdtEndPr/>
        <w:sdtContent>
          <w:r w:rsidR="00F85F10" w:rsidRPr="00F85F10">
            <w:rPr>
              <w:noProof/>
            </w:rPr>
            <w:drawing>
              <wp:inline distT="0" distB="0" distL="0" distR="0" wp14:anchorId="3D69DA8D" wp14:editId="20F21563">
                <wp:extent cx="1483360" cy="695645"/>
                <wp:effectExtent l="0" t="0" r="2540" b="9525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2851" cy="709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sdtContent>
      </w:sdt>
      <w:r w:rsidR="00F85F10" w:rsidRPr="00F85F10">
        <w:t xml:space="preserve"> </w:t>
      </w:r>
      <w:r w:rsidR="006F5536" w:rsidRPr="00F85F1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06B056" wp14:editId="190D47CA">
                <wp:simplePos x="0" y="0"/>
                <wp:positionH relativeFrom="column">
                  <wp:posOffset>6713806</wp:posOffset>
                </wp:positionH>
                <wp:positionV relativeFrom="paragraph">
                  <wp:posOffset>-5629470</wp:posOffset>
                </wp:positionV>
                <wp:extent cx="666550" cy="565346"/>
                <wp:effectExtent l="0" t="0" r="0" b="6350"/>
                <wp:wrapNone/>
                <wp:docPr id="40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550" cy="565346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1BE4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Oval 11" o:spid="_x0000_s1026" type="#_x0000_t9" style="position:absolute;margin-left:528.65pt;margin-top:-443.25pt;width:52.5pt;height:4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" adj="4580" fillcolor="#1cade4 [3204]" stroked="f" strokeweight=".5pt">
                <v:fill opacity="13107f" color2="#2683c6 [3205]" o:opacity2="13107f" angle="90" focus="100%" type="gradient"/>
                <v:stroke dashstyle="1 1"/>
              </v:shape>
            </w:pict>
          </mc:Fallback>
        </mc:AlternateContent>
      </w:r>
    </w:p>
    <w:p w:rsidR="00355687" w:rsidRDefault="00355687" w:rsidP="00355687">
      <w:pPr>
        <w:pStyle w:val="Website"/>
      </w:pPr>
      <w:r>
        <w:t>wordexceltemplates.com</w:t>
      </w:r>
    </w:p>
    <w:p w:rsidR="00355687" w:rsidRDefault="00355687" w:rsidP="00355687">
      <w:pPr>
        <w:pStyle w:val="Website"/>
      </w:pPr>
      <w:sdt>
        <w:sdtPr>
          <w:alias w:val="Enter Date:"/>
          <w:tag w:val="Enter Date:"/>
          <w:id w:val="-1455475630"/>
          <w:placeholder>
            <w:docPart w:val="B27D4F2DDF944A2BA7D1B1ADB9987BAD"/>
          </w:placeholder>
          <w:temporary/>
          <w:showingPlcHdr/>
          <w15:appearance w15:val="hidden"/>
        </w:sdtPr>
        <w:sdtContent>
          <w:r w:rsidRPr="005125BB">
            <w:rPr>
              <w:rStyle w:val="PlaceholderText"/>
              <w:color w:val="264356" w:themeColor="text2" w:themeShade="BF"/>
            </w:rPr>
            <w:t>Date</w:t>
          </w:r>
        </w:sdtContent>
      </w:sdt>
    </w:p>
    <w:p w:rsidR="00355687" w:rsidRDefault="00355687" w:rsidP="00355687">
      <w:pPr>
        <w:pStyle w:val="Website"/>
        <w:rPr>
          <w:b/>
          <w:sz w:val="40"/>
        </w:rPr>
      </w:pPr>
      <w:r w:rsidRPr="009E6C5F">
        <w:rPr>
          <w:b/>
          <w:sz w:val="40"/>
        </w:rPr>
        <w:t>To Whom It May Concern</w:t>
      </w:r>
    </w:p>
    <w:p w:rsidR="00355687" w:rsidRPr="00355687" w:rsidRDefault="00355687" w:rsidP="00355687">
      <w:pPr>
        <w:pStyle w:val="Website"/>
        <w:rPr>
          <w:sz w:val="24"/>
          <w:szCs w:val="24"/>
        </w:rPr>
      </w:pPr>
      <w:r w:rsidRPr="00355687">
        <w:rPr>
          <w:sz w:val="24"/>
          <w:szCs w:val="24"/>
        </w:rPr>
        <w:t xml:space="preserve">This is to certify that </w:t>
      </w:r>
      <w:r w:rsidRPr="00355687">
        <w:rPr>
          <w:b/>
          <w:sz w:val="24"/>
          <w:szCs w:val="24"/>
        </w:rPr>
        <w:t>Mr./Miss/Ms.</w:t>
      </w:r>
      <w:r w:rsidRPr="00355687">
        <w:rPr>
          <w:sz w:val="24"/>
          <w:szCs w:val="24"/>
        </w:rPr>
        <w:t xml:space="preserve"> (name) employee ID (number) is working with our reputed company as an (designation). He/she has been working with us since (date) and proved to be a very dedicated resource who has</w:t>
      </w:r>
      <w:r w:rsidRPr="00355687">
        <w:rPr>
          <w:sz w:val="24"/>
          <w:szCs w:val="24"/>
        </w:rPr>
        <w:t xml:space="preserve"> been very loyal to the company</w:t>
      </w:r>
    </w:p>
    <w:p w:rsidR="00355687" w:rsidRDefault="00355687" w:rsidP="00355687">
      <w:pPr>
        <w:pStyle w:val="Website"/>
        <w:rPr>
          <w:sz w:val="24"/>
          <w:szCs w:val="24"/>
        </w:rPr>
      </w:pPr>
      <w:r w:rsidRPr="00355687">
        <w:rPr>
          <w:sz w:val="24"/>
          <w:szCs w:val="24"/>
        </w:rPr>
        <w:t xml:space="preserve">We are issuing this letter on the request of </w:t>
      </w:r>
      <w:r w:rsidRPr="00355687">
        <w:rPr>
          <w:b/>
          <w:sz w:val="24"/>
          <w:szCs w:val="24"/>
        </w:rPr>
        <w:t>Mr./Miss/Ms.</w:t>
      </w:r>
      <w:r w:rsidRPr="00355687">
        <w:rPr>
          <w:sz w:val="24"/>
          <w:szCs w:val="24"/>
        </w:rPr>
        <w:t xml:space="preserve"> (name) and do not hold any liability on behalf of this letter or part of this letter on our company.</w:t>
      </w:r>
      <w:bookmarkStart w:id="0" w:name="_GoBack"/>
      <w:bookmarkEnd w:id="0"/>
    </w:p>
    <w:p w:rsidR="00355687" w:rsidRPr="00355687" w:rsidRDefault="00355687" w:rsidP="00355687">
      <w:pPr>
        <w:pStyle w:val="Website"/>
        <w:rPr>
          <w:sz w:val="24"/>
          <w:szCs w:val="24"/>
        </w:rPr>
      </w:pPr>
      <w:r>
        <w:rPr>
          <w:sz w:val="24"/>
          <w:szCs w:val="24"/>
        </w:rPr>
        <w:t xml:space="preserve">Salary </w:t>
      </w:r>
      <w:proofErr w:type="gramStart"/>
      <w:r>
        <w:rPr>
          <w:sz w:val="24"/>
          <w:szCs w:val="24"/>
        </w:rPr>
        <w:t>particulars are</w:t>
      </w:r>
      <w:proofErr w:type="gramEnd"/>
      <w:r>
        <w:rPr>
          <w:sz w:val="24"/>
          <w:szCs w:val="24"/>
        </w:rPr>
        <w:t xml:space="preserve"> given below:</w:t>
      </w:r>
    </w:p>
    <w:tbl>
      <w:tblPr>
        <w:tblW w:w="9317" w:type="dxa"/>
        <w:tblInd w:w="-1620" w:type="dxa"/>
        <w:tblLook w:val="04A0" w:firstRow="1" w:lastRow="0" w:firstColumn="1" w:lastColumn="0" w:noHBand="0" w:noVBand="1"/>
      </w:tblPr>
      <w:tblGrid>
        <w:gridCol w:w="2973"/>
        <w:gridCol w:w="4047"/>
        <w:gridCol w:w="2297"/>
      </w:tblGrid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Basic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$14,000.00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House Rent Allowance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$5,500.00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Conveyance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$800.00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Dearness Allowance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$2,285.00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Overtime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$1,365.00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$200.00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55687" w:rsidRPr="008E0D7B" w:rsidTr="00355687">
        <w:trPr>
          <w:trHeight w:val="13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55687" w:rsidRPr="008E0D7B" w:rsidTr="00355687">
        <w:trPr>
          <w:trHeight w:val="559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6FA0C0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color w:val="6FA0C0" w:themeColor="text2" w:themeTint="99"/>
                <w:sz w:val="24"/>
                <w:szCs w:val="24"/>
              </w:rPr>
              <w:t>SUBTOTAL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6FA0C0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color w:val="6FA0C0" w:themeColor="text2" w:themeTint="99"/>
                <w:sz w:val="24"/>
                <w:szCs w:val="24"/>
              </w:rPr>
              <w:t>$24,150.00</w:t>
            </w:r>
          </w:p>
        </w:tc>
      </w:tr>
      <w:tr w:rsidR="00355687" w:rsidRPr="00355687" w:rsidTr="00355687">
        <w:trPr>
          <w:trHeight w:val="454"/>
        </w:trPr>
        <w:tc>
          <w:tcPr>
            <w:tcW w:w="7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55687">
              <w:rPr>
                <w:rFonts w:eastAsia="Times New Roman"/>
                <w:color w:val="000000" w:themeColor="text1"/>
                <w:sz w:val="24"/>
                <w:szCs w:val="24"/>
              </w:rPr>
              <w:t>Employee State Insurance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55687">
              <w:rPr>
                <w:rFonts w:eastAsia="Times New Roman"/>
                <w:color w:val="000000" w:themeColor="text1"/>
                <w:sz w:val="24"/>
                <w:szCs w:val="24"/>
              </w:rPr>
              <w:t>$560.00</w:t>
            </w: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Provident Fund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6FA0C0" w:themeColor="text2" w:themeTint="99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6FA0C0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color w:val="000000" w:themeColor="text1"/>
                <w:sz w:val="24"/>
                <w:szCs w:val="24"/>
              </w:rPr>
              <w:t>$350.00</w:t>
            </w:r>
          </w:p>
        </w:tc>
      </w:tr>
      <w:tr w:rsidR="00355687" w:rsidRPr="008E0D7B" w:rsidTr="00355687">
        <w:trPr>
          <w:trHeight w:val="13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6FA0C0" w:themeColor="text2" w:themeTint="99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6FA0C0" w:themeColor="text2" w:themeTint="99"/>
                <w:sz w:val="24"/>
                <w:szCs w:val="24"/>
              </w:rPr>
            </w:pPr>
          </w:p>
        </w:tc>
      </w:tr>
      <w:tr w:rsidR="00355687" w:rsidRPr="008E0D7B" w:rsidTr="00355687">
        <w:trPr>
          <w:trHeight w:val="454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bCs/>
                <w:color w:val="6FA0C0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bCs/>
                <w:color w:val="6FA0C0" w:themeColor="text2" w:themeTint="99"/>
                <w:sz w:val="24"/>
                <w:szCs w:val="24"/>
              </w:rPr>
              <w:t>Net Salary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87" w:rsidRPr="00355687" w:rsidRDefault="00355687" w:rsidP="0057494F">
            <w:pPr>
              <w:spacing w:after="0" w:line="240" w:lineRule="auto"/>
              <w:rPr>
                <w:rFonts w:eastAsia="Times New Roman"/>
                <w:bCs/>
                <w:color w:val="6FA0C0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bCs/>
                <w:color w:val="6FA0C0" w:themeColor="text2" w:themeTint="99"/>
                <w:sz w:val="24"/>
                <w:szCs w:val="24"/>
              </w:rPr>
              <w:t>$23,230.34</w:t>
            </w:r>
          </w:p>
        </w:tc>
      </w:tr>
    </w:tbl>
    <w:p w:rsidR="00355687" w:rsidRDefault="00355687" w:rsidP="00355687">
      <w:pPr>
        <w:rPr>
          <w:rFonts w:cstheme="minorHAnsi"/>
          <w:sz w:val="24"/>
          <w:szCs w:val="24"/>
        </w:rPr>
      </w:pPr>
    </w:p>
    <w:p w:rsidR="00355687" w:rsidRDefault="00355687" w:rsidP="00355687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Manager</w:t>
      </w:r>
    </w:p>
    <w:p w:rsidR="00355687" w:rsidRPr="00265D51" w:rsidRDefault="00355687" w:rsidP="00355687">
      <w:pPr>
        <w:jc w:val="center"/>
        <w:rPr>
          <w:rFonts w:cstheme="minorHAnsi"/>
          <w:sz w:val="24"/>
          <w:szCs w:val="24"/>
        </w:rPr>
      </w:pPr>
      <w:r w:rsidRPr="000618BC">
        <w:rPr>
          <w:noProof/>
        </w:rPr>
        <w:drawing>
          <wp:inline distT="0" distB="0" distL="0" distR="0" wp14:anchorId="1CC5DDD6" wp14:editId="6DDC21FF">
            <wp:extent cx="685800" cy="315595"/>
            <wp:effectExtent l="0" t="0" r="0" b="0"/>
            <wp:docPr id="2" name="Picture 2" descr="Description: signa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signatur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81" cy="3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7B" w:rsidRDefault="006F5536" w:rsidP="003F73A0">
      <w:r w:rsidRPr="006F553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72FD13" wp14:editId="5C5ABB5E">
                <wp:simplePos x="0" y="0"/>
                <wp:positionH relativeFrom="column">
                  <wp:posOffset>-9488658</wp:posOffset>
                </wp:positionH>
                <wp:positionV relativeFrom="paragraph">
                  <wp:posOffset>1880674</wp:posOffset>
                </wp:positionV>
                <wp:extent cx="1098197" cy="932132"/>
                <wp:effectExtent l="0" t="0" r="6985" b="8255"/>
                <wp:wrapNone/>
                <wp:docPr id="37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197" cy="932132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03A6A" id="Oval 11" o:spid="_x0000_s1026" type="#_x0000_t9" style="position:absolute;margin-left:-747.15pt;margin-top:148.1pt;width:86.45pt;height:7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" adj="4583" filled="f" strokecolor="black [3213]" strokeweight=".5pt">
                <v:stroke dashstyle="1 1" opacity="6682f"/>
              </v:shape>
            </w:pict>
          </mc:Fallback>
        </mc:AlternateContent>
      </w:r>
      <w:r w:rsidRPr="006F553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7D2447" wp14:editId="1954CFB3">
                <wp:simplePos x="0" y="0"/>
                <wp:positionH relativeFrom="column">
                  <wp:posOffset>-5337566</wp:posOffset>
                </wp:positionH>
                <wp:positionV relativeFrom="paragraph">
                  <wp:posOffset>541215</wp:posOffset>
                </wp:positionV>
                <wp:extent cx="2507397" cy="2128130"/>
                <wp:effectExtent l="0" t="0" r="7620" b="18415"/>
                <wp:wrapNone/>
                <wp:docPr id="35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7397" cy="212813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A2887" id="Oval 11" o:spid="_x0000_s1026" type="#_x0000_t9" style="position:absolute;margin-left:-420.3pt;margin-top:42.6pt;width:197.45pt;height:167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" adj="4583" filled="f" strokecolor="black [3213]" strokeweight=".5pt">
                <v:stroke dashstyle="1 1" opacity="6682f"/>
              </v:shape>
            </w:pict>
          </mc:Fallback>
        </mc:AlternateContent>
      </w:r>
      <w:r w:rsidR="003F73A0">
        <w:rPr>
          <w:noProof/>
        </w:rPr>
        <w:t xml:space="preserve"> </w:t>
      </w:r>
      <w:r w:rsidR="003F73A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41B16B" wp14:editId="65B0B29C">
                <wp:simplePos x="0" y="0"/>
                <wp:positionH relativeFrom="column">
                  <wp:posOffset>-918210</wp:posOffset>
                </wp:positionH>
                <wp:positionV relativeFrom="paragraph">
                  <wp:posOffset>5943118</wp:posOffset>
                </wp:positionV>
                <wp:extent cx="7772400" cy="3200400"/>
                <wp:effectExtent l="0" t="0" r="0" b="0"/>
                <wp:wrapNone/>
                <wp:docPr id="6" name="Right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7772400" cy="3200400"/>
                        </a:xfrm>
                        <a:prstGeom prst="rt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B28C6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" o:spid="_x0000_s1026" type="#_x0000_t6" style="position:absolute;margin-left:-72.3pt;margin-top:467.95pt;width:612pt;height:252pt;rotation:180;flip:x 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" fillcolor="#272727 [2749]" stroked="f" strokeweight="1pt"/>
            </w:pict>
          </mc:Fallback>
        </mc:AlternateContent>
      </w:r>
    </w:p>
    <w:sectPr w:rsidR="0043117B" w:rsidSect="004B6B3F">
      <w:headerReference w:type="default" r:id="rId11"/>
      <w:footerReference w:type="default" r:id="rId12"/>
      <w:pgSz w:w="12240" w:h="15840"/>
      <w:pgMar w:top="1440" w:right="720" w:bottom="1440" w:left="3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08A" w:rsidRDefault="008A408A" w:rsidP="00A73962">
      <w:pPr>
        <w:spacing w:before="0" w:after="0" w:line="240" w:lineRule="auto"/>
      </w:pPr>
      <w:r>
        <w:separator/>
      </w:r>
    </w:p>
  </w:endnote>
  <w:endnote w:type="continuationSeparator" w:id="0">
    <w:p w:rsidR="008A408A" w:rsidRDefault="008A408A" w:rsidP="00A739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687" w:rsidRDefault="00355687" w:rsidP="00355687">
    <w:pPr>
      <w:pStyle w:val="Footer"/>
      <w:ind w:left="-2070"/>
      <w:jc w:val="center"/>
    </w:pPr>
    <w:r>
      <w:t>wordexceltemplates.com</w:t>
    </w:r>
  </w:p>
  <w:p w:rsidR="0061783A" w:rsidRDefault="006178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08A" w:rsidRDefault="008A408A" w:rsidP="00A73962">
      <w:pPr>
        <w:spacing w:before="0" w:after="0" w:line="240" w:lineRule="auto"/>
      </w:pPr>
      <w:r>
        <w:separator/>
      </w:r>
    </w:p>
  </w:footnote>
  <w:footnote w:type="continuationSeparator" w:id="0">
    <w:p w:rsidR="008A408A" w:rsidRDefault="008A408A" w:rsidP="00A739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62" w:rsidRDefault="00F85F1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0E0BE0D" wp14:editId="2BC5E7E7">
              <wp:simplePos x="0" y="0"/>
              <wp:positionH relativeFrom="column">
                <wp:posOffset>-2029691</wp:posOffset>
              </wp:positionH>
              <wp:positionV relativeFrom="paragraph">
                <wp:posOffset>2576945</wp:posOffset>
              </wp:positionV>
              <wp:extent cx="258291" cy="4710547"/>
              <wp:effectExtent l="0" t="0" r="8890" b="0"/>
              <wp:wrapNone/>
              <wp:docPr id="30" name="Group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8291" cy="4710547"/>
                        <a:chOff x="3093" y="-70503"/>
                        <a:chExt cx="262949" cy="4794171"/>
                      </a:xfrm>
                    </wpg:grpSpPr>
                    <pic:pic xmlns:pic="http://schemas.openxmlformats.org/drawingml/2006/picture">
                      <pic:nvPicPr>
                        <pic:cNvPr id="8" name="Graphic 7" descr="User" title="Icon - Presenter Name">
                          <a:extLst>
                            <a:ext uri="{FF2B5EF4-FFF2-40B4-BE49-F238E27FC236}">
                              <a16:creationId xmlns:a16="http://schemas.microsoft.com/office/drawing/2014/main" id="{5A320BC1-9054-4BAF-A591-EA9FEE62773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57493" y="4569998"/>
                          <a:ext cx="153670" cy="153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Graphic 10" descr="Smart Phone" title="Icon - Presenter Phone Number">
                          <a:extLst>
                            <a:ext uri="{FF2B5EF4-FFF2-40B4-BE49-F238E27FC236}">
                              <a16:creationId xmlns:a16="http://schemas.microsoft.com/office/drawing/2014/main" id="{5AE7BFEB-7DC8-4EFF-A908-02F9CA1E098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57493" y="1140998"/>
                          <a:ext cx="153670" cy="153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Graphic 8" descr="Envelope" title="Icon Presenter Email">
                          <a:extLst>
                            <a:ext uri="{FF2B5EF4-FFF2-40B4-BE49-F238E27FC236}">
                              <a16:creationId xmlns:a16="http://schemas.microsoft.com/office/drawing/2014/main" id="{843585A3-CB4F-4A6C-AEF7-05BE3D4F34B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57493" y="2855498"/>
                          <a:ext cx="15367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" name="Subtitle 2">
                        <a:extLst/>
                      </wps:cNvPr>
                      <wps:cNvSpPr txBox="1">
                        <a:spLocks/>
                      </wps:cNvSpPr>
                      <wps:spPr>
                        <a:xfrm rot="16200000">
                          <a:off x="-560987" y="3893580"/>
                          <a:ext cx="1390015" cy="18659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F10" w:rsidRPr="004B6B3F" w:rsidRDefault="00F85F10" w:rsidP="00F85F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="Calibri Light" w:cs="Gill Sans"/>
                                <w:color w:val="2F3342"/>
                                <w:sz w:val="18"/>
                                <w:szCs w:val="18"/>
                                <w:lang w:val="en-ZA"/>
                              </w:rPr>
                              <w:t>YOUR NAME HERE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  <wps:wsp>
                      <wps:cNvPr id="27" name="Subtitle 2">
                        <a:extLst/>
                      </wps:cNvPr>
                      <wps:cNvSpPr txBox="1">
                        <a:spLocks/>
                      </wps:cNvSpPr>
                      <wps:spPr>
                        <a:xfrm rot="16200000">
                          <a:off x="-560987" y="1998248"/>
                          <a:ext cx="1390015" cy="154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F10" w:rsidRPr="004B6B3F" w:rsidRDefault="00F85F10" w:rsidP="00F85F10">
                            <w:pPr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="Calibri Light" w:cs="Gill Sans"/>
                                <w:color w:val="2F3342"/>
                                <w:spacing w:val="19"/>
                                <w:kern w:val="0"/>
                                <w:sz w:val="18"/>
                                <w:szCs w:val="18"/>
                                <w:lang w:val="en-ZA"/>
                              </w:rPr>
                              <w:t>YOUR EMAIL HERE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  <wps:wsp>
                      <wps:cNvPr id="28" name="Subtitle 2">
                        <a:extLst/>
                      </wps:cNvPr>
                      <wps:cNvSpPr txBox="1">
                        <a:spLocks/>
                      </wps:cNvSpPr>
                      <wps:spPr>
                        <a:xfrm rot="16200000">
                          <a:off x="-425781" y="358371"/>
                          <a:ext cx="1120697" cy="26294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F10" w:rsidRPr="004B6B3F" w:rsidRDefault="00F85F10" w:rsidP="00F85F10">
                            <w:pPr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="Calibri Light" w:cs="Gill Sans"/>
                                <w:color w:val="2F3342"/>
                                <w:spacing w:val="19"/>
                                <w:kern w:val="0"/>
                                <w:sz w:val="18"/>
                                <w:szCs w:val="18"/>
                                <w:lang w:val="en-ZA"/>
                              </w:rPr>
                              <w:t>YOUR PHONE HERE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E0BE0D" id="Group 30" o:spid="_x0000_s1026" style="position:absolute;margin-left:-159.8pt;margin-top:202.9pt;width:20.35pt;height:370.9pt;z-index:251674624;mso-width-relative:margin;mso-height-relative:margin" coordorigin="30,-705" coordsize="2629,47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c 7" o:spid="_x0000_s1027" type="#_x0000_t75" alt="User" style="position:absolute;left:574;top:45699;width:1537;height:1537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">
                <v:imagedata r:id="rId7" o:title="User"/>
              </v:shape>
              <v:shape id="Graphic 10" o:spid="_x0000_s1028" type="#_x0000_t75" alt="Smart Phone" style="position:absolute;left:574;top:11409;width:1537;height:15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">
                <v:imagedata r:id="rId8" o:title="Smart Phone"/>
              </v:shape>
              <v:shape id="Graphic 8" o:spid="_x0000_s1029" type="#_x0000_t75" alt="Envelope" style="position:absolute;left:574;top:28554;width:1537;height:1537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">
                <v:imagedata r:id="rId9" o:title="Envelop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ubtitle 2" o:spid="_x0000_s1030" type="#_x0000_t202" style="position:absolute;left:-5610;top:38935;width:13900;height:186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" filled="f" stroked="f">
                <v:textbox inset="0,0,0,0">
                  <w:txbxContent>
                    <w:p w:rsidR="00F85F10" w:rsidRPr="004B6B3F" w:rsidRDefault="00F85F10" w:rsidP="00F85F1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="Calibri Light" w:cs="Gill Sans"/>
                          <w:color w:val="2F3342"/>
                          <w:sz w:val="18"/>
                          <w:szCs w:val="18"/>
                          <w:lang w:val="en-ZA"/>
                        </w:rPr>
                        <w:t>YOUR NAME HERE</w:t>
                      </w:r>
                    </w:p>
                  </w:txbxContent>
                </v:textbox>
              </v:shape>
              <v:shape id="Subtitle 2" o:spid="_x0000_s1031" type="#_x0000_t202" style="position:absolute;left:-5611;top:19982;width:13901;height:154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" filled="f" stroked="f">
                <v:textbox inset="0,0,0,0">
                  <w:txbxContent>
                    <w:p w:rsidR="00F85F10" w:rsidRPr="004B6B3F" w:rsidRDefault="00F85F10" w:rsidP="00F85F10">
                      <w:pPr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="Calibri Light" w:cs="Gill Sans"/>
                          <w:color w:val="2F3342"/>
                          <w:spacing w:val="19"/>
                          <w:kern w:val="0"/>
                          <w:sz w:val="18"/>
                          <w:szCs w:val="18"/>
                          <w:lang w:val="en-ZA"/>
                        </w:rPr>
                        <w:t>YOUR EMAIL HERE</w:t>
                      </w:r>
                    </w:p>
                  </w:txbxContent>
                </v:textbox>
              </v:shape>
              <v:shape id="Subtitle 2" o:spid="_x0000_s1032" type="#_x0000_t202" style="position:absolute;left:-4258;top:3583;width:11206;height:263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" filled="f" stroked="f">
                <v:textbox inset="0,0,0,0">
                  <w:txbxContent>
                    <w:p w:rsidR="00F85F10" w:rsidRPr="004B6B3F" w:rsidRDefault="00F85F10" w:rsidP="00F85F10">
                      <w:pPr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="Calibri Light" w:cs="Gill Sans"/>
                          <w:color w:val="2F3342"/>
                          <w:spacing w:val="19"/>
                          <w:kern w:val="0"/>
                          <w:sz w:val="18"/>
                          <w:szCs w:val="18"/>
                          <w:lang w:val="en-ZA"/>
                        </w:rPr>
                        <w:t>YOUR PHONE HERE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63DF11C7" wp14:editId="17A8F6CA">
              <wp:simplePos x="0" y="0"/>
              <wp:positionH relativeFrom="column">
                <wp:posOffset>-1871345</wp:posOffset>
              </wp:positionH>
              <wp:positionV relativeFrom="margin">
                <wp:posOffset>-911860</wp:posOffset>
              </wp:positionV>
              <wp:extent cx="7357745" cy="1350009"/>
              <wp:effectExtent l="0" t="57150" r="14605" b="6032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57745" cy="1350009"/>
                        <a:chOff x="422030" y="-2949"/>
                        <a:chExt cx="7357990" cy="1351035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422030" y="-2949"/>
                          <a:ext cx="2792437" cy="514392"/>
                        </a:xfrm>
                        <a:custGeom>
                          <a:avLst/>
                          <a:gdLst>
                            <a:gd name="connsiteX0" fmla="*/ 0 w 2778276"/>
                            <a:gd name="connsiteY0" fmla="*/ 0 h 471777"/>
                            <a:gd name="connsiteX1" fmla="*/ 2778276 w 2778276"/>
                            <a:gd name="connsiteY1" fmla="*/ 0 h 471777"/>
                            <a:gd name="connsiteX2" fmla="*/ 2778276 w 2778276"/>
                            <a:gd name="connsiteY2" fmla="*/ 471777 h 471777"/>
                            <a:gd name="connsiteX3" fmla="*/ 0 w 2778276"/>
                            <a:gd name="connsiteY3" fmla="*/ 471777 h 471777"/>
                            <a:gd name="connsiteX4" fmla="*/ 0 w 2778276"/>
                            <a:gd name="connsiteY4" fmla="*/ 0 h 471777"/>
                            <a:gd name="connsiteX0" fmla="*/ 0 w 2778276"/>
                            <a:gd name="connsiteY0" fmla="*/ 0 h 499912"/>
                            <a:gd name="connsiteX1" fmla="*/ 2778276 w 2778276"/>
                            <a:gd name="connsiteY1" fmla="*/ 0 h 499912"/>
                            <a:gd name="connsiteX2" fmla="*/ 2778276 w 2778276"/>
                            <a:gd name="connsiteY2" fmla="*/ 471777 h 499912"/>
                            <a:gd name="connsiteX3" fmla="*/ 576775 w 2778276"/>
                            <a:gd name="connsiteY3" fmla="*/ 499912 h 499912"/>
                            <a:gd name="connsiteX4" fmla="*/ 0 w 2778276"/>
                            <a:gd name="connsiteY4" fmla="*/ 0 h 499912"/>
                            <a:gd name="connsiteX0" fmla="*/ 0 w 2792344"/>
                            <a:gd name="connsiteY0" fmla="*/ 0 h 514001"/>
                            <a:gd name="connsiteX1" fmla="*/ 2778276 w 2792344"/>
                            <a:gd name="connsiteY1" fmla="*/ 0 h 514001"/>
                            <a:gd name="connsiteX2" fmla="*/ 2792344 w 2792344"/>
                            <a:gd name="connsiteY2" fmla="*/ 514001 h 514001"/>
                            <a:gd name="connsiteX3" fmla="*/ 576775 w 2792344"/>
                            <a:gd name="connsiteY3" fmla="*/ 499912 h 514001"/>
                            <a:gd name="connsiteX4" fmla="*/ 0 w 2792344"/>
                            <a:gd name="connsiteY4" fmla="*/ 0 h 5140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792344" h="514001">
                              <a:moveTo>
                                <a:pt x="0" y="0"/>
                              </a:moveTo>
                              <a:lnTo>
                                <a:pt x="2778276" y="0"/>
                              </a:lnTo>
                              <a:lnTo>
                                <a:pt x="2792344" y="514001"/>
                              </a:lnTo>
                              <a:lnTo>
                                <a:pt x="576775" y="4999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2636520" y="0"/>
                          <a:ext cx="5143500" cy="1348086"/>
                        </a:xfrm>
                        <a:custGeom>
                          <a:avLst/>
                          <a:gdLst>
                            <a:gd name="connsiteX0" fmla="*/ 0 w 4000500"/>
                            <a:gd name="connsiteY0" fmla="*/ 0 h 800100"/>
                            <a:gd name="connsiteX1" fmla="*/ 4000500 w 4000500"/>
                            <a:gd name="connsiteY1" fmla="*/ 0 h 800100"/>
                            <a:gd name="connsiteX2" fmla="*/ 4000500 w 4000500"/>
                            <a:gd name="connsiteY2" fmla="*/ 800100 h 800100"/>
                            <a:gd name="connsiteX3" fmla="*/ 0 w 4000500"/>
                            <a:gd name="connsiteY3" fmla="*/ 800100 h 800100"/>
                            <a:gd name="connsiteX4" fmla="*/ 0 w 4000500"/>
                            <a:gd name="connsiteY4" fmla="*/ 0 h 800100"/>
                            <a:gd name="connsiteX0" fmla="*/ 0 w 4000500"/>
                            <a:gd name="connsiteY0" fmla="*/ 0 h 800100"/>
                            <a:gd name="connsiteX1" fmla="*/ 4000500 w 4000500"/>
                            <a:gd name="connsiteY1" fmla="*/ 0 h 800100"/>
                            <a:gd name="connsiteX2" fmla="*/ 4000500 w 4000500"/>
                            <a:gd name="connsiteY2" fmla="*/ 800100 h 800100"/>
                            <a:gd name="connsiteX3" fmla="*/ 792480 w 4000500"/>
                            <a:gd name="connsiteY3" fmla="*/ 800100 h 800100"/>
                            <a:gd name="connsiteX4" fmla="*/ 0 w 4000500"/>
                            <a:gd name="connsiteY4" fmla="*/ 0 h 800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00500" h="800100">
                              <a:moveTo>
                                <a:pt x="0" y="0"/>
                              </a:moveTo>
                              <a:lnTo>
                                <a:pt x="4000500" y="0"/>
                              </a:lnTo>
                              <a:lnTo>
                                <a:pt x="4000500" y="800100"/>
                              </a:lnTo>
                              <a:lnTo>
                                <a:pt x="792480" y="8001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2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BF9D467" id="Group 10" o:spid="_x0000_s1026" style="position:absolute;margin-left:-147.35pt;margin-top:-71.8pt;width:579.35pt;height:106.3pt;z-index:251672576;mso-position-vertical-relative:margin;mso-width-relative:margin;mso-height-relative:margin" coordorigin="4220,-29" coordsize="73579,1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">
              <v:shape id="Rectangle 1" o:spid="_x0000_s1027" style="position:absolute;left:4220;top:-29;width:27924;height:5143;visibility:visible;mso-wrap-style:square;v-text-anchor:middle" coordsize="2792344,514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" path="m,l2778276,r14068,514001l576775,499912,,xe" fillcolor="#7f7f7f [1612]" stroked="f" strokeweight="1pt">
                <v:stroke joinstyle="miter"/>
                <v:path arrowok="t" o:connecttype="custom" o:connectlocs="0,0;2778369,0;2792437,514392;576794,500292;0,0" o:connectangles="0,0,0,0,0"/>
              </v:shape>
              <v:shape id="Rectangle 2" o:spid="_x0000_s1028" style="position:absolute;left:26365;width:51435;height:13480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" path="m,l4000500,r,800100l792480,800100,,xe" fillcolor="#1cade4 [3204]" stroked="f" strokeweight="1pt">
                <v:fill color2="#2683c6 [3205]" rotate="t" focus="100%" type="gradient"/>
                <v:stroke joinstyle="miter"/>
                <v:shadow on="t" color="black" opacity="26214f" origin=".5" offset="-3pt,0"/>
                <v:path arrowok="t" o:connecttype="custom" o:connectlocs="0,0;5143500,0;5143500,1348086;1018903,1348086;0,0" o:connectangles="0,0,0,0,0"/>
              </v:shape>
              <w10:wrap anchory="margin"/>
            </v:group>
          </w:pict>
        </mc:Fallback>
      </mc:AlternateContent>
    </w:r>
    <w:r w:rsidR="006178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265AA98" wp14:editId="2FF079AF">
              <wp:simplePos x="0" y="0"/>
              <wp:positionH relativeFrom="column">
                <wp:posOffset>-1911350</wp:posOffset>
              </wp:positionH>
              <wp:positionV relativeFrom="paragraph">
                <wp:posOffset>318193</wp:posOffset>
              </wp:positionV>
              <wp:extent cx="0" cy="2030618"/>
              <wp:effectExtent l="0" t="0" r="38100" b="27305"/>
              <wp:wrapNone/>
              <wp:docPr id="12" name="Straight Connector 12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030618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alpha val="7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201641" id="Straight Connector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0.5pt,25.05pt" to="-150.5pt,1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" strokecolor="#2683c6 [3205]" strokeweight="1.5pt">
              <v:stroke opacity="46003f" joinstyle="miter"/>
            </v:line>
          </w:pict>
        </mc:Fallback>
      </mc:AlternateContent>
    </w:r>
    <w:r w:rsidR="00A73962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D0168D2" wp14:editId="3E7FAECE">
              <wp:simplePos x="0" y="0"/>
              <wp:positionH relativeFrom="column">
                <wp:posOffset>-1579360</wp:posOffset>
              </wp:positionH>
              <wp:positionV relativeFrom="paragraph">
                <wp:posOffset>1329633</wp:posOffset>
              </wp:positionV>
              <wp:extent cx="6856918" cy="6863369"/>
              <wp:effectExtent l="0" t="0" r="1270" b="20320"/>
              <wp:wrapNone/>
              <wp:docPr id="44" name="Group 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6918" cy="6863369"/>
                        <a:chOff x="0" y="0"/>
                        <a:chExt cx="8352674" cy="8360757"/>
                      </a:xfrm>
                    </wpg:grpSpPr>
                    <wps:wsp>
                      <wps:cNvPr id="32" name="Oval 9"/>
                      <wps:cNvSpPr/>
                      <wps:spPr>
                        <a:xfrm>
                          <a:off x="1427018" y="1371600"/>
                          <a:ext cx="5935980" cy="5038725"/>
                        </a:xfrm>
                        <a:prstGeom prst="hexagon">
                          <a:avLst/>
                        </a:prstGeom>
                        <a:noFill/>
                        <a:ln w="3175">
                          <a:solidFill>
                            <a:schemeClr val="tx1">
                              <a:alpha val="1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3962" w:rsidRDefault="00A73962" w:rsidP="00A73962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tlCol="0" anchor="ctr"/>
                    </wps:wsp>
                    <wps:wsp>
                      <wps:cNvPr id="33" name="Oval 11"/>
                      <wps:cNvSpPr/>
                      <wps:spPr>
                        <a:xfrm>
                          <a:off x="0" y="41564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4" name="Oval 11"/>
                      <wps:cNvSpPr/>
                      <wps:spPr>
                        <a:xfrm>
                          <a:off x="4876800" y="5694219"/>
                          <a:ext cx="2506980" cy="2127885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8" name="Oval 11"/>
                      <wps:cNvSpPr/>
                      <wps:spPr>
                        <a:xfrm>
                          <a:off x="5264727" y="6276110"/>
                          <a:ext cx="2264410" cy="1921510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9" name="Oval 11"/>
                      <wps:cNvSpPr/>
                      <wps:spPr>
                        <a:xfrm>
                          <a:off x="3976254" y="0"/>
                          <a:ext cx="4376420" cy="3713480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2" name="Oval 11"/>
                      <wps:cNvSpPr/>
                      <wps:spPr>
                        <a:xfrm>
                          <a:off x="235527" y="4530437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3" name="Oval 11"/>
                      <wps:cNvSpPr/>
                      <wps:spPr>
                        <a:xfrm>
                          <a:off x="651164" y="5070764"/>
                          <a:ext cx="3096260" cy="2626995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0168D2" id="Group 44" o:spid="_x0000_s1033" style="position:absolute;margin-left:-124.35pt;margin-top:104.7pt;width:539.9pt;height:540.4pt;z-index:251662336;mso-width-relative:margin;mso-height-relative:margin" coordsize="83526,8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Oval 9" o:spid="_x0000_s1034" type="#_x0000_t9" style="position:absolute;left:14270;top:13716;width:59359;height:50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" adj="4584" filled="f" strokecolor="black [3213]" strokeweight=".25pt">
                <v:stroke opacity="6682f"/>
                <v:textbox>
                  <w:txbxContent>
                    <w:p w:rsidR="00A73962" w:rsidRDefault="00A73962" w:rsidP="00A7396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  <v:shape id="Oval 11" o:spid="_x0000_s1035" type="#_x0000_t9" style="position:absolute;top:415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36" type="#_x0000_t9" style="position:absolute;left:48768;top:56942;width:25069;height:2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37" type="#_x0000_t9" style="position:absolute;left:52647;top:62761;width:22644;height:19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" adj="4582" fillcolor="#1cade4 [3204]" stroked="f" strokeweight=".5pt">
                <v:fill opacity="13107f" color2="#2683c6 [3205]" o:opacity2="13107f" angle="90" focus="100%" type="gradient"/>
                <v:stroke dashstyle="1 1"/>
              </v:shape>
              <v:shape id="Oval 11" o:spid="_x0000_s1038" type="#_x0000_t9" style="position:absolute;left:39762;width:43764;height:37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" adj="4582" fillcolor="#5a5a5a [2109]" stroked="f" strokeweight=".5pt">
                <v:fill opacity="771f"/>
                <v:stroke dashstyle="1 1"/>
              </v:shape>
              <v:shape id="Oval 11" o:spid="_x0000_s1039" type="#_x0000_t9" style="position:absolute;left:2355;top:45304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40" type="#_x0000_t9" style="position:absolute;left:6511;top:50707;width:30963;height:26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" adj="4582" fillcolor="#5a5a5a [2109]" stroked="f" strokeweight=".5pt">
                <v:fill opacity="771f"/>
                <v:stroke dashstyle="1 1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87"/>
    <w:rsid w:val="00066146"/>
    <w:rsid w:val="00150F68"/>
    <w:rsid w:val="002152E0"/>
    <w:rsid w:val="00236E81"/>
    <w:rsid w:val="00355687"/>
    <w:rsid w:val="00360CE9"/>
    <w:rsid w:val="003F73A0"/>
    <w:rsid w:val="004B6B3F"/>
    <w:rsid w:val="005834D8"/>
    <w:rsid w:val="005C2210"/>
    <w:rsid w:val="0061783A"/>
    <w:rsid w:val="0062123A"/>
    <w:rsid w:val="00621A41"/>
    <w:rsid w:val="00646E75"/>
    <w:rsid w:val="006B2FA2"/>
    <w:rsid w:val="006F5536"/>
    <w:rsid w:val="00785819"/>
    <w:rsid w:val="008944C7"/>
    <w:rsid w:val="008A408A"/>
    <w:rsid w:val="00A126B4"/>
    <w:rsid w:val="00A73962"/>
    <w:rsid w:val="00AA3E47"/>
    <w:rsid w:val="00AC29EE"/>
    <w:rsid w:val="00B65A30"/>
    <w:rsid w:val="00BA61AF"/>
    <w:rsid w:val="00C208AD"/>
    <w:rsid w:val="00D375C1"/>
    <w:rsid w:val="00D56C9E"/>
    <w:rsid w:val="00E15164"/>
    <w:rsid w:val="00E55D74"/>
    <w:rsid w:val="00EB2F7C"/>
    <w:rsid w:val="00EB788C"/>
    <w:rsid w:val="00F85F10"/>
    <w:rsid w:val="00F948CB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149E49"/>
  <w14:defaultImageDpi w14:val="32767"/>
  <w15:chartTrackingRefBased/>
  <w15:docId w15:val="{F8EE7228-2B59-4497-899B-143109F7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</w:latentStyles>
  <w:style w:type="paragraph" w:default="1" w:styleId="Normal">
    <w:name w:val="Normal"/>
    <w:qFormat/>
    <w:rsid w:val="00F85F10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F73A0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1481AB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3A0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F73A0"/>
    <w:rPr>
      <w:rFonts w:asciiTheme="majorHAnsi" w:eastAsiaTheme="majorEastAsia" w:hAnsiTheme="majorHAnsi" w:cstheme="majorBidi"/>
      <w:caps/>
      <w:color w:val="1481A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F73A0"/>
    <w:rPr>
      <w:rFonts w:asciiTheme="majorHAnsi" w:eastAsiaTheme="majorEastAsia" w:hAnsiTheme="majorHAnsi" w:cstheme="majorBidi"/>
      <w:color w:val="1481AB" w:themeColor="accent1" w:themeShade="BF"/>
      <w:kern w:val="20"/>
      <w:sz w:val="26"/>
      <w:szCs w:val="26"/>
    </w:rPr>
  </w:style>
  <w:style w:type="paragraph" w:styleId="Salutation">
    <w:name w:val="Salutation"/>
    <w:basedOn w:val="Normal"/>
    <w:link w:val="SalutationChar"/>
    <w:uiPriority w:val="99"/>
    <w:unhideWhenUsed/>
    <w:qFormat/>
    <w:rsid w:val="003F73A0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99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F73A0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EB788C"/>
    <w:pPr>
      <w:spacing w:after="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EB788C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rsid w:val="003F73A0"/>
    <w:rPr>
      <w:b/>
      <w:bCs/>
    </w:rPr>
  </w:style>
  <w:style w:type="paragraph" w:customStyle="1" w:styleId="ContactInfo">
    <w:name w:val="Contact Info"/>
    <w:basedOn w:val="Normal"/>
    <w:uiPriority w:val="1"/>
    <w:qFormat/>
    <w:rsid w:val="003F73A0"/>
    <w:pPr>
      <w:spacing w:before="0" w:after="0"/>
    </w:pPr>
  </w:style>
  <w:style w:type="paragraph" w:styleId="NormalWeb">
    <w:name w:val="Normal (Web)"/>
    <w:basedOn w:val="Normal"/>
    <w:uiPriority w:val="99"/>
    <w:semiHidden/>
    <w:unhideWhenUsed/>
    <w:rsid w:val="004B6B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85F10"/>
    <w:rPr>
      <w:color w:val="808080"/>
    </w:rPr>
  </w:style>
  <w:style w:type="paragraph" w:customStyle="1" w:styleId="Logo">
    <w:name w:val="Logo"/>
    <w:basedOn w:val="Normal"/>
    <w:qFormat/>
    <w:rsid w:val="00F85F10"/>
    <w:pPr>
      <w:spacing w:after="0"/>
      <w:ind w:left="-2160"/>
    </w:pPr>
  </w:style>
  <w:style w:type="paragraph" w:customStyle="1" w:styleId="Website">
    <w:name w:val="Website"/>
    <w:basedOn w:val="Normal"/>
    <w:qFormat/>
    <w:rsid w:val="00F85F10"/>
    <w:pPr>
      <w:ind w:left="-2160"/>
    </w:pPr>
  </w:style>
  <w:style w:type="paragraph" w:customStyle="1" w:styleId="Name">
    <w:name w:val="Name"/>
    <w:basedOn w:val="Normal"/>
    <w:qFormat/>
    <w:rsid w:val="00F85F10"/>
    <w:rPr>
      <w:b/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EB788C"/>
  </w:style>
  <w:style w:type="character" w:customStyle="1" w:styleId="TitleChar">
    <w:name w:val="Title Char"/>
    <w:basedOn w:val="DefaultParagraphFont"/>
    <w:link w:val="Title"/>
    <w:uiPriority w:val="10"/>
    <w:rsid w:val="00EB788C"/>
    <w:rPr>
      <w:rFonts w:asciiTheme="majorHAnsi" w:eastAsiaTheme="majorEastAsia" w:hAnsiTheme="majorHAnsi" w:cstheme="majorBidi"/>
      <w:caps/>
      <w:color w:val="1481AB" w:themeColor="accent1" w:themeShade="BF"/>
      <w:kern w:val="20"/>
      <w:sz w:val="20"/>
      <w:szCs w:val="20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355687"/>
    <w:pPr>
      <w:spacing w:before="960" w:after="960" w:line="276" w:lineRule="auto"/>
    </w:pPr>
    <w:rPr>
      <w:color w:val="auto"/>
      <w:kern w:val="0"/>
      <w:sz w:val="22"/>
      <w:szCs w:val="22"/>
      <w:lang w:eastAsia="en-US"/>
    </w:rPr>
  </w:style>
  <w:style w:type="character" w:customStyle="1" w:styleId="DateChar">
    <w:name w:val="Date Char"/>
    <w:basedOn w:val="DefaultParagraphFont"/>
    <w:link w:val="Date"/>
    <w:uiPriority w:val="4"/>
    <w:rsid w:val="00355687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exagon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7D4F2DDF944A2BA7D1B1ADB9987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6FC8E-9386-4EE3-8136-591E572F04AD}"/>
      </w:docPartPr>
      <w:docPartBody>
        <w:p w:rsidR="00000000" w:rsidRDefault="003B00BC" w:rsidP="003B00BC">
          <w:pPr>
            <w:pStyle w:val="B27D4F2DDF944A2BA7D1B1ADB9987BAD"/>
          </w:pPr>
          <w:r w:rsidRPr="005125BB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BC"/>
    <w:rsid w:val="003B00BC"/>
    <w:rsid w:val="00E5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0BC40BD987407BA328DD220F1316D5">
    <w:name w:val="C10BC40BD987407BA328DD220F1316D5"/>
  </w:style>
  <w:style w:type="paragraph" w:customStyle="1" w:styleId="E3A620DF7C6949F596C865D3941AC57D">
    <w:name w:val="E3A620DF7C6949F596C865D3941AC57D"/>
  </w:style>
  <w:style w:type="paragraph" w:customStyle="1" w:styleId="CFE8881450154AB889B4B300198A2D00">
    <w:name w:val="CFE8881450154AB889B4B300198A2D00"/>
  </w:style>
  <w:style w:type="paragraph" w:customStyle="1" w:styleId="91094EFACB6A43CCBBB91272986644B5">
    <w:name w:val="91094EFACB6A43CCBBB91272986644B5"/>
  </w:style>
  <w:style w:type="character" w:styleId="PlaceholderText">
    <w:name w:val="Placeholder Text"/>
    <w:basedOn w:val="DefaultParagraphFont"/>
    <w:uiPriority w:val="99"/>
    <w:semiHidden/>
    <w:rsid w:val="003B00BC"/>
    <w:rPr>
      <w:color w:val="2E74B5" w:themeColor="accent5" w:themeShade="BF"/>
      <w:sz w:val="22"/>
    </w:rPr>
  </w:style>
  <w:style w:type="paragraph" w:customStyle="1" w:styleId="56BED6406F564C748A3ED394F5E708FE">
    <w:name w:val="56BED6406F564C748A3ED394F5E708FE"/>
  </w:style>
  <w:style w:type="paragraph" w:customStyle="1" w:styleId="43B792C6EEDB46F2AFD7732BC17B5018">
    <w:name w:val="43B792C6EEDB46F2AFD7732BC17B5018"/>
  </w:style>
  <w:style w:type="paragraph" w:customStyle="1" w:styleId="851C68B4C5DA4105A72830F7F87ECE3E">
    <w:name w:val="851C68B4C5DA4105A72830F7F87ECE3E"/>
  </w:style>
  <w:style w:type="paragraph" w:customStyle="1" w:styleId="CF4015F78F564B108699705F8400B386">
    <w:name w:val="CF4015F78F564B108699705F8400B386"/>
  </w:style>
  <w:style w:type="paragraph" w:customStyle="1" w:styleId="B27D4F2DDF944A2BA7D1B1ADB9987BAD">
    <w:name w:val="B27D4F2DDF944A2BA7D1B1ADB9987BAD"/>
    <w:rsid w:val="003B00BC"/>
  </w:style>
  <w:style w:type="paragraph" w:customStyle="1" w:styleId="CC969A8438684869A781DB8234F43DAD">
    <w:name w:val="CC969A8438684869A781DB8234F43DAD"/>
    <w:rsid w:val="003B00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59A69-5702-4B5B-A45F-E98825E5A3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2B72C63-9A6D-4F1C-BB34-869C4E0EB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0E829-2E37-4446-94E7-6734BAEA2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Hexagon letterhead.dotx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Fred Agency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>Recipient Name</cp:keywords>
  <dc:description/>
  <cp:lastModifiedBy>Muhammad Naveed Ahmed</cp:lastModifiedBy>
  <cp:revision>1</cp:revision>
  <dcterms:created xsi:type="dcterms:W3CDTF">2018-08-10T12:57:00Z</dcterms:created>
  <dcterms:modified xsi:type="dcterms:W3CDTF">2018-08-10T13:02:00Z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