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20" w:type="dxa"/>
        <w:tblInd w:w="-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6"/>
      </w:tblGrid>
      <w:tr w:rsidR="00DF65D6" w:rsidRPr="00DF65D6" w:rsidTr="00DF65D6">
        <w:trPr>
          <w:trHeight w:val="1884"/>
        </w:trPr>
        <w:tc>
          <w:tcPr>
            <w:tcW w:w="9720" w:type="dxa"/>
          </w:tcPr>
          <w:tbl>
            <w:tblPr>
              <w:tblpPr w:leftFromText="180" w:rightFromText="180" w:vertAnchor="text" w:tblpX="289" w:tblpY="1198"/>
              <w:tblW w:w="9630" w:type="dxa"/>
              <w:tblLook w:val="0000" w:firstRow="0" w:lastRow="0" w:firstColumn="0" w:lastColumn="0" w:noHBand="0" w:noVBand="0"/>
            </w:tblPr>
            <w:tblGrid>
              <w:gridCol w:w="4723"/>
              <w:gridCol w:w="4907"/>
            </w:tblGrid>
            <w:tr w:rsidR="00DF65D6" w:rsidRPr="00DF65D6" w:rsidTr="00DF65D6">
              <w:trPr>
                <w:trHeight w:val="232"/>
              </w:trPr>
              <w:tc>
                <w:tcPr>
                  <w:tcW w:w="4723" w:type="dxa"/>
                  <w:vAlign w:val="center"/>
                </w:tcPr>
                <w:p w:rsidR="00DF65D6" w:rsidRPr="00DF65D6" w:rsidRDefault="00DF65D6" w:rsidP="00DF65D6">
                  <w:pPr>
                    <w:rPr>
                      <w:color w:val="3B3838" w:themeColor="background2" w:themeShade="40"/>
                    </w:rPr>
                  </w:pPr>
                  <w:r w:rsidRPr="00DF65D6">
                    <w:rPr>
                      <w:noProof/>
                      <w:color w:val="3B3838" w:themeColor="background2" w:themeShade="40"/>
                    </w:rPr>
                    <w:drawing>
                      <wp:inline distT="0" distB="0" distL="0" distR="0" wp14:anchorId="66D0EE6F" wp14:editId="7857F409">
                        <wp:extent cx="1312859" cy="615686"/>
                        <wp:effectExtent l="0" t="0" r="1905" b="0"/>
                        <wp:docPr id="10" name="Graphic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Graphic 19" descr="logo-placeholder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2859" cy="6156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07" w:type="dxa"/>
                  <w:vAlign w:val="bottom"/>
                </w:tcPr>
                <w:p w:rsidR="00DF65D6" w:rsidRPr="00DF65D6" w:rsidRDefault="00DF65D6" w:rsidP="00DF65D6">
                  <w:pPr>
                    <w:pStyle w:val="Quote"/>
                    <w:framePr w:hSpace="0" w:wrap="auto" w:vAnchor="margin" w:xAlign="left" w:yAlign="inline"/>
                    <w:rPr>
                      <w:rStyle w:val="IntenseEmphasis"/>
                      <w:color w:val="3B3838" w:themeColor="background2" w:themeShade="40"/>
                    </w:rPr>
                  </w:pPr>
                  <w:r w:rsidRPr="00DF65D6">
                    <w:rPr>
                      <w:rStyle w:val="IntenseEmphasis"/>
                      <w:color w:val="3B3838" w:themeColor="background2" w:themeShade="40"/>
                    </w:rPr>
                    <w:t>YOUR COMPANY SLOGAN HERE</w:t>
                  </w:r>
                </w:p>
              </w:tc>
            </w:tr>
          </w:tbl>
          <w:p w:rsidR="00DF65D6" w:rsidRPr="00DF65D6" w:rsidRDefault="00DF65D6" w:rsidP="00F73E48">
            <w:pPr>
              <w:spacing w:line="312" w:lineRule="auto"/>
              <w:rPr>
                <w:rFonts w:asciiTheme="minorHAnsi" w:hAnsiTheme="minorHAnsi" w:cstheme="minorHAnsi"/>
                <w:color w:val="3B3838" w:themeColor="background2" w:themeShade="40"/>
                <w:sz w:val="2"/>
                <w:szCs w:val="2"/>
              </w:rPr>
            </w:pPr>
          </w:p>
        </w:tc>
      </w:tr>
    </w:tbl>
    <w:p w:rsidR="00985E33" w:rsidRPr="007A10A7" w:rsidRDefault="00DF65D6" w:rsidP="00F73E48">
      <w:pPr>
        <w:spacing w:line="312" w:lineRule="auto"/>
        <w:rPr>
          <w:rFonts w:asciiTheme="minorHAnsi" w:hAnsiTheme="minorHAnsi" w:cstheme="minorHAnsi"/>
          <w:noProof/>
          <w:color w:val="auto"/>
          <w:kern w:val="0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A14C0" wp14:editId="3C5AC0E6">
                <wp:simplePos x="0" y="0"/>
                <wp:positionH relativeFrom="column">
                  <wp:posOffset>-413238</wp:posOffset>
                </wp:positionH>
                <wp:positionV relativeFrom="paragraph">
                  <wp:posOffset>319112</wp:posOffset>
                </wp:positionV>
                <wp:extent cx="6217920" cy="6400800"/>
                <wp:effectExtent l="0" t="0" r="11430" b="0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65D6" w:rsidRPr="00DF65D6" w:rsidRDefault="00DF65D6" w:rsidP="00DF65D6">
                            <w:pPr>
                              <w:jc w:val="center"/>
                              <w:rPr>
                                <w:rFonts w:ascii="Microsoft Sans Serif" w:hAnsi="Microsoft Sans Serif" w:cs="Microsoft Sans Serif"/>
                                <w:sz w:val="44"/>
                                <w:szCs w:val="24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DF65D6" w:rsidRPr="00DF65D6" w:rsidRDefault="00DF65D6" w:rsidP="00DF65D6">
                            <w:pPr>
                              <w:jc w:val="center"/>
                              <w:rPr>
                                <w:rFonts w:ascii="Microsoft Sans Serif" w:hAnsi="Microsoft Sans Serif" w:cs="Microsoft Sans Serif"/>
                                <w:sz w:val="44"/>
                                <w:szCs w:val="24"/>
                              </w:rPr>
                            </w:pPr>
                          </w:p>
                          <w:p w:rsid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</w:rPr>
                              <w:t>This is to certify that Mr.</w:t>
                            </w: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>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</w:p>
                          <w:p w:rsid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 xml:space="preserve">We are issuing this letter on the request of </w:t>
                            </w: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</w:rPr>
                              <w:t>Mr.</w:t>
                            </w: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>/Miss/Ms. (name) and do not hold any liability on behalf of this letter or part of this letter on our company.</w:t>
                            </w:r>
                          </w:p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</w:p>
                          <w:p w:rsid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9025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68"/>
                              <w:gridCol w:w="4446"/>
                              <w:gridCol w:w="1711"/>
                            </w:tblGrid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jc w:val="center"/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jc w:val="center"/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17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jc w:val="center"/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593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auto"/>
                                      <w:sz w:val="26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auto"/>
                                      <w:sz w:val="26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auto"/>
                                      <w:sz w:val="26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auto"/>
                                      <w:sz w:val="26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731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354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105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DF65D6" w:rsidRPr="00DF65D6" w:rsidTr="00DF65D6">
                              <w:trPr>
                                <w:trHeight w:val="625"/>
                              </w:trPr>
                              <w:tc>
                                <w:tcPr>
                                  <w:tcW w:w="28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b/>
                                      <w:bCs/>
                                      <w:color w:val="auto"/>
                                      <w:sz w:val="26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b/>
                                      <w:bCs/>
                                      <w:color w:val="auto"/>
                                      <w:sz w:val="26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F65D6" w:rsidRPr="00DF65D6" w:rsidRDefault="00DF65D6" w:rsidP="00DF65D6">
                                  <w:pPr>
                                    <w:rPr>
                                      <w:rFonts w:ascii="Microsoft Sans Serif" w:hAnsi="Microsoft Sans Serif" w:cs="Microsoft Sans Serif"/>
                                      <w:b/>
                                      <w:bCs/>
                                      <w:color w:val="auto"/>
                                      <w:sz w:val="26"/>
                                    </w:rPr>
                                  </w:pPr>
                                  <w:r w:rsidRPr="00DF65D6">
                                    <w:rPr>
                                      <w:rFonts w:ascii="Microsoft Sans Serif" w:hAnsi="Microsoft Sans Serif" w:cs="Microsoft Sans Serif"/>
                                      <w:b/>
                                      <w:bCs/>
                                      <w:color w:val="auto"/>
                                      <w:sz w:val="26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</w:p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F65D6">
                              <w:rPr>
                                <w:rFonts w:ascii="Microsoft Sans Serif" w:hAnsi="Microsoft Sans Serif" w:cs="Microsoft Sans Serif"/>
                                <w:noProof/>
                              </w:rPr>
                              <w:drawing>
                                <wp:inline distT="0" distB="0" distL="0" distR="0" wp14:anchorId="0A95881E" wp14:editId="259392BC">
                                  <wp:extent cx="685800" cy="315595"/>
                                  <wp:effectExtent l="0" t="0" r="0" b="0"/>
                                  <wp:docPr id="26" name="Picture 26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A14C0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-32.55pt;margin-top:25.15pt;width:489.6pt;height:7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" filled="f" fillcolor="#923743" stroked="f">
                <v:textbox inset="0,0,0,0">
                  <w:txbxContent>
                    <w:p w:rsidR="00DF65D6" w:rsidRPr="00DF65D6" w:rsidRDefault="00DF65D6" w:rsidP="00DF65D6">
                      <w:pPr>
                        <w:jc w:val="center"/>
                        <w:rPr>
                          <w:rFonts w:ascii="Microsoft Sans Serif" w:hAnsi="Microsoft Sans Serif" w:cs="Microsoft Sans Serif"/>
                          <w:sz w:val="44"/>
                          <w:szCs w:val="24"/>
                        </w:rPr>
                      </w:pPr>
                      <w:r w:rsidRPr="00DF65D6">
                        <w:rPr>
                          <w:rFonts w:ascii="Microsoft Sans Serif" w:hAnsi="Microsoft Sans Serif" w:cs="Microsoft Sans Serif"/>
                          <w:sz w:val="44"/>
                          <w:szCs w:val="24"/>
                        </w:rPr>
                        <w:t>To whom it may concern</w:t>
                      </w:r>
                    </w:p>
                    <w:p w:rsidR="00DF65D6" w:rsidRPr="00DF65D6" w:rsidRDefault="00DF65D6" w:rsidP="00DF65D6">
                      <w:pPr>
                        <w:jc w:val="center"/>
                        <w:rPr>
                          <w:rFonts w:ascii="Microsoft Sans Serif" w:hAnsi="Microsoft Sans Serif" w:cs="Microsoft Sans Serif"/>
                          <w:sz w:val="44"/>
                          <w:szCs w:val="24"/>
                        </w:rPr>
                      </w:pPr>
                    </w:p>
                    <w:p w:rsid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</w:rPr>
                        <w:t>This is to certify that Mr.</w:t>
                      </w: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>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DF65D6" w:rsidRP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</w:p>
                    <w:p w:rsid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 xml:space="preserve">We are issuing this letter on the request of </w:t>
                      </w: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</w:rPr>
                        <w:t>Mr.</w:t>
                      </w: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>/Miss/Ms. (name) and do not hold any liability on behalf of this letter or part of this letter on our company.</w:t>
                      </w:r>
                    </w:p>
                    <w:p w:rsidR="00DF65D6" w:rsidRP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</w:p>
                    <w:p w:rsid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 xml:space="preserve"> given below:</w:t>
                      </w:r>
                    </w:p>
                    <w:p w:rsidR="00DF65D6" w:rsidRP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9025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68"/>
                        <w:gridCol w:w="4446"/>
                        <w:gridCol w:w="1711"/>
                      </w:tblGrid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jc w:val="center"/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jc w:val="center"/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</w:tr>
                      <w:tr w:rsidR="00DF65D6" w:rsidRPr="00DF65D6" w:rsidTr="00DF65D6">
                        <w:trPr>
                          <w:trHeight w:val="17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jc w:val="center"/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</w:tr>
                      <w:tr w:rsidR="00DF65D6" w:rsidRPr="00DF65D6" w:rsidTr="00DF65D6">
                        <w:trPr>
                          <w:trHeight w:val="593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auto"/>
                                <w:sz w:val="26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auto"/>
                                <w:sz w:val="26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auto"/>
                                <w:sz w:val="26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auto"/>
                                <w:sz w:val="26"/>
                              </w:rPr>
                              <w:t>$24,150.00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731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354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DF65D6" w:rsidRPr="00DF65D6" w:rsidTr="00DF65D6">
                        <w:trPr>
                          <w:trHeight w:val="105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</w:tr>
                      <w:tr w:rsidR="00DF65D6" w:rsidRPr="00DF65D6" w:rsidTr="00DF65D6">
                        <w:trPr>
                          <w:trHeight w:val="625"/>
                        </w:trPr>
                        <w:tc>
                          <w:tcPr>
                            <w:tcW w:w="28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color w:val="auto"/>
                                <w:sz w:val="26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color w:val="auto"/>
                                <w:sz w:val="26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F65D6" w:rsidRPr="00DF65D6" w:rsidRDefault="00DF65D6" w:rsidP="00DF65D6">
                            <w:pPr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color w:val="auto"/>
                                <w:sz w:val="26"/>
                              </w:rPr>
                            </w:pPr>
                            <w:r w:rsidRPr="00DF65D6"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color w:val="auto"/>
                                <w:sz w:val="26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DF65D6" w:rsidRP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</w:p>
                    <w:p w:rsidR="00DF65D6" w:rsidRP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DF65D6" w:rsidRPr="00DF65D6" w:rsidRDefault="00DF65D6" w:rsidP="00DF65D6">
                      <w:pPr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</w:pPr>
                      <w:r w:rsidRPr="00DF65D6">
                        <w:rPr>
                          <w:rFonts w:ascii="Microsoft Sans Serif" w:hAnsi="Microsoft Sans Serif" w:cs="Microsoft Sans Serif"/>
                          <w:sz w:val="24"/>
                          <w:szCs w:val="24"/>
                        </w:rPr>
                        <w:t xml:space="preserve"> </w:t>
                      </w:r>
                      <w:r w:rsidRPr="00DF65D6">
                        <w:rPr>
                          <w:rFonts w:ascii="Microsoft Sans Serif" w:hAnsi="Microsoft Sans Serif" w:cs="Microsoft Sans Serif"/>
                          <w:noProof/>
                        </w:rPr>
                        <w:drawing>
                          <wp:inline distT="0" distB="0" distL="0" distR="0" wp14:anchorId="0A95881E" wp14:editId="259392BC">
                            <wp:extent cx="685800" cy="315595"/>
                            <wp:effectExtent l="0" t="0" r="0" b="0"/>
                            <wp:docPr id="26" name="Picture 26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65E6" w:rsidRPr="00F73E48">
        <w:rPr>
          <w:rFonts w:asciiTheme="minorHAnsi" w:hAnsiTheme="minorHAnsi" w:cstheme="minorHAnsi"/>
          <w:noProof/>
          <w:color w:val="auto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ge">
                  <wp:posOffset>8409940</wp:posOffset>
                </wp:positionV>
                <wp:extent cx="7315200" cy="822960"/>
                <wp:effectExtent l="0" t="0" r="19050" b="1524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822960"/>
                          <a:chOff x="0" y="0"/>
                          <a:chExt cx="7315200" cy="825500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0" y="206829"/>
                            <a:ext cx="7315200" cy="524510"/>
                          </a:xfrm>
                          <a:custGeom>
                            <a:avLst/>
                            <a:gdLst>
                              <a:gd name="T0" fmla="*/ 0 w 2448"/>
                              <a:gd name="T1" fmla="*/ 174 h 175"/>
                              <a:gd name="T2" fmla="*/ 2448 w 2448"/>
                              <a:gd name="T3" fmla="*/ 175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75">
                                <a:moveTo>
                                  <a:pt x="0" y="174"/>
                                </a:moveTo>
                                <a:cubicBezTo>
                                  <a:pt x="1008" y="0"/>
                                  <a:pt x="1924" y="89"/>
                                  <a:pt x="2448" y="175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0" y="119743"/>
                            <a:ext cx="7315200" cy="633095"/>
                          </a:xfrm>
                          <a:custGeom>
                            <a:avLst/>
                            <a:gdLst>
                              <a:gd name="T0" fmla="*/ 0 w 2448"/>
                              <a:gd name="T1" fmla="*/ 211 h 211"/>
                              <a:gd name="T2" fmla="*/ 2448 w 2448"/>
                              <a:gd name="T3" fmla="*/ 123 h 2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211">
                                <a:moveTo>
                                  <a:pt x="0" y="211"/>
                                </a:moveTo>
                                <a:cubicBezTo>
                                  <a:pt x="995" y="0"/>
                                  <a:pt x="1912" y="55"/>
                                  <a:pt x="2448" y="123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315200" cy="596900"/>
                          </a:xfrm>
                          <a:custGeom>
                            <a:avLst/>
                            <a:gdLst>
                              <a:gd name="T0" fmla="*/ 2448 w 2448"/>
                              <a:gd name="T1" fmla="*/ 140 h 199"/>
                              <a:gd name="T2" fmla="*/ 0 w 2448"/>
                              <a:gd name="T3" fmla="*/ 199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9">
                                <a:moveTo>
                                  <a:pt x="2448" y="140"/>
                                </a:moveTo>
                                <a:cubicBezTo>
                                  <a:pt x="1912" y="66"/>
                                  <a:pt x="997" y="0"/>
                                  <a:pt x="0" y="199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0" y="119743"/>
                            <a:ext cx="7315200" cy="587375"/>
                          </a:xfrm>
                          <a:custGeom>
                            <a:avLst/>
                            <a:gdLst>
                              <a:gd name="T0" fmla="*/ 0 w 2448"/>
                              <a:gd name="T1" fmla="*/ 196 h 196"/>
                              <a:gd name="T2" fmla="*/ 2448 w 2448"/>
                              <a:gd name="T3" fmla="*/ 142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6">
                                <a:moveTo>
                                  <a:pt x="0" y="196"/>
                                </a:moveTo>
                                <a:cubicBezTo>
                                  <a:pt x="997" y="0"/>
                                  <a:pt x="1912" y="67"/>
                                  <a:pt x="2448" y="142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>
                            <a:off x="0" y="228600"/>
                            <a:ext cx="7315200" cy="596900"/>
                          </a:xfrm>
                          <a:custGeom>
                            <a:avLst/>
                            <a:gdLst>
                              <a:gd name="T0" fmla="*/ 0 w 2448"/>
                              <a:gd name="T1" fmla="*/ 199 h 199"/>
                              <a:gd name="T2" fmla="*/ 2448 w 2448"/>
                              <a:gd name="T3" fmla="*/ 139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9">
                                <a:moveTo>
                                  <a:pt x="0" y="199"/>
                                </a:moveTo>
                                <a:cubicBezTo>
                                  <a:pt x="996" y="0"/>
                                  <a:pt x="1911" y="65"/>
                                  <a:pt x="2448" y="139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03BA1" id="Group 20" o:spid="_x0000_s1026" style="position:absolute;margin-left:-1in;margin-top:662.2pt;width:8in;height:64.8pt;z-index:-251658240;mso-position-vertical-relative:page;mso-height-relative:margin" coordsize="73152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">
                <v:shape id="Freeform 4" o:spid="_x0000_s1027" style="position:absolute;top:2068;width:73152;height:5245;visibility:visible;mso-wrap-style:square;v-text-anchor:top" coordsize="2448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" path="m,174c1008,,1924,89,2448,175e" filled="f" fillcolor="#fffffe" strokecolor="#fffffe" strokeweight=".17706mm">
                  <v:stroke joinstyle="miter"/>
                  <v:shadow color="#8c8682"/>
                  <v:path arrowok="t" o:connecttype="custom" o:connectlocs="0,521513;7315200,524510" o:connectangles="0,0"/>
                </v:shape>
                <v:shape id="Freeform 5" o:spid="_x0000_s1028" style="position:absolute;top:1197;width:73152;height:6331;visibility:visible;mso-wrap-style:square;v-text-anchor:top" coordsize="2448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" path="m,211c995,,1912,55,2448,123e" filled="f" fillcolor="#fffffe" strokecolor="#fffffe" strokeweight=".17706mm">
                  <v:stroke joinstyle="miter"/>
                  <v:shadow color="#8c8682"/>
                  <v:path arrowok="t" o:connecttype="custom" o:connectlocs="0,633095;7315200,369055" o:connectangles="0,0"/>
                </v:shape>
                <v:shape id="Freeform 6" o:spid="_x0000_s1029" style="position:absolute;width:73152;height:5969;visibility:visible;mso-wrap-style:square;v-text-anchor:top" coordsize="2448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" path="m2448,140c1912,66,997,,,199e" filled="f" fillcolor="#fffffe" strokecolor="#efb32f" strokeweight=".17706mm">
                  <v:stroke joinstyle="miter"/>
                  <v:shadow color="#8c8682"/>
                  <v:path arrowok="t" o:connecttype="custom" o:connectlocs="7315200,419930;0,596900" o:connectangles="0,0"/>
                </v:shape>
                <v:shape id="Freeform 7" o:spid="_x0000_s1030" style="position:absolute;top:1197;width:73152;height:5874;visibility:visible;mso-wrap-style:square;v-text-anchor:top" coordsize="24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" path="m,196c997,,1912,67,2448,142e" filled="f" fillcolor="#fffffe" strokecolor="#fffffe" strokeweight=".17706mm">
                  <v:stroke joinstyle="miter"/>
                  <v:shadow color="#8c8682"/>
                  <v:path arrowok="t" o:connecttype="custom" o:connectlocs="0,587375;7315200,425547" o:connectangles="0,0"/>
                </v:shape>
                <v:shape id="Freeform 8" o:spid="_x0000_s1031" style="position:absolute;top:2286;width:73152;height:5969;visibility:visible;mso-wrap-style:square;v-text-anchor:top" coordsize="2448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" path="m,199c996,,1911,65,2448,139e" filled="f" fillcolor="#fffffe" strokecolor="#efb32f" strokeweight=".17706mm">
                  <v:stroke joinstyle="miter"/>
                  <v:shadow color="#8c8682"/>
                  <v:path arrowok="t" o:connecttype="custom" o:connectlocs="0,596900;7315200,416930" o:connectangles="0,0"/>
                </v:shape>
                <w10:wrap anchory="page"/>
              </v:group>
            </w:pict>
          </mc:Fallback>
        </mc:AlternateContent>
      </w:r>
      <w:r w:rsidR="00E24D0F" w:rsidRPr="00F73E48">
        <w:rPr>
          <w:rFonts w:asciiTheme="minorHAnsi" w:hAnsiTheme="minorHAnsi" w:cstheme="minorHAnsi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9144000</wp:posOffset>
                </wp:positionV>
                <wp:extent cx="1965960" cy="575945"/>
                <wp:effectExtent l="0" t="0" r="0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D190B" w:rsidRDefault="001D190B" w:rsidP="001D190B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  <w:t>5432 Any Street West, Townsville, State 54321</w:t>
                            </w:r>
                          </w:p>
                          <w:p w:rsidR="001D190B" w:rsidRDefault="001D190B" w:rsidP="001D190B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  <w:t xml:space="preserve">555.543.5432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  <w:t>ph  555.543.5433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  <w:t xml:space="preserve"> fax</w:t>
                            </w:r>
                          </w:p>
                          <w:p w:rsidR="001D190B" w:rsidRDefault="00DF65D6" w:rsidP="001D190B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  <w:t>wordexceltemplates.com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90pt;margin-top:10in;width:154.8pt;height:45.35pt;z-index:-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" filled="f" fillcolor="#fffffe" stroked="f" strokecolor="#212120" insetpen="t">
                <v:textbox inset="2.88pt,2.88pt,2.88pt,2.88pt">
                  <w:txbxContent>
                    <w:p w:rsidR="001D190B" w:rsidRDefault="001D190B" w:rsidP="001D190B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  <w:t>5432 Any Street West, Townsville, State 54321</w:t>
                      </w:r>
                    </w:p>
                    <w:p w:rsidR="001D190B" w:rsidRDefault="001D190B" w:rsidP="001D190B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  <w:t xml:space="preserve">555.543.5432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  <w:t>ph  555.543.5433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  <w:t xml:space="preserve"> fax</w:t>
                      </w:r>
                    </w:p>
                    <w:p w:rsidR="001D190B" w:rsidRDefault="00DF65D6" w:rsidP="001D190B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  <w:t>wordexceltemplates.com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24D0F" w:rsidRPr="00F73E48">
        <w:rPr>
          <w:rFonts w:asciiTheme="minorHAnsi" w:hAnsiTheme="minorHAnsi" w:cstheme="minorHAnsi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228600</wp:posOffset>
                </wp:positionH>
                <wp:positionV relativeFrom="page">
                  <wp:posOffset>8370570</wp:posOffset>
                </wp:positionV>
                <wp:extent cx="7315200" cy="1453515"/>
                <wp:effectExtent l="0" t="0" r="0" b="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1453515"/>
                        </a:xfrm>
                        <a:custGeom>
                          <a:avLst/>
                          <a:gdLst>
                            <a:gd name="T0" fmla="*/ 2448 w 2448"/>
                            <a:gd name="T1" fmla="*/ 487 h 487"/>
                            <a:gd name="T2" fmla="*/ 2448 w 2448"/>
                            <a:gd name="T3" fmla="*/ 147 h 487"/>
                            <a:gd name="T4" fmla="*/ 0 w 2448"/>
                            <a:gd name="T5" fmla="*/ 148 h 487"/>
                            <a:gd name="T6" fmla="*/ 0 w 2448"/>
                            <a:gd name="T7" fmla="*/ 487 h 487"/>
                            <a:gd name="T8" fmla="*/ 2448 w 2448"/>
                            <a:gd name="T9" fmla="*/ 487 h 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48" h="487">
                              <a:moveTo>
                                <a:pt x="2448" y="487"/>
                              </a:moveTo>
                              <a:cubicBezTo>
                                <a:pt x="2448" y="147"/>
                                <a:pt x="2448" y="147"/>
                                <a:pt x="2448" y="147"/>
                              </a:cubicBezTo>
                              <a:cubicBezTo>
                                <a:pt x="1240" y="0"/>
                                <a:pt x="422" y="86"/>
                                <a:pt x="0" y="148"/>
                              </a:cubicBezTo>
                              <a:cubicBezTo>
                                <a:pt x="0" y="487"/>
                                <a:pt x="0" y="487"/>
                                <a:pt x="0" y="487"/>
                              </a:cubicBezTo>
                              <a:lnTo>
                                <a:pt x="2448" y="4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6404F" id="Freeform 3" o:spid="_x0000_s1026" style="position:absolute;margin-left:18pt;margin-top:659.1pt;width:8in;height:114.4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" path="m2448,487v,-340,,-340,,-340c1240,,422,86,,148,,487,,487,,487r2448,xe" fillcolor="#2e3640" stroked="f" strokecolor="#212120">
                <v:shadow color="#8c8682"/>
                <v:path arrowok="t" o:connecttype="custom" o:connectlocs="7315200,1453515;7315200,438741;0,441725;0,1453515;7315200,1453515" o:connectangles="0,0,0,0,0"/>
                <w10:wrap anchorx="page" anchory="page"/>
              </v:shape>
            </w:pict>
          </mc:Fallback>
        </mc:AlternateContent>
      </w:r>
    </w:p>
    <w:sectPr w:rsidR="00985E33" w:rsidRPr="007A10A7" w:rsidSect="00DF65D6">
      <w:pgSz w:w="12240" w:h="15840" w:code="1"/>
      <w:pgMar w:top="270" w:right="1800" w:bottom="2880" w:left="1800" w:header="360" w:footer="3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D6"/>
    <w:rsid w:val="000D247E"/>
    <w:rsid w:val="000D2D82"/>
    <w:rsid w:val="00194B1B"/>
    <w:rsid w:val="001B326D"/>
    <w:rsid w:val="001D190B"/>
    <w:rsid w:val="003B7DE5"/>
    <w:rsid w:val="003D4653"/>
    <w:rsid w:val="003F754B"/>
    <w:rsid w:val="004B0EBC"/>
    <w:rsid w:val="005F70E4"/>
    <w:rsid w:val="00606D3B"/>
    <w:rsid w:val="00610940"/>
    <w:rsid w:val="007A10A7"/>
    <w:rsid w:val="008765E6"/>
    <w:rsid w:val="00904EDB"/>
    <w:rsid w:val="00964655"/>
    <w:rsid w:val="00985E33"/>
    <w:rsid w:val="00B024DE"/>
    <w:rsid w:val="00C56EC3"/>
    <w:rsid w:val="00DF65D6"/>
    <w:rsid w:val="00E24D0F"/>
    <w:rsid w:val="00E65CBA"/>
    <w:rsid w:val="00F73E48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79E107"/>
  <w15:chartTrackingRefBased/>
  <w15:docId w15:val="{95BCDE5C-8D5D-4FF1-ACDA-13912338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D190B"/>
    <w:rPr>
      <w:color w:val="21212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24D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24D0F"/>
    <w:rPr>
      <w:rFonts w:ascii="Segoe UI" w:hAnsi="Segoe UI" w:cs="Segoe UI"/>
      <w:color w:val="212120"/>
      <w:kern w:val="28"/>
      <w:sz w:val="18"/>
      <w:szCs w:val="18"/>
    </w:rPr>
  </w:style>
  <w:style w:type="table" w:styleId="TableGrid">
    <w:name w:val="Table Grid"/>
    <w:basedOn w:val="TableNormal"/>
    <w:rsid w:val="00DF6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DF65D6"/>
    <w:pPr>
      <w:framePr w:hSpace="180" w:wrap="around" w:vAnchor="text" w:hAnchor="text" w:x="289" w:y="1076"/>
      <w:spacing w:after="160" w:line="324" w:lineRule="auto"/>
      <w:jc w:val="right"/>
    </w:pPr>
    <w:rPr>
      <w:rFonts w:asciiTheme="majorHAnsi" w:eastAsiaTheme="minorHAnsi" w:hAnsiTheme="majorHAnsi" w:cstheme="minorBidi"/>
      <w:color w:val="5B9BD5" w:themeColor="accent5"/>
      <w:spacing w:val="20"/>
      <w:kern w:val="0"/>
      <w:sz w:val="28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F65D6"/>
    <w:rPr>
      <w:rFonts w:asciiTheme="majorHAnsi" w:eastAsiaTheme="minorHAnsi" w:hAnsiTheme="majorHAnsi" w:cstheme="minorBidi"/>
      <w:color w:val="5B9BD5" w:themeColor="accent5"/>
      <w:spacing w:val="20"/>
      <w:sz w:val="28"/>
      <w:szCs w:val="24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DF65D6"/>
    <w:rPr>
      <w:color w:val="4472C4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echnology%20business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letterhead.dotx</Template>
  <TotalTime>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cp:lastPrinted>2017-10-12T21:00:00Z</cp:lastPrinted>
  <dcterms:created xsi:type="dcterms:W3CDTF">2018-08-10T12:15:00Z</dcterms:created>
  <dcterms:modified xsi:type="dcterms:W3CDTF">2018-08-10T12:23:00Z</dcterms:modified>
</cp:coreProperties>
</file>