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73A0" w:rsidRPr="00F85F10" w:rsidRDefault="003D3497" w:rsidP="00F85F10">
      <w:pPr>
        <w:pStyle w:val="Logo"/>
      </w:pPr>
      <w:sdt>
        <w:sdtPr>
          <w:id w:val="-206116552"/>
          <w:picture/>
        </w:sdtPr>
        <w:sdtEndPr/>
        <w:sdtContent>
          <w:r w:rsidR="00F85F10" w:rsidRPr="00F85F10">
            <w:rPr>
              <w:noProof/>
            </w:rPr>
            <w:drawing>
              <wp:inline distT="0" distB="0" distL="0" distR="0" wp14:anchorId="3D69DA8D" wp14:editId="20F21563">
                <wp:extent cx="1483360" cy="695645"/>
                <wp:effectExtent l="0" t="0" r="2540" b="9525"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12851" cy="7094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sdtContent>
      </w:sdt>
      <w:r w:rsidR="00F85F10" w:rsidRPr="00F85F10">
        <w:t xml:space="preserve"> </w:t>
      </w:r>
      <w:r w:rsidR="006F5536" w:rsidRPr="00F85F10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306B056" wp14:editId="190D47CA">
                <wp:simplePos x="0" y="0"/>
                <wp:positionH relativeFrom="column">
                  <wp:posOffset>6713806</wp:posOffset>
                </wp:positionH>
                <wp:positionV relativeFrom="paragraph">
                  <wp:posOffset>-5629470</wp:posOffset>
                </wp:positionV>
                <wp:extent cx="666550" cy="565346"/>
                <wp:effectExtent l="0" t="0" r="0" b="6350"/>
                <wp:wrapNone/>
                <wp:docPr id="40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550" cy="565346"/>
                        </a:xfrm>
                        <a:prstGeom prst="hexagon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alpha val="20000"/>
                              </a:schemeClr>
                            </a:gs>
                            <a:gs pos="100000">
                              <a:schemeClr val="accent2">
                                <a:alpha val="20000"/>
                              </a:schemeClr>
                            </a:gs>
                          </a:gsLst>
                          <a:lin ang="0" scaled="1"/>
                        </a:gradFill>
                        <a:ln w="6350">
                          <a:noFill/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61BE4A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Oval 11" o:spid="_x0000_s1026" type="#_x0000_t9" style="position:absolute;margin-left:528.65pt;margin-top:-443.25pt;width:52.5pt;height:44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" adj="4580" fillcolor="#1cade4 [3204]" stroked="f" strokeweight=".5pt">
                <v:fill opacity="13107f" color2="#2683c6 [3205]" o:opacity2="13107f" angle="90" focus="100%" type="gradient"/>
                <v:stroke dashstyle="1 1"/>
              </v:shape>
            </w:pict>
          </mc:Fallback>
        </mc:AlternateContent>
      </w:r>
    </w:p>
    <w:p w:rsidR="00355687" w:rsidRDefault="00355687" w:rsidP="00355687">
      <w:pPr>
        <w:pStyle w:val="Website"/>
      </w:pPr>
      <w:r>
        <w:t>wordexceltemplates.com</w:t>
      </w:r>
    </w:p>
    <w:p w:rsidR="00355687" w:rsidRDefault="003D3497" w:rsidP="00355687">
      <w:pPr>
        <w:pStyle w:val="Website"/>
      </w:pPr>
      <w:sdt>
        <w:sdtPr>
          <w:alias w:val="Enter Date:"/>
          <w:tag w:val="Enter Date:"/>
          <w:id w:val="-1455475630"/>
          <w:placeholder>
            <w:docPart w:val="B27D4F2DDF944A2BA7D1B1ADB9987BAD"/>
          </w:placeholder>
          <w:temporary/>
          <w:showingPlcHdr/>
          <w15:appearance w15:val="hidden"/>
        </w:sdtPr>
        <w:sdtEndPr/>
        <w:sdtContent>
          <w:r w:rsidR="00355687" w:rsidRPr="005125BB">
            <w:rPr>
              <w:rStyle w:val="PlaceholderText"/>
              <w:color w:val="264356" w:themeColor="text2" w:themeShade="BF"/>
            </w:rPr>
            <w:t>Date</w:t>
          </w:r>
        </w:sdtContent>
      </w:sdt>
    </w:p>
    <w:p w:rsidR="00EF2F85" w:rsidRDefault="00355687" w:rsidP="00EF2F85">
      <w:pPr>
        <w:pStyle w:val="Website"/>
        <w:jc w:val="center"/>
        <w:rPr>
          <w:b/>
          <w:sz w:val="40"/>
        </w:rPr>
      </w:pPr>
      <w:r w:rsidRPr="009E6C5F">
        <w:rPr>
          <w:b/>
          <w:sz w:val="40"/>
        </w:rPr>
        <w:t>To Whom It May Concern</w:t>
      </w:r>
    </w:p>
    <w:p w:rsidR="00EF2F85" w:rsidRPr="00EF2F85" w:rsidRDefault="00EF2F85" w:rsidP="00EF2F85">
      <w:pPr>
        <w:pStyle w:val="Website"/>
        <w:rPr>
          <w:rFonts w:asciiTheme="majorHAnsi" w:eastAsia="Times New Roman" w:hAnsiTheme="majorHAnsi" w:cstheme="majorHAnsi"/>
          <w:color w:val="auto"/>
          <w:kern w:val="0"/>
          <w:sz w:val="24"/>
          <w:szCs w:val="24"/>
          <w:lang w:eastAsia="en-US"/>
        </w:rPr>
      </w:pPr>
      <w:r w:rsidRPr="00EF2F85">
        <w:rPr>
          <w:rFonts w:asciiTheme="majorHAnsi" w:eastAsia="Times New Roman" w:hAnsiTheme="majorHAnsi" w:cstheme="majorHAnsi"/>
          <w:color w:val="auto"/>
          <w:kern w:val="0"/>
          <w:sz w:val="24"/>
          <w:szCs w:val="24"/>
          <w:lang w:eastAsia="en-US"/>
        </w:rPr>
        <w:t xml:space="preserve">This is to certify that </w:t>
      </w:r>
      <w:r w:rsidRPr="00EF2F85">
        <w:rPr>
          <w:rFonts w:asciiTheme="majorHAnsi" w:eastAsia="Times New Roman" w:hAnsiTheme="majorHAnsi" w:cstheme="majorHAnsi"/>
          <w:color w:val="auto"/>
          <w:kern w:val="0"/>
          <w:sz w:val="24"/>
          <w:szCs w:val="24"/>
          <w:u w:val="single"/>
          <w:lang w:eastAsia="en-US"/>
        </w:rPr>
        <w:t>Mr. Smith Watson</w:t>
      </w:r>
      <w:r w:rsidRPr="00EF2F85">
        <w:rPr>
          <w:rFonts w:asciiTheme="majorHAnsi" w:eastAsia="Times New Roman" w:hAnsiTheme="majorHAnsi" w:cstheme="majorHAnsi"/>
          <w:color w:val="auto"/>
          <w:kern w:val="0"/>
          <w:sz w:val="24"/>
          <w:szCs w:val="24"/>
          <w:lang w:eastAsia="en-US"/>
        </w:rPr>
        <w:t xml:space="preserve"> has worked as a [TEXT] for our company ‘The Well Day’ from </w:t>
      </w:r>
      <w:r w:rsidRPr="00EF2F85">
        <w:rPr>
          <w:rFonts w:asciiTheme="majorHAnsi" w:eastAsia="Times New Roman" w:hAnsiTheme="majorHAnsi" w:cstheme="majorHAnsi"/>
          <w:color w:val="auto"/>
          <w:kern w:val="0"/>
          <w:sz w:val="24"/>
          <w:szCs w:val="24"/>
          <w:u w:val="single"/>
          <w:lang w:eastAsia="en-US"/>
        </w:rPr>
        <w:t>12</w:t>
      </w:r>
      <w:r w:rsidRPr="00EF2F85">
        <w:rPr>
          <w:rFonts w:asciiTheme="majorHAnsi" w:eastAsia="Times New Roman" w:hAnsiTheme="majorHAnsi" w:cstheme="majorHAnsi"/>
          <w:color w:val="auto"/>
          <w:kern w:val="0"/>
          <w:sz w:val="24"/>
          <w:szCs w:val="24"/>
          <w:u w:val="single"/>
          <w:vertAlign w:val="superscript"/>
          <w:lang w:eastAsia="en-US"/>
        </w:rPr>
        <w:t>th</w:t>
      </w:r>
      <w:r w:rsidRPr="00EF2F85">
        <w:rPr>
          <w:rFonts w:asciiTheme="majorHAnsi" w:eastAsia="Times New Roman" w:hAnsiTheme="majorHAnsi" w:cstheme="majorHAnsi"/>
          <w:color w:val="auto"/>
          <w:kern w:val="0"/>
          <w:sz w:val="24"/>
          <w:szCs w:val="24"/>
          <w:u w:val="single"/>
          <w:lang w:eastAsia="en-US"/>
        </w:rPr>
        <w:t xml:space="preserve"> January 2016</w:t>
      </w:r>
      <w:r w:rsidRPr="00EF2F85">
        <w:rPr>
          <w:rFonts w:asciiTheme="majorHAnsi" w:eastAsia="Times New Roman" w:hAnsiTheme="majorHAnsi" w:cstheme="majorHAnsi"/>
          <w:color w:val="auto"/>
          <w:kern w:val="0"/>
          <w:sz w:val="24"/>
          <w:szCs w:val="24"/>
          <w:lang w:eastAsia="en-US"/>
        </w:rPr>
        <w:t xml:space="preserve"> to </w:t>
      </w:r>
      <w:r w:rsidRPr="00EF2F85">
        <w:rPr>
          <w:rFonts w:asciiTheme="majorHAnsi" w:eastAsia="Times New Roman" w:hAnsiTheme="majorHAnsi" w:cstheme="majorHAnsi"/>
          <w:color w:val="auto"/>
          <w:kern w:val="0"/>
          <w:sz w:val="24"/>
          <w:szCs w:val="24"/>
          <w:u w:val="single"/>
          <w:lang w:eastAsia="en-US"/>
        </w:rPr>
        <w:t>16</w:t>
      </w:r>
      <w:r w:rsidRPr="00EF2F85">
        <w:rPr>
          <w:rFonts w:asciiTheme="majorHAnsi" w:eastAsia="Times New Roman" w:hAnsiTheme="majorHAnsi" w:cstheme="majorHAnsi"/>
          <w:color w:val="auto"/>
          <w:kern w:val="0"/>
          <w:sz w:val="24"/>
          <w:szCs w:val="24"/>
          <w:u w:val="single"/>
          <w:vertAlign w:val="superscript"/>
          <w:lang w:eastAsia="en-US"/>
        </w:rPr>
        <w:t>th</w:t>
      </w:r>
      <w:r w:rsidRPr="00EF2F85">
        <w:rPr>
          <w:rFonts w:asciiTheme="majorHAnsi" w:eastAsia="Times New Roman" w:hAnsiTheme="majorHAnsi" w:cstheme="majorHAnsi"/>
          <w:color w:val="auto"/>
          <w:kern w:val="0"/>
          <w:sz w:val="24"/>
          <w:szCs w:val="24"/>
          <w:u w:val="single"/>
          <w:lang w:eastAsia="en-US"/>
        </w:rPr>
        <w:t xml:space="preserve"> March 2018</w:t>
      </w:r>
      <w:r w:rsidRPr="00EF2F85">
        <w:rPr>
          <w:rFonts w:asciiTheme="majorHAnsi" w:eastAsia="Times New Roman" w:hAnsiTheme="majorHAnsi" w:cstheme="majorHAnsi"/>
          <w:color w:val="auto"/>
          <w:kern w:val="0"/>
          <w:sz w:val="24"/>
          <w:szCs w:val="24"/>
          <w:lang w:eastAsia="en-US"/>
        </w:rPr>
        <w:t>. We found him a person of good moral character. His conduct throughout his tenure was exceptional.</w:t>
      </w:r>
    </w:p>
    <w:p w:rsidR="00EF2F85" w:rsidRPr="00EF2F85" w:rsidRDefault="00EF2F85" w:rsidP="00EF2F85">
      <w:pPr>
        <w:pStyle w:val="Website"/>
        <w:rPr>
          <w:rFonts w:asciiTheme="majorHAnsi" w:eastAsia="Times New Roman" w:hAnsiTheme="majorHAnsi" w:cstheme="majorHAnsi"/>
          <w:color w:val="auto"/>
          <w:kern w:val="0"/>
          <w:sz w:val="24"/>
          <w:szCs w:val="24"/>
          <w:lang w:eastAsia="en-US"/>
        </w:rPr>
      </w:pPr>
      <w:r w:rsidRPr="00EF2F85">
        <w:rPr>
          <w:rFonts w:asciiTheme="majorHAnsi" w:eastAsia="Times New Roman" w:hAnsiTheme="majorHAnsi" w:cstheme="majorHAnsi"/>
          <w:color w:val="auto"/>
          <w:kern w:val="0"/>
          <w:sz w:val="24"/>
          <w:szCs w:val="24"/>
          <w:lang w:eastAsia="en-US"/>
        </w:rPr>
        <w:t>His job with us entailed frequent interactions with other employees and no one has ever made a complaint against him. The employees who know him personally have always confirmed his reserved and disciplined approach toward his work.</w:t>
      </w:r>
    </w:p>
    <w:p w:rsidR="00EF2F85" w:rsidRPr="00EF2F85" w:rsidRDefault="00EF2F85" w:rsidP="00EF2F85">
      <w:pPr>
        <w:pStyle w:val="Website"/>
        <w:rPr>
          <w:rFonts w:asciiTheme="majorHAnsi" w:eastAsia="Times New Roman" w:hAnsiTheme="majorHAnsi" w:cstheme="majorHAnsi"/>
          <w:color w:val="auto"/>
          <w:kern w:val="0"/>
          <w:sz w:val="24"/>
          <w:szCs w:val="24"/>
          <w:lang w:eastAsia="en-US"/>
        </w:rPr>
      </w:pPr>
      <w:r w:rsidRPr="00EF2F85">
        <w:rPr>
          <w:rFonts w:asciiTheme="majorHAnsi" w:eastAsia="Times New Roman" w:hAnsiTheme="majorHAnsi" w:cstheme="majorHAnsi"/>
          <w:color w:val="auto"/>
          <w:kern w:val="0"/>
          <w:sz w:val="24"/>
          <w:szCs w:val="24"/>
          <w:lang w:eastAsia="en-US"/>
        </w:rPr>
        <w:t>We feel happy and proud to verify his good character and to the best of our knowledge, he has never been involved in any legal case.</w:t>
      </w:r>
    </w:p>
    <w:p w:rsidR="00EF2F85" w:rsidRPr="00EF2F85" w:rsidRDefault="00EF2F85" w:rsidP="00EF2F85">
      <w:pPr>
        <w:pStyle w:val="Website"/>
        <w:rPr>
          <w:rFonts w:asciiTheme="majorHAnsi" w:eastAsia="Times New Roman" w:hAnsiTheme="majorHAnsi" w:cstheme="majorHAnsi"/>
          <w:color w:val="auto"/>
          <w:kern w:val="0"/>
          <w:sz w:val="24"/>
          <w:szCs w:val="24"/>
          <w:lang w:eastAsia="en-US"/>
        </w:rPr>
      </w:pPr>
      <w:r w:rsidRPr="00EF2F85">
        <w:rPr>
          <w:rFonts w:asciiTheme="majorHAnsi" w:eastAsia="Times New Roman" w:hAnsiTheme="majorHAnsi" w:cstheme="majorHAnsi"/>
          <w:color w:val="auto"/>
          <w:kern w:val="0"/>
          <w:sz w:val="24"/>
          <w:szCs w:val="24"/>
          <w:lang w:eastAsia="en-US"/>
        </w:rPr>
        <w:t>We wish him the best of luck!</w:t>
      </w:r>
    </w:p>
    <w:p w:rsidR="00EF2F85" w:rsidRPr="00EF2F85" w:rsidRDefault="00EF2F85" w:rsidP="00EF2F85">
      <w:pPr>
        <w:pStyle w:val="Website"/>
        <w:rPr>
          <w:rFonts w:asciiTheme="majorHAnsi" w:eastAsia="Times New Roman" w:hAnsiTheme="majorHAnsi" w:cstheme="majorHAnsi"/>
          <w:color w:val="auto"/>
          <w:kern w:val="0"/>
          <w:sz w:val="24"/>
          <w:szCs w:val="24"/>
          <w:lang w:eastAsia="en-US"/>
        </w:rPr>
      </w:pPr>
    </w:p>
    <w:p w:rsidR="00EF2F85" w:rsidRPr="00EF2F85" w:rsidRDefault="00355687" w:rsidP="00EF2F85">
      <w:pPr>
        <w:pStyle w:val="Website"/>
        <w:rPr>
          <w:rFonts w:asciiTheme="majorHAnsi" w:hAnsiTheme="majorHAnsi" w:cstheme="majorHAnsi"/>
          <w:sz w:val="24"/>
          <w:szCs w:val="24"/>
        </w:rPr>
      </w:pPr>
      <w:r w:rsidRPr="00EF2F85">
        <w:rPr>
          <w:rFonts w:asciiTheme="majorHAnsi" w:hAnsiTheme="majorHAnsi" w:cstheme="majorHAnsi"/>
          <w:sz w:val="24"/>
          <w:szCs w:val="24"/>
        </w:rPr>
        <w:t>Manager</w:t>
      </w:r>
    </w:p>
    <w:p w:rsidR="00EF2F85" w:rsidRPr="00EF2F85" w:rsidRDefault="00EF2F85" w:rsidP="00EF2F85">
      <w:pPr>
        <w:pStyle w:val="Website"/>
        <w:rPr>
          <w:rFonts w:asciiTheme="majorHAnsi" w:hAnsiTheme="majorHAnsi" w:cstheme="majorHAnsi"/>
          <w:sz w:val="24"/>
          <w:szCs w:val="24"/>
        </w:rPr>
      </w:pPr>
      <w:bookmarkStart w:id="0" w:name="_GoBack"/>
      <w:bookmarkEnd w:id="0"/>
    </w:p>
    <w:p w:rsidR="00355687" w:rsidRPr="00EF2F85" w:rsidRDefault="00355687" w:rsidP="00EF2F85">
      <w:pPr>
        <w:pStyle w:val="Website"/>
        <w:rPr>
          <w:rFonts w:asciiTheme="majorHAnsi" w:hAnsiTheme="majorHAnsi" w:cstheme="majorHAnsi"/>
          <w:b/>
          <w:sz w:val="40"/>
        </w:rPr>
      </w:pPr>
      <w:r w:rsidRPr="00EF2F85">
        <w:rPr>
          <w:rFonts w:asciiTheme="majorHAnsi" w:hAnsiTheme="majorHAnsi" w:cstheme="majorHAnsi"/>
          <w:noProof/>
        </w:rPr>
        <w:drawing>
          <wp:inline distT="0" distB="0" distL="0" distR="0" wp14:anchorId="1CC5DDD6" wp14:editId="6DDC21FF">
            <wp:extent cx="685800" cy="315595"/>
            <wp:effectExtent l="0" t="0" r="0" b="0"/>
            <wp:docPr id="2" name="Picture 2" descr="Description: signatu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cription: signature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081" cy="31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17B" w:rsidRDefault="006F5536" w:rsidP="003F73A0">
      <w:r w:rsidRPr="006F553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272FD13" wp14:editId="5C5ABB5E">
                <wp:simplePos x="0" y="0"/>
                <wp:positionH relativeFrom="column">
                  <wp:posOffset>-9488658</wp:posOffset>
                </wp:positionH>
                <wp:positionV relativeFrom="paragraph">
                  <wp:posOffset>1880674</wp:posOffset>
                </wp:positionV>
                <wp:extent cx="1098197" cy="932132"/>
                <wp:effectExtent l="0" t="0" r="6985" b="8255"/>
                <wp:wrapNone/>
                <wp:docPr id="37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197" cy="932132"/>
                        </a:xfrm>
                        <a:prstGeom prst="hexagon">
                          <a:avLst/>
                        </a:prstGeom>
                        <a:noFill/>
                        <a:ln w="6350">
                          <a:solidFill>
                            <a:schemeClr val="tx1">
                              <a:alpha val="1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03A6A" id="Oval 11" o:spid="_x0000_s1026" type="#_x0000_t9" style="position:absolute;margin-left:-747.15pt;margin-top:148.1pt;width:86.45pt;height:73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" adj="4583" filled="f" strokecolor="black [3213]" strokeweight=".5pt">
                <v:stroke dashstyle="1 1" opacity="6682f"/>
              </v:shape>
            </w:pict>
          </mc:Fallback>
        </mc:AlternateContent>
      </w:r>
      <w:r w:rsidRPr="006F553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37D2447" wp14:editId="1954CFB3">
                <wp:simplePos x="0" y="0"/>
                <wp:positionH relativeFrom="column">
                  <wp:posOffset>-5337566</wp:posOffset>
                </wp:positionH>
                <wp:positionV relativeFrom="paragraph">
                  <wp:posOffset>541215</wp:posOffset>
                </wp:positionV>
                <wp:extent cx="2507397" cy="2128130"/>
                <wp:effectExtent l="0" t="0" r="7620" b="18415"/>
                <wp:wrapNone/>
                <wp:docPr id="35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7397" cy="2128130"/>
                        </a:xfrm>
                        <a:prstGeom prst="hexagon">
                          <a:avLst/>
                        </a:prstGeom>
                        <a:noFill/>
                        <a:ln w="6350">
                          <a:solidFill>
                            <a:schemeClr val="tx1">
                              <a:alpha val="1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A2887" id="Oval 11" o:spid="_x0000_s1026" type="#_x0000_t9" style="position:absolute;margin-left:-420.3pt;margin-top:42.6pt;width:197.45pt;height:167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" adj="4583" filled="f" strokecolor="black [3213]" strokeweight=".5pt">
                <v:stroke dashstyle="1 1" opacity="6682f"/>
              </v:shape>
            </w:pict>
          </mc:Fallback>
        </mc:AlternateContent>
      </w:r>
      <w:r w:rsidR="003F73A0">
        <w:rPr>
          <w:noProof/>
        </w:rPr>
        <w:t xml:space="preserve"> </w:t>
      </w:r>
      <w:r w:rsidR="003F73A0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E41B16B" wp14:editId="65B0B29C">
                <wp:simplePos x="0" y="0"/>
                <wp:positionH relativeFrom="column">
                  <wp:posOffset>-918210</wp:posOffset>
                </wp:positionH>
                <wp:positionV relativeFrom="paragraph">
                  <wp:posOffset>5943118</wp:posOffset>
                </wp:positionV>
                <wp:extent cx="7772400" cy="3200400"/>
                <wp:effectExtent l="0" t="0" r="0" b="0"/>
                <wp:wrapNone/>
                <wp:docPr id="6" name="Right Tri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 flipV="1">
                          <a:off x="0" y="0"/>
                          <a:ext cx="7772400" cy="3200400"/>
                        </a:xfrm>
                        <a:prstGeom prst="rtTriangle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B28C6E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6" o:spid="_x0000_s1026" type="#_x0000_t6" style="position:absolute;margin-left:-72.3pt;margin-top:467.95pt;width:612pt;height:252pt;rotation:180;flip:x y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" fillcolor="#272727 [2749]" stroked="f" strokeweight="1pt"/>
            </w:pict>
          </mc:Fallback>
        </mc:AlternateContent>
      </w:r>
    </w:p>
    <w:sectPr w:rsidR="0043117B" w:rsidSect="004B6B3F">
      <w:headerReference w:type="default" r:id="rId11"/>
      <w:footerReference w:type="default" r:id="rId12"/>
      <w:pgSz w:w="12240" w:h="15840"/>
      <w:pgMar w:top="1440" w:right="720" w:bottom="1440" w:left="36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497" w:rsidRDefault="003D3497" w:rsidP="00A73962">
      <w:pPr>
        <w:spacing w:before="0" w:after="0" w:line="240" w:lineRule="auto"/>
      </w:pPr>
      <w:r>
        <w:separator/>
      </w:r>
    </w:p>
  </w:endnote>
  <w:endnote w:type="continuationSeparator" w:id="0">
    <w:p w:rsidR="003D3497" w:rsidRDefault="003D3497" w:rsidP="00A7396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ill Sans">
    <w:charset w:val="B1"/>
    <w:family w:val="swiss"/>
    <w:pitch w:val="variable"/>
    <w:sig w:usb0="80000A67" w:usb1="00000000" w:usb2="00000000" w:usb3="00000000" w:csb0="000001F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5687" w:rsidRDefault="00355687" w:rsidP="00355687">
    <w:pPr>
      <w:pStyle w:val="Footer"/>
      <w:ind w:left="-2070"/>
      <w:jc w:val="center"/>
    </w:pPr>
    <w:r>
      <w:t>wordexceltemplates.com</w:t>
    </w:r>
  </w:p>
  <w:p w:rsidR="0061783A" w:rsidRDefault="006178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497" w:rsidRDefault="003D3497" w:rsidP="00A73962">
      <w:pPr>
        <w:spacing w:before="0" w:after="0" w:line="240" w:lineRule="auto"/>
      </w:pPr>
      <w:r>
        <w:separator/>
      </w:r>
    </w:p>
  </w:footnote>
  <w:footnote w:type="continuationSeparator" w:id="0">
    <w:p w:rsidR="003D3497" w:rsidRDefault="003D3497" w:rsidP="00A7396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962" w:rsidRDefault="00F85F10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70E0BE0D" wp14:editId="2BC5E7E7">
              <wp:simplePos x="0" y="0"/>
              <wp:positionH relativeFrom="column">
                <wp:posOffset>-2029691</wp:posOffset>
              </wp:positionH>
              <wp:positionV relativeFrom="paragraph">
                <wp:posOffset>2576945</wp:posOffset>
              </wp:positionV>
              <wp:extent cx="258291" cy="4710547"/>
              <wp:effectExtent l="0" t="0" r="8890" b="0"/>
              <wp:wrapNone/>
              <wp:docPr id="30" name="Group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8291" cy="4710547"/>
                        <a:chOff x="3093" y="-70503"/>
                        <a:chExt cx="262949" cy="4794171"/>
                      </a:xfrm>
                    </wpg:grpSpPr>
                    <pic:pic xmlns:pic="http://schemas.openxmlformats.org/drawingml/2006/picture">
                      <pic:nvPicPr>
                        <pic:cNvPr id="8" name="Graphic 7" descr="User" title="Icon - Presenter Name">
                          <a:extLst>
                            <a:ext uri="{FF2B5EF4-FFF2-40B4-BE49-F238E27FC236}">
                              <a16:creationId xmlns:a16="http://schemas.microsoft.com/office/drawing/2014/main" id="{5A320BC1-9054-4BAF-A591-EA9FEE62773D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16200000">
                          <a:off x="57493" y="4569998"/>
                          <a:ext cx="153670" cy="1536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" name="Graphic 10" descr="Smart Phone" title="Icon - Presenter Phone Number">
                          <a:extLst>
                            <a:ext uri="{FF2B5EF4-FFF2-40B4-BE49-F238E27FC236}">
                              <a16:creationId xmlns:a16="http://schemas.microsoft.com/office/drawing/2014/main" id="{5AE7BFEB-7DC8-4EFF-A908-02F9CA1E098F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5400000">
                          <a:off x="57493" y="1140998"/>
                          <a:ext cx="153670" cy="1536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Graphic 8" descr="Envelope" title="Icon Presenter Email">
                          <a:extLst>
                            <a:ext uri="{FF2B5EF4-FFF2-40B4-BE49-F238E27FC236}">
                              <a16:creationId xmlns:a16="http://schemas.microsoft.com/office/drawing/2014/main" id="{843585A3-CB4F-4A6C-AEF7-05BE3D4F34B0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5" cstate="screen">
                          <a:extLst>
                            <a:ext uri="{28A0092B-C50C-407E-A947-70E740481C1C}">
                              <a14:useLocalDpi xmlns:a14="http://schemas.microsoft.com/office/drawing/2010/main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16200000">
                          <a:off x="57493" y="2855498"/>
                          <a:ext cx="153670" cy="15367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6" name="Subtitle 2">
                        <a:extLst/>
                      </wps:cNvPr>
                      <wps:cNvSpPr txBox="1">
                        <a:spLocks/>
                      </wps:cNvSpPr>
                      <wps:spPr>
                        <a:xfrm rot="16200000">
                          <a:off x="-560987" y="3893580"/>
                          <a:ext cx="1390015" cy="186592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85F10" w:rsidRPr="004B6B3F" w:rsidRDefault="00F85F10" w:rsidP="00F85F1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="Calibri Light" w:cs="Gill Sans"/>
                                <w:color w:val="2F3342"/>
                                <w:sz w:val="18"/>
                                <w:szCs w:val="18"/>
                                <w:lang w:val="en-ZA"/>
                              </w:rPr>
                              <w:t>YOUR NAME HERE</w:t>
                            </w:r>
                          </w:p>
                        </w:txbxContent>
                      </wps:txbx>
                      <wps:bodyPr vert="horz" wrap="square" lIns="0" tIns="0" rIns="0" bIns="0" rtlCol="0" anchor="ctr">
                        <a:noAutofit/>
                      </wps:bodyPr>
                    </wps:wsp>
                    <wps:wsp>
                      <wps:cNvPr id="27" name="Subtitle 2">
                        <a:extLst/>
                      </wps:cNvPr>
                      <wps:cNvSpPr txBox="1">
                        <a:spLocks/>
                      </wps:cNvSpPr>
                      <wps:spPr>
                        <a:xfrm rot="16200000">
                          <a:off x="-560987" y="1998248"/>
                          <a:ext cx="1390015" cy="1543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85F10" w:rsidRPr="004B6B3F" w:rsidRDefault="00F85F10" w:rsidP="00F85F10">
                            <w:pPr>
                              <w:spacing w:before="0"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="Calibri Light" w:cs="Gill Sans"/>
                                <w:color w:val="2F3342"/>
                                <w:spacing w:val="19"/>
                                <w:kern w:val="0"/>
                                <w:sz w:val="18"/>
                                <w:szCs w:val="18"/>
                                <w:lang w:val="en-ZA"/>
                              </w:rPr>
                              <w:t>YOUR EMAIL HERE</w:t>
                            </w:r>
                          </w:p>
                        </w:txbxContent>
                      </wps:txbx>
                      <wps:bodyPr vert="horz" wrap="square" lIns="0" tIns="0" rIns="0" bIns="0" rtlCol="0" anchor="ctr">
                        <a:noAutofit/>
                      </wps:bodyPr>
                    </wps:wsp>
                    <wps:wsp>
                      <wps:cNvPr id="28" name="Subtitle 2">
                        <a:extLst/>
                      </wps:cNvPr>
                      <wps:cNvSpPr txBox="1">
                        <a:spLocks/>
                      </wps:cNvSpPr>
                      <wps:spPr>
                        <a:xfrm rot="16200000">
                          <a:off x="-425781" y="358371"/>
                          <a:ext cx="1120697" cy="26294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85F10" w:rsidRPr="004B6B3F" w:rsidRDefault="00F85F10" w:rsidP="00F85F10">
                            <w:pPr>
                              <w:spacing w:before="0"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="Calibri Light" w:cs="Gill Sans"/>
                                <w:color w:val="2F3342"/>
                                <w:spacing w:val="19"/>
                                <w:kern w:val="0"/>
                                <w:sz w:val="18"/>
                                <w:szCs w:val="18"/>
                                <w:lang w:val="en-ZA"/>
                              </w:rPr>
                              <w:t>YOUR PHONE HERE</w:t>
                            </w:r>
                          </w:p>
                        </w:txbxContent>
                      </wps:txbx>
                      <wps:bodyPr vert="horz" wrap="square" lIns="0" tIns="0" rIns="0" bIns="0" rtlCol="0" anchor="ctr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0E0BE0D" id="Group 30" o:spid="_x0000_s1026" style="position:absolute;margin-left:-159.8pt;margin-top:202.9pt;width:20.35pt;height:370.9pt;z-index:251674624;mso-width-relative:margin;mso-height-relative:margin" coordorigin="30,-705" coordsize="2629,479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phic 7" o:spid="_x0000_s1027" type="#_x0000_t75" alt="User" style="position:absolute;left:574;top:45699;width:1537;height:1537;rotation:-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">
                <v:imagedata r:id="rId7" o:title="User"/>
              </v:shape>
              <v:shape id="Graphic 10" o:spid="_x0000_s1028" type="#_x0000_t75" alt="Smart Phone" style="position:absolute;left:574;top:11409;width:1537;height:1537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">
                <v:imagedata r:id="rId8" o:title="Smart Phone"/>
              </v:shape>
              <v:shape id="Graphic 8" o:spid="_x0000_s1029" type="#_x0000_t75" alt="Envelope" style="position:absolute;left:574;top:28554;width:1537;height:1537;rotation:-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">
                <v:imagedata r:id="rId9" o:title="Envelop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ubtitle 2" o:spid="_x0000_s1030" type="#_x0000_t202" style="position:absolute;left:-5610;top:38935;width:13900;height:186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" filled="f" stroked="f">
                <v:textbox inset="0,0,0,0">
                  <w:txbxContent>
                    <w:p w:rsidR="00F85F10" w:rsidRPr="004B6B3F" w:rsidRDefault="00F85F10" w:rsidP="00F85F1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="Calibri Light" w:cs="Gill Sans"/>
                          <w:color w:val="2F3342"/>
                          <w:sz w:val="18"/>
                          <w:szCs w:val="18"/>
                          <w:lang w:val="en-ZA"/>
                        </w:rPr>
                        <w:t>YOUR NAME HERE</w:t>
                      </w:r>
                    </w:p>
                  </w:txbxContent>
                </v:textbox>
              </v:shape>
              <v:shape id="Subtitle 2" o:spid="_x0000_s1031" type="#_x0000_t202" style="position:absolute;left:-5611;top:19982;width:13901;height:154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" filled="f" stroked="f">
                <v:textbox inset="0,0,0,0">
                  <w:txbxContent>
                    <w:p w:rsidR="00F85F10" w:rsidRPr="004B6B3F" w:rsidRDefault="00F85F10" w:rsidP="00F85F10">
                      <w:pPr>
                        <w:spacing w:before="0" w:after="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="Calibri Light" w:cs="Gill Sans"/>
                          <w:color w:val="2F3342"/>
                          <w:spacing w:val="19"/>
                          <w:kern w:val="0"/>
                          <w:sz w:val="18"/>
                          <w:szCs w:val="18"/>
                          <w:lang w:val="en-ZA"/>
                        </w:rPr>
                        <w:t>YOUR EMAIL HERE</w:t>
                      </w:r>
                    </w:p>
                  </w:txbxContent>
                </v:textbox>
              </v:shape>
              <v:shape id="Subtitle 2" o:spid="_x0000_s1032" type="#_x0000_t202" style="position:absolute;left:-4258;top:3583;width:11206;height:263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" filled="f" stroked="f">
                <v:textbox inset="0,0,0,0">
                  <w:txbxContent>
                    <w:p w:rsidR="00F85F10" w:rsidRPr="004B6B3F" w:rsidRDefault="00F85F10" w:rsidP="00F85F10">
                      <w:pPr>
                        <w:spacing w:before="0" w:after="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="Calibri Light" w:cs="Gill Sans"/>
                          <w:color w:val="2F3342"/>
                          <w:spacing w:val="19"/>
                          <w:kern w:val="0"/>
                          <w:sz w:val="18"/>
                          <w:szCs w:val="18"/>
                          <w:lang w:val="en-ZA"/>
                        </w:rPr>
                        <w:t>YOUR PHONE HERE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63DF11C7" wp14:editId="17A8F6CA">
              <wp:simplePos x="0" y="0"/>
              <wp:positionH relativeFrom="column">
                <wp:posOffset>-1871345</wp:posOffset>
              </wp:positionH>
              <wp:positionV relativeFrom="margin">
                <wp:posOffset>-911860</wp:posOffset>
              </wp:positionV>
              <wp:extent cx="7357745" cy="1350009"/>
              <wp:effectExtent l="0" t="57150" r="14605" b="60325"/>
              <wp:wrapNone/>
              <wp:docPr id="10" name="Group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357745" cy="1350009"/>
                        <a:chOff x="422030" y="-2949"/>
                        <a:chExt cx="7357990" cy="1351035"/>
                      </a:xfrm>
                    </wpg:grpSpPr>
                    <wps:wsp>
                      <wps:cNvPr id="1" name="Rectangle 1"/>
                      <wps:cNvSpPr/>
                      <wps:spPr>
                        <a:xfrm>
                          <a:off x="422030" y="-2949"/>
                          <a:ext cx="2792437" cy="514392"/>
                        </a:xfrm>
                        <a:custGeom>
                          <a:avLst/>
                          <a:gdLst>
                            <a:gd name="connsiteX0" fmla="*/ 0 w 2778276"/>
                            <a:gd name="connsiteY0" fmla="*/ 0 h 471777"/>
                            <a:gd name="connsiteX1" fmla="*/ 2778276 w 2778276"/>
                            <a:gd name="connsiteY1" fmla="*/ 0 h 471777"/>
                            <a:gd name="connsiteX2" fmla="*/ 2778276 w 2778276"/>
                            <a:gd name="connsiteY2" fmla="*/ 471777 h 471777"/>
                            <a:gd name="connsiteX3" fmla="*/ 0 w 2778276"/>
                            <a:gd name="connsiteY3" fmla="*/ 471777 h 471777"/>
                            <a:gd name="connsiteX4" fmla="*/ 0 w 2778276"/>
                            <a:gd name="connsiteY4" fmla="*/ 0 h 471777"/>
                            <a:gd name="connsiteX0" fmla="*/ 0 w 2778276"/>
                            <a:gd name="connsiteY0" fmla="*/ 0 h 499912"/>
                            <a:gd name="connsiteX1" fmla="*/ 2778276 w 2778276"/>
                            <a:gd name="connsiteY1" fmla="*/ 0 h 499912"/>
                            <a:gd name="connsiteX2" fmla="*/ 2778276 w 2778276"/>
                            <a:gd name="connsiteY2" fmla="*/ 471777 h 499912"/>
                            <a:gd name="connsiteX3" fmla="*/ 576775 w 2778276"/>
                            <a:gd name="connsiteY3" fmla="*/ 499912 h 499912"/>
                            <a:gd name="connsiteX4" fmla="*/ 0 w 2778276"/>
                            <a:gd name="connsiteY4" fmla="*/ 0 h 499912"/>
                            <a:gd name="connsiteX0" fmla="*/ 0 w 2792344"/>
                            <a:gd name="connsiteY0" fmla="*/ 0 h 514001"/>
                            <a:gd name="connsiteX1" fmla="*/ 2778276 w 2792344"/>
                            <a:gd name="connsiteY1" fmla="*/ 0 h 514001"/>
                            <a:gd name="connsiteX2" fmla="*/ 2792344 w 2792344"/>
                            <a:gd name="connsiteY2" fmla="*/ 514001 h 514001"/>
                            <a:gd name="connsiteX3" fmla="*/ 576775 w 2792344"/>
                            <a:gd name="connsiteY3" fmla="*/ 499912 h 514001"/>
                            <a:gd name="connsiteX4" fmla="*/ 0 w 2792344"/>
                            <a:gd name="connsiteY4" fmla="*/ 0 h 51400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792344" h="514001">
                              <a:moveTo>
                                <a:pt x="0" y="0"/>
                              </a:moveTo>
                              <a:lnTo>
                                <a:pt x="2778276" y="0"/>
                              </a:lnTo>
                              <a:lnTo>
                                <a:pt x="2792344" y="514001"/>
                              </a:lnTo>
                              <a:lnTo>
                                <a:pt x="576775" y="4999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ectangle 2"/>
                      <wps:cNvSpPr/>
                      <wps:spPr>
                        <a:xfrm>
                          <a:off x="2636520" y="0"/>
                          <a:ext cx="5143500" cy="1348086"/>
                        </a:xfrm>
                        <a:custGeom>
                          <a:avLst/>
                          <a:gdLst>
                            <a:gd name="connsiteX0" fmla="*/ 0 w 4000500"/>
                            <a:gd name="connsiteY0" fmla="*/ 0 h 800100"/>
                            <a:gd name="connsiteX1" fmla="*/ 4000500 w 4000500"/>
                            <a:gd name="connsiteY1" fmla="*/ 0 h 800100"/>
                            <a:gd name="connsiteX2" fmla="*/ 4000500 w 4000500"/>
                            <a:gd name="connsiteY2" fmla="*/ 800100 h 800100"/>
                            <a:gd name="connsiteX3" fmla="*/ 0 w 4000500"/>
                            <a:gd name="connsiteY3" fmla="*/ 800100 h 800100"/>
                            <a:gd name="connsiteX4" fmla="*/ 0 w 4000500"/>
                            <a:gd name="connsiteY4" fmla="*/ 0 h 800100"/>
                            <a:gd name="connsiteX0" fmla="*/ 0 w 4000500"/>
                            <a:gd name="connsiteY0" fmla="*/ 0 h 800100"/>
                            <a:gd name="connsiteX1" fmla="*/ 4000500 w 4000500"/>
                            <a:gd name="connsiteY1" fmla="*/ 0 h 800100"/>
                            <a:gd name="connsiteX2" fmla="*/ 4000500 w 4000500"/>
                            <a:gd name="connsiteY2" fmla="*/ 800100 h 800100"/>
                            <a:gd name="connsiteX3" fmla="*/ 792480 w 4000500"/>
                            <a:gd name="connsiteY3" fmla="*/ 800100 h 800100"/>
                            <a:gd name="connsiteX4" fmla="*/ 0 w 4000500"/>
                            <a:gd name="connsiteY4" fmla="*/ 0 h 8001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000500" h="800100">
                              <a:moveTo>
                                <a:pt x="0" y="0"/>
                              </a:moveTo>
                              <a:lnTo>
                                <a:pt x="4000500" y="0"/>
                              </a:lnTo>
                              <a:lnTo>
                                <a:pt x="4000500" y="800100"/>
                              </a:lnTo>
                              <a:lnTo>
                                <a:pt x="792480" y="8001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chemeClr val="accent1"/>
                            </a:gs>
                            <a:gs pos="100000">
                              <a:schemeClr val="accent2"/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  <a:effectLst>
                          <a:outerShdw blurRad="50800" dist="38100" dir="10800000" algn="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BF9D467" id="Group 10" o:spid="_x0000_s1026" style="position:absolute;margin-left:-147.35pt;margin-top:-71.8pt;width:579.35pt;height:106.3pt;z-index:251672576;mso-position-vertical-relative:margin;mso-width-relative:margin;mso-height-relative:margin" coordorigin="4220,-29" coordsize="73579,1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">
              <v:shape id="Rectangle 1" o:spid="_x0000_s1027" style="position:absolute;left:4220;top:-29;width:27924;height:5143;visibility:visible;mso-wrap-style:square;v-text-anchor:middle" coordsize="2792344,5140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" path="m,l2778276,r14068,514001l576775,499912,,xe" fillcolor="#7f7f7f [1612]" stroked="f" strokeweight="1pt">
                <v:stroke joinstyle="miter"/>
                <v:path arrowok="t" o:connecttype="custom" o:connectlocs="0,0;2778369,0;2792437,514392;576794,500292;0,0" o:connectangles="0,0,0,0,0"/>
              </v:shape>
              <v:shape id="Rectangle 2" o:spid="_x0000_s1028" style="position:absolute;left:26365;width:51435;height:13480;visibility:visible;mso-wrap-style:square;v-text-anchor:middle" coordsize="4000500,800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" path="m,l4000500,r,800100l792480,800100,,xe" fillcolor="#1cade4 [3204]" stroked="f" strokeweight="1pt">
                <v:fill color2="#2683c6 [3205]" rotate="t" focus="100%" type="gradient"/>
                <v:stroke joinstyle="miter"/>
                <v:shadow on="t" color="black" opacity="26214f" origin=".5" offset="-3pt,0"/>
                <v:path arrowok="t" o:connecttype="custom" o:connectlocs="0,0;5143500,0;5143500,1348086;1018903,1348086;0,0" o:connectangles="0,0,0,0,0"/>
              </v:shape>
              <w10:wrap anchory="margin"/>
            </v:group>
          </w:pict>
        </mc:Fallback>
      </mc:AlternateContent>
    </w:r>
    <w:r w:rsidR="006178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265AA98" wp14:editId="2FF079AF">
              <wp:simplePos x="0" y="0"/>
              <wp:positionH relativeFrom="column">
                <wp:posOffset>-1911350</wp:posOffset>
              </wp:positionH>
              <wp:positionV relativeFrom="paragraph">
                <wp:posOffset>318193</wp:posOffset>
              </wp:positionV>
              <wp:extent cx="0" cy="2030618"/>
              <wp:effectExtent l="0" t="0" r="38100" b="27305"/>
              <wp:wrapNone/>
              <wp:docPr id="12" name="Straight Connector 12">
                <a:extLst xmlns:a="http://schemas.openxmlformats.org/drawingml/2006/main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2030618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2">
                            <a:alpha val="70000"/>
                          </a:schemeClr>
                        </a:solidFill>
                        <a:prstDash val="solid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8201641" id="Straight Connector 1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0.5pt,25.05pt" to="-150.5pt,18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" strokecolor="#2683c6 [3205]" strokeweight="1.5pt">
              <v:stroke opacity="46003f" joinstyle="miter"/>
            </v:line>
          </w:pict>
        </mc:Fallback>
      </mc:AlternateContent>
    </w:r>
    <w:r w:rsidR="00A73962"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D0168D2" wp14:editId="3E7FAECE">
              <wp:simplePos x="0" y="0"/>
              <wp:positionH relativeFrom="column">
                <wp:posOffset>-1579360</wp:posOffset>
              </wp:positionH>
              <wp:positionV relativeFrom="paragraph">
                <wp:posOffset>1329633</wp:posOffset>
              </wp:positionV>
              <wp:extent cx="6856918" cy="6863369"/>
              <wp:effectExtent l="0" t="0" r="1270" b="20320"/>
              <wp:wrapNone/>
              <wp:docPr id="44" name="Group 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56918" cy="6863369"/>
                        <a:chOff x="0" y="0"/>
                        <a:chExt cx="8352674" cy="8360757"/>
                      </a:xfrm>
                    </wpg:grpSpPr>
                    <wps:wsp>
                      <wps:cNvPr id="32" name="Oval 9"/>
                      <wps:cNvSpPr/>
                      <wps:spPr>
                        <a:xfrm>
                          <a:off x="1427018" y="1371600"/>
                          <a:ext cx="5935980" cy="5038725"/>
                        </a:xfrm>
                        <a:prstGeom prst="hexagon">
                          <a:avLst/>
                        </a:prstGeom>
                        <a:noFill/>
                        <a:ln w="3175">
                          <a:solidFill>
                            <a:schemeClr val="tx1">
                              <a:alpha val="10000"/>
                            </a:schemeClr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73962" w:rsidRDefault="00A73962" w:rsidP="00A73962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tlCol="0" anchor="ctr"/>
                    </wps:wsp>
                    <wps:wsp>
                      <wps:cNvPr id="33" name="Oval 11"/>
                      <wps:cNvSpPr/>
                      <wps:spPr>
                        <a:xfrm>
                          <a:off x="0" y="41564"/>
                          <a:ext cx="4512945" cy="3830320"/>
                        </a:xfrm>
                        <a:prstGeom prst="hexagon">
                          <a:avLst/>
                        </a:prstGeom>
                        <a:noFill/>
                        <a:ln w="6350">
                          <a:solidFill>
                            <a:schemeClr val="tx1">
                              <a:alpha val="1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4" name="Oval 11"/>
                      <wps:cNvSpPr/>
                      <wps:spPr>
                        <a:xfrm>
                          <a:off x="4876800" y="5694219"/>
                          <a:ext cx="2506980" cy="2127885"/>
                        </a:xfrm>
                        <a:prstGeom prst="hexagon">
                          <a:avLst/>
                        </a:prstGeom>
                        <a:noFill/>
                        <a:ln w="6350">
                          <a:solidFill>
                            <a:schemeClr val="tx1">
                              <a:alpha val="1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8" name="Oval 11"/>
                      <wps:cNvSpPr/>
                      <wps:spPr>
                        <a:xfrm>
                          <a:off x="5264727" y="6276110"/>
                          <a:ext cx="2264410" cy="1921510"/>
                        </a:xfrm>
                        <a:prstGeom prst="hexagon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alpha val="20000"/>
                              </a:schemeClr>
                            </a:gs>
                            <a:gs pos="100000">
                              <a:schemeClr val="accent2">
                                <a:alpha val="20000"/>
                              </a:schemeClr>
                            </a:gs>
                          </a:gsLst>
                          <a:lin ang="0" scaled="1"/>
                        </a:gradFill>
                        <a:ln w="6350">
                          <a:noFill/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39" name="Oval 11"/>
                      <wps:cNvSpPr/>
                      <wps:spPr>
                        <a:xfrm>
                          <a:off x="3976254" y="0"/>
                          <a:ext cx="4376420" cy="3713480"/>
                        </a:xfrm>
                        <a:prstGeom prst="hexagon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  <a:alpha val="1000"/>
                          </a:schemeClr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42" name="Oval 11"/>
                      <wps:cNvSpPr/>
                      <wps:spPr>
                        <a:xfrm>
                          <a:off x="235527" y="4530437"/>
                          <a:ext cx="4512945" cy="3830320"/>
                        </a:xfrm>
                        <a:prstGeom prst="hexagon">
                          <a:avLst/>
                        </a:prstGeom>
                        <a:noFill/>
                        <a:ln w="6350">
                          <a:solidFill>
                            <a:schemeClr val="tx1">
                              <a:alpha val="1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  <wps:wsp>
                      <wps:cNvPr id="43" name="Oval 11"/>
                      <wps:cNvSpPr/>
                      <wps:spPr>
                        <a:xfrm>
                          <a:off x="651164" y="5070764"/>
                          <a:ext cx="3096260" cy="2626995"/>
                        </a:xfrm>
                        <a:prstGeom prst="hexagon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  <a:alpha val="1000"/>
                          </a:schemeClr>
                        </a:solidFill>
                        <a:ln w="6350">
                          <a:noFill/>
                          <a:prstDash val="sysDot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D0168D2" id="Group 44" o:spid="_x0000_s1033" style="position:absolute;margin-left:-124.35pt;margin-top:104.7pt;width:539.9pt;height:540.4pt;z-index:251662336;mso-width-relative:margin;mso-height-relative:margin" coordsize="83526,83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"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Oval 9" o:spid="_x0000_s1034" type="#_x0000_t9" style="position:absolute;left:14270;top:13716;width:59359;height:503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" adj="4584" filled="f" strokecolor="black [3213]" strokeweight=".25pt">
                <v:stroke opacity="6682f"/>
                <v:textbox>
                  <w:txbxContent>
                    <w:p w:rsidR="00A73962" w:rsidRDefault="00A73962" w:rsidP="00A73962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  <v:shape id="Oval 11" o:spid="_x0000_s1035" type="#_x0000_t9" style="position:absolute;top:415;width:45129;height:383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" adj="4583" filled="f" strokecolor="black [3213]" strokeweight=".5pt">
                <v:stroke dashstyle="1 1" opacity="6682f"/>
              </v:shape>
              <v:shape id="Oval 11" o:spid="_x0000_s1036" type="#_x0000_t9" style="position:absolute;left:48768;top:56942;width:25069;height:21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" adj="4583" filled="f" strokecolor="black [3213]" strokeweight=".5pt">
                <v:stroke dashstyle="1 1" opacity="6682f"/>
              </v:shape>
              <v:shape id="Oval 11" o:spid="_x0000_s1037" type="#_x0000_t9" style="position:absolute;left:52647;top:62761;width:22644;height:19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" adj="4582" fillcolor="#1cade4 [3204]" stroked="f" strokeweight=".5pt">
                <v:fill opacity="13107f" color2="#2683c6 [3205]" o:opacity2="13107f" angle="90" focus="100%" type="gradient"/>
                <v:stroke dashstyle="1 1"/>
              </v:shape>
              <v:shape id="Oval 11" o:spid="_x0000_s1038" type="#_x0000_t9" style="position:absolute;left:39762;width:43764;height:371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" adj="4582" fillcolor="#5a5a5a [2109]" stroked="f" strokeweight=".5pt">
                <v:fill opacity="771f"/>
                <v:stroke dashstyle="1 1"/>
              </v:shape>
              <v:shape id="Oval 11" o:spid="_x0000_s1039" type="#_x0000_t9" style="position:absolute;left:2355;top:45304;width:45129;height:383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" adj="4583" filled="f" strokecolor="black [3213]" strokeweight=".5pt">
                <v:stroke dashstyle="1 1" opacity="6682f"/>
              </v:shape>
              <v:shape id="Oval 11" o:spid="_x0000_s1040" type="#_x0000_t9" style="position:absolute;left:6511;top:50707;width:30963;height:26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" adj="4582" fillcolor="#5a5a5a [2109]" stroked="f" strokeweight=".5pt">
                <v:fill opacity="771f"/>
                <v:stroke dashstyle="1 1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687"/>
    <w:rsid w:val="00066146"/>
    <w:rsid w:val="00150F68"/>
    <w:rsid w:val="002152E0"/>
    <w:rsid w:val="00236E81"/>
    <w:rsid w:val="00355687"/>
    <w:rsid w:val="00360CE9"/>
    <w:rsid w:val="003D3497"/>
    <w:rsid w:val="003F73A0"/>
    <w:rsid w:val="004B6B3F"/>
    <w:rsid w:val="005834D8"/>
    <w:rsid w:val="005C2210"/>
    <w:rsid w:val="0061783A"/>
    <w:rsid w:val="0062123A"/>
    <w:rsid w:val="00621A41"/>
    <w:rsid w:val="00646E75"/>
    <w:rsid w:val="006B2FA2"/>
    <w:rsid w:val="006F5536"/>
    <w:rsid w:val="00785819"/>
    <w:rsid w:val="008944C7"/>
    <w:rsid w:val="008A408A"/>
    <w:rsid w:val="00A126B4"/>
    <w:rsid w:val="00A73962"/>
    <w:rsid w:val="00AA3E47"/>
    <w:rsid w:val="00AC29EE"/>
    <w:rsid w:val="00B65A30"/>
    <w:rsid w:val="00BA61AF"/>
    <w:rsid w:val="00C208AD"/>
    <w:rsid w:val="00D375C1"/>
    <w:rsid w:val="00D56C9E"/>
    <w:rsid w:val="00DF676A"/>
    <w:rsid w:val="00E15164"/>
    <w:rsid w:val="00E55D74"/>
    <w:rsid w:val="00EB2F7C"/>
    <w:rsid w:val="00EB788C"/>
    <w:rsid w:val="00EF2F85"/>
    <w:rsid w:val="00F85F10"/>
    <w:rsid w:val="00F948CB"/>
    <w:rsid w:val="00FE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64B01A"/>
  <w14:defaultImageDpi w14:val="32767"/>
  <w15:chartTrackingRefBased/>
  <w15:docId w15:val="{F8EE7228-2B59-4497-899B-143109F73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/>
  </w:latentStyles>
  <w:style w:type="paragraph" w:default="1" w:styleId="Normal">
    <w:name w:val="Normal"/>
    <w:qFormat/>
    <w:rsid w:val="00F85F10"/>
    <w:pPr>
      <w:spacing w:before="40" w:after="160" w:line="288" w:lineRule="auto"/>
    </w:pPr>
    <w:rPr>
      <w:rFonts w:eastAsiaTheme="minorHAnsi"/>
      <w:color w:val="595959" w:themeColor="text1" w:themeTint="A6"/>
      <w:kern w:val="20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8"/>
    <w:unhideWhenUsed/>
    <w:qFormat/>
    <w:rsid w:val="003F73A0"/>
    <w:pPr>
      <w:spacing w:before="0" w:after="360" w:line="240" w:lineRule="auto"/>
      <w:contextualSpacing/>
      <w:outlineLvl w:val="0"/>
    </w:pPr>
    <w:rPr>
      <w:rFonts w:asciiTheme="majorHAnsi" w:eastAsiaTheme="majorEastAsia" w:hAnsiTheme="majorHAnsi" w:cstheme="majorBidi"/>
      <w:caps/>
      <w:color w:val="1481AB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73A0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1481AB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8"/>
    <w:rsid w:val="003F73A0"/>
    <w:rPr>
      <w:rFonts w:asciiTheme="majorHAnsi" w:eastAsiaTheme="majorEastAsia" w:hAnsiTheme="majorHAnsi" w:cstheme="majorBidi"/>
      <w:caps/>
      <w:color w:val="1481AB" w:themeColor="accent1" w:themeShade="BF"/>
      <w:kern w:val="20"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3F73A0"/>
    <w:rPr>
      <w:rFonts w:asciiTheme="majorHAnsi" w:eastAsiaTheme="majorEastAsia" w:hAnsiTheme="majorHAnsi" w:cstheme="majorBidi"/>
      <w:color w:val="1481AB" w:themeColor="accent1" w:themeShade="BF"/>
      <w:kern w:val="20"/>
      <w:sz w:val="26"/>
      <w:szCs w:val="26"/>
    </w:rPr>
  </w:style>
  <w:style w:type="paragraph" w:styleId="Salutation">
    <w:name w:val="Salutation"/>
    <w:basedOn w:val="Normal"/>
    <w:link w:val="SalutationChar"/>
    <w:uiPriority w:val="99"/>
    <w:unhideWhenUsed/>
    <w:qFormat/>
    <w:rsid w:val="003F73A0"/>
    <w:pPr>
      <w:spacing w:before="720"/>
    </w:pPr>
  </w:style>
  <w:style w:type="character" w:customStyle="1" w:styleId="SalutationChar">
    <w:name w:val="Salutation Char"/>
    <w:basedOn w:val="DefaultParagraphFont"/>
    <w:link w:val="Salutation"/>
    <w:uiPriority w:val="99"/>
    <w:rsid w:val="003F73A0"/>
    <w:rPr>
      <w:rFonts w:eastAsiaTheme="minorHAnsi"/>
      <w:color w:val="595959" w:themeColor="text1" w:themeTint="A6"/>
      <w:kern w:val="20"/>
      <w:sz w:val="20"/>
      <w:szCs w:val="20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3F73A0"/>
    <w:pPr>
      <w:spacing w:before="480"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3F73A0"/>
    <w:rPr>
      <w:rFonts w:eastAsiaTheme="minorHAnsi"/>
      <w:color w:val="595959" w:themeColor="text1" w:themeTint="A6"/>
      <w:kern w:val="20"/>
      <w:sz w:val="20"/>
      <w:szCs w:val="20"/>
    </w:rPr>
  </w:style>
  <w:style w:type="paragraph" w:styleId="Signature">
    <w:name w:val="Signature"/>
    <w:basedOn w:val="Normal"/>
    <w:link w:val="SignatureChar"/>
    <w:uiPriority w:val="7"/>
    <w:unhideWhenUsed/>
    <w:qFormat/>
    <w:rsid w:val="00EB788C"/>
    <w:pPr>
      <w:spacing w:after="0"/>
    </w:pPr>
    <w:rPr>
      <w:b/>
      <w:bCs/>
    </w:rPr>
  </w:style>
  <w:style w:type="character" w:customStyle="1" w:styleId="SignatureChar">
    <w:name w:val="Signature Char"/>
    <w:basedOn w:val="DefaultParagraphFont"/>
    <w:link w:val="Signature"/>
    <w:uiPriority w:val="7"/>
    <w:rsid w:val="00EB788C"/>
    <w:rPr>
      <w:rFonts w:eastAsiaTheme="minorHAnsi"/>
      <w:b/>
      <w:bCs/>
      <w:color w:val="595959" w:themeColor="text1" w:themeTint="A6"/>
      <w:kern w:val="20"/>
      <w:sz w:val="20"/>
      <w:szCs w:val="20"/>
    </w:rPr>
  </w:style>
  <w:style w:type="character" w:styleId="Strong">
    <w:name w:val="Strong"/>
    <w:basedOn w:val="DefaultParagraphFont"/>
    <w:uiPriority w:val="1"/>
    <w:semiHidden/>
    <w:rsid w:val="003F73A0"/>
    <w:rPr>
      <w:b/>
      <w:bCs/>
    </w:rPr>
  </w:style>
  <w:style w:type="paragraph" w:customStyle="1" w:styleId="ContactInfo">
    <w:name w:val="Contact Info"/>
    <w:basedOn w:val="Normal"/>
    <w:uiPriority w:val="1"/>
    <w:qFormat/>
    <w:rsid w:val="003F73A0"/>
    <w:pPr>
      <w:spacing w:before="0" w:after="0"/>
    </w:pPr>
  </w:style>
  <w:style w:type="paragraph" w:styleId="NormalWeb">
    <w:name w:val="Normal (Web)"/>
    <w:basedOn w:val="Normal"/>
    <w:uiPriority w:val="99"/>
    <w:semiHidden/>
    <w:unhideWhenUsed/>
    <w:rsid w:val="004B6B3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7396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962"/>
    <w:rPr>
      <w:rFonts w:eastAsiaTheme="minorHAnsi"/>
      <w:color w:val="595959" w:themeColor="text1" w:themeTint="A6"/>
      <w:kern w:val="2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7396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962"/>
    <w:rPr>
      <w:rFonts w:eastAsiaTheme="minorHAnsi"/>
      <w:color w:val="595959" w:themeColor="text1" w:themeTint="A6"/>
      <w:kern w:val="20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85F10"/>
    <w:rPr>
      <w:color w:val="808080"/>
    </w:rPr>
  </w:style>
  <w:style w:type="paragraph" w:customStyle="1" w:styleId="Logo">
    <w:name w:val="Logo"/>
    <w:basedOn w:val="Normal"/>
    <w:qFormat/>
    <w:rsid w:val="00F85F10"/>
    <w:pPr>
      <w:spacing w:after="0"/>
      <w:ind w:left="-2160"/>
    </w:pPr>
  </w:style>
  <w:style w:type="paragraph" w:customStyle="1" w:styleId="Website">
    <w:name w:val="Website"/>
    <w:basedOn w:val="Normal"/>
    <w:qFormat/>
    <w:rsid w:val="00F85F10"/>
    <w:pPr>
      <w:ind w:left="-2160"/>
    </w:pPr>
  </w:style>
  <w:style w:type="paragraph" w:customStyle="1" w:styleId="Name">
    <w:name w:val="Name"/>
    <w:basedOn w:val="Normal"/>
    <w:qFormat/>
    <w:rsid w:val="00F85F10"/>
    <w:rPr>
      <w:b/>
      <w:sz w:val="24"/>
      <w:szCs w:val="24"/>
    </w:rPr>
  </w:style>
  <w:style w:type="paragraph" w:styleId="Title">
    <w:name w:val="Title"/>
    <w:basedOn w:val="Heading1"/>
    <w:next w:val="Normal"/>
    <w:link w:val="TitleChar"/>
    <w:uiPriority w:val="10"/>
    <w:qFormat/>
    <w:rsid w:val="00EB788C"/>
  </w:style>
  <w:style w:type="character" w:customStyle="1" w:styleId="TitleChar">
    <w:name w:val="Title Char"/>
    <w:basedOn w:val="DefaultParagraphFont"/>
    <w:link w:val="Title"/>
    <w:uiPriority w:val="10"/>
    <w:rsid w:val="00EB788C"/>
    <w:rPr>
      <w:rFonts w:asciiTheme="majorHAnsi" w:eastAsiaTheme="majorEastAsia" w:hAnsiTheme="majorHAnsi" w:cstheme="majorBidi"/>
      <w:caps/>
      <w:color w:val="1481AB" w:themeColor="accent1" w:themeShade="BF"/>
      <w:kern w:val="20"/>
      <w:sz w:val="20"/>
      <w:szCs w:val="20"/>
    </w:rPr>
  </w:style>
  <w:style w:type="paragraph" w:styleId="Date">
    <w:name w:val="Date"/>
    <w:basedOn w:val="Normal"/>
    <w:next w:val="Salutation"/>
    <w:link w:val="DateChar"/>
    <w:uiPriority w:val="4"/>
    <w:unhideWhenUsed/>
    <w:qFormat/>
    <w:rsid w:val="00355687"/>
    <w:pPr>
      <w:spacing w:before="960" w:after="960" w:line="276" w:lineRule="auto"/>
    </w:pPr>
    <w:rPr>
      <w:color w:val="auto"/>
      <w:kern w:val="0"/>
      <w:sz w:val="22"/>
      <w:szCs w:val="22"/>
      <w:lang w:eastAsia="en-US"/>
    </w:rPr>
  </w:style>
  <w:style w:type="character" w:customStyle="1" w:styleId="DateChar">
    <w:name w:val="Date Char"/>
    <w:basedOn w:val="DefaultParagraphFont"/>
    <w:link w:val="Date"/>
    <w:uiPriority w:val="4"/>
    <w:rsid w:val="00355687"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5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image" Target="media/image5.png"/><Relationship Id="rId7" Type="http://schemas.openxmlformats.org/officeDocument/2006/relationships/image" Target="media/image9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6" Type="http://schemas.openxmlformats.org/officeDocument/2006/relationships/image" Target="media/image8.svg"/><Relationship Id="rId5" Type="http://schemas.openxmlformats.org/officeDocument/2006/relationships/image" Target="media/image7.png"/><Relationship Id="rId4" Type="http://schemas.openxmlformats.org/officeDocument/2006/relationships/image" Target="media/image6.svg"/><Relationship Id="rId9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Hexagon%20letterhea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27D4F2DDF944A2BA7D1B1ADB9987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6FC8E-9386-4EE3-8136-591E572F04AD}"/>
      </w:docPartPr>
      <w:docPartBody>
        <w:p w:rsidR="00A2506A" w:rsidRDefault="003B00BC" w:rsidP="003B00BC">
          <w:pPr>
            <w:pStyle w:val="B27D4F2DDF944A2BA7D1B1ADB9987BAD"/>
          </w:pPr>
          <w:r w:rsidRPr="005125BB">
            <w:rPr>
              <w:rStyle w:val="PlaceholderText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ill Sans">
    <w:charset w:val="B1"/>
    <w:family w:val="swiss"/>
    <w:pitch w:val="variable"/>
    <w:sig w:usb0="80000A67" w:usb1="00000000" w:usb2="00000000" w:usb3="00000000" w:csb0="000001F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0BC"/>
    <w:rsid w:val="003B00BC"/>
    <w:rsid w:val="00A2506A"/>
    <w:rsid w:val="00E503D4"/>
    <w:rsid w:val="00FB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10BC40BD987407BA328DD220F1316D5">
    <w:name w:val="C10BC40BD987407BA328DD220F1316D5"/>
  </w:style>
  <w:style w:type="paragraph" w:customStyle="1" w:styleId="E3A620DF7C6949F596C865D3941AC57D">
    <w:name w:val="E3A620DF7C6949F596C865D3941AC57D"/>
  </w:style>
  <w:style w:type="paragraph" w:customStyle="1" w:styleId="CFE8881450154AB889B4B300198A2D00">
    <w:name w:val="CFE8881450154AB889B4B300198A2D00"/>
  </w:style>
  <w:style w:type="paragraph" w:customStyle="1" w:styleId="91094EFACB6A43CCBBB91272986644B5">
    <w:name w:val="91094EFACB6A43CCBBB91272986644B5"/>
  </w:style>
  <w:style w:type="character" w:styleId="PlaceholderText">
    <w:name w:val="Placeholder Text"/>
    <w:basedOn w:val="DefaultParagraphFont"/>
    <w:uiPriority w:val="99"/>
    <w:semiHidden/>
    <w:rsid w:val="003B00BC"/>
    <w:rPr>
      <w:color w:val="2E74B5" w:themeColor="accent5" w:themeShade="BF"/>
      <w:sz w:val="22"/>
    </w:rPr>
  </w:style>
  <w:style w:type="paragraph" w:customStyle="1" w:styleId="56BED6406F564C748A3ED394F5E708FE">
    <w:name w:val="56BED6406F564C748A3ED394F5E708FE"/>
  </w:style>
  <w:style w:type="paragraph" w:customStyle="1" w:styleId="43B792C6EEDB46F2AFD7732BC17B5018">
    <w:name w:val="43B792C6EEDB46F2AFD7732BC17B5018"/>
  </w:style>
  <w:style w:type="paragraph" w:customStyle="1" w:styleId="851C68B4C5DA4105A72830F7F87ECE3E">
    <w:name w:val="851C68B4C5DA4105A72830F7F87ECE3E"/>
  </w:style>
  <w:style w:type="paragraph" w:customStyle="1" w:styleId="CF4015F78F564B108699705F8400B386">
    <w:name w:val="CF4015F78F564B108699705F8400B386"/>
  </w:style>
  <w:style w:type="paragraph" w:customStyle="1" w:styleId="B27D4F2DDF944A2BA7D1B1ADB9987BAD">
    <w:name w:val="B27D4F2DDF944A2BA7D1B1ADB9987BAD"/>
    <w:rsid w:val="003B00BC"/>
  </w:style>
  <w:style w:type="paragraph" w:customStyle="1" w:styleId="CC969A8438684869A781DB8234F43DAD">
    <w:name w:val="CC969A8438684869A781DB8234F43DAD"/>
    <w:rsid w:val="003B00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9" ma:contentTypeDescription="Create a new document." ma:contentTypeScope="" ma:versionID="76e25e1730b4532ab1d5e5b131a96a5a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d1e9281a84c4949647088091c718de3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730E829-2E37-4446-94E7-6734BAEA29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B72C63-9A6D-4F1C-BB34-869C4E0EB5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659A69-5702-4B5B-A45F-E98825E5A34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Hexagon letterhead.dotx</Template>
  <TotalTime>2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Fred Agency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>Recipient Name</cp:keywords>
  <dc:description/>
  <cp:lastModifiedBy>Muhammad Naveed Ahmed</cp:lastModifiedBy>
  <cp:revision>3</cp:revision>
  <dcterms:created xsi:type="dcterms:W3CDTF">2018-08-13T11:08:00Z</dcterms:created>
  <dcterms:modified xsi:type="dcterms:W3CDTF">2018-08-13T11:09:00Z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</Properties>
</file>