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289" w:tblpY="1198"/>
        <w:tblW w:w="9530" w:type="dxa"/>
        <w:tblLook w:val="0000" w:firstRow="0" w:lastRow="0" w:firstColumn="0" w:lastColumn="0" w:noHBand="0" w:noVBand="0"/>
      </w:tblPr>
      <w:tblGrid>
        <w:gridCol w:w="4746"/>
        <w:gridCol w:w="4784"/>
      </w:tblGrid>
      <w:tr w:rsidR="007A69D6" w:rsidRPr="007A69D6" w:rsidTr="006E0A00">
        <w:trPr>
          <w:trHeight w:val="1068"/>
        </w:trPr>
        <w:tc>
          <w:tcPr>
            <w:tcW w:w="4746" w:type="dxa"/>
            <w:vAlign w:val="center"/>
          </w:tcPr>
          <w:p w:rsidR="00C41307" w:rsidRDefault="00C41307" w:rsidP="007A69D6">
            <w:r>
              <w:rPr>
                <w:noProof/>
              </w:rPr>
              <w:drawing>
                <wp:inline distT="0" distB="0" distL="0" distR="0" wp14:anchorId="54F3017D" wp14:editId="098D0D4D">
                  <wp:extent cx="1312859" cy="615686"/>
                  <wp:effectExtent l="0" t="0" r="1905" b="0"/>
                  <wp:docPr id="10" name="Graphic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 19" descr="logo-placeholder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859" cy="615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vAlign w:val="bottom"/>
          </w:tcPr>
          <w:p w:rsidR="00C41307" w:rsidRPr="006E0A00" w:rsidRDefault="006E0A00" w:rsidP="006E0A00">
            <w:pPr>
              <w:pStyle w:val="Quote"/>
              <w:framePr w:hSpace="0" w:wrap="auto" w:vAnchor="margin" w:xAlign="left" w:yAlign="inline"/>
              <w:jc w:val="left"/>
              <w:rPr>
                <w:rStyle w:val="IntenseEmphasis"/>
              </w:rPr>
            </w:pPr>
            <w:r w:rsidRPr="006E0A00">
              <w:rPr>
                <w:rStyle w:val="IntenseEmphasis"/>
              </w:rPr>
              <w:t>YOUR COMPANY SLOGAN HERE</w:t>
            </w:r>
          </w:p>
        </w:tc>
      </w:tr>
    </w:tbl>
    <w:tbl>
      <w:tblPr>
        <w:tblpPr w:leftFromText="180" w:rightFromText="180" w:vertAnchor="text" w:tblpX="265" w:tblpY="2312"/>
        <w:tblW w:w="9553" w:type="dxa"/>
        <w:tblLook w:val="0000" w:firstRow="0" w:lastRow="0" w:firstColumn="0" w:lastColumn="0" w:noHBand="0" w:noVBand="0"/>
      </w:tblPr>
      <w:tblGrid>
        <w:gridCol w:w="4827"/>
        <w:gridCol w:w="4726"/>
      </w:tblGrid>
      <w:tr w:rsidR="006E0A00" w:rsidTr="006E0A00">
        <w:trPr>
          <w:trHeight w:val="1420"/>
        </w:trPr>
        <w:tc>
          <w:tcPr>
            <w:tcW w:w="4827" w:type="dxa"/>
            <w:tcBorders>
              <w:top w:val="single" w:sz="24" w:space="0" w:color="BE0E24" w:themeColor="accent1"/>
            </w:tcBorders>
          </w:tcPr>
          <w:p w:rsidR="006E0A00" w:rsidRPr="006E0A00" w:rsidRDefault="006E0A00" w:rsidP="006E0A00">
            <w:pPr>
              <w:pStyle w:val="PersonalName"/>
              <w:framePr w:hSpace="0" w:wrap="auto" w:vAnchor="margin" w:xAlign="left" w:yAlign="inline"/>
            </w:pPr>
            <w:r w:rsidRPr="006E0A00">
              <w:t>Your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Company Name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City, ST ZIP Code</w:t>
            </w:r>
          </w:p>
        </w:tc>
        <w:tc>
          <w:tcPr>
            <w:tcW w:w="4726" w:type="dxa"/>
            <w:tcBorders>
              <w:top w:val="single" w:sz="24" w:space="0" w:color="BE0E24" w:themeColor="accent1"/>
            </w:tcBorders>
          </w:tcPr>
          <w:p w:rsidR="006E0A00" w:rsidRDefault="006E0A00" w:rsidP="006E0A00">
            <w:pPr>
              <w:pStyle w:val="PersonalName"/>
              <w:framePr w:hSpace="0" w:wrap="auto" w:vAnchor="margin" w:xAlign="left" w:yAlign="inline"/>
            </w:pPr>
            <w:r>
              <w:t>Recipient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Title, Company</w:t>
            </w:r>
          </w:p>
          <w:p w:rsidR="006E0A00" w:rsidRPr="006E0A00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City, ST ZIP Code</w:t>
            </w:r>
          </w:p>
        </w:tc>
      </w:tr>
    </w:tbl>
    <w:p w:rsidR="00B74F77" w:rsidRDefault="006B55DE" w:rsidP="00E3701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C0F52C0" wp14:editId="12E65A28">
                <wp:simplePos x="0" y="0"/>
                <wp:positionH relativeFrom="page">
                  <wp:posOffset>975360</wp:posOffset>
                </wp:positionH>
                <wp:positionV relativeFrom="page">
                  <wp:posOffset>6136640</wp:posOffset>
                </wp:positionV>
                <wp:extent cx="5534025" cy="332041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332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55DE" w:rsidRDefault="006B55DE" w:rsidP="006B55DE">
                            <w:pPr>
                              <w:pStyle w:val="Heading1"/>
                            </w:pPr>
                            <w:r w:rsidRPr="00481154">
                              <w:t>Certificate</w:t>
                            </w:r>
                          </w:p>
                          <w:p w:rsidR="006B55DE" w:rsidRPr="001F243D" w:rsidRDefault="006B55DE" w:rsidP="006B55DE"/>
                          <w:p w:rsidR="006B55DE" w:rsidRPr="006B55DE" w:rsidRDefault="006B55DE" w:rsidP="006B55DE">
                            <w:pPr>
                              <w:tabs>
                                <w:tab w:val="left" w:leader="underscore" w:pos="2970"/>
                              </w:tabs>
                              <w:spacing w:after="240"/>
                              <w:ind w:right="-180"/>
                              <w:rPr>
                                <w:i/>
                                <w:outline/>
                                <w:color w:val="00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Style w:val="Heading1Char"/>
                              </w:rPr>
                              <w:t xml:space="preserve">№ </w:t>
                            </w:r>
                            <w:r w:rsidRPr="00FB70F7">
                              <w:rPr>
                                <w:rStyle w:val="Underline"/>
                              </w:rPr>
                              <w:t xml:space="preserve">    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-1008052534"/>
                                <w:placeholder>
                                  <w:docPart w:val="5C5B7E04380A4B65B3A7F8BE3D4C8A4C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{No]</w:t>
                                </w:r>
                              </w:sdtContent>
                            </w:sdt>
                            <w:r w:rsidRPr="00FB70F7">
                              <w:rPr>
                                <w:rStyle w:val="Underline"/>
                              </w:rPr>
                              <w:t>   </w:t>
                            </w:r>
                            <w:r w:rsidRPr="006B55DE">
                              <w:rPr>
                                <w:i/>
                                <w:outline/>
                                <w:color w:val="00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9E6BCD">
                              <w:rPr>
                                <w:rStyle w:val="CertificateText2Char"/>
                                <w:rFonts w:eastAsiaTheme="minorHAnsi"/>
                              </w:rPr>
                              <w:t>For</w:t>
                            </w:r>
                            <w:r>
                              <w:rPr>
                                <w:rStyle w:val="CertificateText2Char"/>
                                <w:rFonts w:eastAsiaTheme="minorHAnsi"/>
                              </w:rPr>
                              <w:t xml:space="preserve"> </w:t>
                            </w:r>
                            <w:r w:rsidRPr="00FB70F7">
                              <w:rPr>
                                <w:rStyle w:val="Underline"/>
                              </w:rPr>
                              <w:t>  </w:t>
                            </w:r>
                            <w:r>
                              <w:rPr>
                                <w:rStyle w:val="Underline"/>
                              </w:rPr>
                              <w:t>     </w:t>
                            </w:r>
                            <w:r w:rsidRPr="00FB70F7">
                              <w:rPr>
                                <w:rStyle w:val="Underline"/>
                              </w:rPr>
                              <w:t>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-398986502"/>
                                <w:placeholder>
                                  <w:docPart w:val="E0F15A39FE084392ABD534B0F8D09A2E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[Number]</w:t>
                                </w:r>
                              </w:sdtContent>
                            </w:sdt>
                            <w:r w:rsidRPr="00FB70F7">
                              <w:rPr>
                                <w:rStyle w:val="Underline"/>
                              </w:rPr>
                              <w:t xml:space="preserve">    </w:t>
                            </w:r>
                            <w:r>
                              <w:rPr>
                                <w:rStyle w:val="Underline"/>
                              </w:rPr>
                              <w:t>     </w:t>
                            </w:r>
                            <w:r>
                              <w:rPr>
                                <w:rStyle w:val="CertificateText2Char"/>
                                <w:rFonts w:eastAsiaTheme="minorHAnsi"/>
                              </w:rPr>
                              <w:t xml:space="preserve"> </w:t>
                            </w:r>
                            <w:r w:rsidRPr="009E6BCD">
                              <w:rPr>
                                <w:rStyle w:val="CertificateText2Char"/>
                                <w:rFonts w:eastAsiaTheme="minorHAnsi"/>
                              </w:rPr>
                              <w:t>Shares</w:t>
                            </w:r>
                          </w:p>
                          <w:p w:rsidR="006B55DE" w:rsidRPr="0065028B" w:rsidRDefault="006B55DE" w:rsidP="006B55DE">
                            <w:pPr>
                              <w:pStyle w:val="CertificateText2"/>
                            </w:pPr>
                            <w:r w:rsidRPr="00917895">
                              <w:t>Issued to</w:t>
                            </w:r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ame"/>
                                <w:tag w:val="Name"/>
                                <w:id w:val="-846556857"/>
                                <w:placeholder>
                                  <w:docPart w:val="C5FD9ADFE70B4C5B94B0BFE1F68DBCBC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[Shareholder Name]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</w:t>
                            </w:r>
                            <w:r w:rsidRPr="0065028B">
                              <w:rPr>
                                <w:rStyle w:val="Underline"/>
                              </w:rPr>
                              <w:t xml:space="preserve">            </w:t>
                            </w:r>
                            <w:r>
                              <w:rPr>
                                <w:rStyle w:val="Underline"/>
                              </w:rPr>
                              <w:t xml:space="preserve"> </w:t>
                            </w:r>
                            <w:r>
                              <w:rPr>
                                <w:rStyle w:val="CertificateText2Char"/>
                                <w:rFonts w:eastAsiaTheme="majorEastAsia"/>
                              </w:rPr>
                              <w:t>Dated 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Month"/>
                                <w:tag w:val="Month"/>
                                <w:id w:val="-1376467109"/>
                                <w:placeholder>
                                  <w:docPart w:val="02D512F3E916402E883FFD78A9F2AF08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[Month]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Date"/>
                                <w:tag w:val="Date"/>
                                <w:id w:val="1550267175"/>
                                <w:placeholder>
                                  <w:docPart w:val="D509DC074FBC4FCEAF5883E23662B94F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[date]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 xml:space="preserve">, 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Year"/>
                                <w:tag w:val="Year"/>
                                <w:id w:val="-1416156230"/>
                                <w:placeholder>
                                  <w:docPart w:val="E848A227FA5249E68C8EA43BC5823DA7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  <w:text/>
                              </w:sdtPr>
                              <w:sdtContent>
                                <w:r w:rsidRPr="00A37348">
                                  <w:rPr>
                                    <w:rStyle w:val="Underline"/>
                                  </w:rPr>
                                  <w:t>[Year]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  </w:t>
                            </w:r>
                          </w:p>
                          <w:p w:rsidR="006B55DE" w:rsidRPr="0065028B" w:rsidRDefault="006B55DE" w:rsidP="006B55DE">
                            <w:pPr>
                              <w:pStyle w:val="CertificateText2"/>
                            </w:pPr>
                            <w:r w:rsidRPr="00917895">
                              <w:t>From whom transferred</w:t>
                            </w:r>
                            <w:r>
                              <w:rPr>
                                <w:rFonts w:ascii="Monotype Corsiva" w:hAnsi="Monotype Corsiva"/>
                              </w:rPr>
                              <w:tab/>
                            </w:r>
                          </w:p>
                          <w:p w:rsidR="006B55DE" w:rsidRPr="00C04522" w:rsidRDefault="006B55DE" w:rsidP="006B55DE">
                            <w:pPr>
                              <w:tabs>
                                <w:tab w:val="left" w:pos="2970"/>
                              </w:tabs>
                              <w:spacing w:line="280" w:lineRule="exact"/>
                              <w:ind w:right="-209"/>
                              <w:rPr>
                                <w:rFonts w:ascii="Monotype Corsiva" w:hAnsi="Monotype Corsiva"/>
                                <w:position w:val="-4"/>
                                <w:sz w:val="28"/>
                                <w:szCs w:val="28"/>
                              </w:rPr>
                            </w:pPr>
                            <w:r w:rsidRPr="009E6BCD">
                              <w:rPr>
                                <w:rStyle w:val="CertificateText2Char"/>
                                <w:rFonts w:eastAsiaTheme="minorHAnsi"/>
                              </w:rPr>
                              <w:t>Dated </w:t>
                            </w:r>
                            <w:r>
                              <w:rPr>
                                <w:rStyle w:val="CertificateText2Char"/>
                                <w:rFonts w:eastAsiaTheme="minorHAnsi"/>
                              </w:rPr>
                              <w:tab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5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83"/>
                              <w:gridCol w:w="823"/>
                              <w:gridCol w:w="2832"/>
                              <w:gridCol w:w="2463"/>
                            </w:tblGrid>
                            <w:tr w:rsidR="006B55DE" w:rsidTr="0065028B">
                              <w:trPr>
                                <w:trHeight w:hRule="exact" w:val="131"/>
                              </w:trPr>
                              <w:tc>
                                <w:tcPr>
                                  <w:tcW w:w="1883" w:type="dxa"/>
                                  <w:shd w:val="clear" w:color="auto" w:fill="auto"/>
                                </w:tcPr>
                                <w:p w:rsidR="006B55DE" w:rsidRPr="0055091E" w:rsidRDefault="006B55DE" w:rsidP="008B4A4F">
                                  <w:pPr>
                                    <w:tabs>
                                      <w:tab w:val="left" w:leader="underscore" w:pos="2790"/>
                                    </w:tabs>
                                    <w:spacing w:after="240"/>
                                    <w:jc w:val="center"/>
                                    <w:rPr>
                                      <w:rFonts w:ascii="Monotype Corsiva" w:hAnsi="Monotype Corsiva"/>
                                      <w:i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3" w:type="dxa"/>
                                  <w:shd w:val="clear" w:color="auto" w:fill="auto"/>
                                </w:tcPr>
                                <w:p w:rsidR="006B55DE" w:rsidRPr="0055091E" w:rsidRDefault="006B55DE" w:rsidP="008B4A4F">
                                  <w:pPr>
                                    <w:tabs>
                                      <w:tab w:val="left" w:leader="underscore" w:pos="2790"/>
                                    </w:tabs>
                                    <w:spacing w:after="240"/>
                                    <w:jc w:val="center"/>
                                    <w:rPr>
                                      <w:rFonts w:ascii="Monotype Corsiva" w:hAnsi="Monotype Corsiva"/>
                                      <w:i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2" w:type="dxa"/>
                                </w:tcPr>
                                <w:p w:rsidR="006B55DE" w:rsidRPr="0055091E" w:rsidRDefault="006B55DE" w:rsidP="008B4A4F">
                                  <w:pPr>
                                    <w:tabs>
                                      <w:tab w:val="left" w:leader="underscore" w:pos="2790"/>
                                    </w:tabs>
                                    <w:spacing w:after="240"/>
                                    <w:jc w:val="center"/>
                                    <w:rPr>
                                      <w:rFonts w:ascii="Monotype Corsiva" w:hAnsi="Monotype Corsiva"/>
                                      <w:i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 w:rsidR="006B55DE" w:rsidRPr="0055091E" w:rsidRDefault="006B55DE" w:rsidP="008B4A4F">
                                  <w:pPr>
                                    <w:tabs>
                                      <w:tab w:val="left" w:leader="underscore" w:pos="2790"/>
                                    </w:tabs>
                                    <w:spacing w:after="240"/>
                                    <w:jc w:val="center"/>
                                    <w:rPr>
                                      <w:rFonts w:ascii="Monotype Corsiva" w:hAnsi="Monotype Corsiva"/>
                                      <w:i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6B55DE" w:rsidTr="0065028B">
                              <w:trPr>
                                <w:trHeight w:hRule="exact" w:val="374"/>
                              </w:trPr>
                              <w:tc>
                                <w:tcPr>
                                  <w:tcW w:w="2706" w:type="dxa"/>
                                  <w:gridSpan w:val="2"/>
                                  <w:shd w:val="clear" w:color="auto" w:fill="auto"/>
                                </w:tcPr>
                                <w:p w:rsidR="006B55DE" w:rsidRPr="0055091E" w:rsidRDefault="006B55DE" w:rsidP="009E6BCD">
                                  <w:pPr>
                                    <w:pStyle w:val="TableText"/>
                                  </w:pPr>
                                  <w:r w:rsidRPr="0055091E">
                                    <w:t>№</w:t>
                                  </w:r>
                                  <w:r>
                                    <w:t>.</w:t>
                                  </w:r>
                                  <w:r w:rsidRPr="0055091E">
                                    <w:t xml:space="preserve"> Original Certificate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</w:tcPr>
                                <w:p w:rsidR="006B55DE" w:rsidRPr="0055091E" w:rsidRDefault="006B55DE" w:rsidP="009E6BCD">
                                  <w:pPr>
                                    <w:pStyle w:val="TableText"/>
                                  </w:pPr>
                                  <w:r w:rsidRPr="0055091E">
                                    <w:t>№</w:t>
                                  </w:r>
                                  <w:r>
                                    <w:t>.</w:t>
                                  </w:r>
                                  <w:r w:rsidRPr="0055091E">
                                    <w:t xml:space="preserve"> Original </w:t>
                                  </w:r>
                                  <w:r>
                                    <w:t>Shares</w:t>
                                  </w:r>
                                </w:p>
                              </w:tc>
                              <w:tc>
                                <w:tcPr>
                                  <w:tcW w:w="2463" w:type="dxa"/>
                                </w:tcPr>
                                <w:p w:rsidR="006B55DE" w:rsidRPr="0055091E" w:rsidRDefault="006B55DE" w:rsidP="009E6BCD">
                                  <w:pPr>
                                    <w:pStyle w:val="TableText"/>
                                  </w:pPr>
                                  <w:r w:rsidRPr="0055091E">
                                    <w:t>№</w:t>
                                  </w:r>
                                  <w:r>
                                    <w:t>. Shares Transferred</w:t>
                                  </w:r>
                                </w:p>
                              </w:tc>
                            </w:tr>
                            <w:tr w:rsidR="006B55DE" w:rsidTr="0065028B">
                              <w:trPr>
                                <w:trHeight w:hRule="exact" w:val="415"/>
                              </w:trPr>
                              <w:tc>
                                <w:tcPr>
                                  <w:tcW w:w="270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 w:rsidR="006B55DE" w:rsidRPr="00D830B7" w:rsidRDefault="006B55DE" w:rsidP="006C4808"/>
                              </w:tc>
                              <w:tc>
                                <w:tcPr>
                                  <w:tcW w:w="2832" w:type="dxa"/>
                                  <w:vAlign w:val="center"/>
                                </w:tcPr>
                                <w:p w:rsidR="006B55DE" w:rsidRPr="00D830B7" w:rsidRDefault="006B55DE" w:rsidP="006C4808"/>
                              </w:tc>
                              <w:tc>
                                <w:tcPr>
                                  <w:tcW w:w="2463" w:type="dxa"/>
                                  <w:vAlign w:val="center"/>
                                </w:tcPr>
                                <w:p w:rsidR="006B55DE" w:rsidRPr="00D830B7" w:rsidRDefault="006B55DE" w:rsidP="006C4808"/>
                              </w:tc>
                            </w:tr>
                          </w:tbl>
                          <w:p w:rsidR="006B55DE" w:rsidRDefault="006B55DE" w:rsidP="006B55DE">
                            <w:pPr>
                              <w:pStyle w:val="CertificateText3"/>
                              <w:jc w:val="center"/>
                              <w:rPr>
                                <w:rStyle w:val="CertificateText3Char"/>
                              </w:rPr>
                            </w:pPr>
                            <w:r w:rsidRPr="009E6BCD">
                              <w:rPr>
                                <w:rStyle w:val="CertificateText3Char"/>
                              </w:rPr>
                              <w:t>Received Certificate №.</w:t>
                            </w:r>
                            <w:r>
                              <w:t xml:space="preserve">  </w:t>
                            </w:r>
                            <w:r w:rsidRPr="00FB70F7">
                              <w:rPr>
                                <w:rStyle w:val="Underline"/>
                              </w:rPr>
                              <w:t>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-800850716"/>
                                <w:placeholder>
                                  <w:docPart w:val="32D44A0E18D442859DEA52C64C339909"/>
                                </w:placeholder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{No]</w:t>
                                </w:r>
                              </w:sdtContent>
                            </w:sdt>
                            <w:r w:rsidRPr="00FB70F7">
                              <w:rPr>
                                <w:rStyle w:val="Underline"/>
                              </w:rPr>
                              <w:t>   </w:t>
                            </w:r>
                            <w:r>
                              <w:t xml:space="preserve">  </w:t>
                            </w:r>
                            <w:r w:rsidRPr="009E6BCD">
                              <w:rPr>
                                <w:rStyle w:val="CertificateText3Char"/>
                              </w:rPr>
                              <w:t>For</w:t>
                            </w:r>
                            <w:r>
                              <w:rPr>
                                <w:rStyle w:val="CertificateText3Char"/>
                              </w:rPr>
                              <w:t xml:space="preserve">  </w:t>
                            </w:r>
                            <w:r w:rsidRPr="00FB70F7">
                              <w:rPr>
                                <w:rStyle w:val="Underline"/>
                              </w:rPr>
                              <w:t>    </w:t>
                            </w:r>
                            <w:sdt>
                              <w:sdtPr>
                                <w:rPr>
                                  <w:rStyle w:val="Underline"/>
                                </w:rPr>
                                <w:alias w:val="No."/>
                                <w:tag w:val="No."/>
                                <w:id w:val="498005516"/>
                                <w:placeholder>
                                  <w:docPart w:val="55D45534E9674A84A5E5309274DD721A"/>
                                </w:placeholder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Content>
                                <w:r w:rsidRPr="00FB70F7">
                                  <w:rPr>
                                    <w:rStyle w:val="Underline"/>
                                  </w:rPr>
                                  <w:t>[Number]</w:t>
                                </w:r>
                              </w:sdtContent>
                            </w:sdt>
                            <w:r>
                              <w:rPr>
                                <w:rStyle w:val="Underline"/>
                              </w:rPr>
                              <w:t>     </w:t>
                            </w:r>
                            <w:r>
                              <w:t xml:space="preserve"> </w:t>
                            </w:r>
                            <w:r w:rsidRPr="009E6BCD">
                              <w:rPr>
                                <w:rStyle w:val="CertificateText3Char"/>
                              </w:rPr>
                              <w:t>Shares</w:t>
                            </w:r>
                          </w:p>
                          <w:p w:rsidR="006B55DE" w:rsidRDefault="006B55DE" w:rsidP="006B55DE">
                            <w:pPr>
                              <w:pStyle w:val="CertificateText3"/>
                              <w:rPr>
                                <w:rStyle w:val="CertificateText3Char"/>
                              </w:rPr>
                            </w:pPr>
                          </w:p>
                          <w:p w:rsidR="006B55DE" w:rsidRDefault="006B55DE" w:rsidP="006B55DE">
                            <w:pPr>
                              <w:pStyle w:val="CertificateText3"/>
                              <w:rPr>
                                <w:rStyle w:val="CertificateText3Char"/>
                              </w:rPr>
                            </w:pPr>
                          </w:p>
                          <w:p w:rsidR="006B55DE" w:rsidRPr="0065028B" w:rsidRDefault="006B55DE" w:rsidP="006B55DE">
                            <w:pPr>
                              <w:pStyle w:val="CertificateText3"/>
                            </w:pPr>
                            <w:r w:rsidRPr="009E6BCD">
                              <w:rPr>
                                <w:rStyle w:val="CertificateText3Char"/>
                              </w:rPr>
                              <w:t>This</w:t>
                            </w:r>
                            <w:r>
                              <w:t xml:space="preserve">  </w:t>
                            </w:r>
                            <w:r w:rsidRPr="006C4808">
                              <w:rPr>
                                <w:rStyle w:val="Underline"/>
                              </w:rPr>
                              <w:t>      </w:t>
                            </w:r>
                            <w:r>
                              <w:rPr>
                                <w:rStyle w:val="Underline"/>
                              </w:rPr>
                              <w:t>__________</w:t>
                            </w:r>
                            <w:r w:rsidRPr="006C4808">
                              <w:rPr>
                                <w:rStyle w:val="Underline"/>
                              </w:rPr>
                              <w:t> </w:t>
                            </w:r>
                            <w:r>
                              <w:rPr>
                                <w:rFonts w:ascii="Monotype Corsiva" w:hAnsi="Monotype Corsiva"/>
                              </w:rPr>
                              <w:t>day</w:t>
                            </w:r>
                            <w:r>
                              <w:t xml:space="preserve"> of __________________________________________.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F52C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6.8pt;margin-top:483.2pt;width:435.75pt;height:261.4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" o:allowincell="f" filled="f" stroked="f">
                <v:textbox inset="14.4pt,14.4pt,14.4pt,14.4pt">
                  <w:txbxContent>
                    <w:p w:rsidR="006B55DE" w:rsidRDefault="006B55DE" w:rsidP="006B55DE">
                      <w:pPr>
                        <w:pStyle w:val="Heading1"/>
                      </w:pPr>
                      <w:r w:rsidRPr="00481154">
                        <w:t>Certificate</w:t>
                      </w:r>
                    </w:p>
                    <w:p w:rsidR="006B55DE" w:rsidRPr="001F243D" w:rsidRDefault="006B55DE" w:rsidP="006B55DE"/>
                    <w:p w:rsidR="006B55DE" w:rsidRPr="006B55DE" w:rsidRDefault="006B55DE" w:rsidP="006B55DE">
                      <w:pPr>
                        <w:tabs>
                          <w:tab w:val="left" w:leader="underscore" w:pos="2970"/>
                        </w:tabs>
                        <w:spacing w:after="240"/>
                        <w:ind w:right="-180"/>
                        <w:rPr>
                          <w:i/>
                          <w:outline/>
                          <w:color w:val="00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Style w:val="Heading1Char"/>
                        </w:rPr>
                        <w:t xml:space="preserve">№ </w:t>
                      </w:r>
                      <w:r w:rsidRPr="00FB70F7">
                        <w:rPr>
                          <w:rStyle w:val="Underline"/>
                        </w:rPr>
                        <w:t xml:space="preserve">    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-1008052534"/>
                          <w:placeholder>
                            <w:docPart w:val="5C5B7E04380A4B65B3A7F8BE3D4C8A4C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{No]</w:t>
                          </w:r>
                        </w:sdtContent>
                      </w:sdt>
                      <w:r w:rsidRPr="00FB70F7">
                        <w:rPr>
                          <w:rStyle w:val="Underline"/>
                        </w:rPr>
                        <w:t>   </w:t>
                      </w:r>
                      <w:r w:rsidRPr="006B55DE">
                        <w:rPr>
                          <w:i/>
                          <w:outline/>
                          <w:color w:val="00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9E6BCD">
                        <w:rPr>
                          <w:rStyle w:val="CertificateText2Char"/>
                          <w:rFonts w:eastAsiaTheme="minorHAnsi"/>
                        </w:rPr>
                        <w:t>For</w:t>
                      </w:r>
                      <w:r>
                        <w:rPr>
                          <w:rStyle w:val="CertificateText2Char"/>
                          <w:rFonts w:eastAsiaTheme="minorHAnsi"/>
                        </w:rPr>
                        <w:t xml:space="preserve"> </w:t>
                      </w:r>
                      <w:r w:rsidRPr="00FB70F7">
                        <w:rPr>
                          <w:rStyle w:val="Underline"/>
                        </w:rPr>
                        <w:t>  </w:t>
                      </w:r>
                      <w:r>
                        <w:rPr>
                          <w:rStyle w:val="Underline"/>
                        </w:rPr>
                        <w:t>     </w:t>
                      </w:r>
                      <w:r w:rsidRPr="00FB70F7">
                        <w:rPr>
                          <w:rStyle w:val="Underline"/>
                        </w:rPr>
                        <w:t> 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-398986502"/>
                          <w:placeholder>
                            <w:docPart w:val="E0F15A39FE084392ABD534B0F8D09A2E"/>
                          </w:placeholder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[Number]</w:t>
                          </w:r>
                        </w:sdtContent>
                      </w:sdt>
                      <w:r w:rsidRPr="00FB70F7">
                        <w:rPr>
                          <w:rStyle w:val="Underline"/>
                        </w:rPr>
                        <w:t xml:space="preserve">    </w:t>
                      </w:r>
                      <w:r>
                        <w:rPr>
                          <w:rStyle w:val="Underline"/>
                        </w:rPr>
                        <w:t>     </w:t>
                      </w:r>
                      <w:r>
                        <w:rPr>
                          <w:rStyle w:val="CertificateText2Char"/>
                          <w:rFonts w:eastAsiaTheme="minorHAnsi"/>
                        </w:rPr>
                        <w:t xml:space="preserve"> </w:t>
                      </w:r>
                      <w:r w:rsidRPr="009E6BCD">
                        <w:rPr>
                          <w:rStyle w:val="CertificateText2Char"/>
                          <w:rFonts w:eastAsiaTheme="minorHAnsi"/>
                        </w:rPr>
                        <w:t>Shares</w:t>
                      </w:r>
                    </w:p>
                    <w:p w:rsidR="006B55DE" w:rsidRPr="0065028B" w:rsidRDefault="006B55DE" w:rsidP="006B55DE">
                      <w:pPr>
                        <w:pStyle w:val="CertificateText2"/>
                      </w:pPr>
                      <w:r w:rsidRPr="00917895">
                        <w:t>Issued to</w:t>
                      </w:r>
                      <w:r>
                        <w:rPr>
                          <w:rStyle w:val="Underline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</w:rPr>
                          <w:alias w:val="Name"/>
                          <w:tag w:val="Name"/>
                          <w:id w:val="-846556857"/>
                          <w:placeholder>
                            <w:docPart w:val="C5FD9ADFE70B4C5B94B0BFE1F68DBCBC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[Shareholder Name]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</w:t>
                      </w:r>
                      <w:r w:rsidRPr="0065028B">
                        <w:rPr>
                          <w:rStyle w:val="Underline"/>
                        </w:rPr>
                        <w:t xml:space="preserve">            </w:t>
                      </w:r>
                      <w:r>
                        <w:rPr>
                          <w:rStyle w:val="Underline"/>
                        </w:rPr>
                        <w:t xml:space="preserve"> </w:t>
                      </w:r>
                      <w:r>
                        <w:rPr>
                          <w:rStyle w:val="CertificateText2Char"/>
                          <w:rFonts w:eastAsiaTheme="majorEastAsia"/>
                        </w:rPr>
                        <w:t>Dated    </w:t>
                      </w:r>
                      <w:sdt>
                        <w:sdtPr>
                          <w:rPr>
                            <w:rStyle w:val="Underline"/>
                          </w:rPr>
                          <w:alias w:val="Month"/>
                          <w:tag w:val="Month"/>
                          <w:id w:val="-1376467109"/>
                          <w:placeholder>
                            <w:docPart w:val="02D512F3E916402E883FFD78A9F2AF08"/>
                          </w:placeholder>
                          <w:showingPlcHdr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[Month]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 xml:space="preserve"> </w:t>
                      </w:r>
                      <w:sdt>
                        <w:sdtPr>
                          <w:rPr>
                            <w:rStyle w:val="Underline"/>
                          </w:rPr>
                          <w:alias w:val="Date"/>
                          <w:tag w:val="Date"/>
                          <w:id w:val="1550267175"/>
                          <w:placeholder>
                            <w:docPart w:val="D509DC074FBC4FCEAF5883E23662B94F"/>
                          </w:placeholder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[date]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 xml:space="preserve">, </w:t>
                      </w:r>
                      <w:sdt>
                        <w:sdtPr>
                          <w:rPr>
                            <w:rStyle w:val="Underline"/>
                          </w:rPr>
                          <w:alias w:val="Year"/>
                          <w:tag w:val="Year"/>
                          <w:id w:val="-1416156230"/>
                          <w:placeholder>
                            <w:docPart w:val="E848A227FA5249E68C8EA43BC5823DA7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<w:text/>
                        </w:sdtPr>
                        <w:sdtContent>
                          <w:r w:rsidRPr="00A37348">
                            <w:rPr>
                              <w:rStyle w:val="Underline"/>
                            </w:rPr>
                            <w:t>[Year]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  </w:t>
                      </w:r>
                    </w:p>
                    <w:p w:rsidR="006B55DE" w:rsidRPr="0065028B" w:rsidRDefault="006B55DE" w:rsidP="006B55DE">
                      <w:pPr>
                        <w:pStyle w:val="CertificateText2"/>
                      </w:pPr>
                      <w:r w:rsidRPr="00917895">
                        <w:t>From whom transferred</w:t>
                      </w:r>
                      <w:r>
                        <w:rPr>
                          <w:rFonts w:ascii="Monotype Corsiva" w:hAnsi="Monotype Corsiva"/>
                        </w:rPr>
                        <w:tab/>
                      </w:r>
                    </w:p>
                    <w:p w:rsidR="006B55DE" w:rsidRPr="00C04522" w:rsidRDefault="006B55DE" w:rsidP="006B55DE">
                      <w:pPr>
                        <w:tabs>
                          <w:tab w:val="left" w:pos="2970"/>
                        </w:tabs>
                        <w:spacing w:line="280" w:lineRule="exact"/>
                        <w:ind w:right="-209"/>
                        <w:rPr>
                          <w:rFonts w:ascii="Monotype Corsiva" w:hAnsi="Monotype Corsiva"/>
                          <w:position w:val="-4"/>
                          <w:sz w:val="28"/>
                          <w:szCs w:val="28"/>
                        </w:rPr>
                      </w:pPr>
                      <w:r w:rsidRPr="009E6BCD">
                        <w:rPr>
                          <w:rStyle w:val="CertificateText2Char"/>
                          <w:rFonts w:eastAsiaTheme="minorHAnsi"/>
                        </w:rPr>
                        <w:t>Dated </w:t>
                      </w:r>
                      <w:r>
                        <w:rPr>
                          <w:rStyle w:val="CertificateText2Char"/>
                          <w:rFonts w:eastAsiaTheme="minorHAnsi"/>
                        </w:rPr>
                        <w:tab/>
                      </w:r>
                    </w:p>
                    <w:tbl>
                      <w:tblPr>
                        <w:tblStyle w:val="TableGrid"/>
                        <w:tblW w:w="0" w:type="auto"/>
                        <w:tblInd w:w="15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83"/>
                        <w:gridCol w:w="823"/>
                        <w:gridCol w:w="2832"/>
                        <w:gridCol w:w="2463"/>
                      </w:tblGrid>
                      <w:tr w:rsidR="006B55DE" w:rsidTr="0065028B">
                        <w:trPr>
                          <w:trHeight w:hRule="exact" w:val="131"/>
                        </w:trPr>
                        <w:tc>
                          <w:tcPr>
                            <w:tcW w:w="1883" w:type="dxa"/>
                            <w:shd w:val="clear" w:color="auto" w:fill="auto"/>
                          </w:tcPr>
                          <w:p w:rsidR="006B55DE" w:rsidRPr="0055091E" w:rsidRDefault="006B55DE" w:rsidP="008B4A4F">
                            <w:pPr>
                              <w:tabs>
                                <w:tab w:val="left" w:leader="underscore" w:pos="2790"/>
                              </w:tabs>
                              <w:spacing w:after="240"/>
                              <w:jc w:val="center"/>
                              <w:rPr>
                                <w:rFonts w:ascii="Monotype Corsiva" w:hAnsi="Monotype Corsiva"/>
                                <w:i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823" w:type="dxa"/>
                            <w:shd w:val="clear" w:color="auto" w:fill="auto"/>
                          </w:tcPr>
                          <w:p w:rsidR="006B55DE" w:rsidRPr="0055091E" w:rsidRDefault="006B55DE" w:rsidP="008B4A4F">
                            <w:pPr>
                              <w:tabs>
                                <w:tab w:val="left" w:leader="underscore" w:pos="2790"/>
                              </w:tabs>
                              <w:spacing w:after="240"/>
                              <w:jc w:val="center"/>
                              <w:rPr>
                                <w:rFonts w:ascii="Monotype Corsiva" w:hAnsi="Monotype Corsiva"/>
                                <w:i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832" w:type="dxa"/>
                          </w:tcPr>
                          <w:p w:rsidR="006B55DE" w:rsidRPr="0055091E" w:rsidRDefault="006B55DE" w:rsidP="008B4A4F">
                            <w:pPr>
                              <w:tabs>
                                <w:tab w:val="left" w:leader="underscore" w:pos="2790"/>
                              </w:tabs>
                              <w:spacing w:after="240"/>
                              <w:jc w:val="center"/>
                              <w:rPr>
                                <w:rFonts w:ascii="Monotype Corsiva" w:hAnsi="Monotype Corsiva"/>
                                <w:i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2463" w:type="dxa"/>
                          </w:tcPr>
                          <w:p w:rsidR="006B55DE" w:rsidRPr="0055091E" w:rsidRDefault="006B55DE" w:rsidP="008B4A4F">
                            <w:pPr>
                              <w:tabs>
                                <w:tab w:val="left" w:leader="underscore" w:pos="2790"/>
                              </w:tabs>
                              <w:spacing w:after="240"/>
                              <w:jc w:val="center"/>
                              <w:rPr>
                                <w:rFonts w:ascii="Monotype Corsiva" w:hAnsi="Monotype Corsiva"/>
                                <w:i/>
                                <w:sz w:val="14"/>
                              </w:rPr>
                            </w:pPr>
                          </w:p>
                        </w:tc>
                      </w:tr>
                      <w:tr w:rsidR="006B55DE" w:rsidTr="0065028B">
                        <w:trPr>
                          <w:trHeight w:hRule="exact" w:val="374"/>
                        </w:trPr>
                        <w:tc>
                          <w:tcPr>
                            <w:tcW w:w="2706" w:type="dxa"/>
                            <w:gridSpan w:val="2"/>
                            <w:shd w:val="clear" w:color="auto" w:fill="auto"/>
                          </w:tcPr>
                          <w:p w:rsidR="006B55DE" w:rsidRPr="0055091E" w:rsidRDefault="006B55DE" w:rsidP="009E6BCD">
                            <w:pPr>
                              <w:pStyle w:val="TableText"/>
                            </w:pPr>
                            <w:r w:rsidRPr="0055091E">
                              <w:t>№</w:t>
                            </w:r>
                            <w:r>
                              <w:t>.</w:t>
                            </w:r>
                            <w:r w:rsidRPr="0055091E">
                              <w:t xml:space="preserve"> Original Certificate</w:t>
                            </w:r>
                          </w:p>
                        </w:tc>
                        <w:tc>
                          <w:tcPr>
                            <w:tcW w:w="2832" w:type="dxa"/>
                          </w:tcPr>
                          <w:p w:rsidR="006B55DE" w:rsidRPr="0055091E" w:rsidRDefault="006B55DE" w:rsidP="009E6BCD">
                            <w:pPr>
                              <w:pStyle w:val="TableText"/>
                            </w:pPr>
                            <w:r w:rsidRPr="0055091E">
                              <w:t>№</w:t>
                            </w:r>
                            <w:r>
                              <w:t>.</w:t>
                            </w:r>
                            <w:r w:rsidRPr="0055091E">
                              <w:t xml:space="preserve"> Original </w:t>
                            </w:r>
                            <w:r>
                              <w:t>Shares</w:t>
                            </w:r>
                          </w:p>
                        </w:tc>
                        <w:tc>
                          <w:tcPr>
                            <w:tcW w:w="2463" w:type="dxa"/>
                          </w:tcPr>
                          <w:p w:rsidR="006B55DE" w:rsidRPr="0055091E" w:rsidRDefault="006B55DE" w:rsidP="009E6BCD">
                            <w:pPr>
                              <w:pStyle w:val="TableText"/>
                            </w:pPr>
                            <w:r w:rsidRPr="0055091E">
                              <w:t>№</w:t>
                            </w:r>
                            <w:r>
                              <w:t>. Shares Transferred</w:t>
                            </w:r>
                          </w:p>
                        </w:tc>
                      </w:tr>
                      <w:tr w:rsidR="006B55DE" w:rsidTr="0065028B">
                        <w:trPr>
                          <w:trHeight w:hRule="exact" w:val="415"/>
                        </w:trPr>
                        <w:tc>
                          <w:tcPr>
                            <w:tcW w:w="2706" w:type="dxa"/>
                            <w:gridSpan w:val="2"/>
                            <w:shd w:val="clear" w:color="auto" w:fill="auto"/>
                            <w:vAlign w:val="center"/>
                          </w:tcPr>
                          <w:p w:rsidR="006B55DE" w:rsidRPr="00D830B7" w:rsidRDefault="006B55DE" w:rsidP="006C4808"/>
                        </w:tc>
                        <w:tc>
                          <w:tcPr>
                            <w:tcW w:w="2832" w:type="dxa"/>
                            <w:vAlign w:val="center"/>
                          </w:tcPr>
                          <w:p w:rsidR="006B55DE" w:rsidRPr="00D830B7" w:rsidRDefault="006B55DE" w:rsidP="006C4808"/>
                        </w:tc>
                        <w:tc>
                          <w:tcPr>
                            <w:tcW w:w="2463" w:type="dxa"/>
                            <w:vAlign w:val="center"/>
                          </w:tcPr>
                          <w:p w:rsidR="006B55DE" w:rsidRPr="00D830B7" w:rsidRDefault="006B55DE" w:rsidP="006C4808"/>
                        </w:tc>
                      </w:tr>
                    </w:tbl>
                    <w:p w:rsidR="006B55DE" w:rsidRDefault="006B55DE" w:rsidP="006B55DE">
                      <w:pPr>
                        <w:pStyle w:val="CertificateText3"/>
                        <w:jc w:val="center"/>
                        <w:rPr>
                          <w:rStyle w:val="CertificateText3Char"/>
                        </w:rPr>
                      </w:pPr>
                      <w:r w:rsidRPr="009E6BCD">
                        <w:rPr>
                          <w:rStyle w:val="CertificateText3Char"/>
                        </w:rPr>
                        <w:t>Received Certificate №.</w:t>
                      </w:r>
                      <w:r>
                        <w:t xml:space="preserve">  </w:t>
                      </w:r>
                      <w:r w:rsidRPr="00FB70F7">
                        <w:rPr>
                          <w:rStyle w:val="Underline"/>
                        </w:rPr>
                        <w:t>  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-800850716"/>
                          <w:placeholder>
                            <w:docPart w:val="32D44A0E18D442859DEA52C64C339909"/>
                          </w:placeholder>
                          <w:showingPlcHdr/>
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{No]</w:t>
                          </w:r>
                        </w:sdtContent>
                      </w:sdt>
                      <w:r w:rsidRPr="00FB70F7">
                        <w:rPr>
                          <w:rStyle w:val="Underline"/>
                        </w:rPr>
                        <w:t>   </w:t>
                      </w:r>
                      <w:r>
                        <w:t xml:space="preserve">  </w:t>
                      </w:r>
                      <w:r w:rsidRPr="009E6BCD">
                        <w:rPr>
                          <w:rStyle w:val="CertificateText3Char"/>
                        </w:rPr>
                        <w:t>For</w:t>
                      </w:r>
                      <w:r>
                        <w:rPr>
                          <w:rStyle w:val="CertificateText3Char"/>
                        </w:rPr>
                        <w:t xml:space="preserve">  </w:t>
                      </w:r>
                      <w:r w:rsidRPr="00FB70F7">
                        <w:rPr>
                          <w:rStyle w:val="Underline"/>
                        </w:rPr>
                        <w:t>    </w:t>
                      </w:r>
                      <w:sdt>
                        <w:sdtPr>
                          <w:rPr>
                            <w:rStyle w:val="Underline"/>
                          </w:rPr>
                          <w:alias w:val="No."/>
                          <w:tag w:val="No."/>
                          <w:id w:val="498005516"/>
                          <w:placeholder>
                            <w:docPart w:val="55D45534E9674A84A5E5309274DD721A"/>
                          </w:placeholder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Content>
                          <w:r w:rsidRPr="00FB70F7">
                            <w:rPr>
                              <w:rStyle w:val="Underline"/>
                            </w:rPr>
                            <w:t>[Number]</w:t>
                          </w:r>
                        </w:sdtContent>
                      </w:sdt>
                      <w:r>
                        <w:rPr>
                          <w:rStyle w:val="Underline"/>
                        </w:rPr>
                        <w:t>     </w:t>
                      </w:r>
                      <w:r>
                        <w:t xml:space="preserve"> </w:t>
                      </w:r>
                      <w:r w:rsidRPr="009E6BCD">
                        <w:rPr>
                          <w:rStyle w:val="CertificateText3Char"/>
                        </w:rPr>
                        <w:t>Shares</w:t>
                      </w:r>
                    </w:p>
                    <w:p w:rsidR="006B55DE" w:rsidRDefault="006B55DE" w:rsidP="006B55DE">
                      <w:pPr>
                        <w:pStyle w:val="CertificateText3"/>
                        <w:rPr>
                          <w:rStyle w:val="CertificateText3Char"/>
                        </w:rPr>
                      </w:pPr>
                    </w:p>
                    <w:p w:rsidR="006B55DE" w:rsidRDefault="006B55DE" w:rsidP="006B55DE">
                      <w:pPr>
                        <w:pStyle w:val="CertificateText3"/>
                        <w:rPr>
                          <w:rStyle w:val="CertificateText3Char"/>
                        </w:rPr>
                      </w:pPr>
                    </w:p>
                    <w:p w:rsidR="006B55DE" w:rsidRPr="0065028B" w:rsidRDefault="006B55DE" w:rsidP="006B55DE">
                      <w:pPr>
                        <w:pStyle w:val="CertificateText3"/>
                      </w:pPr>
                      <w:r w:rsidRPr="009E6BCD">
                        <w:rPr>
                          <w:rStyle w:val="CertificateText3Char"/>
                        </w:rPr>
                        <w:t>This</w:t>
                      </w:r>
                      <w:r>
                        <w:t xml:space="preserve">  </w:t>
                      </w:r>
                      <w:r w:rsidRPr="006C4808">
                        <w:rPr>
                          <w:rStyle w:val="Underline"/>
                        </w:rPr>
                        <w:t>      </w:t>
                      </w:r>
                      <w:r>
                        <w:rPr>
                          <w:rStyle w:val="Underline"/>
                        </w:rPr>
                        <w:t>__________</w:t>
                      </w:r>
                      <w:r w:rsidRPr="006C4808">
                        <w:rPr>
                          <w:rStyle w:val="Underline"/>
                        </w:rPr>
                        <w:t> </w:t>
                      </w:r>
                      <w:r>
                        <w:rPr>
                          <w:rFonts w:ascii="Monotype Corsiva" w:hAnsi="Monotype Corsiva"/>
                        </w:rPr>
                        <w:t>day</w:t>
                      </w:r>
                      <w:r>
                        <w:t xml:space="preserve"> of __________________________________________.</w:t>
                      </w:r>
                      <w: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F025AB" wp14:editId="16E1D768">
                <wp:simplePos x="0" y="0"/>
                <wp:positionH relativeFrom="page">
                  <wp:posOffset>812800</wp:posOffset>
                </wp:positionH>
                <wp:positionV relativeFrom="page">
                  <wp:posOffset>2560320</wp:posOffset>
                </wp:positionV>
                <wp:extent cx="6299200" cy="39014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0" cy="390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935" w:type="pct"/>
                              <w:tblInd w:w="37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72"/>
                              <w:gridCol w:w="1540"/>
                              <w:gridCol w:w="2251"/>
                              <w:gridCol w:w="1463"/>
                              <w:gridCol w:w="1654"/>
                            </w:tblGrid>
                            <w:tr w:rsidR="006B55DE" w:rsidRPr="0058536A" w:rsidTr="00C31E20">
                              <w:trPr>
                                <w:cantSplit/>
                                <w:trHeight w:val="721"/>
                              </w:trPr>
                              <w:tc>
                                <w:tcPr>
                                  <w:tcW w:w="638" w:type="dxa"/>
                                  <w:vAlign w:val="bottom"/>
                                </w:tcPr>
                                <w:p w:rsidR="006B55DE" w:rsidRPr="0058536A" w:rsidRDefault="006B55DE" w:rsidP="0058536A">
                                  <w:pPr>
                                    <w:pStyle w:val="Heading1"/>
                                    <w:outlineLvl w:val="0"/>
                                  </w:pPr>
                                  <w:r>
                                    <w:t xml:space="preserve"> </w:t>
                                  </w:r>
                                  <w:r w:rsidRPr="0058536A">
                                    <w:t>№</w:t>
                                  </w:r>
                                </w:p>
                              </w:tc>
                              <w:sdt>
                                <w:sdtPr>
                                  <w:alias w:val="No."/>
                                  <w:tag w:val="No."/>
                                  <w:id w:val="-1745090720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<w:text/>
                                </w:sdtPr>
                                <w:sdtContent>
                                  <w:tc>
                                    <w:tcPr>
                                      <w:tcW w:w="1459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bottom"/>
                                    </w:tcPr>
                                    <w:p w:rsidR="006B55DE" w:rsidRPr="0058536A" w:rsidRDefault="006B55DE" w:rsidP="0058536A">
                                      <w:pPr>
                                        <w:pStyle w:val="Numbers"/>
                                      </w:pPr>
                                      <w:r>
                                        <w:t>{No]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2133" w:type="dxa"/>
                                  <w:vAlign w:val="bottom"/>
                                </w:tcPr>
                                <w:p w:rsidR="006B55DE" w:rsidRPr="0058536A" w:rsidRDefault="006B55DE" w:rsidP="0058536A"/>
                              </w:tc>
                              <w:tc>
                                <w:tcPr>
                                  <w:tcW w:w="1386" w:type="dxa"/>
                                  <w:vAlign w:val="bottom"/>
                                </w:tcPr>
                                <w:p w:rsidR="006B55DE" w:rsidRPr="0058536A" w:rsidRDefault="006B55DE" w:rsidP="00C31E20">
                                  <w:pPr>
                                    <w:pStyle w:val="Heading1"/>
                                    <w:outlineLvl w:val="0"/>
                                  </w:pPr>
                                  <w:r w:rsidRPr="0058536A">
                                    <w:t>S</w:t>
                                  </w:r>
                                  <w:r w:rsidRPr="0058536A">
                                    <w:rPr>
                                      <w:rStyle w:val="Heading1Char"/>
                                    </w:rPr>
                                    <w:t>hares</w:t>
                                  </w:r>
                                </w:p>
                              </w:tc>
                              <w:sdt>
                                <w:sdtPr>
                                  <w:alias w:val="No."/>
                                  <w:tag w:val="No."/>
                                  <w:id w:val="1181008649"/>
                                  <w:showingPlcHdr/>
  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  <w:text/>
                                </w:sdtPr>
                                <w:sdtContent>
                                  <w:tc>
                                    <w:tcPr>
                                      <w:tcW w:w="1567" w:type="dxa"/>
                                      <w:tcBorders>
                                        <w:bottom w:val="single" w:sz="4" w:space="0" w:color="auto"/>
                                      </w:tcBorders>
                                      <w:vAlign w:val="bottom"/>
                                    </w:tcPr>
                                    <w:p w:rsidR="006B55DE" w:rsidRPr="0058536A" w:rsidRDefault="006B55DE" w:rsidP="0058536A">
                                      <w:pPr>
                                        <w:pStyle w:val="Numbers"/>
                                      </w:pPr>
                                      <w:r>
                                        <w:t>[Number]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sdt>
                            <w:sdtPr>
                              <w:alias w:val="Company"/>
                              <w:tag w:val="Company"/>
                              <w:id w:val="-1998256758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 w:multiLine="1"/>
                            </w:sdtPr>
                            <w:sdtContent>
                              <w:p w:rsidR="006B55DE" w:rsidRPr="008F0C18" w:rsidRDefault="006B55DE" w:rsidP="006B55DE">
                                <w:pPr>
                                  <w:pStyle w:val="CompanyName"/>
                                </w:pPr>
                                <w:r>
                                  <w:t>[Company Name]</w:t>
                                </w:r>
                              </w:p>
                            </w:sdtContent>
                          </w:sdt>
                          <w:p w:rsidR="006B55DE" w:rsidRPr="00F60674" w:rsidRDefault="006B55DE" w:rsidP="006B55DE">
                            <w:pPr>
                              <w:pStyle w:val="CertificationText1"/>
                              <w:tabs>
                                <w:tab w:val="left" w:leader="underscore" w:pos="9000"/>
                              </w:tabs>
                              <w:rPr>
                                <w:rFonts w:cstheme="minorHAnsi"/>
                              </w:rPr>
                            </w:pPr>
                            <w:r w:rsidRPr="00F60674">
                              <w:rPr>
                                <w:rStyle w:val="IntroTextChar"/>
                                <w:rFonts w:asciiTheme="minorHAnsi" w:eastAsiaTheme="majorEastAsia" w:hAnsiTheme="minorHAnsi" w:cstheme="minorHAnsi"/>
                                <w:i w:val="0"/>
                              </w:rPr>
                              <w:t>This Certifies that</w:t>
                            </w:r>
                            <w:r w:rsidRPr="00F60674">
                              <w:rPr>
                                <w:rStyle w:val="IntroTextChar"/>
                                <w:rFonts w:asciiTheme="minorHAnsi" w:eastAsiaTheme="majorEastAsia" w:hAnsiTheme="minorHAnsi" w:cstheme="minorHAnsi"/>
                              </w:rPr>
                              <w:t xml:space="preserve"> </w:t>
                            </w:r>
                            <w:r w:rsidRPr="00F60674">
                              <w:rPr>
                                <w:rFonts w:cstheme="minorHAnsi"/>
                              </w:rPr>
                              <w:t> </w:t>
                            </w:r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</w:t>
                            </w:r>
                            <w:sdt>
                              <w:sdtPr>
                                <w:rPr>
                                  <w:rStyle w:val="Underline"/>
                                  <w:rFonts w:cstheme="minorHAnsi"/>
                                </w:rPr>
                                <w:alias w:val="Name"/>
                                <w:tag w:val="Name"/>
                                <w:id w:val="-850099475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      <w:text/>
                              </w:sdtPr>
                              <w:sdtContent>
                                <w:r w:rsidRPr="00F60674">
                                  <w:rPr>
                                    <w:rStyle w:val="Underline"/>
                                    <w:rFonts w:cstheme="minorHAnsi"/>
                                  </w:rPr>
                                  <w:t>[Shareholder Name]</w:t>
                                </w:r>
                              </w:sdtContent>
                            </w:sdt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r w:rsidRPr="00F60674">
                              <w:rPr>
                                <w:rFonts w:cstheme="minorHAnsi"/>
                              </w:rPr>
                              <w:t xml:space="preserve"> is the registered holder of </w:t>
                            </w:r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  <w:rFonts w:cstheme="minorHAnsi"/>
                                </w:rPr>
                                <w:alias w:val="No."/>
                                <w:tag w:val="No."/>
                                <w:id w:val="302898101"/>
                                <w:showingPlcHdr/>
                                <w:dataBinding w:prefixMappings="xmlns:ns0='http://schemas.microsoft.com/office/2006/coverPageProps' " w:xpath="/ns0:CoverPageProperties[1]/ns0:CompanyFax[1]" w:storeItemID="{55AF091B-3C7A-41E3-B477-F2FDAA23CFDA}"/>
                                <w:text/>
                              </w:sdtPr>
                              <w:sdtContent>
                                <w:r w:rsidRPr="00F60674">
                                  <w:rPr>
                                    <w:rStyle w:val="Underline"/>
                                    <w:rFonts w:cstheme="minorHAnsi"/>
                                  </w:rPr>
                                  <w:t>[Number]</w:t>
                                </w:r>
                              </w:sdtContent>
                            </w:sdt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r w:rsidRPr="00F60674">
                              <w:rPr>
                                <w:rFonts w:cstheme="minorHAnsi"/>
                              </w:rPr>
                              <w:t xml:space="preserve"> Shares of the Capital Stock transferable only on the books of the Corporation by the holder hereof in person or by Attorney upon surrender of this Certificate properly endorsed.</w:t>
                            </w:r>
                          </w:p>
                          <w:p w:rsidR="006B55DE" w:rsidRPr="00F60674" w:rsidRDefault="006B55DE" w:rsidP="006B55DE">
                            <w:pPr>
                              <w:tabs>
                                <w:tab w:val="left" w:leader="underscore" w:pos="6030"/>
                                <w:tab w:val="left" w:leader="underscore" w:pos="9090"/>
                                <w:tab w:val="left" w:leader="underscore" w:pos="10980"/>
                              </w:tabs>
                              <w:spacing w:before="360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F60674">
                              <w:rPr>
                                <w:rStyle w:val="IntroTextChar"/>
                                <w:rFonts w:asciiTheme="minorHAnsi" w:eastAsiaTheme="minorHAnsi" w:hAnsiTheme="minorHAnsi" w:cstheme="minorHAnsi"/>
                              </w:rPr>
                              <w:t>In Witness Whereof,</w:t>
                            </w:r>
                            <w:r w:rsidRPr="00F6067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60674">
                              <w:rPr>
                                <w:rStyle w:val="CertificationText1Char"/>
                                <w:rFonts w:eastAsiaTheme="minorHAnsi" w:cstheme="minorHAnsi"/>
                              </w:rPr>
                              <w:t xml:space="preserve">the said Corporation has caused this Certificate to be signed by its duly authorized officers and its Corporate Seal is to be hereunto affixed this </w:t>
                            </w:r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  <w:rFonts w:cstheme="minorHAnsi"/>
                                </w:rPr>
                                <w:alias w:val="Date"/>
                                <w:tag w:val="Date"/>
                                <w:id w:val="400573826"/>
                                <w:showingPlcHdr/>
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<w:text/>
                              </w:sdtPr>
                              <w:sdtContent>
                                <w:r w:rsidRPr="00F60674">
                                  <w:rPr>
                                    <w:rStyle w:val="Underline"/>
                                    <w:rFonts w:cstheme="minorHAnsi"/>
                                  </w:rPr>
                                  <w:t>[date]</w:t>
                                </w:r>
                              </w:sdtContent>
                            </w:sdt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r w:rsidRPr="00F60674">
                              <w:rPr>
                                <w:rStyle w:val="CertificationText1Char"/>
                                <w:rFonts w:eastAsiaTheme="minorHAnsi" w:cstheme="minorHAnsi"/>
                              </w:rPr>
                              <w:t xml:space="preserve"> day of </w:t>
                            </w:r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  <w:rFonts w:cstheme="minorHAnsi"/>
                                </w:rPr>
                                <w:alias w:val="Month"/>
                                <w:tag w:val="Month"/>
                                <w:id w:val="-439216844"/>
                                <w:showingPlcHdr/>
                                <w:dataBinding w:prefixMappings="xmlns:ns0='http://schemas.microsoft.com/office/2006/coverPageProps' " w:xpath="/ns0:CoverPageProperties[1]/ns0:CompanyPhone[1]" w:storeItemID="{55AF091B-3C7A-41E3-B477-F2FDAA23CFDA}"/>
                                <w:text/>
                              </w:sdtPr>
                              <w:sdtContent>
                                <w:r w:rsidRPr="00F60674">
                                  <w:rPr>
                                    <w:rStyle w:val="Underline"/>
                                    <w:rFonts w:cstheme="minorHAnsi"/>
                                  </w:rPr>
                                  <w:t>[Month]</w:t>
                                </w:r>
                              </w:sdtContent>
                            </w:sdt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r w:rsidRPr="00F60674">
                              <w:rPr>
                                <w:rStyle w:val="CertificationText1Char"/>
                                <w:rFonts w:eastAsiaTheme="minorHAnsi" w:cstheme="minorHAnsi"/>
                              </w:rPr>
                              <w:t xml:space="preserve">, A.D. </w:t>
                            </w:r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sdt>
                              <w:sdtPr>
                                <w:rPr>
                                  <w:rStyle w:val="Underline"/>
                                  <w:rFonts w:cstheme="minorHAnsi"/>
                                </w:rPr>
                                <w:alias w:val="Year"/>
                                <w:tag w:val="Year"/>
                                <w:id w:val="-1473506082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      <w:text/>
                              </w:sdtPr>
                              <w:sdtContent>
                                <w:r w:rsidRPr="00F60674">
                                  <w:rPr>
                                    <w:rStyle w:val="Underline"/>
                                    <w:rFonts w:cstheme="minorHAnsi"/>
                                  </w:rPr>
                                  <w:t>[Year]</w:t>
                                </w:r>
                              </w:sdtContent>
                            </w:sdt>
                            <w:r w:rsidRPr="00F60674">
                              <w:rPr>
                                <w:rStyle w:val="Underline"/>
                                <w:rFonts w:cstheme="minorHAnsi"/>
                              </w:rPr>
                              <w:t>   </w:t>
                            </w:r>
                            <w:r w:rsidRPr="00F60674">
                              <w:rPr>
                                <w:rStyle w:val="CertificationText1Char"/>
                                <w:rFonts w:eastAsiaTheme="minorHAnsi" w:cstheme="minorHAnsi"/>
                              </w:rPr>
                              <w:t>.</w:t>
                            </w:r>
                          </w:p>
                          <w:p w:rsidR="006B55DE" w:rsidRPr="009E6BCD" w:rsidRDefault="006B55DE" w:rsidP="006B55DE">
                            <w:pPr>
                              <w:pStyle w:val="CertificationText1"/>
                              <w:tabs>
                                <w:tab w:val="left" w:leader="underscore" w:pos="900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025AB" id="Text Box 2" o:spid="_x0000_s1027" type="#_x0000_t202" style="position:absolute;margin-left:64pt;margin-top:201.6pt;width:496pt;height:307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" filled="f" stroked="f">
                <v:textbox>
                  <w:txbxContent>
                    <w:tbl>
                      <w:tblPr>
                        <w:tblStyle w:val="TableGrid"/>
                        <w:tblW w:w="3935" w:type="pct"/>
                        <w:tblInd w:w="378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72"/>
                        <w:gridCol w:w="1540"/>
                        <w:gridCol w:w="2251"/>
                        <w:gridCol w:w="1463"/>
                        <w:gridCol w:w="1654"/>
                      </w:tblGrid>
                      <w:tr w:rsidR="006B55DE" w:rsidRPr="0058536A" w:rsidTr="00C31E20">
                        <w:trPr>
                          <w:cantSplit/>
                          <w:trHeight w:val="721"/>
                        </w:trPr>
                        <w:tc>
                          <w:tcPr>
                            <w:tcW w:w="638" w:type="dxa"/>
                            <w:vAlign w:val="bottom"/>
                          </w:tcPr>
                          <w:p w:rsidR="006B55DE" w:rsidRPr="0058536A" w:rsidRDefault="006B55DE" w:rsidP="0058536A">
                            <w:pPr>
                              <w:pStyle w:val="Heading1"/>
                              <w:outlineLvl w:val="0"/>
                            </w:pPr>
                            <w:r>
                              <w:t xml:space="preserve"> </w:t>
                            </w:r>
                            <w:r w:rsidRPr="0058536A">
                              <w:t>№</w:t>
                            </w:r>
                          </w:p>
                        </w:tc>
                        <w:sdt>
                          <w:sdtPr>
                            <w:alias w:val="No."/>
                            <w:tag w:val="No."/>
                            <w:id w:val="-1745090720"/>
                            <w:showingPlcHdr/>
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<w:text/>
                          </w:sdtPr>
                          <w:sdtContent>
                            <w:tc>
                              <w:tcPr>
                                <w:tcW w:w="1459" w:type="dxa"/>
                                <w:tcBorders>
                                  <w:bottom w:val="single" w:sz="4" w:space="0" w:color="auto"/>
                                </w:tcBorders>
                                <w:vAlign w:val="bottom"/>
                              </w:tcPr>
                              <w:p w:rsidR="006B55DE" w:rsidRPr="0058536A" w:rsidRDefault="006B55DE" w:rsidP="0058536A">
                                <w:pPr>
                                  <w:pStyle w:val="Numbers"/>
                                </w:pPr>
                                <w:r>
                                  <w:t>{No]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2133" w:type="dxa"/>
                            <w:vAlign w:val="bottom"/>
                          </w:tcPr>
                          <w:p w:rsidR="006B55DE" w:rsidRPr="0058536A" w:rsidRDefault="006B55DE" w:rsidP="0058536A"/>
                        </w:tc>
                        <w:tc>
                          <w:tcPr>
                            <w:tcW w:w="1386" w:type="dxa"/>
                            <w:vAlign w:val="bottom"/>
                          </w:tcPr>
                          <w:p w:rsidR="006B55DE" w:rsidRPr="0058536A" w:rsidRDefault="006B55DE" w:rsidP="00C31E20">
                            <w:pPr>
                              <w:pStyle w:val="Heading1"/>
                              <w:outlineLvl w:val="0"/>
                            </w:pPr>
                            <w:r w:rsidRPr="0058536A">
                              <w:t>S</w:t>
                            </w:r>
                            <w:r w:rsidRPr="0058536A">
                              <w:rPr>
                                <w:rStyle w:val="Heading1Char"/>
                              </w:rPr>
                              <w:t>hares</w:t>
                            </w:r>
                          </w:p>
                        </w:tc>
                        <w:sdt>
                          <w:sdtPr>
                            <w:alias w:val="No."/>
                            <w:tag w:val="No."/>
                            <w:id w:val="1181008649"/>
                            <w:showingPlcHdr/>
                            <w:dataBinding w:prefixMappings="xmlns:ns0='http://schemas.microsoft.com/office/2006/coverPageProps' " w:xpath="/ns0:CoverPageProperties[1]/ns0:CompanyFax[1]" w:storeItemID="{55AF091B-3C7A-41E3-B477-F2FDAA23CFDA}"/>
                            <w:text/>
                          </w:sdtPr>
                          <w:sdtContent>
                            <w:tc>
                              <w:tcPr>
                                <w:tcW w:w="1567" w:type="dxa"/>
                                <w:tcBorders>
                                  <w:bottom w:val="single" w:sz="4" w:space="0" w:color="auto"/>
                                </w:tcBorders>
                                <w:vAlign w:val="bottom"/>
                              </w:tcPr>
                              <w:p w:rsidR="006B55DE" w:rsidRPr="0058536A" w:rsidRDefault="006B55DE" w:rsidP="0058536A">
                                <w:pPr>
                                  <w:pStyle w:val="Numbers"/>
                                </w:pPr>
                                <w:r>
                                  <w:t>[Number]</w:t>
                                </w:r>
                              </w:p>
                            </w:tc>
                          </w:sdtContent>
                        </w:sdt>
                      </w:tr>
                    </w:tbl>
                    <w:sdt>
                      <w:sdtPr>
                        <w:alias w:val="Company"/>
                        <w:tag w:val="Company"/>
                        <w:id w:val="-1998256758"/>
                        <w:showingPlcHdr/>
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<w:text w:multiLine="1"/>
                      </w:sdtPr>
                      <w:sdtContent>
                        <w:p w:rsidR="006B55DE" w:rsidRPr="008F0C18" w:rsidRDefault="006B55DE" w:rsidP="006B55DE">
                          <w:pPr>
                            <w:pStyle w:val="CompanyName"/>
                          </w:pPr>
                          <w:r>
                            <w:t>[Company Name]</w:t>
                          </w:r>
                        </w:p>
                      </w:sdtContent>
                    </w:sdt>
                    <w:p w:rsidR="006B55DE" w:rsidRPr="00F60674" w:rsidRDefault="006B55DE" w:rsidP="006B55DE">
                      <w:pPr>
                        <w:pStyle w:val="CertificationText1"/>
                        <w:tabs>
                          <w:tab w:val="left" w:leader="underscore" w:pos="9000"/>
                        </w:tabs>
                        <w:rPr>
                          <w:rFonts w:cstheme="minorHAnsi"/>
                        </w:rPr>
                      </w:pPr>
                      <w:r w:rsidRPr="00F60674">
                        <w:rPr>
                          <w:rStyle w:val="IntroTextChar"/>
                          <w:rFonts w:asciiTheme="minorHAnsi" w:eastAsiaTheme="majorEastAsia" w:hAnsiTheme="minorHAnsi" w:cstheme="minorHAnsi"/>
                          <w:i w:val="0"/>
                        </w:rPr>
                        <w:t>This Certifies that</w:t>
                      </w:r>
                      <w:r w:rsidRPr="00F60674">
                        <w:rPr>
                          <w:rStyle w:val="IntroTextChar"/>
                          <w:rFonts w:asciiTheme="minorHAnsi" w:eastAsiaTheme="majorEastAsia" w:hAnsiTheme="minorHAnsi" w:cstheme="minorHAnsi"/>
                        </w:rPr>
                        <w:t xml:space="preserve"> </w:t>
                      </w:r>
                      <w:r w:rsidRPr="00F60674">
                        <w:rPr>
                          <w:rFonts w:cstheme="minorHAnsi"/>
                        </w:rPr>
                        <w:t> </w:t>
                      </w:r>
                      <w:r w:rsidRPr="00F60674">
                        <w:rPr>
                          <w:rStyle w:val="Underline"/>
                          <w:rFonts w:cstheme="minorHAnsi"/>
                        </w:rPr>
                        <w:t>  </w:t>
                      </w:r>
                      <w:sdt>
                        <w:sdtPr>
                          <w:rPr>
                            <w:rStyle w:val="Underline"/>
                            <w:rFonts w:cstheme="minorHAnsi"/>
                          </w:rPr>
                          <w:alias w:val="Name"/>
                          <w:tag w:val="Name"/>
                          <w:id w:val="-850099475"/>
                          <w:showingPlcHdr/>
    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    <w:text/>
                        </w:sdtPr>
                        <w:sdtContent>
                          <w:r w:rsidRPr="00F60674">
                            <w:rPr>
                              <w:rStyle w:val="Underline"/>
                              <w:rFonts w:cstheme="minorHAnsi"/>
                            </w:rPr>
                            <w:t>[Shareholder Name]</w:t>
                          </w:r>
                        </w:sdtContent>
                      </w:sdt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r w:rsidRPr="00F60674">
                        <w:rPr>
                          <w:rFonts w:cstheme="minorHAnsi"/>
                        </w:rPr>
                        <w:t xml:space="preserve"> is the registered holder of </w:t>
                      </w:r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  <w:rFonts w:cstheme="minorHAnsi"/>
                          </w:rPr>
                          <w:alias w:val="No."/>
                          <w:tag w:val="No."/>
                          <w:id w:val="302898101"/>
                          <w:showingPlcHdr/>
                          <w:dataBinding w:prefixMappings="xmlns:ns0='http://schemas.microsoft.com/office/2006/coverPageProps' " w:xpath="/ns0:CoverPageProperties[1]/ns0:CompanyFax[1]" w:storeItemID="{55AF091B-3C7A-41E3-B477-F2FDAA23CFDA}"/>
                          <w:text/>
                        </w:sdtPr>
                        <w:sdtContent>
                          <w:r w:rsidRPr="00F60674">
                            <w:rPr>
                              <w:rStyle w:val="Underline"/>
                              <w:rFonts w:cstheme="minorHAnsi"/>
                            </w:rPr>
                            <w:t>[Number]</w:t>
                          </w:r>
                        </w:sdtContent>
                      </w:sdt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r w:rsidRPr="00F60674">
                        <w:rPr>
                          <w:rFonts w:cstheme="minorHAnsi"/>
                        </w:rPr>
                        <w:t xml:space="preserve"> Shares of the Capital Stock transferable only on the books of the Corporation by the holder hereof in person or by Attorney upon surrender of this Certificate properly endorsed.</w:t>
                      </w:r>
                    </w:p>
                    <w:p w:rsidR="006B55DE" w:rsidRPr="00F60674" w:rsidRDefault="006B55DE" w:rsidP="006B55DE">
                      <w:pPr>
                        <w:tabs>
                          <w:tab w:val="left" w:leader="underscore" w:pos="6030"/>
                          <w:tab w:val="left" w:leader="underscore" w:pos="9090"/>
                          <w:tab w:val="left" w:leader="underscore" w:pos="10980"/>
                        </w:tabs>
                        <w:spacing w:before="360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F60674">
                        <w:rPr>
                          <w:rStyle w:val="IntroTextChar"/>
                          <w:rFonts w:asciiTheme="minorHAnsi" w:eastAsiaTheme="minorHAnsi" w:hAnsiTheme="minorHAnsi" w:cstheme="minorHAnsi"/>
                        </w:rPr>
                        <w:t>In Witness Whereof,</w:t>
                      </w:r>
                      <w:r w:rsidRPr="00F6067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Pr="00F60674">
                        <w:rPr>
                          <w:rStyle w:val="CertificationText1Char"/>
                          <w:rFonts w:eastAsiaTheme="minorHAnsi" w:cstheme="minorHAnsi"/>
                        </w:rPr>
                        <w:t xml:space="preserve">the said Corporation has caused this Certificate to be signed by its duly authorized officers and its Corporate Seal is to be hereunto affixed this </w:t>
                      </w:r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  <w:rFonts w:cstheme="minorHAnsi"/>
                          </w:rPr>
                          <w:alias w:val="Date"/>
                          <w:tag w:val="Date"/>
                          <w:id w:val="400573826"/>
                          <w:showingPlcHdr/>
                          <w:dataBinding w:prefixMappings="xmlns:ns0='http://schemas.microsoft.com/office/2006/coverPageProps' " w:xpath="/ns0:CoverPageProperties[1]/ns0:CompanyEmail[1]" w:storeItemID="{55AF091B-3C7A-41E3-B477-F2FDAA23CFDA}"/>
                          <w:text/>
                        </w:sdtPr>
                        <w:sdtContent>
                          <w:r w:rsidRPr="00F60674">
                            <w:rPr>
                              <w:rStyle w:val="Underline"/>
                              <w:rFonts w:cstheme="minorHAnsi"/>
                            </w:rPr>
                            <w:t>[date]</w:t>
                          </w:r>
                        </w:sdtContent>
                      </w:sdt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r w:rsidRPr="00F60674">
                        <w:rPr>
                          <w:rStyle w:val="CertificationText1Char"/>
                          <w:rFonts w:eastAsiaTheme="minorHAnsi" w:cstheme="minorHAnsi"/>
                        </w:rPr>
                        <w:t xml:space="preserve"> day of </w:t>
                      </w:r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  <w:rFonts w:cstheme="minorHAnsi"/>
                          </w:rPr>
                          <w:alias w:val="Month"/>
                          <w:tag w:val="Month"/>
                          <w:id w:val="-439216844"/>
                          <w:showingPlcHdr/>
                          <w:dataBinding w:prefixMappings="xmlns:ns0='http://schemas.microsoft.com/office/2006/coverPageProps' " w:xpath="/ns0:CoverPageProperties[1]/ns0:CompanyPhone[1]" w:storeItemID="{55AF091B-3C7A-41E3-B477-F2FDAA23CFDA}"/>
                          <w:text/>
                        </w:sdtPr>
                        <w:sdtContent>
                          <w:r w:rsidRPr="00F60674">
                            <w:rPr>
                              <w:rStyle w:val="Underline"/>
                              <w:rFonts w:cstheme="minorHAnsi"/>
                            </w:rPr>
                            <w:t>[Month]</w:t>
                          </w:r>
                        </w:sdtContent>
                      </w:sdt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r w:rsidRPr="00F60674">
                        <w:rPr>
                          <w:rStyle w:val="CertificationText1Char"/>
                          <w:rFonts w:eastAsiaTheme="minorHAnsi" w:cstheme="minorHAnsi"/>
                        </w:rPr>
                        <w:t xml:space="preserve">, A.D. </w:t>
                      </w:r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sdt>
                        <w:sdtPr>
                          <w:rPr>
                            <w:rStyle w:val="Underline"/>
                            <w:rFonts w:cstheme="minorHAnsi"/>
                          </w:rPr>
                          <w:alias w:val="Year"/>
                          <w:tag w:val="Year"/>
                          <w:id w:val="-1473506082"/>
                          <w:showingPlcHdr/>
    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    <w:text/>
                        </w:sdtPr>
                        <w:sdtContent>
                          <w:r w:rsidRPr="00F60674">
                            <w:rPr>
                              <w:rStyle w:val="Underline"/>
                              <w:rFonts w:cstheme="minorHAnsi"/>
                            </w:rPr>
                            <w:t>[Year]</w:t>
                          </w:r>
                        </w:sdtContent>
                      </w:sdt>
                      <w:r w:rsidRPr="00F60674">
                        <w:rPr>
                          <w:rStyle w:val="Underline"/>
                          <w:rFonts w:cstheme="minorHAnsi"/>
                        </w:rPr>
                        <w:t>   </w:t>
                      </w:r>
                      <w:r w:rsidRPr="00F60674">
                        <w:rPr>
                          <w:rStyle w:val="CertificationText1Char"/>
                          <w:rFonts w:eastAsiaTheme="minorHAnsi" w:cstheme="minorHAnsi"/>
                        </w:rPr>
                        <w:t>.</w:t>
                      </w:r>
                    </w:p>
                    <w:p w:rsidR="006B55DE" w:rsidRPr="009E6BCD" w:rsidRDefault="006B55DE" w:rsidP="006B55DE">
                      <w:pPr>
                        <w:pStyle w:val="CertificationText1"/>
                        <w:tabs>
                          <w:tab w:val="left" w:leader="underscore" w:pos="9000"/>
                        </w:tabs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3701C">
        <w:rPr>
          <w:noProof/>
        </w:rPr>
        <mc:AlternateContent>
          <mc:Choice Requires="wpg">
            <w:drawing>
              <wp:anchor distT="0" distB="0" distL="114300" distR="114300" simplePos="0" relativeHeight="251659263" behindDoc="1" locked="0" layoutInCell="1" allowOverlap="1" wp14:anchorId="0344043D" wp14:editId="636353A7">
                <wp:simplePos x="0" y="0"/>
                <wp:positionH relativeFrom="column">
                  <wp:posOffset>-711558</wp:posOffset>
                </wp:positionH>
                <wp:positionV relativeFrom="paragraph">
                  <wp:posOffset>0</wp:posOffset>
                </wp:positionV>
                <wp:extent cx="7789420" cy="10106318"/>
                <wp:effectExtent l="0" t="0" r="2540" b="9525"/>
                <wp:wrapNone/>
                <wp:docPr id="4" name="Group 4" descr="border background, rectangles 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9420" cy="10106318"/>
                          <a:chOff x="0" y="0"/>
                          <a:chExt cx="7789420" cy="10106318"/>
                        </a:xfrm>
                      </wpg:grpSpPr>
                      <wps:wsp>
                        <wps:cNvPr id="7" name="Rounded Rectangle 17" descr="colored rectangle"/>
                        <wps:cNvSpPr/>
                        <wps:spPr>
                          <a:xfrm>
                            <a:off x="0" y="0"/>
                            <a:ext cx="7789420" cy="1010631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  <wps:wsp>
                        <wps:cNvPr id="3" name="Rounded Rectangle 17" descr="white rectangle"/>
                        <wps:cNvSpPr/>
                        <wps:spPr>
                          <a:xfrm>
                            <a:off x="463640" y="502276"/>
                            <a:ext cx="6850444" cy="9117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FECB5" id="Group 4" o:spid="_x0000_s1026" alt="border background, rectangles group" style="position:absolute;margin-left:-56.05pt;margin-top:0;width:613.35pt;height:795.75pt;z-index:-251657217" coordsize="77894,101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">
                <v:rect id="Rounded Rectangle 17" o:spid="_x0000_s1027" alt="colored rectangle" style="position:absolute;width:77894;height:1010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" fillcolor="#2b2d42 [3215]" stroked="f" strokeweight="1pt">
                  <v:textbox inset="0,0,0,0"/>
                </v:rect>
                <v:rect id="Rounded Rectangle 17" o:spid="_x0000_s1028" alt="white rectangle" style="position:absolute;left:4636;top:5022;width:68504;height:9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" fillcolor="white [3212]" stroked="f" strokeweight="1pt">
                  <v:textbox inset="0,0,0,0"/>
                </v:rect>
              </v:group>
            </w:pict>
          </mc:Fallback>
        </mc:AlternateContent>
      </w:r>
      <w:r w:rsidR="00BB3E47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48D100C" wp14:editId="62ADA028">
                <wp:simplePos x="0" y="0"/>
                <wp:positionH relativeFrom="column">
                  <wp:posOffset>-672921</wp:posOffset>
                </wp:positionH>
                <wp:positionV relativeFrom="paragraph">
                  <wp:posOffset>6465194</wp:posOffset>
                </wp:positionV>
                <wp:extent cx="7764780" cy="3653848"/>
                <wp:effectExtent l="0" t="0" r="7620" b="3810"/>
                <wp:wrapNone/>
                <wp:docPr id="8" name="Group 8" descr="triangle transparent graphic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4780" cy="3653848"/>
                          <a:chOff x="0" y="12486"/>
                          <a:chExt cx="5829300" cy="2743200"/>
                        </a:xfrm>
                      </wpg:grpSpPr>
                      <pic:pic xmlns:pic="http://schemas.openxmlformats.org/drawingml/2006/picture">
                        <pic:nvPicPr>
                          <pic:cNvPr id="1" name="Graphic 1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86"/>
                            <a:ext cx="3829050" cy="2743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c 5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803042"/>
                            <a:ext cx="5829300" cy="942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phic 6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5358" y="1313645"/>
                            <a:ext cx="2000250" cy="142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D52BB6" id="Group 8" o:spid="_x0000_s1026" alt="triangle transparent graphics" style="position:absolute;margin-left:-53pt;margin-top:509.05pt;width:611.4pt;height:287.7pt;z-index:-251656192;mso-width-relative:margin;mso-height-relative:margin" coordorigin=",124" coordsize="58293,27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alt="colored triangle graphic" style="position:absolute;top:124;width:38290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">
                  <v:imagedata r:id="rId15" o:title="colored triangle graphic"/>
                </v:shape>
                <v:shape id="Graphic 5" o:spid="_x0000_s1028" type="#_x0000_t75" alt="colored triangle graphic" style="position:absolute;top:18030;width:58293;height:9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">
                  <v:imagedata r:id="rId16" o:title="colored triangle graphic"/>
                </v:shape>
                <v:shape id="Graphic 6" o:spid="_x0000_s1029" type="#_x0000_t75" alt="colored triangle graphic" style="position:absolute;left:38153;top:13136;width:20003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">
                  <v:imagedata r:id="rId17" o:title="colored triangle graphic"/>
                </v:shape>
              </v:group>
            </w:pict>
          </mc:Fallback>
        </mc:AlternateContent>
      </w:r>
    </w:p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Default="00C12A89" w:rsidP="00E3701C"/>
    <w:p w:rsidR="00C12A89" w:rsidRPr="00BB3E47" w:rsidRDefault="00C12A89" w:rsidP="00E3701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F1E9873" wp14:editId="13CB4D2B">
                <wp:simplePos x="0" y="0"/>
                <wp:positionH relativeFrom="page">
                  <wp:posOffset>669925</wp:posOffset>
                </wp:positionH>
                <wp:positionV relativeFrom="page">
                  <wp:posOffset>738505</wp:posOffset>
                </wp:positionV>
                <wp:extent cx="2688590" cy="50292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8590" cy="502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12A89" w:rsidRPr="006A3669" w:rsidRDefault="00C12A89" w:rsidP="00C12A89">
                            <w:pPr>
                              <w:pStyle w:val="ReverseSideText"/>
                            </w:pPr>
                            <w:r w:rsidRPr="00D83FD2">
                              <w:rPr>
                                <w:rStyle w:val="IntroTextChar"/>
                                <w:rFonts w:eastAsiaTheme="majorEastAsia"/>
                              </w:rPr>
                              <w:t>For Value Received</w:t>
                            </w:r>
                            <w:r w:rsidRPr="00804B97">
                              <w:t xml:space="preserve">, </w:t>
                            </w:r>
                            <w:r>
                              <w:tab/>
                            </w:r>
                            <w:r w:rsidRPr="006A3669">
                              <w:t>hereby sell, assign and transfer unto</w:t>
                            </w:r>
                          </w:p>
                          <w:p w:rsidR="00C12A89" w:rsidRPr="00804B97" w:rsidRDefault="00C12A89" w:rsidP="00C12A89">
                            <w:pPr>
                              <w:pStyle w:val="ReverseSideText"/>
                              <w:tabs>
                                <w:tab w:val="clear" w:pos="3870"/>
                                <w:tab w:val="left" w:leader="underscore" w:pos="7560"/>
                              </w:tabs>
                              <w:spacing w:before="140" w:after="140"/>
                            </w:pPr>
                            <w:r>
                              <w:tab/>
                            </w:r>
                          </w:p>
                          <w:p w:rsidR="00C12A89" w:rsidRDefault="00C12A89" w:rsidP="00C12A89">
                            <w:pPr>
                              <w:pStyle w:val="ReverseSideText"/>
                            </w:pPr>
                            <w:r>
                              <w:tab/>
                            </w:r>
                            <w:r w:rsidRPr="009914AD">
                              <w:t>Shares represented by the within Certificate, and do hereby irrevocably constitute and appoint</w:t>
                            </w:r>
                          </w:p>
                          <w:p w:rsidR="00C12A89" w:rsidRPr="009914AD" w:rsidRDefault="00C12A89" w:rsidP="00C12A89">
                            <w:pPr>
                              <w:pStyle w:val="ReverseSideText"/>
                            </w:pPr>
                            <w:r>
                              <w:tab/>
                            </w:r>
                            <w:r w:rsidRPr="009914AD">
                              <w:t>Attorney to transfer the said Shares on the books of the within named Corporation with full power of substitution in the premises.</w:t>
                            </w:r>
                          </w:p>
                          <w:p w:rsidR="00C12A89" w:rsidRPr="009914AD" w:rsidRDefault="00C12A89" w:rsidP="00C12A89">
                            <w:pPr>
                              <w:tabs>
                                <w:tab w:val="left" w:leader="underscore" w:pos="5220"/>
                              </w:tabs>
                              <w:rPr>
                                <w:rFonts w:ascii="Monotype Corsiva" w:hAnsi="Monotype Corsiva"/>
                                <w:sz w:val="28"/>
                                <w:szCs w:val="28"/>
                              </w:rPr>
                            </w:pPr>
                            <w:r w:rsidRPr="00D83FD2">
                              <w:rPr>
                                <w:rStyle w:val="ReverseSideTextChar"/>
                                <w:rFonts w:eastAsiaTheme="minorHAnsi"/>
                              </w:rPr>
                              <w:t xml:space="preserve">Dated </w:t>
                            </w:r>
                            <w:r>
                              <w:rPr>
                                <w:rStyle w:val="ReverseSideTextChar"/>
                                <w:rFonts w:eastAsiaTheme="minorHAnsi"/>
                              </w:rPr>
                              <w:tab/>
                            </w:r>
                          </w:p>
                          <w:p w:rsidR="00C12A89" w:rsidRPr="009914AD" w:rsidRDefault="00C12A89" w:rsidP="00C12A89">
                            <w:pPr>
                              <w:pStyle w:val="CertificateText2"/>
                            </w:pPr>
                            <w:r w:rsidRPr="009914AD">
                              <w:t>In presence of</w:t>
                            </w:r>
                          </w:p>
                          <w:p w:rsidR="00C12A89" w:rsidRPr="00FA3A6C" w:rsidRDefault="00C12A89" w:rsidP="00C12A89">
                            <w:pPr>
                              <w:tabs>
                                <w:tab w:val="left" w:leader="underscore" w:pos="3780"/>
                                <w:tab w:val="left" w:leader="underscore" w:pos="7632"/>
                              </w:tabs>
                              <w:spacing w:line="480" w:lineRule="auto"/>
                              <w:rPr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  <w:r w:rsidRPr="00CD318E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   </w:t>
                            </w: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E9873" id="Text Box 11" o:spid="_x0000_s1028" type="#_x0000_t202" style="position:absolute;margin-left:52.75pt;margin-top:58.15pt;width:211.7pt;height:39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" o:allowincell="f" filled="f" fillcolor="aqua" stroked="f">
                <v:textbox style="layout-flow:vertical">
                  <w:txbxContent>
                    <w:p w:rsidR="00C12A89" w:rsidRPr="006A3669" w:rsidRDefault="00C12A89" w:rsidP="00C12A89">
                      <w:pPr>
                        <w:pStyle w:val="ReverseSideText"/>
                      </w:pPr>
                      <w:r w:rsidRPr="00D83FD2">
                        <w:rPr>
                          <w:rStyle w:val="IntroTextChar"/>
                          <w:rFonts w:eastAsiaTheme="majorEastAsia"/>
                        </w:rPr>
                        <w:t>For Value Received</w:t>
                      </w:r>
                      <w:r w:rsidRPr="00804B97">
                        <w:t xml:space="preserve">, </w:t>
                      </w:r>
                      <w:r>
                        <w:tab/>
                      </w:r>
                      <w:r w:rsidRPr="006A3669">
                        <w:t>hereby sell, assign and transfer unto</w:t>
                      </w:r>
                    </w:p>
                    <w:p w:rsidR="00C12A89" w:rsidRPr="00804B97" w:rsidRDefault="00C12A89" w:rsidP="00C12A89">
                      <w:pPr>
                        <w:pStyle w:val="ReverseSideText"/>
                        <w:tabs>
                          <w:tab w:val="clear" w:pos="3870"/>
                          <w:tab w:val="left" w:leader="underscore" w:pos="7560"/>
                        </w:tabs>
                        <w:spacing w:before="140" w:after="140"/>
                      </w:pPr>
                      <w:r>
                        <w:tab/>
                      </w:r>
                    </w:p>
                    <w:p w:rsidR="00C12A89" w:rsidRDefault="00C12A89" w:rsidP="00C12A89">
                      <w:pPr>
                        <w:pStyle w:val="ReverseSideText"/>
                      </w:pPr>
                      <w:r>
                        <w:tab/>
                      </w:r>
                      <w:r w:rsidRPr="009914AD">
                        <w:t>Shares represented by the within Certificate, and do hereby irrevocably constitute and appoint</w:t>
                      </w:r>
                    </w:p>
                    <w:p w:rsidR="00C12A89" w:rsidRPr="009914AD" w:rsidRDefault="00C12A89" w:rsidP="00C12A89">
                      <w:pPr>
                        <w:pStyle w:val="ReverseSideText"/>
                      </w:pPr>
                      <w:r>
                        <w:tab/>
                      </w:r>
                      <w:r w:rsidRPr="009914AD">
                        <w:t>Attorney to transfer the said Shares on the books of the within named Corporation with full power of substitution in the premises.</w:t>
                      </w:r>
                    </w:p>
                    <w:p w:rsidR="00C12A89" w:rsidRPr="009914AD" w:rsidRDefault="00C12A89" w:rsidP="00C12A89">
                      <w:pPr>
                        <w:tabs>
                          <w:tab w:val="left" w:leader="underscore" w:pos="5220"/>
                        </w:tabs>
                        <w:rPr>
                          <w:rFonts w:ascii="Monotype Corsiva" w:hAnsi="Monotype Corsiva"/>
                          <w:sz w:val="28"/>
                          <w:szCs w:val="28"/>
                        </w:rPr>
                      </w:pPr>
                      <w:r w:rsidRPr="00D83FD2">
                        <w:rPr>
                          <w:rStyle w:val="ReverseSideTextChar"/>
                          <w:rFonts w:eastAsiaTheme="minorHAnsi"/>
                        </w:rPr>
                        <w:t xml:space="preserve">Dated </w:t>
                      </w:r>
                      <w:r>
                        <w:rPr>
                          <w:rStyle w:val="ReverseSideTextChar"/>
                          <w:rFonts w:eastAsiaTheme="minorHAnsi"/>
                        </w:rPr>
                        <w:tab/>
                      </w:r>
                    </w:p>
                    <w:p w:rsidR="00C12A89" w:rsidRPr="009914AD" w:rsidRDefault="00C12A89" w:rsidP="00C12A89">
                      <w:pPr>
                        <w:pStyle w:val="CertificateText2"/>
                      </w:pPr>
                      <w:r w:rsidRPr="009914AD">
                        <w:t>In presence of</w:t>
                      </w:r>
                    </w:p>
                    <w:p w:rsidR="00C12A89" w:rsidRPr="00FA3A6C" w:rsidRDefault="00C12A89" w:rsidP="00C12A89">
                      <w:pPr>
                        <w:tabs>
                          <w:tab w:val="left" w:leader="underscore" w:pos="3780"/>
                          <w:tab w:val="left" w:leader="underscore" w:pos="7632"/>
                        </w:tabs>
                        <w:spacing w:line="480" w:lineRule="auto"/>
                        <w:rPr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  <w:r w:rsidRPr="00CD318E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   </w:t>
                      </w: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12A89" w:rsidRPr="00BB3E47" w:rsidSect="00BB3E47">
      <w:pgSz w:w="12240" w:h="15840" w:code="1"/>
      <w:pgMar w:top="0" w:right="1080" w:bottom="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65E" w:rsidRDefault="00CD265E" w:rsidP="007A69D6">
      <w:r>
        <w:separator/>
      </w:r>
    </w:p>
  </w:endnote>
  <w:endnote w:type="continuationSeparator" w:id="0">
    <w:p w:rsidR="00CD265E" w:rsidRDefault="00CD265E" w:rsidP="007A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65E" w:rsidRDefault="00CD265E" w:rsidP="007A69D6">
      <w:r>
        <w:separator/>
      </w:r>
    </w:p>
  </w:footnote>
  <w:footnote w:type="continuationSeparator" w:id="0">
    <w:p w:rsidR="00CD265E" w:rsidRDefault="00CD265E" w:rsidP="007A6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AB4BB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E00A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4E5E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2A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A960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E6A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72D2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4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ED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B8F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36FDE"/>
    <w:multiLevelType w:val="hybridMultilevel"/>
    <w:tmpl w:val="DEBE9A8E"/>
    <w:lvl w:ilvl="0" w:tplc="C74A08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47D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8D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40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0A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4A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44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26D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77F"/>
    <w:multiLevelType w:val="hybridMultilevel"/>
    <w:tmpl w:val="14A8B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435BEB"/>
    <w:multiLevelType w:val="hybridMultilevel"/>
    <w:tmpl w:val="0BECE2BA"/>
    <w:lvl w:ilvl="0" w:tplc="A13E39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C7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E9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4C5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83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C27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8FB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08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427A33"/>
    <w:multiLevelType w:val="hybridMultilevel"/>
    <w:tmpl w:val="B636A45A"/>
    <w:lvl w:ilvl="0" w:tplc="B470CE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143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5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67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7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8F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4E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6E3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671CC"/>
    <w:multiLevelType w:val="hybridMultilevel"/>
    <w:tmpl w:val="C870F434"/>
    <w:lvl w:ilvl="0" w:tplc="14987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E6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28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0C0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2D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0C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A3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68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964"/>
    <w:rsid w:val="001C0964"/>
    <w:rsid w:val="002F29A8"/>
    <w:rsid w:val="004B4E01"/>
    <w:rsid w:val="006B55DE"/>
    <w:rsid w:val="006E0A00"/>
    <w:rsid w:val="007A69D6"/>
    <w:rsid w:val="007D25C2"/>
    <w:rsid w:val="00891A37"/>
    <w:rsid w:val="0098193C"/>
    <w:rsid w:val="00A17B5F"/>
    <w:rsid w:val="00B52E3B"/>
    <w:rsid w:val="00B728D3"/>
    <w:rsid w:val="00B74F77"/>
    <w:rsid w:val="00B90488"/>
    <w:rsid w:val="00BB3E47"/>
    <w:rsid w:val="00C12A89"/>
    <w:rsid w:val="00C41307"/>
    <w:rsid w:val="00CD265E"/>
    <w:rsid w:val="00D65EAD"/>
    <w:rsid w:val="00DC0687"/>
    <w:rsid w:val="00DF64CD"/>
    <w:rsid w:val="00E3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EB187"/>
  <w15:docId w15:val="{E6851272-BC81-4A98-A474-ABC66071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00"/>
    <w:pPr>
      <w:spacing w:after="160" w:line="324" w:lineRule="auto"/>
    </w:pPr>
    <w:rPr>
      <w:color w:val="2B2D42" w:themeColor="text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0A00"/>
    <w:pPr>
      <w:keepNext/>
      <w:keepLines/>
      <w:framePr w:hSpace="180" w:wrap="around" w:vAnchor="text" w:hAnchor="text" w:x="271" w:y="4463"/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spacing w:val="20"/>
      <w:sz w:val="28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A00"/>
    <w:pPr>
      <w:keepNext/>
      <w:keepLines/>
      <w:framePr w:hSpace="180" w:wrap="around" w:vAnchor="text" w:hAnchor="text" w:x="265" w:y="2312"/>
      <w:spacing w:before="60" w:after="60" w:line="240" w:lineRule="auto"/>
      <w:outlineLvl w:val="1"/>
    </w:pPr>
    <w:rPr>
      <w:rFonts w:asciiTheme="majorHAnsi" w:eastAsiaTheme="majorEastAsia" w:hAnsiTheme="majorHAnsi" w:cstheme="majorBidi"/>
      <w:bCs/>
      <w:spacing w:val="20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8E0A1A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F071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qFormat/>
    <w:rsid w:val="006E0A00"/>
    <w:pPr>
      <w:framePr w:hSpace="180" w:wrap="around" w:vAnchor="text" w:hAnchor="text" w:x="265" w:y="2312"/>
      <w:spacing w:before="240"/>
    </w:pPr>
    <w:rPr>
      <w:b/>
      <w:caps w:val="0"/>
      <w:color w:val="BE0E24" w:themeColor="accent1"/>
      <w:spacing w:val="2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1Char">
    <w:name w:val="Heading 1 Char"/>
    <w:basedOn w:val="DefaultParagraphFont"/>
    <w:link w:val="Heading1"/>
    <w:uiPriority w:val="9"/>
    <w:rsid w:val="006E0A00"/>
    <w:rPr>
      <w:rFonts w:asciiTheme="majorHAnsi" w:eastAsiaTheme="majorEastAsia" w:hAnsiTheme="majorHAnsi" w:cstheme="majorBidi"/>
      <w:b/>
      <w:bCs/>
      <w:color w:val="2B2D42" w:themeColor="text2"/>
      <w:spacing w:val="20"/>
      <w:sz w:val="28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6E0A00"/>
    <w:rPr>
      <w:rFonts w:asciiTheme="majorHAnsi" w:eastAsiaTheme="majorEastAsia" w:hAnsiTheme="majorHAnsi" w:cstheme="majorBidi"/>
      <w:bCs/>
      <w:color w:val="2B2D42" w:themeColor="text2"/>
      <w:spacing w:val="2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8E0A1A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5F071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spacing w:val="6"/>
      <w:sz w:val="20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aps/>
      <w:sz w:val="32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2B2D42" w:themeColor="text2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2B2D42" w:themeColor="text2"/>
    </w:rPr>
  </w:style>
  <w:style w:type="paragraph" w:styleId="NoSpacing">
    <w:name w:val="No Spacing"/>
    <w:link w:val="NoSpacingChar"/>
    <w:uiPriority w:val="1"/>
    <w:qFormat/>
    <w:rsid w:val="006E0A00"/>
    <w:pPr>
      <w:framePr w:hSpace="180" w:wrap="around" w:vAnchor="text" w:hAnchor="text" w:x="265" w:y="2312"/>
      <w:spacing w:after="40" w:line="240" w:lineRule="auto"/>
    </w:pPr>
    <w:rPr>
      <w:color w:val="2B2D42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6E0A00"/>
    <w:rPr>
      <w:color w:val="2B2D42" w:themeColor="text2"/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202131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rsid w:val="00C41307"/>
    <w:pPr>
      <w:framePr w:hSpace="180" w:wrap="around" w:vAnchor="text" w:hAnchor="text" w:x="289" w:y="1076"/>
      <w:jc w:val="right"/>
    </w:pPr>
    <w:rPr>
      <w:rFonts w:asciiTheme="majorHAnsi" w:hAnsiTheme="majorHAnsi"/>
      <w:color w:val="A21720" w:themeColor="accent5"/>
      <w:spacing w:val="20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C41307"/>
    <w:rPr>
      <w:rFonts w:asciiTheme="majorHAnsi" w:hAnsiTheme="majorHAnsi"/>
      <w:color w:val="A21720" w:themeColor="accent5"/>
      <w:spacing w:val="20"/>
      <w:sz w:val="28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6E0A00"/>
    <w:rPr>
      <w:color w:val="BE0E24" w:themeColor="accent1"/>
      <w:sz w:val="24"/>
    </w:rPr>
  </w:style>
  <w:style w:type="character" w:styleId="SubtleReference">
    <w:name w:val="Subtle Reference"/>
    <w:basedOn w:val="DefaultParagraphFont"/>
    <w:uiPriority w:val="31"/>
    <w:qFormat/>
    <w:rPr>
      <w:smallCaps/>
      <w:color w:val="FFE18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FFE18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EE243D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uiPriority w:val="99"/>
  </w:style>
  <w:style w:type="paragraph" w:customStyle="1" w:styleId="SenderAddress">
    <w:name w:val="Sender Address"/>
    <w:uiPriority w:val="2"/>
    <w:pPr>
      <w:spacing w:after="0" w:line="240" w:lineRule="auto"/>
    </w:pPr>
    <w:rPr>
      <w:color w:val="BE0E24" w:themeColor="accent1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 w:line="276" w:lineRule="auto"/>
      <w:contextualSpacing/>
    </w:pPr>
    <w:rPr>
      <w:rFonts w:eastAsiaTheme="minorEastAsia"/>
    </w:r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</w:rPr>
  </w:style>
  <w:style w:type="paragraph" w:customStyle="1" w:styleId="RecipientAddress">
    <w:name w:val="Recipient Address"/>
    <w:basedOn w:val="NoSpacing"/>
    <w:uiPriority w:val="3"/>
    <w:pPr>
      <w:framePr w:wrap="around"/>
      <w:spacing w:after="360"/>
      <w:contextualSpacing/>
    </w:pPr>
    <w:rPr>
      <w:rFonts w:eastAsiaTheme="minorEastAsia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framePr w:wrap="around"/>
      <w:spacing w:before="480" w:after="320"/>
      <w:contextualSpacing/>
    </w:pPr>
    <w:rPr>
      <w:rFonts w:eastAsiaTheme="minorEastAsia"/>
      <w:b/>
    </w:rPr>
  </w:style>
  <w:style w:type="character" w:customStyle="1" w:styleId="SalutationChar">
    <w:name w:val="Salutation Char"/>
    <w:basedOn w:val="DefaultParagraphFont"/>
    <w:link w:val="Salutation"/>
    <w:uiPriority w:val="4"/>
    <w:rPr>
      <w:rFonts w:eastAsiaTheme="minorEastAsia"/>
      <w:b/>
    </w:rPr>
  </w:style>
  <w:style w:type="paragraph" w:styleId="Signature">
    <w:name w:val="Signature"/>
    <w:basedOn w:val="Normal"/>
    <w:link w:val="SignatureChar"/>
    <w:uiPriority w:val="99"/>
    <w:unhideWhenUsed/>
    <w:pPr>
      <w:spacing w:after="200" w:line="276" w:lineRule="auto"/>
      <w:contextualSpacing/>
    </w:pPr>
    <w:rPr>
      <w:rFonts w:eastAsiaTheme="minorEastAsia"/>
    </w:rPr>
  </w:style>
  <w:style w:type="character" w:customStyle="1" w:styleId="SignatureChar">
    <w:name w:val="Signature Char"/>
    <w:basedOn w:val="DefaultParagraphFont"/>
    <w:link w:val="Signature"/>
    <w:uiPriority w:val="99"/>
    <w:rPr>
      <w:rFonts w:eastAsiaTheme="minorEastAsi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7A69D6"/>
    <w:pPr>
      <w:framePr w:hSpace="180" w:wrap="around" w:vAnchor="text" w:hAnchor="text" w:x="271" w:y="5092"/>
      <w:jc w:val="right"/>
    </w:pPr>
    <w:rPr>
      <w:rFonts w:asciiTheme="majorHAnsi" w:hAnsiTheme="majorHAnsi"/>
      <w:b/>
      <w:spacing w:val="20"/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7A69D6"/>
    <w:rPr>
      <w:rFonts w:asciiTheme="majorHAnsi" w:hAnsiTheme="majorHAnsi"/>
      <w:b/>
      <w:color w:val="2B2D42" w:themeColor="text2"/>
      <w:spacing w:val="20"/>
      <w:sz w:val="28"/>
    </w:rPr>
  </w:style>
  <w:style w:type="character" w:customStyle="1" w:styleId="Underline">
    <w:name w:val="Underline"/>
    <w:basedOn w:val="DefaultParagraphFont"/>
    <w:uiPriority w:val="1"/>
    <w:qFormat/>
    <w:rsid w:val="006B55DE"/>
    <w:rPr>
      <w:u w:val="single"/>
    </w:rPr>
  </w:style>
  <w:style w:type="paragraph" w:customStyle="1" w:styleId="CertificationText1">
    <w:name w:val="Certification Text 1"/>
    <w:basedOn w:val="Normal"/>
    <w:link w:val="CertificationText1Char"/>
    <w:qFormat/>
    <w:rsid w:val="006B55DE"/>
    <w:pPr>
      <w:spacing w:after="480" w:line="240" w:lineRule="auto"/>
    </w:pPr>
    <w:rPr>
      <w:rFonts w:eastAsia="Times New Roman" w:cs="Times New Roman"/>
      <w:color w:val="auto"/>
      <w:sz w:val="28"/>
      <w:szCs w:val="28"/>
    </w:rPr>
  </w:style>
  <w:style w:type="character" w:customStyle="1" w:styleId="CertificationText1Char">
    <w:name w:val="Certification Text 1 Char"/>
    <w:basedOn w:val="DefaultParagraphFont"/>
    <w:link w:val="CertificationText1"/>
    <w:rsid w:val="006B55DE"/>
    <w:rPr>
      <w:rFonts w:eastAsia="Times New Roman" w:cs="Times New Roman"/>
      <w:sz w:val="28"/>
      <w:szCs w:val="28"/>
    </w:rPr>
  </w:style>
  <w:style w:type="paragraph" w:customStyle="1" w:styleId="CompanyName">
    <w:name w:val="Company Name"/>
    <w:basedOn w:val="Normal"/>
    <w:qFormat/>
    <w:rsid w:val="006B55DE"/>
    <w:pPr>
      <w:spacing w:before="400" w:after="720" w:line="240" w:lineRule="auto"/>
      <w:jc w:val="center"/>
    </w:pPr>
    <w:rPr>
      <w:rFonts w:asciiTheme="majorHAnsi" w:eastAsia="Times New Roman" w:hAnsiTheme="majorHAnsi" w:cs="Times New Roman"/>
      <w:color w:val="auto"/>
      <w:sz w:val="48"/>
    </w:rPr>
  </w:style>
  <w:style w:type="paragraph" w:customStyle="1" w:styleId="IntroText">
    <w:name w:val="Intro Text"/>
    <w:basedOn w:val="CertificationText1"/>
    <w:link w:val="IntroTextChar"/>
    <w:qFormat/>
    <w:rsid w:val="006B55DE"/>
    <w:pPr>
      <w:tabs>
        <w:tab w:val="left" w:leader="underscore" w:pos="9000"/>
      </w:tabs>
    </w:pPr>
    <w:rPr>
      <w:rFonts w:asciiTheme="majorHAnsi" w:hAnsiTheme="majorHAnsi"/>
      <w:i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IntroTextChar">
    <w:name w:val="Intro Text Char"/>
    <w:basedOn w:val="CertificationText1Char"/>
    <w:link w:val="IntroText"/>
    <w:rsid w:val="006B55DE"/>
    <w:rPr>
      <w:rFonts w:asciiTheme="majorHAnsi" w:eastAsia="Times New Roman" w:hAnsiTheme="majorHAnsi" w:cs="Times New Roman"/>
      <w:i/>
      <w:outline/>
      <w:color w:val="000000"/>
      <w:sz w:val="36"/>
      <w:szCs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Numbers">
    <w:name w:val="Numbers"/>
    <w:basedOn w:val="Normal"/>
    <w:qFormat/>
    <w:rsid w:val="006B55DE"/>
    <w:pPr>
      <w:spacing w:after="60" w:line="240" w:lineRule="auto"/>
    </w:pPr>
    <w:rPr>
      <w:rFonts w:eastAsia="Times New Roman" w:cs="Times New Roman"/>
      <w:color w:val="auto"/>
      <w:sz w:val="24"/>
    </w:rPr>
  </w:style>
  <w:style w:type="paragraph" w:customStyle="1" w:styleId="CertificateText2">
    <w:name w:val="Certificate Text 2"/>
    <w:basedOn w:val="Normal"/>
    <w:link w:val="CertificateText2Char"/>
    <w:qFormat/>
    <w:rsid w:val="006B55DE"/>
    <w:pPr>
      <w:tabs>
        <w:tab w:val="left" w:leader="underscore" w:pos="2790"/>
      </w:tabs>
      <w:spacing w:after="120" w:line="240" w:lineRule="auto"/>
    </w:pPr>
    <w:rPr>
      <w:rFonts w:eastAsia="Times New Roman" w:cs="Times New Roman"/>
      <w:color w:val="auto"/>
      <w:sz w:val="28"/>
      <w:szCs w:val="28"/>
    </w:rPr>
  </w:style>
  <w:style w:type="character" w:customStyle="1" w:styleId="CertificateText2Char">
    <w:name w:val="Certificate Text 2 Char"/>
    <w:basedOn w:val="DefaultParagraphFont"/>
    <w:link w:val="CertificateText2"/>
    <w:rsid w:val="006B55DE"/>
    <w:rPr>
      <w:rFonts w:eastAsia="Times New Roman" w:cs="Times New Roman"/>
      <w:sz w:val="28"/>
      <w:szCs w:val="28"/>
    </w:rPr>
  </w:style>
  <w:style w:type="paragraph" w:customStyle="1" w:styleId="TableText">
    <w:name w:val="Table Text"/>
    <w:basedOn w:val="Normal"/>
    <w:qFormat/>
    <w:rsid w:val="006B55DE"/>
    <w:pPr>
      <w:tabs>
        <w:tab w:val="left" w:leader="underscore" w:pos="2790"/>
      </w:tabs>
      <w:spacing w:after="240" w:line="240" w:lineRule="auto"/>
      <w:jc w:val="center"/>
    </w:pPr>
    <w:rPr>
      <w:rFonts w:eastAsia="Times New Roman" w:cs="Times New Roman"/>
      <w:i/>
      <w:color w:val="auto"/>
      <w:sz w:val="14"/>
      <w:szCs w:val="20"/>
    </w:rPr>
  </w:style>
  <w:style w:type="paragraph" w:customStyle="1" w:styleId="CertificateText3">
    <w:name w:val="Certificate Text 3"/>
    <w:basedOn w:val="Normal"/>
    <w:link w:val="CertificateText3Char"/>
    <w:qFormat/>
    <w:rsid w:val="006B55DE"/>
    <w:pPr>
      <w:tabs>
        <w:tab w:val="left" w:leader="underscore" w:pos="2970"/>
      </w:tabs>
      <w:spacing w:before="240" w:after="0" w:line="240" w:lineRule="auto"/>
      <w:ind w:right="-187"/>
    </w:pPr>
    <w:rPr>
      <w:rFonts w:eastAsia="Times New Roman" w:cs="Times New Roman"/>
      <w:color w:val="auto"/>
      <w:sz w:val="24"/>
    </w:rPr>
  </w:style>
  <w:style w:type="character" w:customStyle="1" w:styleId="CertificateText3Char">
    <w:name w:val="Certificate Text 3 Char"/>
    <w:basedOn w:val="DefaultParagraphFont"/>
    <w:link w:val="CertificateText3"/>
    <w:rsid w:val="006B55DE"/>
    <w:rPr>
      <w:rFonts w:eastAsia="Times New Roman" w:cs="Times New Roman"/>
      <w:sz w:val="24"/>
      <w:szCs w:val="24"/>
    </w:rPr>
  </w:style>
  <w:style w:type="paragraph" w:customStyle="1" w:styleId="ReverseSideText">
    <w:name w:val="Reverse Side Text"/>
    <w:basedOn w:val="Normal"/>
    <w:link w:val="ReverseSideTextChar"/>
    <w:qFormat/>
    <w:rsid w:val="00C12A89"/>
    <w:pPr>
      <w:tabs>
        <w:tab w:val="left" w:leader="underscore" w:pos="3870"/>
      </w:tabs>
      <w:spacing w:after="0" w:line="240" w:lineRule="auto"/>
    </w:pPr>
    <w:rPr>
      <w:rFonts w:eastAsia="Times New Roman" w:cs="Times New Roman"/>
      <w:color w:val="auto"/>
      <w:sz w:val="28"/>
      <w:szCs w:val="28"/>
    </w:rPr>
  </w:style>
  <w:style w:type="character" w:customStyle="1" w:styleId="ReverseSideTextChar">
    <w:name w:val="Reverse Side Text Char"/>
    <w:basedOn w:val="DefaultParagraphFont"/>
    <w:link w:val="ReverseSideText"/>
    <w:rsid w:val="00C12A89"/>
    <w:rPr>
      <w:rFonts w:eastAsia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22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1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91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1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25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00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40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65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817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5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8092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00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46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62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sv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letter%20(Apothecary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C5B7E04380A4B65B3A7F8BE3D4C8A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4F844-4630-488E-8C29-7FC52D1C4627}"/>
      </w:docPartPr>
      <w:docPartBody>
        <w:p w:rsidR="00000000" w:rsidRDefault="007C7177" w:rsidP="007C7177">
          <w:pPr>
            <w:pStyle w:val="5C5B7E04380A4B65B3A7F8BE3D4C8A4C"/>
          </w:pPr>
          <w:r>
            <w:t>{No]</w:t>
          </w:r>
        </w:p>
      </w:docPartBody>
    </w:docPart>
    <w:docPart>
      <w:docPartPr>
        <w:name w:val="E0F15A39FE084392ABD534B0F8D09A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4C990-9EB5-4A18-AFAD-AC2998EFED61}"/>
      </w:docPartPr>
      <w:docPartBody>
        <w:p w:rsidR="00000000" w:rsidRDefault="007C7177" w:rsidP="007C7177">
          <w:pPr>
            <w:pStyle w:val="E0F15A39FE084392ABD534B0F8D09A2E"/>
          </w:pPr>
          <w:r>
            <w:t>[Number]</w:t>
          </w:r>
        </w:p>
      </w:docPartBody>
    </w:docPart>
    <w:docPart>
      <w:docPartPr>
        <w:name w:val="C5FD9ADFE70B4C5B94B0BFE1F68DB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5C0B0-8330-48AF-AF73-1EBB3E2AFF88}"/>
      </w:docPartPr>
      <w:docPartBody>
        <w:p w:rsidR="00000000" w:rsidRDefault="007C7177" w:rsidP="007C7177">
          <w:pPr>
            <w:pStyle w:val="C5FD9ADFE70B4C5B94B0BFE1F68DBCBC"/>
          </w:pPr>
          <w:r w:rsidRPr="0058536A">
            <w:rPr>
              <w:rStyle w:val="Underline"/>
            </w:rPr>
            <w:t>[Shareholder Name]</w:t>
          </w:r>
        </w:p>
      </w:docPartBody>
    </w:docPart>
    <w:docPart>
      <w:docPartPr>
        <w:name w:val="02D512F3E916402E883FFD78A9F2A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5D01D-8BF1-4AD5-9595-8AC8DA624EA1}"/>
      </w:docPartPr>
      <w:docPartBody>
        <w:p w:rsidR="00000000" w:rsidRDefault="007C7177" w:rsidP="007C7177">
          <w:pPr>
            <w:pStyle w:val="02D512F3E916402E883FFD78A9F2AF08"/>
          </w:pPr>
          <w:r>
            <w:rPr>
              <w:rStyle w:val="CertificationText1Char"/>
              <w:rFonts w:eastAsiaTheme="minorEastAsia"/>
            </w:rPr>
            <w:t>[Month]</w:t>
          </w:r>
        </w:p>
      </w:docPartBody>
    </w:docPart>
    <w:docPart>
      <w:docPartPr>
        <w:name w:val="D509DC074FBC4FCEAF5883E23662B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131EE-A9E7-410F-BED5-9F8CB58BAF95}"/>
      </w:docPartPr>
      <w:docPartBody>
        <w:p w:rsidR="00000000" w:rsidRDefault="007C7177" w:rsidP="007C7177">
          <w:pPr>
            <w:pStyle w:val="D509DC074FBC4FCEAF5883E23662B94F"/>
          </w:pPr>
          <w:r>
            <w:rPr>
              <w:rStyle w:val="CertificationText1Char"/>
              <w:rFonts w:eastAsiaTheme="minorEastAsia"/>
            </w:rPr>
            <w:t>[date]</w:t>
          </w:r>
        </w:p>
      </w:docPartBody>
    </w:docPart>
    <w:docPart>
      <w:docPartPr>
        <w:name w:val="E848A227FA5249E68C8EA43BC5823D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C3B04-1D5F-42E4-9E37-731E72C6D926}"/>
      </w:docPartPr>
      <w:docPartBody>
        <w:p w:rsidR="00000000" w:rsidRDefault="007C7177" w:rsidP="007C7177">
          <w:pPr>
            <w:pStyle w:val="E848A227FA5249E68C8EA43BC5823DA7"/>
          </w:pPr>
          <w:r>
            <w:rPr>
              <w:rStyle w:val="CertificationText1Char"/>
              <w:rFonts w:eastAsiaTheme="minorEastAsia"/>
            </w:rPr>
            <w:t>[Year]</w:t>
          </w:r>
        </w:p>
      </w:docPartBody>
    </w:docPart>
    <w:docPart>
      <w:docPartPr>
        <w:name w:val="32D44A0E18D442859DEA52C64C339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7A725-2143-4351-8C8C-4428769792FD}"/>
      </w:docPartPr>
      <w:docPartBody>
        <w:p w:rsidR="00000000" w:rsidRDefault="007C7177" w:rsidP="007C7177">
          <w:pPr>
            <w:pStyle w:val="32D44A0E18D442859DEA52C64C339909"/>
          </w:pPr>
          <w:r>
            <w:t>{No]</w:t>
          </w:r>
        </w:p>
      </w:docPartBody>
    </w:docPart>
    <w:docPart>
      <w:docPartPr>
        <w:name w:val="55D45534E9674A84A5E5309274DD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C3851-9814-41A1-83B4-9B93A8645D8C}"/>
      </w:docPartPr>
      <w:docPartBody>
        <w:p w:rsidR="00000000" w:rsidRDefault="007C7177" w:rsidP="007C7177">
          <w:pPr>
            <w:pStyle w:val="55D45534E9674A84A5E5309274DD721A"/>
          </w:pPr>
          <w:r>
            <w:t>[Number]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77"/>
    <w:rsid w:val="005E2CB3"/>
    <w:rsid w:val="007C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C5B7E04380A4B65B3A7F8BE3D4C8A4C">
    <w:name w:val="5C5B7E04380A4B65B3A7F8BE3D4C8A4C"/>
    <w:rsid w:val="007C7177"/>
  </w:style>
  <w:style w:type="paragraph" w:customStyle="1" w:styleId="E0F15A39FE084392ABD534B0F8D09A2E">
    <w:name w:val="E0F15A39FE084392ABD534B0F8D09A2E"/>
    <w:rsid w:val="007C7177"/>
  </w:style>
  <w:style w:type="character" w:customStyle="1" w:styleId="Underline">
    <w:name w:val="Underline"/>
    <w:basedOn w:val="DefaultParagraphFont"/>
    <w:uiPriority w:val="1"/>
    <w:qFormat/>
    <w:rsid w:val="007C7177"/>
    <w:rPr>
      <w:u w:val="single"/>
    </w:rPr>
  </w:style>
  <w:style w:type="paragraph" w:customStyle="1" w:styleId="C5FD9ADFE70B4C5B94B0BFE1F68DBCBC">
    <w:name w:val="C5FD9ADFE70B4C5B94B0BFE1F68DBCBC"/>
    <w:rsid w:val="007C7177"/>
  </w:style>
  <w:style w:type="paragraph" w:customStyle="1" w:styleId="CertificationText1">
    <w:name w:val="Certification Text 1"/>
    <w:basedOn w:val="Normal"/>
    <w:link w:val="CertificationText1Char"/>
    <w:rsid w:val="007C7177"/>
    <w:pPr>
      <w:spacing w:after="480" w:line="240" w:lineRule="auto"/>
    </w:pPr>
    <w:rPr>
      <w:rFonts w:ascii="Monotype Corsiva" w:eastAsia="Times New Roman" w:hAnsi="Monotype Corsiva" w:cs="Times New Roman"/>
      <w:sz w:val="28"/>
      <w:szCs w:val="28"/>
    </w:rPr>
  </w:style>
  <w:style w:type="character" w:customStyle="1" w:styleId="CertificationText1Char">
    <w:name w:val="Certification Text 1 Char"/>
    <w:basedOn w:val="DefaultParagraphFont"/>
    <w:link w:val="CertificationText1"/>
    <w:rsid w:val="007C7177"/>
    <w:rPr>
      <w:rFonts w:ascii="Monotype Corsiva" w:eastAsia="Times New Roman" w:hAnsi="Monotype Corsiva" w:cs="Times New Roman"/>
      <w:sz w:val="28"/>
      <w:szCs w:val="28"/>
    </w:rPr>
  </w:style>
  <w:style w:type="paragraph" w:customStyle="1" w:styleId="02D512F3E916402E883FFD78A9F2AF08">
    <w:name w:val="02D512F3E916402E883FFD78A9F2AF08"/>
    <w:rsid w:val="007C7177"/>
  </w:style>
  <w:style w:type="paragraph" w:customStyle="1" w:styleId="D509DC074FBC4FCEAF5883E23662B94F">
    <w:name w:val="D509DC074FBC4FCEAF5883E23662B94F"/>
    <w:rsid w:val="007C7177"/>
  </w:style>
  <w:style w:type="paragraph" w:customStyle="1" w:styleId="E848A227FA5249E68C8EA43BC5823DA7">
    <w:name w:val="E848A227FA5249E68C8EA43BC5823DA7"/>
    <w:rsid w:val="007C7177"/>
  </w:style>
  <w:style w:type="paragraph" w:customStyle="1" w:styleId="32D44A0E18D442859DEA52C64C339909">
    <w:name w:val="32D44A0E18D442859DEA52C64C339909"/>
    <w:rsid w:val="007C7177"/>
  </w:style>
  <w:style w:type="paragraph" w:customStyle="1" w:styleId="55D45534E9674A84A5E5309274DD721A">
    <w:name w:val="55D45534E9674A84A5E5309274DD721A"/>
    <w:rsid w:val="007C71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1.jpeg"/></Relationships>
</file>

<file path=word/theme/theme1.xml><?xml version="1.0" encoding="utf-8"?>
<a:theme xmlns:a="http://schemas.openxmlformats.org/drawingml/2006/main" name="Apothecary">
  <a:themeElements>
    <a:clrScheme name="Custom 39">
      <a:dk1>
        <a:sysClr val="windowText" lastClr="000000"/>
      </a:dk1>
      <a:lt1>
        <a:sysClr val="window" lastClr="FFFFFF"/>
      </a:lt1>
      <a:dk2>
        <a:srgbClr val="2B2D42"/>
      </a:dk2>
      <a:lt2>
        <a:srgbClr val="EEF2F4"/>
      </a:lt2>
      <a:accent1>
        <a:srgbClr val="BE0E24"/>
      </a:accent1>
      <a:accent2>
        <a:srgbClr val="FFE181"/>
      </a:accent2>
      <a:accent3>
        <a:srgbClr val="8D99AD"/>
      </a:accent3>
      <a:accent4>
        <a:srgbClr val="636897"/>
      </a:accent4>
      <a:accent5>
        <a:srgbClr val="A21720"/>
      </a:accent5>
      <a:accent6>
        <a:srgbClr val="FFE181"/>
      </a:accent6>
      <a:hlink>
        <a:srgbClr val="EE243D"/>
      </a:hlink>
      <a:folHlink>
        <a:srgbClr val="D91F2B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(Apothecary design).dotx</Template>
  <TotalTime>3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4</cp:revision>
  <dcterms:created xsi:type="dcterms:W3CDTF">2018-08-12T06:22:00Z</dcterms:created>
  <dcterms:modified xsi:type="dcterms:W3CDTF">2018-08-12T06:26:00Z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Result">
    <vt:lpwstr/>
  </property>
  <property fmtid="{D5CDD505-2E9C-101B-9397-08002B2CF9AE}" pid="4" name="ImageGenerated">
    <vt:bool>false</vt:bool>
  </property>
  <property fmtid="{D5CDD505-2E9C-101B-9397-08002B2CF9AE}" pid="5" name="InternalTags">
    <vt:lpwstr/>
  </property>
  <property fmtid="{D5CDD505-2E9C-101B-9397-08002B2CF9AE}" pid="6" name="LocalizationTags">
    <vt:lpwstr/>
  </property>
  <property fmtid="{D5CDD505-2E9C-101B-9397-08002B2CF9AE}" pid="7" name="FeatureTags">
    <vt:lpwstr/>
  </property>
  <property fmtid="{D5CDD505-2E9C-101B-9397-08002B2CF9AE}" pid="8" name="CampaignTags">
    <vt:lpwstr/>
  </property>
  <property fmtid="{D5CDD505-2E9C-101B-9397-08002B2CF9AE}" pid="9" name="ScenarioTags">
    <vt:lpwstr/>
  </property>
</Properties>
</file>