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date:"/>
        <w:tag w:val="Enter date:"/>
        <w:id w:val="525613418"/>
        <w:placeholder>
          <w:docPart w:val="280C0495553F486C946E11208714FC2A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8A7F2F" w:rsidRPr="007F3F15" w:rsidRDefault="00244088">
          <w:pPr>
            <w:pStyle w:val="Date"/>
            <w:rPr>
              <w:rFonts w:cstheme="minorHAnsi"/>
              <w:sz w:val="24"/>
              <w:szCs w:val="24"/>
            </w:rPr>
          </w:pPr>
          <w:r w:rsidRPr="007F3F15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tenant's name:"/>
        <w:tag w:val="Enter tenant's name:"/>
        <w:id w:val="262723775"/>
        <w:placeholder>
          <w:docPart w:val="71A89D3EAD52436FB8FDF892B3FF9CA2"/>
        </w:placeholder>
        <w:showingPlcHdr/>
        <w:dataBinding w:prefixMappings="xmlns:ns0='http://schemas.microsoft.com/office/2006/coverPageProps' " w:xpath="/ns0:CoverPageProperties[1]/ns0:CompanyPhone[1]" w:storeItemID="{55AF091B-3C7A-41E3-B477-F2FDAA23CFDA}"/>
        <w15:appearance w15:val="hidden"/>
        <w:text w:multiLine="1"/>
      </w:sdtPr>
      <w:sdtEndPr/>
      <w:sdtContent>
        <w:p w:rsidR="008A7F2F" w:rsidRPr="007F3F15" w:rsidRDefault="00D0694D">
          <w:pPr>
            <w:pStyle w:val="ContactInfo"/>
            <w:rPr>
              <w:rFonts w:cstheme="minorHAnsi"/>
              <w:sz w:val="24"/>
              <w:szCs w:val="24"/>
            </w:rPr>
          </w:pPr>
          <w:r w:rsidRPr="007F3F15">
            <w:rPr>
              <w:rFonts w:cstheme="minorHAnsi"/>
              <w:sz w:val="24"/>
              <w:szCs w:val="24"/>
            </w:rPr>
            <w:t>Tenant’s Name</w:t>
          </w:r>
        </w:p>
      </w:sdtContent>
    </w:sdt>
    <w:sdt>
      <w:sdtPr>
        <w:rPr>
          <w:rFonts w:cstheme="minorHAnsi"/>
          <w:sz w:val="24"/>
          <w:szCs w:val="24"/>
        </w:rPr>
        <w:alias w:val="Enter tenant's street address:"/>
        <w:tag w:val="Enter tenant's street address:"/>
        <w:id w:val="615339702"/>
        <w:placeholder>
          <w:docPart w:val="88E3679EF76F486F9286DB0F11785F1F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 w:multiLine="1"/>
      </w:sdtPr>
      <w:sdtEndPr/>
      <w:sdtContent>
        <w:p w:rsidR="008A7F2F" w:rsidRPr="007F3F15" w:rsidRDefault="00D0694D">
          <w:pPr>
            <w:pStyle w:val="ContactInfo"/>
            <w:rPr>
              <w:rFonts w:cstheme="minorHAnsi"/>
              <w:sz w:val="24"/>
              <w:szCs w:val="24"/>
            </w:rPr>
          </w:pPr>
          <w:r w:rsidRPr="007F3F15">
            <w:rPr>
              <w:rFonts w:cstheme="minorHAnsi"/>
              <w:sz w:val="24"/>
              <w:szCs w:val="24"/>
            </w:rPr>
            <w:t>Street Address</w:t>
          </w:r>
        </w:p>
      </w:sdtContent>
    </w:sdt>
    <w:sdt>
      <w:sdtPr>
        <w:rPr>
          <w:rFonts w:cstheme="minorHAnsi"/>
          <w:sz w:val="24"/>
          <w:szCs w:val="24"/>
        </w:rPr>
        <w:alias w:val="Enter tenant's city, st zip code:"/>
        <w:tag w:val="Enter tenant's city, st zip code:"/>
        <w:id w:val="979958756"/>
        <w:placeholder>
          <w:docPart w:val="DB286F7676D64C9E9845CABD26C20D20"/>
        </w:placeholder>
        <w:temporary/>
        <w:showingPlcHdr/>
        <w15:appearance w15:val="hidden"/>
      </w:sdtPr>
      <w:sdtEndPr/>
      <w:sdtContent>
        <w:p w:rsidR="008A7F2F" w:rsidRPr="007F3F15" w:rsidRDefault="00D0694D">
          <w:pPr>
            <w:pStyle w:val="ContactInfo"/>
            <w:rPr>
              <w:rFonts w:cstheme="minorHAnsi"/>
              <w:sz w:val="24"/>
              <w:szCs w:val="24"/>
            </w:rPr>
          </w:pPr>
          <w:r w:rsidRPr="007F3F15">
            <w:rPr>
              <w:rFonts w:cstheme="minorHAnsi"/>
              <w:sz w:val="24"/>
              <w:szCs w:val="24"/>
            </w:rPr>
            <w:t>City, ST ZIP Code</w:t>
          </w:r>
        </w:p>
      </w:sdtContent>
    </w:sdt>
    <w:p w:rsidR="008A7F2F" w:rsidRPr="007F3F15" w:rsidRDefault="00D0694D">
      <w:pPr>
        <w:pStyle w:val="Salutation"/>
        <w:rPr>
          <w:rFonts w:cstheme="minorHAnsi"/>
          <w:sz w:val="24"/>
          <w:szCs w:val="24"/>
        </w:rPr>
      </w:pPr>
      <w:r w:rsidRPr="007F3F15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Enter landlord's name:"/>
          <w:tag w:val="Enter landlord's name:"/>
          <w:id w:val="655803466"/>
          <w:placeholder>
            <w:docPart w:val="FCA4BE040D6D4B3FBDCC3BD50F23D318"/>
          </w:placeholder>
          <w:temporary/>
          <w:showingPlcHdr/>
          <w15:appearance w15:val="hidden"/>
        </w:sdtPr>
        <w:sdtEndPr/>
        <w:sdtContent>
          <w:r w:rsidR="00E47E8D" w:rsidRPr="007F3F15">
            <w:rPr>
              <w:rStyle w:val="SubtleReference"/>
              <w:rFonts w:cstheme="minorHAnsi"/>
              <w:sz w:val="24"/>
              <w:szCs w:val="24"/>
            </w:rPr>
            <w:t>Landlord’s Name</w:t>
          </w:r>
        </w:sdtContent>
      </w:sdt>
      <w:r w:rsidRPr="007F3F15">
        <w:rPr>
          <w:rFonts w:cstheme="minorHAnsi"/>
          <w:sz w:val="24"/>
          <w:szCs w:val="24"/>
        </w:rPr>
        <w:t>:</w:t>
      </w:r>
    </w:p>
    <w:p w:rsidR="004B1B12" w:rsidRPr="004B1B12" w:rsidRDefault="004B1B12" w:rsidP="004B1B12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4B1B12">
        <w:rPr>
          <w:rFonts w:eastAsia="Times New Roman" w:cstheme="minorHAnsi"/>
          <w:spacing w:val="0"/>
          <w:sz w:val="24"/>
          <w:szCs w:val="24"/>
          <w:lang w:eastAsia="en-US"/>
        </w:rPr>
        <w:t>Hope the business is going well.</w:t>
      </w:r>
    </w:p>
    <w:p w:rsidR="004B1B12" w:rsidRPr="004B1B12" w:rsidRDefault="004B1B12" w:rsidP="004B1B12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4B1B12">
        <w:rPr>
          <w:rFonts w:eastAsia="Times New Roman" w:cstheme="minorHAnsi"/>
          <w:spacing w:val="0"/>
          <w:sz w:val="24"/>
          <w:szCs w:val="24"/>
          <w:lang w:eastAsia="en-US"/>
        </w:rPr>
        <w:t>I have been working hard to make the shop run at its highest profits. Since winter season has kicked in, the sales have really gone down. I have been trying all types of tactics to attract customers but all in vain.</w:t>
      </w:r>
    </w:p>
    <w:p w:rsidR="004B1B12" w:rsidRPr="004B1B12" w:rsidRDefault="004B1B12" w:rsidP="004B1B12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4B1B12">
        <w:rPr>
          <w:rFonts w:eastAsia="Times New Roman" w:cstheme="minorHAnsi"/>
          <w:spacing w:val="0"/>
          <w:sz w:val="24"/>
          <w:szCs w:val="24"/>
          <w:lang w:eastAsia="en-US"/>
        </w:rPr>
        <w:t>I have been using your shop ever since I started my own business. I made good profits in the last few months and always paid my rent on time. But I am facing some serious cash flow issues this year. So, I would request you to reduce my rent. I know this might be hard for you too but considering my losses, it would be a great help from your side.</w:t>
      </w:r>
    </w:p>
    <w:p w:rsidR="008A7F2F" w:rsidRPr="001744BB" w:rsidRDefault="004B1B12" w:rsidP="001744BB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4B1B12">
        <w:rPr>
          <w:rFonts w:eastAsia="Times New Roman" w:cstheme="minorHAnsi"/>
          <w:spacing w:val="0"/>
          <w:sz w:val="24"/>
          <w:szCs w:val="24"/>
          <w:lang w:eastAsia="en-US"/>
        </w:rPr>
        <w:t>Please let me know how you think about this.</w:t>
      </w:r>
    </w:p>
    <w:p w:rsidR="008A7F2F" w:rsidRPr="007F3F15" w:rsidRDefault="008000E0">
      <w:pPr>
        <w:pStyle w:val="Closing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1019197901"/>
          <w:placeholder>
            <w:docPart w:val="22AEB1C51B6E4C65BE26CC3E66C47833"/>
          </w:placeholder>
          <w:temporary/>
          <w:showingPlcHdr/>
          <w15:appearance w15:val="hidden"/>
        </w:sdtPr>
        <w:sdtEndPr/>
        <w:sdtContent>
          <w:r w:rsidR="00C56A71" w:rsidRPr="007F3F15">
            <w:rPr>
              <w:rFonts w:cstheme="minorHAnsi"/>
              <w:sz w:val="24"/>
              <w:szCs w:val="24"/>
            </w:rPr>
            <w:t>Sincerely</w:t>
          </w:r>
        </w:sdtContent>
      </w:sdt>
      <w:r w:rsidR="00D0694D" w:rsidRPr="007F3F15">
        <w:rPr>
          <w:rFonts w:cstheme="minorHAnsi"/>
          <w:sz w:val="24"/>
          <w:szCs w:val="24"/>
        </w:rPr>
        <w:t>,</w:t>
      </w:r>
    </w:p>
    <w:p w:rsidR="008A7F2F" w:rsidRPr="007F3F15" w:rsidRDefault="008000E0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Tenant's name:"/>
          <w:tag w:val="Tenant's name:"/>
          <w:id w:val="941574091"/>
          <w:placeholder>
            <w:docPart w:val="8150ED9A6C8F4FF8962F0AE4CDF95CF4"/>
          </w:placeholder>
          <w:showingPlcHdr/>
          <w:dataBinding w:prefixMappings="xmlns:ns0='http://schemas.microsoft.com/office/2006/coverPageProps' " w:xpath="/ns0:CoverPageProperties[1]/ns0:CompanyPhone[1]" w:storeItemID="{55AF091B-3C7A-41E3-B477-F2FDAA23CFDA}"/>
          <w15:appearance w15:val="hidden"/>
          <w:text w:multiLine="1"/>
        </w:sdtPr>
        <w:sdtEndPr/>
        <w:sdtContent>
          <w:r w:rsidR="00E47E8D" w:rsidRPr="007F3F15">
            <w:rPr>
              <w:rStyle w:val="SubtleReference"/>
              <w:rFonts w:cstheme="minorHAnsi"/>
              <w:sz w:val="24"/>
              <w:szCs w:val="24"/>
            </w:rPr>
            <w:t>Tenant’s Name</w:t>
          </w:r>
        </w:sdtContent>
      </w:sdt>
      <w:r w:rsidR="00D0694D" w:rsidRPr="007F3F15">
        <w:rPr>
          <w:rFonts w:cstheme="minorHAnsi"/>
          <w:sz w:val="24"/>
          <w:szCs w:val="24"/>
        </w:rPr>
        <w:t xml:space="preserve">, </w:t>
      </w:r>
      <w:r w:rsidR="00E47E8D" w:rsidRPr="007F3F15">
        <w:rPr>
          <w:rFonts w:cstheme="minorHAnsi"/>
          <w:sz w:val="24"/>
          <w:szCs w:val="24"/>
        </w:rPr>
        <w:t>Tenant</w:t>
      </w:r>
      <w:bookmarkStart w:id="0" w:name="_GoBack"/>
      <w:bookmarkEnd w:id="0"/>
    </w:p>
    <w:p w:rsidR="008A7F2F" w:rsidRPr="007F3F15" w:rsidRDefault="008000E0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landlord street address:"/>
          <w:tag w:val="Enter landlord street address:"/>
          <w:id w:val="1634143502"/>
          <w:placeholder>
            <w:docPart w:val="88E3679EF76F486F9286DB0F11785F1F"/>
          </w:placeholder>
          <w:temporary/>
          <w:showingPlcHdr/>
          <w15:appearance w15:val="hidden"/>
        </w:sdtPr>
        <w:sdtEndPr/>
        <w:sdtContent>
          <w:r w:rsidR="009160CD" w:rsidRPr="007F3F15">
            <w:rPr>
              <w:rFonts w:cstheme="minorHAnsi"/>
              <w:sz w:val="24"/>
              <w:szCs w:val="24"/>
            </w:rPr>
            <w:t>Street Address</w:t>
          </w:r>
        </w:sdtContent>
      </w:sdt>
    </w:p>
    <w:sdt>
      <w:sdtPr>
        <w:rPr>
          <w:rFonts w:cstheme="minorHAnsi"/>
          <w:sz w:val="24"/>
          <w:szCs w:val="24"/>
        </w:rPr>
        <w:alias w:val="Enter landlord city, st zip code:"/>
        <w:tag w:val="Enter landlord city, st zip code:"/>
        <w:id w:val="2091195522"/>
        <w:placeholder>
          <w:docPart w:val="DB286F7676D64C9E9845CABD26C20D20"/>
        </w:placeholder>
        <w:temporary/>
        <w:showingPlcHdr/>
        <w15:appearance w15:val="hidden"/>
      </w:sdtPr>
      <w:sdtEndPr/>
      <w:sdtContent>
        <w:p w:rsidR="008A7F2F" w:rsidRPr="007F3F15" w:rsidRDefault="009160CD">
          <w:pPr>
            <w:pStyle w:val="ContactInfo"/>
            <w:rPr>
              <w:rFonts w:cstheme="minorHAnsi"/>
              <w:sz w:val="24"/>
              <w:szCs w:val="24"/>
            </w:rPr>
          </w:pPr>
          <w:r w:rsidRPr="007F3F15">
            <w:rPr>
              <w:rFonts w:cstheme="minorHAnsi"/>
              <w:sz w:val="24"/>
              <w:szCs w:val="24"/>
            </w:rPr>
            <w:t>City, ST ZIP Code</w:t>
          </w:r>
        </w:p>
      </w:sdtContent>
    </w:sdt>
    <w:p w:rsidR="008A7F2F" w:rsidRPr="007F3F15" w:rsidRDefault="008000E0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landlord phone:"/>
          <w:tag w:val="Enter landlord phone:"/>
          <w:id w:val="1589033386"/>
          <w:placeholder>
            <w:docPart w:val="5502631C768A43AAA3BC867269BD9FF6"/>
          </w:placeholder>
          <w:temporary/>
          <w:showingPlcHdr/>
          <w15:appearance w15:val="hidden"/>
        </w:sdtPr>
        <w:sdtEndPr/>
        <w:sdtContent>
          <w:r w:rsidR="005F2082" w:rsidRPr="007F3F15">
            <w:rPr>
              <w:rFonts w:cstheme="minorHAnsi"/>
              <w:sz w:val="24"/>
              <w:szCs w:val="24"/>
            </w:rPr>
            <w:t>P</w:t>
          </w:r>
          <w:r w:rsidR="00D0694D" w:rsidRPr="007F3F15">
            <w:rPr>
              <w:rFonts w:cstheme="minorHAnsi"/>
              <w:sz w:val="24"/>
              <w:szCs w:val="24"/>
            </w:rPr>
            <w:t>hone</w:t>
          </w:r>
        </w:sdtContent>
      </w:sdt>
    </w:p>
    <w:p w:rsidR="008A7F2F" w:rsidRPr="007F3F15" w:rsidRDefault="008000E0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email:"/>
          <w:tag w:val="Enter email:"/>
          <w:id w:val="-1277173739"/>
          <w:placeholder>
            <w:docPart w:val="6D02449DEB664B52AA331E88881B4403"/>
          </w:placeholder>
          <w:temporary/>
          <w:showingPlcHdr/>
          <w15:appearance w15:val="hidden"/>
        </w:sdtPr>
        <w:sdtEndPr/>
        <w:sdtContent>
          <w:r w:rsidR="005F2082" w:rsidRPr="007F3F15">
            <w:rPr>
              <w:rFonts w:cstheme="minorHAnsi"/>
              <w:sz w:val="24"/>
              <w:szCs w:val="24"/>
            </w:rPr>
            <w:t>E</w:t>
          </w:r>
          <w:r w:rsidR="00D0694D" w:rsidRPr="007F3F15">
            <w:rPr>
              <w:rFonts w:cstheme="minorHAnsi"/>
              <w:sz w:val="24"/>
              <w:szCs w:val="24"/>
            </w:rPr>
            <w:t>mail</w:t>
          </w:r>
        </w:sdtContent>
      </w:sdt>
    </w:p>
    <w:p w:rsidR="0047617E" w:rsidRPr="007F3F15" w:rsidRDefault="008000E0">
      <w:pPr>
        <w:pStyle w:val="Enclos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encloser:"/>
          <w:tag w:val="Enter encloser:"/>
          <w:id w:val="-971825621"/>
          <w:placeholder>
            <w:docPart w:val="6D023F8A1DE641A7B60254818DE97A9A"/>
          </w:placeholder>
          <w:temporary/>
          <w:showingPlcHdr/>
          <w15:appearance w15:val="hidden"/>
        </w:sdtPr>
        <w:sdtEndPr/>
        <w:sdtContent>
          <w:r w:rsidR="009F3742" w:rsidRPr="007F3F15">
            <w:rPr>
              <w:rFonts w:cstheme="minorHAnsi"/>
              <w:sz w:val="24"/>
              <w:szCs w:val="24"/>
            </w:rPr>
            <w:t>Enclosure</w:t>
          </w:r>
        </w:sdtContent>
      </w:sdt>
    </w:p>
    <w:sectPr w:rsidR="0047617E" w:rsidRPr="007F3F15">
      <w:headerReference w:type="defaul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00E0" w:rsidRDefault="008000E0">
      <w:pPr>
        <w:spacing w:after="0" w:line="240" w:lineRule="auto"/>
      </w:pPr>
      <w:r>
        <w:separator/>
      </w:r>
    </w:p>
    <w:p w:rsidR="008000E0" w:rsidRDefault="008000E0"/>
  </w:endnote>
  <w:endnote w:type="continuationSeparator" w:id="0">
    <w:p w:rsidR="008000E0" w:rsidRDefault="008000E0">
      <w:pPr>
        <w:spacing w:after="0" w:line="240" w:lineRule="auto"/>
      </w:pPr>
      <w:r>
        <w:continuationSeparator/>
      </w:r>
    </w:p>
    <w:p w:rsidR="008000E0" w:rsidRDefault="008000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055" w:rsidRDefault="00C15055">
    <w:pPr>
      <w:pStyle w:val="Footer"/>
    </w:pPr>
    <w:r>
      <w:t>wordexceltemplates.com</w:t>
    </w:r>
  </w:p>
  <w:p w:rsidR="00C15055" w:rsidRDefault="00C15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00E0" w:rsidRDefault="008000E0">
      <w:pPr>
        <w:spacing w:after="0" w:line="240" w:lineRule="auto"/>
      </w:pPr>
      <w:r>
        <w:separator/>
      </w:r>
    </w:p>
    <w:p w:rsidR="008000E0" w:rsidRDefault="008000E0"/>
  </w:footnote>
  <w:footnote w:type="continuationSeparator" w:id="0">
    <w:p w:rsidR="008000E0" w:rsidRDefault="008000E0">
      <w:pPr>
        <w:spacing w:after="0" w:line="240" w:lineRule="auto"/>
      </w:pPr>
      <w:r>
        <w:continuationSeparator/>
      </w:r>
    </w:p>
    <w:p w:rsidR="008000E0" w:rsidRDefault="008000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enant's name:"/>
      <w:tag w:val="Tenant's name:"/>
      <w:id w:val="-1132865964"/>
      <w:placeholder>
        <w:docPart w:val="DB286F7676D64C9E9845CABD26C20D20"/>
      </w:placeholder>
      <w:showingPlcHdr/>
      <w:dataBinding w:prefixMappings="xmlns:ns0='http://schemas.microsoft.com/office/2006/coverPageProps' " w:xpath="/ns0:CoverPageProperties[1]/ns0:CompanyPhone[1]" w:storeItemID="{55AF091B-3C7A-41E3-B477-F2FDAA23CFDA}"/>
      <w15:appearance w15:val="hidden"/>
      <w:text w:multiLine="1"/>
    </w:sdtPr>
    <w:sdtEndPr/>
    <w:sdtContent>
      <w:p w:rsidR="008A7F2F" w:rsidRDefault="009160CD">
        <w:pPr>
          <w:pStyle w:val="Header"/>
        </w:pPr>
        <w:r>
          <w:t>Tenant’s Name</w:t>
        </w:r>
      </w:p>
    </w:sdtContent>
  </w:sdt>
  <w:sdt>
    <w:sdtPr>
      <w:alias w:val="Date:"/>
      <w:tag w:val="Date:"/>
      <w:id w:val="68706388"/>
      <w:placeholder>
        <w:docPart w:val="A6246E96674D4BE68D9927E6B18880DE"/>
      </w:placeholder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244088" w:rsidRPr="00244088" w:rsidRDefault="00244088" w:rsidP="00244088">
        <w:pPr>
          <w:pStyle w:val="Header"/>
        </w:pPr>
        <w:r w:rsidRPr="00244088">
          <w:t>Date</w:t>
        </w:r>
      </w:p>
    </w:sdtContent>
  </w:sdt>
  <w:p w:rsidR="008A7F2F" w:rsidRDefault="00D0694D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160C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ADE95C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D8E19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9B8C04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40CA38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605A6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36869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8FA80F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FE4BB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168C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0C0F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8E06A0"/>
    <w:multiLevelType w:val="multilevel"/>
    <w:tmpl w:val="80A49A54"/>
    <w:numStyleLink w:val="Multilevelbulletlist"/>
  </w:abstractNum>
  <w:abstractNum w:abstractNumId="11" w15:restartNumberingAfterBreak="0">
    <w:nsid w:val="322D1B6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C443B1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68133B5"/>
    <w:multiLevelType w:val="multilevel"/>
    <w:tmpl w:val="80A49A54"/>
    <w:styleLink w:val="Multilevelbulletlist"/>
    <w:lvl w:ilvl="0">
      <w:start w:val="1"/>
      <w:numFmt w:val="bullet"/>
      <w:lvlText w:val=""/>
      <w:lvlJc w:val="left"/>
      <w:pPr>
        <w:tabs>
          <w:tab w:val="num" w:pos="317"/>
        </w:tabs>
        <w:ind w:left="317" w:hanging="3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3"/>
  </w:num>
  <w:num w:numId="14">
    <w:abstractNumId w:val="10"/>
  </w:num>
  <w:num w:numId="15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1080"/>
          </w:tabs>
          <w:ind w:left="108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1800"/>
          </w:tabs>
          <w:ind w:left="18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2520"/>
          </w:tabs>
          <w:ind w:left="252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3240"/>
          </w:tabs>
          <w:ind w:left="3240" w:hanging="360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8D"/>
    <w:rsid w:val="000F7BB7"/>
    <w:rsid w:val="00137C06"/>
    <w:rsid w:val="001744BB"/>
    <w:rsid w:val="002118F0"/>
    <w:rsid w:val="0022102F"/>
    <w:rsid w:val="00244088"/>
    <w:rsid w:val="00433368"/>
    <w:rsid w:val="00463B2C"/>
    <w:rsid w:val="0047617E"/>
    <w:rsid w:val="004B1B12"/>
    <w:rsid w:val="0055039B"/>
    <w:rsid w:val="00597F75"/>
    <w:rsid w:val="005C4BEC"/>
    <w:rsid w:val="005F2082"/>
    <w:rsid w:val="00617CBB"/>
    <w:rsid w:val="00632238"/>
    <w:rsid w:val="006F6CAF"/>
    <w:rsid w:val="007879BC"/>
    <w:rsid w:val="007F3F15"/>
    <w:rsid w:val="008000E0"/>
    <w:rsid w:val="008A7F2F"/>
    <w:rsid w:val="008D2117"/>
    <w:rsid w:val="009160CD"/>
    <w:rsid w:val="0097051A"/>
    <w:rsid w:val="00996F27"/>
    <w:rsid w:val="009F3742"/>
    <w:rsid w:val="00A21FD2"/>
    <w:rsid w:val="00A43997"/>
    <w:rsid w:val="00AC10F6"/>
    <w:rsid w:val="00AC22EE"/>
    <w:rsid w:val="00AC3087"/>
    <w:rsid w:val="00AE0CC0"/>
    <w:rsid w:val="00BB6BFE"/>
    <w:rsid w:val="00BE74A0"/>
    <w:rsid w:val="00BF51EA"/>
    <w:rsid w:val="00C15055"/>
    <w:rsid w:val="00C56A71"/>
    <w:rsid w:val="00C931A0"/>
    <w:rsid w:val="00CD6471"/>
    <w:rsid w:val="00CF67BD"/>
    <w:rsid w:val="00D0694D"/>
    <w:rsid w:val="00D34580"/>
    <w:rsid w:val="00D65636"/>
    <w:rsid w:val="00D67D56"/>
    <w:rsid w:val="00DD3CAB"/>
    <w:rsid w:val="00E47E8D"/>
    <w:rsid w:val="00E6397A"/>
    <w:rsid w:val="00EB5FBD"/>
    <w:rsid w:val="00F1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EB6B4C"/>
  <w15:chartTrackingRefBased/>
  <w15:docId w15:val="{A25D1E77-393C-4BBF-9882-5C68FF7F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uiPriority="5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0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2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74A0"/>
    <w:rPr>
      <w:spacing w:val="4"/>
      <w:szCs w:val="20"/>
    </w:rPr>
  </w:style>
  <w:style w:type="paragraph" w:styleId="Heading1">
    <w:name w:val="heading 1"/>
    <w:basedOn w:val="Normal"/>
    <w:link w:val="Heading1Char"/>
    <w:uiPriority w:val="1"/>
    <w:qFormat/>
    <w:rsid w:val="007879BC"/>
    <w:pPr>
      <w:keepNext/>
      <w:keepLines/>
      <w:spacing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3"/>
    <w:qFormat/>
    <w:pPr>
      <w:spacing w:after="0"/>
    </w:pPr>
  </w:style>
  <w:style w:type="paragraph" w:styleId="Signature">
    <w:name w:val="Signature"/>
    <w:basedOn w:val="Normal"/>
    <w:next w:val="Normal"/>
    <w:link w:val="SignatureChar"/>
    <w:uiPriority w:val="9"/>
    <w:qFormat/>
    <w:pPr>
      <w:keepNext/>
      <w:spacing w:after="300"/>
      <w:contextualSpacing/>
    </w:pPr>
  </w:style>
  <w:style w:type="character" w:customStyle="1" w:styleId="SignatureChar">
    <w:name w:val="Signature Char"/>
    <w:basedOn w:val="DefaultParagraphFont"/>
    <w:link w:val="Signature"/>
    <w:uiPriority w:val="9"/>
    <w:rsid w:val="00BF51EA"/>
    <w:rPr>
      <w:spacing w:val="4"/>
      <w:szCs w:val="20"/>
    </w:rPr>
  </w:style>
  <w:style w:type="paragraph" w:styleId="Date">
    <w:name w:val="Date"/>
    <w:basedOn w:val="Normal"/>
    <w:next w:val="ContactInfo"/>
    <w:link w:val="DateChar"/>
    <w:uiPriority w:val="2"/>
    <w:qFormat/>
    <w:rsid w:val="00CF67BD"/>
    <w:pPr>
      <w:spacing w:before="360" w:after="36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2"/>
    <w:rsid w:val="00CF67BD"/>
    <w:rPr>
      <w:spacing w:val="4"/>
      <w:szCs w:val="20"/>
    </w:rPr>
  </w:style>
  <w:style w:type="paragraph" w:styleId="Header">
    <w:name w:val="header"/>
    <w:basedOn w:val="Normal"/>
    <w:link w:val="HeaderChar"/>
    <w:uiPriority w:val="99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BF51EA"/>
    <w:rPr>
      <w:spacing w:val="4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paragraph" w:styleId="Closing">
    <w:name w:val="Closing"/>
    <w:basedOn w:val="Normal"/>
    <w:next w:val="Signature"/>
    <w:link w:val="ClosingChar"/>
    <w:uiPriority w:val="8"/>
    <w:qFormat/>
    <w:rsid w:val="00CF67BD"/>
    <w:pPr>
      <w:keepNext/>
      <w:spacing w:after="6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8"/>
    <w:rsid w:val="00CF67BD"/>
    <w:rPr>
      <w:spacing w:val="4"/>
      <w:szCs w:val="20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CF67BD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3"/>
    <w:rsid w:val="00CF67BD"/>
    <w:rPr>
      <w:spacing w:val="4"/>
      <w:szCs w:val="20"/>
    </w:rPr>
  </w:style>
  <w:style w:type="paragraph" w:customStyle="1" w:styleId="Enclosure">
    <w:name w:val="Enclosure"/>
    <w:basedOn w:val="Normal"/>
    <w:uiPriority w:val="11"/>
    <w:qFormat/>
    <w:pPr>
      <w:spacing w:before="240" w:after="0"/>
    </w:pPr>
  </w:style>
  <w:style w:type="paragraph" w:styleId="ListBullet">
    <w:name w:val="List Bullet"/>
    <w:basedOn w:val="Normal"/>
    <w:uiPriority w:val="6"/>
    <w:qFormat/>
    <w:pPr>
      <w:numPr>
        <w:numId w:val="1"/>
      </w:numPr>
      <w:contextualSpacing/>
    </w:pPr>
  </w:style>
  <w:style w:type="paragraph" w:styleId="Footer">
    <w:name w:val="footer"/>
    <w:basedOn w:val="Normal"/>
    <w:link w:val="FooterChar"/>
    <w:uiPriority w:val="99"/>
    <w:unhideWhenUsed/>
    <w:rsid w:val="00D34580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580"/>
    <w:rPr>
      <w:spacing w:val="4"/>
      <w:szCs w:val="20"/>
    </w:rPr>
  </w:style>
  <w:style w:type="character" w:styleId="SubtleReference">
    <w:name w:val="Subtle Reference"/>
    <w:basedOn w:val="DefaultParagraphFont"/>
    <w:uiPriority w:val="5"/>
    <w:qFormat/>
    <w:rsid w:val="00AC22EE"/>
    <w:rPr>
      <w:caps w:val="0"/>
      <w:smallCaps w:val="0"/>
      <w:color w:val="5A5A5A" w:themeColor="text1" w:themeTint="A5"/>
    </w:rPr>
  </w:style>
  <w:style w:type="paragraph" w:styleId="ListNumber">
    <w:name w:val="List Number"/>
    <w:basedOn w:val="Normal"/>
    <w:uiPriority w:val="7"/>
    <w:qFormat/>
    <w:rsid w:val="00BF51EA"/>
    <w:pPr>
      <w:numPr>
        <w:numId w:val="2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51A"/>
    <w:rPr>
      <w:rFonts w:ascii="Segoe UI" w:hAnsi="Segoe UI" w:cs="Segoe UI"/>
      <w:spacing w:val="4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97051A"/>
  </w:style>
  <w:style w:type="paragraph" w:styleId="BlockText">
    <w:name w:val="Block Text"/>
    <w:basedOn w:val="Normal"/>
    <w:uiPriority w:val="99"/>
    <w:semiHidden/>
    <w:unhideWhenUsed/>
    <w:rsid w:val="00BE74A0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9705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051A"/>
    <w:rPr>
      <w:spacing w:val="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7051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7051A"/>
    <w:rPr>
      <w:spacing w:val="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051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7051A"/>
    <w:rPr>
      <w:spacing w:val="4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7051A"/>
    <w:rPr>
      <w:spacing w:val="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7051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7051A"/>
    <w:rPr>
      <w:spacing w:val="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7051A"/>
    <w:rPr>
      <w:spacing w:val="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7051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7051A"/>
    <w:rPr>
      <w:spacing w:val="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7051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7051A"/>
    <w:rPr>
      <w:spacing w:val="4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996F27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7051A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7051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051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051A"/>
    <w:rPr>
      <w:spacing w:val="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0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051A"/>
    <w:rPr>
      <w:b/>
      <w:bCs/>
      <w:spacing w:val="4"/>
      <w:szCs w:val="20"/>
    </w:rPr>
  </w:style>
  <w:style w:type="table" w:styleId="DarkList">
    <w:name w:val="Dark List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7051A"/>
    <w:rPr>
      <w:rFonts w:ascii="Segoe UI" w:hAnsi="Segoe UI" w:cs="Segoe UI"/>
      <w:spacing w:val="4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7051A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7051A"/>
    <w:rPr>
      <w:spacing w:val="4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97051A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7051A"/>
    <w:rPr>
      <w:spacing w:val="4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97051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97051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051A"/>
    <w:rPr>
      <w:spacing w:val="4"/>
      <w:szCs w:val="20"/>
    </w:rPr>
  </w:style>
  <w:style w:type="table" w:styleId="GridTable1Light">
    <w:name w:val="Grid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1"/>
    <w:semiHidden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7879BC"/>
    <w:rPr>
      <w:rFonts w:asciiTheme="majorHAnsi" w:eastAsiaTheme="majorEastAsia" w:hAnsiTheme="majorHAnsi" w:cstheme="majorBidi"/>
      <w:i/>
      <w:iCs/>
      <w:color w:val="365F91" w:themeColor="accent1" w:themeShade="BF"/>
      <w:spacing w:val="4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Cs w:val="20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Cs w:val="20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7879BC"/>
    <w:rPr>
      <w:rFonts w:asciiTheme="majorHAnsi" w:eastAsiaTheme="majorEastAsia" w:hAnsiTheme="majorHAnsi" w:cstheme="majorBidi"/>
      <w:i/>
      <w:iCs/>
      <w:color w:val="243F60" w:themeColor="accent1" w:themeShade="7F"/>
      <w:spacing w:val="4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7879BC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7879BC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97051A"/>
  </w:style>
  <w:style w:type="paragraph" w:styleId="HTMLAddress">
    <w:name w:val="HTML Address"/>
    <w:basedOn w:val="Normal"/>
    <w:link w:val="HTMLAddressChar"/>
    <w:uiPriority w:val="99"/>
    <w:semiHidden/>
    <w:unhideWhenUsed/>
    <w:rsid w:val="0097051A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7051A"/>
    <w:rPr>
      <w:i/>
      <w:iCs/>
      <w:spacing w:val="4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97051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7051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051A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051A"/>
    <w:rPr>
      <w:rFonts w:ascii="Consolas" w:hAnsi="Consolas"/>
      <w:spacing w:val="4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97051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97051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7051A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7051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BE74A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BE74A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BE74A0"/>
    <w:rPr>
      <w:i/>
      <w:iCs/>
      <w:color w:val="365F91" w:themeColor="accent1" w:themeShade="BF"/>
      <w:spacing w:val="4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BE74A0"/>
    <w:rPr>
      <w:b/>
      <w:bCs/>
      <w:caps w:val="0"/>
      <w:smallCaps/>
      <w:color w:val="365F91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97051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97051A"/>
  </w:style>
  <w:style w:type="paragraph" w:styleId="List">
    <w:name w:val="List"/>
    <w:basedOn w:val="Normal"/>
    <w:uiPriority w:val="99"/>
    <w:semiHidden/>
    <w:unhideWhenUsed/>
    <w:rsid w:val="0097051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97051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97051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97051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97051A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97051A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97051A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7051A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97051A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97051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7051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7051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7051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7051A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97051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7051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7051A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97051A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97051A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97051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pacing w:val="4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7051A"/>
    <w:rPr>
      <w:rFonts w:ascii="Consolas" w:hAnsi="Consolas"/>
      <w:spacing w:val="4"/>
      <w:szCs w:val="20"/>
    </w:rPr>
  </w:style>
  <w:style w:type="table" w:styleId="MediumGrid1">
    <w:name w:val="Medium Grid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7051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7051A"/>
    <w:rPr>
      <w:rFonts w:asciiTheme="majorHAnsi" w:eastAsiaTheme="majorEastAsia" w:hAnsiTheme="majorHAnsi" w:cstheme="majorBidi"/>
      <w:spacing w:val="4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97051A"/>
    <w:pPr>
      <w:spacing w:after="0" w:line="240" w:lineRule="auto"/>
    </w:pPr>
    <w:rPr>
      <w:spacing w:val="4"/>
      <w:szCs w:val="20"/>
    </w:rPr>
  </w:style>
  <w:style w:type="paragraph" w:styleId="NormalWeb">
    <w:name w:val="Normal (Web)"/>
    <w:basedOn w:val="Normal"/>
    <w:uiPriority w:val="99"/>
    <w:semiHidden/>
    <w:unhideWhenUsed/>
    <w:rsid w:val="0097051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7051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7051A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7051A"/>
    <w:rPr>
      <w:spacing w:val="4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7051A"/>
  </w:style>
  <w:style w:type="character" w:styleId="PlaceholderText">
    <w:name w:val="Placeholder Text"/>
    <w:basedOn w:val="DefaultParagraphFont"/>
    <w:uiPriority w:val="2"/>
    <w:semiHidden/>
    <w:rsid w:val="00BE74A0"/>
    <w:rPr>
      <w:color w:val="595959" w:themeColor="text1" w:themeTint="A6"/>
    </w:rPr>
  </w:style>
  <w:style w:type="table" w:styleId="PlainTable1">
    <w:name w:val="Plain Table 1"/>
    <w:basedOn w:val="TableNormal"/>
    <w:uiPriority w:val="41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97051A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7051A"/>
    <w:rPr>
      <w:rFonts w:ascii="Consolas" w:hAnsi="Consolas"/>
      <w:spacing w:val="4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996F27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96F27"/>
    <w:rPr>
      <w:i/>
      <w:iCs/>
      <w:color w:val="404040" w:themeColor="text1" w:themeTint="BF"/>
      <w:spacing w:val="4"/>
      <w:szCs w:val="20"/>
    </w:rPr>
  </w:style>
  <w:style w:type="character" w:styleId="Strong">
    <w:name w:val="Strong"/>
    <w:basedOn w:val="DefaultParagraphFont"/>
    <w:uiPriority w:val="22"/>
    <w:semiHidden/>
    <w:unhideWhenUsed/>
    <w:qFormat/>
    <w:rsid w:val="0097051A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CF67BD"/>
    <w:pPr>
      <w:numPr>
        <w:ilvl w:val="1"/>
      </w:numPr>
      <w:spacing w:after="160"/>
      <w:contextualSpacing/>
    </w:pPr>
    <w:rPr>
      <w:color w:val="5A5A5A" w:themeColor="text1" w:themeTint="A5"/>
      <w:spacing w:val="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CF67BD"/>
    <w:rPr>
      <w:color w:val="5A5A5A" w:themeColor="text1" w:themeTint="A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97051A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97051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7051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7051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7051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7051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7051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7051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7051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7051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7051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7051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7051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7051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7051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7051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7051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9705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7051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7051A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97051A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7051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7051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7051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7051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70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7051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7051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7051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CF67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CF67BD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97051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7051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97051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97051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97051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7051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97051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7051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97051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97051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051A"/>
    <w:pPr>
      <w:spacing w:before="240"/>
      <w:outlineLvl w:val="9"/>
    </w:pPr>
  </w:style>
  <w:style w:type="numbering" w:customStyle="1" w:styleId="Multilevelbulletlist">
    <w:name w:val="Multilevel bullet list"/>
    <w:uiPriority w:val="99"/>
    <w:rsid w:val="0047617E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Notice%20to%20tenant%20to%20make%20repairs%20(form%20letter)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80C0495553F486C946E11208714FC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D2687-6F11-4981-9B3C-BE9B93BDDD31}"/>
      </w:docPartPr>
      <w:docPartBody>
        <w:p w:rsidR="00631F3C" w:rsidRDefault="00133067">
          <w:pPr>
            <w:pStyle w:val="280C0495553F486C946E11208714FC2A"/>
          </w:pPr>
          <w:r>
            <w:t>Date</w:t>
          </w:r>
        </w:p>
      </w:docPartBody>
    </w:docPart>
    <w:docPart>
      <w:docPartPr>
        <w:name w:val="71A89D3EAD52436FB8FDF892B3FF9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6DB96-F4A5-4D4E-8128-62EE8CF7C9CF}"/>
      </w:docPartPr>
      <w:docPartBody>
        <w:p w:rsidR="00631F3C" w:rsidRDefault="00133067">
          <w:pPr>
            <w:pStyle w:val="71A89D3EAD52436FB8FDF892B3FF9CA2"/>
          </w:pPr>
          <w:r>
            <w:t>Tenant’s Name</w:t>
          </w:r>
        </w:p>
      </w:docPartBody>
    </w:docPart>
    <w:docPart>
      <w:docPartPr>
        <w:name w:val="88E3679EF76F486F9286DB0F11785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51E0E-9BDF-4033-A234-4FEF1CB12A8A}"/>
      </w:docPartPr>
      <w:docPartBody>
        <w:p w:rsidR="00631F3C" w:rsidRDefault="00133067">
          <w:pPr>
            <w:pStyle w:val="88E3679EF76F486F9286DB0F11785F1F"/>
          </w:pPr>
          <w:r>
            <w:t>Street Address</w:t>
          </w:r>
        </w:p>
      </w:docPartBody>
    </w:docPart>
    <w:docPart>
      <w:docPartPr>
        <w:name w:val="DB286F7676D64C9E9845CABD26C20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5C477-D6F4-40FA-BAD7-F7356D5CB6E4}"/>
      </w:docPartPr>
      <w:docPartBody>
        <w:p w:rsidR="00631F3C" w:rsidRDefault="00133067">
          <w:pPr>
            <w:pStyle w:val="DB286F7676D64C9E9845CABD26C20D20"/>
          </w:pPr>
          <w:r>
            <w:t>City, ST ZIP Code</w:t>
          </w:r>
        </w:p>
      </w:docPartBody>
    </w:docPart>
    <w:docPart>
      <w:docPartPr>
        <w:name w:val="A6246E96674D4BE68D9927E6B1888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89C2B-4943-4034-8AF6-2815DFCC2C29}"/>
      </w:docPartPr>
      <w:docPartBody>
        <w:p w:rsidR="00631F3C" w:rsidRDefault="00133067">
          <w:pPr>
            <w:pStyle w:val="A6246E96674D4BE68D9927E6B18880DE"/>
          </w:pPr>
          <w:r>
            <w:t>Repair #5</w:t>
          </w:r>
        </w:p>
      </w:docPartBody>
    </w:docPart>
    <w:docPart>
      <w:docPartPr>
        <w:name w:val="22AEB1C51B6E4C65BE26CC3E66C478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B4F44-613A-45F2-9867-9E18E28A3147}"/>
      </w:docPartPr>
      <w:docPartBody>
        <w:p w:rsidR="00631F3C" w:rsidRDefault="00133067">
          <w:pPr>
            <w:pStyle w:val="22AEB1C51B6E4C65BE26CC3E66C47833"/>
          </w:pPr>
          <w:r>
            <w:t>Sincerely</w:t>
          </w:r>
        </w:p>
      </w:docPartBody>
    </w:docPart>
    <w:docPart>
      <w:docPartPr>
        <w:name w:val="5502631C768A43AAA3BC867269BD9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81213F-8764-4A60-81F0-E6F7CDE7E6F6}"/>
      </w:docPartPr>
      <w:docPartBody>
        <w:p w:rsidR="00631F3C" w:rsidRDefault="00133067">
          <w:pPr>
            <w:pStyle w:val="5502631C768A43AAA3BC867269BD9FF6"/>
          </w:pPr>
          <w:r>
            <w:t>Phone</w:t>
          </w:r>
        </w:p>
      </w:docPartBody>
    </w:docPart>
    <w:docPart>
      <w:docPartPr>
        <w:name w:val="6D02449DEB664B52AA331E88881B44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72056-DB53-4CAA-8250-A4B0A7A4C307}"/>
      </w:docPartPr>
      <w:docPartBody>
        <w:p w:rsidR="00631F3C" w:rsidRDefault="00133067">
          <w:pPr>
            <w:pStyle w:val="6D02449DEB664B52AA331E88881B4403"/>
          </w:pPr>
          <w:r>
            <w:t>Email</w:t>
          </w:r>
        </w:p>
      </w:docPartBody>
    </w:docPart>
    <w:docPart>
      <w:docPartPr>
        <w:name w:val="6D023F8A1DE641A7B60254818DE97A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69D34F-086F-4B9C-897C-675AEDB53B20}"/>
      </w:docPartPr>
      <w:docPartBody>
        <w:p w:rsidR="00631F3C" w:rsidRDefault="00133067">
          <w:pPr>
            <w:pStyle w:val="6D023F8A1DE641A7B60254818DE97A9A"/>
          </w:pPr>
          <w:r>
            <w:t>Enclosure</w:t>
          </w:r>
        </w:p>
      </w:docPartBody>
    </w:docPart>
    <w:docPart>
      <w:docPartPr>
        <w:name w:val="FCA4BE040D6D4B3FBDCC3BD50F23D3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34B4DD-3ED3-4401-B6DB-B9C6FFFC1090}"/>
      </w:docPartPr>
      <w:docPartBody>
        <w:p w:rsidR="00631F3C" w:rsidRDefault="00EA69EF" w:rsidP="00EA69EF">
          <w:pPr>
            <w:pStyle w:val="FCA4BE040D6D4B3FBDCC3BD50F23D318"/>
          </w:pPr>
          <w:r w:rsidRPr="00AC22EE">
            <w:rPr>
              <w:rStyle w:val="SubtleReference"/>
            </w:rPr>
            <w:t>Landlord’s Name</w:t>
          </w:r>
        </w:p>
      </w:docPartBody>
    </w:docPart>
    <w:docPart>
      <w:docPartPr>
        <w:name w:val="8150ED9A6C8F4FF8962F0AE4CDF95C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CA68B-6107-46E6-8E24-584C903418F1}"/>
      </w:docPartPr>
      <w:docPartBody>
        <w:p w:rsidR="00631F3C" w:rsidRDefault="00EA69EF" w:rsidP="00EA69EF">
          <w:pPr>
            <w:pStyle w:val="8150ED9A6C8F4FF8962F0AE4CDF95CF4"/>
          </w:pPr>
          <w:r w:rsidRPr="00AC22EE">
            <w:rPr>
              <w:rStyle w:val="SubtleReference"/>
            </w:rPr>
            <w:t>Tenant’s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9EF"/>
    <w:rsid w:val="00133067"/>
    <w:rsid w:val="00631F3C"/>
    <w:rsid w:val="00C27DEF"/>
    <w:rsid w:val="00EA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5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42522B4640C4C78BF6E956885A243A9">
    <w:name w:val="C42522B4640C4C78BF6E956885A243A9"/>
  </w:style>
  <w:style w:type="paragraph" w:customStyle="1" w:styleId="280C0495553F486C946E11208714FC2A">
    <w:name w:val="280C0495553F486C946E11208714FC2A"/>
  </w:style>
  <w:style w:type="paragraph" w:customStyle="1" w:styleId="71A89D3EAD52436FB8FDF892B3FF9CA2">
    <w:name w:val="71A89D3EAD52436FB8FDF892B3FF9CA2"/>
  </w:style>
  <w:style w:type="paragraph" w:customStyle="1" w:styleId="88E3679EF76F486F9286DB0F11785F1F">
    <w:name w:val="88E3679EF76F486F9286DB0F11785F1F"/>
  </w:style>
  <w:style w:type="paragraph" w:customStyle="1" w:styleId="DB286F7676D64C9E9845CABD26C20D20">
    <w:name w:val="DB286F7676D64C9E9845CABD26C20D20"/>
  </w:style>
  <w:style w:type="character" w:styleId="SubtleReference">
    <w:name w:val="Subtle Reference"/>
    <w:basedOn w:val="DefaultParagraphFont"/>
    <w:uiPriority w:val="5"/>
    <w:qFormat/>
    <w:rsid w:val="00EA69EF"/>
    <w:rPr>
      <w:caps w:val="0"/>
      <w:smallCaps w:val="0"/>
      <w:color w:val="5A5A5A" w:themeColor="text1" w:themeTint="A5"/>
    </w:rPr>
  </w:style>
  <w:style w:type="paragraph" w:customStyle="1" w:styleId="19F76A3A6A9F43FCB99595910BCA6FF0">
    <w:name w:val="19F76A3A6A9F43FCB99595910BCA6FF0"/>
  </w:style>
  <w:style w:type="paragraph" w:customStyle="1" w:styleId="6B7292ADD7494B7285F99C7888CAA259">
    <w:name w:val="6B7292ADD7494B7285F99C7888CAA259"/>
  </w:style>
  <w:style w:type="paragraph" w:customStyle="1" w:styleId="A1358A1F9F464FC1B7B903DBE19697E6">
    <w:name w:val="A1358A1F9F464FC1B7B903DBE19697E6"/>
  </w:style>
  <w:style w:type="paragraph" w:customStyle="1" w:styleId="CFEBABDF39DE4A60B1EEF8D63967CB60">
    <w:name w:val="CFEBABDF39DE4A60B1EEF8D63967CB60"/>
  </w:style>
  <w:style w:type="paragraph" w:customStyle="1" w:styleId="5DC9F870FD334467AC9DD10D488B2DF7">
    <w:name w:val="5DC9F870FD334467AC9DD10D488B2DF7"/>
  </w:style>
  <w:style w:type="paragraph" w:customStyle="1" w:styleId="0FF662A5370340BC9318BC6A443DAA0D">
    <w:name w:val="0FF662A5370340BC9318BC6A443DAA0D"/>
  </w:style>
  <w:style w:type="paragraph" w:customStyle="1" w:styleId="207D06D030584F1DA335916BDDA06866">
    <w:name w:val="207D06D030584F1DA335916BDDA06866"/>
  </w:style>
  <w:style w:type="paragraph" w:customStyle="1" w:styleId="80FA89F2AC4A4D14B267FEDC597018CC">
    <w:name w:val="80FA89F2AC4A4D14B267FEDC597018CC"/>
  </w:style>
  <w:style w:type="paragraph" w:customStyle="1" w:styleId="A6246E96674D4BE68D9927E6B18880DE">
    <w:name w:val="A6246E96674D4BE68D9927E6B18880DE"/>
  </w:style>
  <w:style w:type="paragraph" w:customStyle="1" w:styleId="6CF3A8D4E0454DDFA7CA4AC15568C539">
    <w:name w:val="6CF3A8D4E0454DDFA7CA4AC15568C539"/>
  </w:style>
  <w:style w:type="paragraph" w:customStyle="1" w:styleId="DF496414A98A41CEB446765D1BE1E933">
    <w:name w:val="DF496414A98A41CEB446765D1BE1E933"/>
  </w:style>
  <w:style w:type="paragraph" w:customStyle="1" w:styleId="33D2259254AC45A1B214D96C13769A8B">
    <w:name w:val="33D2259254AC45A1B214D96C13769A8B"/>
  </w:style>
  <w:style w:type="paragraph" w:customStyle="1" w:styleId="2CCB09763ADD413CB0AD968752735298">
    <w:name w:val="2CCB09763ADD413CB0AD968752735298"/>
  </w:style>
  <w:style w:type="paragraph" w:customStyle="1" w:styleId="22AEB1C51B6E4C65BE26CC3E66C47833">
    <w:name w:val="22AEB1C51B6E4C65BE26CC3E66C47833"/>
  </w:style>
  <w:style w:type="paragraph" w:customStyle="1" w:styleId="84C66286924746D9B0D3629478CF9D17">
    <w:name w:val="84C66286924746D9B0D3629478CF9D17"/>
  </w:style>
  <w:style w:type="paragraph" w:customStyle="1" w:styleId="1F7C9F08096340ECB1B5DF8C89225F45">
    <w:name w:val="1F7C9F08096340ECB1B5DF8C89225F45"/>
  </w:style>
  <w:style w:type="paragraph" w:customStyle="1" w:styleId="5502631C768A43AAA3BC867269BD9FF6">
    <w:name w:val="5502631C768A43AAA3BC867269BD9FF6"/>
  </w:style>
  <w:style w:type="paragraph" w:customStyle="1" w:styleId="6D02449DEB664B52AA331E88881B4403">
    <w:name w:val="6D02449DEB664B52AA331E88881B4403"/>
  </w:style>
  <w:style w:type="paragraph" w:customStyle="1" w:styleId="6D023F8A1DE641A7B60254818DE97A9A">
    <w:name w:val="6D023F8A1DE641A7B60254818DE97A9A"/>
  </w:style>
  <w:style w:type="paragraph" w:customStyle="1" w:styleId="FCA4BE040D6D4B3FBDCC3BD50F23D318">
    <w:name w:val="FCA4BE040D6D4B3FBDCC3BD50F23D318"/>
    <w:rsid w:val="00EA69EF"/>
  </w:style>
  <w:style w:type="paragraph" w:customStyle="1" w:styleId="8150ED9A6C8F4FF8962F0AE4CDF95CF4">
    <w:name w:val="8150ED9A6C8F4FF8962F0AE4CDF95CF4"/>
    <w:rsid w:val="00EA69EF"/>
  </w:style>
  <w:style w:type="paragraph" w:customStyle="1" w:styleId="2C306ADA303C4DEA9E42A9F9AAA2BF62">
    <w:name w:val="2C306ADA303C4DEA9E42A9F9AAA2BF62"/>
    <w:rsid w:val="00EA69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Notice to tenant to make repairs (form letter)(2).dotx</Template>
  <TotalTime>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Alex</cp:lastModifiedBy>
  <cp:revision>4</cp:revision>
  <dcterms:created xsi:type="dcterms:W3CDTF">2018-06-08T11:42:00Z</dcterms:created>
  <dcterms:modified xsi:type="dcterms:W3CDTF">2018-06-08T11:43:00Z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