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694" w:rsidRPr="00A65694" w:rsidRDefault="00A65694">
      <w:pPr>
        <w:pStyle w:val="ContactInfo"/>
        <w:rPr>
          <w:rFonts w:asciiTheme="majorHAnsi" w:hAnsiTheme="majorHAnsi" w:cstheme="majorHAnsi"/>
          <w:sz w:val="26"/>
          <w:szCs w:val="26"/>
        </w:rPr>
      </w:pPr>
    </w:p>
    <w:p w:rsidR="00756B5A" w:rsidRPr="00A65694" w:rsidRDefault="008678F9">
      <w:pPr>
        <w:pStyle w:val="ContactInfo"/>
        <w:rPr>
          <w:rFonts w:asciiTheme="majorHAnsi" w:hAnsiTheme="majorHAnsi" w:cstheme="majorHAnsi"/>
          <w:sz w:val="26"/>
          <w:szCs w:val="26"/>
        </w:rPr>
      </w:pPr>
      <w:r w:rsidRPr="00A65694">
        <w:rPr>
          <w:rFonts w:asciiTheme="majorHAnsi" w:hAnsiTheme="majorHAnsi" w:cstheme="majorHAnsi"/>
          <w:sz w:val="26"/>
          <w:szCs w:val="26"/>
        </w:rPr>
        <w:t xml:space="preserve">To: </w:t>
      </w:r>
      <w:sdt>
        <w:sdtPr>
          <w:rPr>
            <w:rFonts w:asciiTheme="majorHAnsi" w:hAnsiTheme="majorHAnsi" w:cstheme="majorHAnsi"/>
            <w:sz w:val="26"/>
            <w:szCs w:val="26"/>
          </w:rPr>
          <w:id w:val="305602035"/>
          <w:placeholder>
            <w:docPart w:val="7E2D2EF0105043699F19B98903F137C3"/>
          </w:placeholder>
          <w:temporary/>
          <w:showingPlcHdr/>
          <w15:appearance w15:val="hidden"/>
        </w:sdtPr>
        <w:sdtEndPr/>
        <w:sdtContent>
          <w:r w:rsidRPr="00A65694">
            <w:rPr>
              <w:rFonts w:asciiTheme="majorHAnsi" w:hAnsiTheme="majorHAnsi" w:cstheme="majorHAnsi"/>
              <w:sz w:val="26"/>
              <w:szCs w:val="26"/>
            </w:rPr>
            <w:t>Recipient Name</w:t>
          </w:r>
        </w:sdtContent>
      </w:sdt>
    </w:p>
    <w:p w:rsidR="00756B5A" w:rsidRPr="00A65694" w:rsidRDefault="008678F9">
      <w:pPr>
        <w:pStyle w:val="ContactInfo"/>
        <w:rPr>
          <w:rFonts w:asciiTheme="majorHAnsi" w:hAnsiTheme="majorHAnsi" w:cstheme="majorHAnsi"/>
          <w:sz w:val="26"/>
          <w:szCs w:val="26"/>
        </w:rPr>
      </w:pPr>
      <w:r w:rsidRPr="00A65694">
        <w:rPr>
          <w:rFonts w:asciiTheme="majorHAnsi" w:hAnsiTheme="majorHAnsi" w:cstheme="majorHAnsi"/>
          <w:sz w:val="26"/>
          <w:szCs w:val="26"/>
        </w:rPr>
        <w:t xml:space="preserve">From: </w:t>
      </w:r>
      <w:sdt>
        <w:sdtPr>
          <w:rPr>
            <w:rFonts w:asciiTheme="majorHAnsi" w:hAnsiTheme="majorHAnsi" w:cstheme="majorHAnsi"/>
            <w:sz w:val="26"/>
            <w:szCs w:val="26"/>
          </w:rPr>
          <w:id w:val="-1177721877"/>
          <w:placeholder>
            <w:docPart w:val="F994865DDDBE4068813C470F2EF0C717"/>
          </w:placeholder>
          <w:temporary/>
          <w:showingPlcHdr/>
          <w15:appearance w15:val="hidden"/>
        </w:sdtPr>
        <w:sdtEndPr/>
        <w:sdtContent>
          <w:r w:rsidRPr="00A65694">
            <w:rPr>
              <w:rFonts w:asciiTheme="majorHAnsi" w:hAnsiTheme="majorHAnsi" w:cstheme="majorHAnsi"/>
              <w:sz w:val="26"/>
              <w:szCs w:val="26"/>
            </w:rPr>
            <w:t>Your Name</w:t>
          </w:r>
        </w:sdtContent>
      </w:sdt>
    </w:p>
    <w:p w:rsidR="00756B5A" w:rsidRPr="00A65694" w:rsidRDefault="008678F9">
      <w:pPr>
        <w:pStyle w:val="ContactInfo"/>
        <w:rPr>
          <w:rFonts w:asciiTheme="majorHAnsi" w:hAnsiTheme="majorHAnsi" w:cstheme="majorHAnsi"/>
          <w:sz w:val="26"/>
          <w:szCs w:val="26"/>
        </w:rPr>
      </w:pPr>
      <w:r w:rsidRPr="00A65694">
        <w:rPr>
          <w:rFonts w:asciiTheme="majorHAnsi" w:hAnsiTheme="majorHAnsi" w:cstheme="majorHAnsi"/>
          <w:sz w:val="26"/>
          <w:szCs w:val="26"/>
        </w:rPr>
        <w:t xml:space="preserve">CC: </w:t>
      </w:r>
      <w:sdt>
        <w:sdtPr>
          <w:rPr>
            <w:rFonts w:asciiTheme="majorHAnsi" w:hAnsiTheme="majorHAnsi" w:cstheme="majorHAnsi"/>
            <w:sz w:val="26"/>
            <w:szCs w:val="26"/>
          </w:rPr>
          <w:id w:val="-1770228603"/>
          <w:placeholder>
            <w:docPart w:val="2749F31EEE0F49FBB7CEAD02A16205E2"/>
          </w:placeholder>
          <w:temporary/>
          <w:showingPlcHdr/>
          <w15:appearance w15:val="hidden"/>
        </w:sdtPr>
        <w:sdtEndPr/>
        <w:sdtContent>
          <w:r w:rsidRPr="00A65694">
            <w:rPr>
              <w:rFonts w:asciiTheme="majorHAnsi" w:hAnsiTheme="majorHAnsi" w:cstheme="majorHAnsi"/>
              <w:sz w:val="26"/>
              <w:szCs w:val="26"/>
            </w:rPr>
            <w:t>CC Name</w:t>
          </w:r>
        </w:sdtContent>
      </w:sdt>
    </w:p>
    <w:p w:rsidR="00A65694" w:rsidRPr="00A65694" w:rsidRDefault="00A65694" w:rsidP="00A65694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A65694">
        <w:rPr>
          <w:rFonts w:asciiTheme="majorHAnsi" w:eastAsia="Times New Roman" w:hAnsiTheme="majorHAnsi" w:cstheme="majorHAnsi"/>
          <w:sz w:val="26"/>
          <w:szCs w:val="26"/>
          <w:lang w:eastAsia="en-US"/>
        </w:rPr>
        <w:t>This email is to explain the reason for late submission of the project I was assigned the last week. I was enthusiastic for this project as I knew its utmost importance. But suddenly, I got the news of my grandfather’s impulsive death which left me in a state of shock and I instantly had to rush there to attend his funeral ceremony. All the same I understand the difficult situation I put you in due to my poor management regarding personal and professional life.</w:t>
      </w:r>
    </w:p>
    <w:p w:rsidR="00A65694" w:rsidRPr="00A65694" w:rsidRDefault="00A65694" w:rsidP="00A65694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A65694">
        <w:rPr>
          <w:rFonts w:asciiTheme="majorHAnsi" w:eastAsia="Times New Roman" w:hAnsiTheme="majorHAnsi" w:cstheme="majorHAnsi"/>
          <w:sz w:val="26"/>
          <w:szCs w:val="26"/>
          <w:lang w:eastAsia="en-US"/>
        </w:rPr>
        <w:t>It was totally my fault and I am ready to compensate it if a way is out there for that. I promise you that it will never happen again no matter how much a difficult situation in I am. I will always keep a way out to prove myself professional and responsible. I am extremely sorry for the inconvenience caused by this act of mine, but it was never intentional.</w:t>
      </w:r>
    </w:p>
    <w:p w:rsidR="00C514AD" w:rsidRPr="00A65694" w:rsidRDefault="00C514AD" w:rsidP="00C514A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A65694">
        <w:rPr>
          <w:rFonts w:asciiTheme="majorHAnsi" w:eastAsia="Times New Roman" w:hAnsiTheme="majorHAnsi" w:cstheme="majorHAnsi"/>
          <w:sz w:val="26"/>
          <w:szCs w:val="26"/>
          <w:lang w:eastAsia="en-US"/>
        </w:rPr>
        <w:t>With thanks</w:t>
      </w:r>
    </w:p>
    <w:p w:rsidR="008678F9" w:rsidRPr="00A65694" w:rsidRDefault="008678F9">
      <w:pPr>
        <w:rPr>
          <w:rFonts w:asciiTheme="majorHAnsi" w:hAnsiTheme="majorHAnsi" w:cstheme="majorHAnsi"/>
          <w:sz w:val="26"/>
          <w:szCs w:val="26"/>
        </w:rPr>
      </w:pPr>
      <w:bookmarkStart w:id="0" w:name="_GoBack"/>
      <w:bookmarkEnd w:id="0"/>
    </w:p>
    <w:sectPr w:rsidR="008678F9" w:rsidRPr="00A65694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140" w:rsidRDefault="00F83140">
      <w:pPr>
        <w:spacing w:after="0" w:line="240" w:lineRule="auto"/>
      </w:pPr>
      <w:r>
        <w:separator/>
      </w:r>
    </w:p>
  </w:endnote>
  <w:endnote w:type="continuationSeparator" w:id="0">
    <w:p w:rsidR="00F83140" w:rsidRDefault="00F83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Default="00F83140">
    <w:pPr>
      <w:pStyle w:val="Footer"/>
      <w:rPr>
        <w:iCs/>
        <w:color w:val="000000" w:themeColor="text1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9F15FA">
      <w:rPr>
        <w:rStyle w:val="Emphasis"/>
        <w:caps w:val="0"/>
      </w:rPr>
      <w:t xml:space="preserve"> </w:t>
    </w:r>
    <w:r w:rsidR="009F15FA">
      <w:rPr>
        <w:caps w:val="0"/>
      </w:rPr>
      <w:t>T</w:t>
    </w:r>
    <w:r w:rsidR="009F15FA">
      <w:rPr>
        <w:rStyle w:val="Emphasis"/>
        <w:caps w:val="0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Telephone</w:t>
        </w:r>
      </w:sdtContent>
    </w:sdt>
    <w:r w:rsidR="009F15FA">
      <w:rPr>
        <w:rStyle w:val="Emphasis"/>
        <w:caps w:val="0"/>
      </w:rPr>
      <w:t xml:space="preserve"> </w:t>
    </w:r>
    <w:r w:rsidR="009F15FA">
      <w:rPr>
        <w:caps w:val="0"/>
      </w:rPr>
      <w:t>U</w:t>
    </w:r>
    <w:r w:rsidR="009F15FA">
      <w:rPr>
        <w:rStyle w:val="Emphasis"/>
        <w:caps w:val="0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140" w:rsidRDefault="00F83140">
      <w:pPr>
        <w:spacing w:after="0" w:line="240" w:lineRule="auto"/>
      </w:pPr>
      <w:r>
        <w:separator/>
      </w:r>
    </w:p>
  </w:footnote>
  <w:footnote w:type="continuationSeparator" w:id="0">
    <w:p w:rsidR="00F83140" w:rsidRDefault="00F83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14695B"/>
    <w:rsid w:val="00190502"/>
    <w:rsid w:val="0024288E"/>
    <w:rsid w:val="00270F56"/>
    <w:rsid w:val="00635C3C"/>
    <w:rsid w:val="00756B5A"/>
    <w:rsid w:val="008678F9"/>
    <w:rsid w:val="009F15FA"/>
    <w:rsid w:val="00A27CE8"/>
    <w:rsid w:val="00A65694"/>
    <w:rsid w:val="00AB0187"/>
    <w:rsid w:val="00B53B46"/>
    <w:rsid w:val="00C514AD"/>
    <w:rsid w:val="00DA5A55"/>
    <w:rsid w:val="00F83140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C1809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2D2EF0105043699F19B98903F13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AA10E-22F2-4DA1-868D-D6060C50A97E}"/>
      </w:docPartPr>
      <w:docPartBody>
        <w:p w:rsidR="00681866" w:rsidRDefault="009D56B9">
          <w:pPr>
            <w:pStyle w:val="7E2D2EF0105043699F19B98903F137C3"/>
          </w:pPr>
          <w:r>
            <w:t>Recipient Name</w:t>
          </w:r>
        </w:p>
      </w:docPartBody>
    </w:docPart>
    <w:docPart>
      <w:docPartPr>
        <w:name w:val="F994865DDDBE4068813C470F2EF0C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86C8-648B-4D29-AFE7-E5F796EDBE34}"/>
      </w:docPartPr>
      <w:docPartBody>
        <w:p w:rsidR="00681866" w:rsidRDefault="009D56B9">
          <w:pPr>
            <w:pStyle w:val="F994865DDDBE4068813C470F2EF0C717"/>
          </w:pPr>
          <w:r>
            <w:t>Your Name</w:t>
          </w:r>
        </w:p>
      </w:docPartBody>
    </w:docPart>
    <w:docPart>
      <w:docPartPr>
        <w:name w:val="2749F31EEE0F49FBB7CEAD02A1620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D5F2C-2C4D-42DF-9433-5663D0908384}"/>
      </w:docPartPr>
      <w:docPartBody>
        <w:p w:rsidR="00681866" w:rsidRDefault="009D56B9">
          <w:pPr>
            <w:pStyle w:val="2749F31EEE0F49FBB7CEAD02A16205E2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B9"/>
    <w:rsid w:val="00681866"/>
    <w:rsid w:val="00802B5C"/>
    <w:rsid w:val="009D3A56"/>
    <w:rsid w:val="009D56B9"/>
    <w:rsid w:val="00C8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FA224C8D184104A8ED4B5D1DD13292">
    <w:name w:val="9CFA224C8D184104A8ED4B5D1DD13292"/>
  </w:style>
  <w:style w:type="paragraph" w:customStyle="1" w:styleId="B2AF3F8117F14A6FABC0B2AAA9F1F189">
    <w:name w:val="B2AF3F8117F14A6FABC0B2AAA9F1F189"/>
  </w:style>
  <w:style w:type="paragraph" w:customStyle="1" w:styleId="7E2D2EF0105043699F19B98903F137C3">
    <w:name w:val="7E2D2EF0105043699F19B98903F137C3"/>
  </w:style>
  <w:style w:type="paragraph" w:customStyle="1" w:styleId="F994865DDDBE4068813C470F2EF0C717">
    <w:name w:val="F994865DDDBE4068813C470F2EF0C717"/>
  </w:style>
  <w:style w:type="paragraph" w:customStyle="1" w:styleId="2749F31EEE0F49FBB7CEAD02A16205E2">
    <w:name w:val="2749F31EEE0F49FBB7CEAD02A16205E2"/>
  </w:style>
  <w:style w:type="paragraph" w:customStyle="1" w:styleId="2B56D72173544A59B4C0F034D4D82755">
    <w:name w:val="2B56D72173544A59B4C0F034D4D82755"/>
  </w:style>
  <w:style w:type="paragraph" w:customStyle="1" w:styleId="AF4CBE91C29F43A781C02E0481EEA0C9">
    <w:name w:val="AF4CBE91C29F43A781C02E0481EEA0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New Work Policy -2019-20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2019-02-08T11:14:00Z</dcterms:created>
  <dcterms:modified xsi:type="dcterms:W3CDTF">2019-02-08T11:15:00Z</dcterms:modified>
</cp:coreProperties>
</file>