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59A3ECC9D17E4E65A709411766672EB4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7C727D" w:rsidRPr="00374ACA" w:rsidRDefault="00250D58" w:rsidP="00374ACA">
          <w:pPr>
            <w:pStyle w:val="Address"/>
            <w:rPr>
              <w:rFonts w:cstheme="minorHAnsi"/>
              <w:sz w:val="24"/>
              <w:szCs w:val="24"/>
            </w:rPr>
          </w:pPr>
          <w:r w:rsidRPr="00374ACA">
            <w:rPr>
              <w:rFonts w:cstheme="minorHAnsi"/>
              <w:sz w:val="24"/>
              <w:szCs w:val="24"/>
            </w:rPr>
            <w:t>[Date]</w:t>
          </w:r>
        </w:p>
      </w:sdtContent>
    </w:sdt>
    <w:p w:rsidR="00374ACA" w:rsidRPr="00374ACA" w:rsidRDefault="00374ACA" w:rsidP="00374ACA">
      <w:pPr>
        <w:pStyle w:val="Address"/>
        <w:rPr>
          <w:rFonts w:cstheme="minorHAnsi"/>
          <w:sz w:val="24"/>
          <w:szCs w:val="24"/>
        </w:rPr>
      </w:pPr>
    </w:p>
    <w:p w:rsidR="00374ACA" w:rsidRPr="00374ACA" w:rsidRDefault="00374ACA">
      <w:pPr>
        <w:pStyle w:val="Address"/>
        <w:rPr>
          <w:rFonts w:cstheme="minorHAnsi"/>
          <w:sz w:val="24"/>
          <w:szCs w:val="24"/>
        </w:rPr>
      </w:pPr>
      <w:r w:rsidRPr="00374ACA">
        <w:rPr>
          <w:rFonts w:cstheme="minorHAnsi"/>
          <w:sz w:val="24"/>
          <w:szCs w:val="24"/>
        </w:rPr>
        <w:t>To</w:t>
      </w:r>
      <w:bookmarkStart w:id="0" w:name="_GoBack"/>
      <w:bookmarkEnd w:id="0"/>
    </w:p>
    <w:p w:rsidR="00374ACA" w:rsidRPr="00374ACA" w:rsidRDefault="00374ACA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Recipient Name"/>
        <w:tag w:val=""/>
        <w:id w:val="580269095"/>
        <w:placeholder>
          <w:docPart w:val="621C94A2476F47B0A558B08FD0B6FBB2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7C727D" w:rsidRPr="00374ACA" w:rsidRDefault="00250D58">
          <w:pPr>
            <w:pStyle w:val="Address"/>
            <w:rPr>
              <w:rFonts w:cstheme="minorHAnsi"/>
              <w:sz w:val="24"/>
              <w:szCs w:val="24"/>
            </w:rPr>
          </w:pPr>
          <w:r w:rsidRPr="00374ACA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7C727D" w:rsidRPr="00374ACA" w:rsidRDefault="00AC52B8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2F498AD68F90406FA04F9557162292D0"/>
          </w:placeholder>
          <w:temporary/>
          <w:showingPlcHdr/>
          <w15:appearance w15:val="hidden"/>
        </w:sdtPr>
        <w:sdtEndPr/>
        <w:sdtContent>
          <w:r w:rsidR="00250D58" w:rsidRPr="00374ACA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54084DD548B74E5DABB8A84E97DBADF8"/>
        </w:placeholder>
        <w:temporary/>
        <w:showingPlcHdr/>
        <w15:appearance w15:val="hidden"/>
      </w:sdtPr>
      <w:sdtEndPr/>
      <w:sdtContent>
        <w:p w:rsidR="007C727D" w:rsidRPr="00374ACA" w:rsidRDefault="00250D58">
          <w:pPr>
            <w:pStyle w:val="Address"/>
            <w:rPr>
              <w:rFonts w:cstheme="minorHAnsi"/>
              <w:sz w:val="24"/>
              <w:szCs w:val="24"/>
            </w:rPr>
          </w:pPr>
          <w:r w:rsidRPr="00374ACA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7C727D" w:rsidRPr="00374ACA" w:rsidRDefault="00AC52B8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D6DF2F49A6874544B329368219B01FD9"/>
          </w:placeholder>
          <w:temporary/>
          <w:showingPlcHdr/>
          <w15:appearance w15:val="hidden"/>
        </w:sdtPr>
        <w:sdtEndPr/>
        <w:sdtContent>
          <w:r w:rsidR="00250D58" w:rsidRPr="00374ACA">
            <w:rPr>
              <w:rFonts w:cstheme="minorHAnsi"/>
              <w:sz w:val="24"/>
              <w:szCs w:val="24"/>
            </w:rPr>
            <w:t>[Street Address]</w:t>
          </w:r>
        </w:sdtContent>
      </w:sdt>
      <w:r w:rsidR="002B54F0" w:rsidRPr="00374ACA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22A8583C531E48C792743A9BBDB1EA9D"/>
          </w:placeholder>
          <w:temporary/>
          <w:showingPlcHdr/>
          <w15:appearance w15:val="hidden"/>
        </w:sdtPr>
        <w:sdtEndPr/>
        <w:sdtContent>
          <w:r w:rsidR="00250D58" w:rsidRPr="00374ACA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7C727D" w:rsidRPr="00374ACA" w:rsidRDefault="00250D58">
      <w:pPr>
        <w:pStyle w:val="Salutation"/>
        <w:rPr>
          <w:rFonts w:cstheme="minorHAnsi"/>
          <w:sz w:val="24"/>
          <w:szCs w:val="24"/>
        </w:rPr>
      </w:pPr>
      <w:r w:rsidRPr="00374ACA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90242174"/>
          <w:placeholder>
            <w:docPart w:val="621C94A2476F47B0A558B08FD0B6FBB2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374ACA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374ACA">
        <w:rPr>
          <w:rFonts w:cstheme="minorHAnsi"/>
          <w:sz w:val="24"/>
          <w:szCs w:val="24"/>
        </w:rPr>
        <w:t>:</w:t>
      </w:r>
    </w:p>
    <w:p w:rsidR="00374ACA" w:rsidRPr="00374ACA" w:rsidRDefault="00374ACA" w:rsidP="00374ACA">
      <w:pPr>
        <w:pStyle w:val="NormalWeb"/>
        <w:rPr>
          <w:rFonts w:asciiTheme="minorHAnsi" w:hAnsiTheme="minorHAnsi" w:cstheme="minorHAnsi"/>
        </w:rPr>
      </w:pPr>
      <w:r w:rsidRPr="00374ACA">
        <w:rPr>
          <w:rFonts w:asciiTheme="minorHAnsi" w:hAnsiTheme="minorHAnsi" w:cstheme="minorHAnsi"/>
        </w:rPr>
        <w:t>This letter is to notify you that I was appointed as an English Teacher for a period of two years which is about to expire the next month. During these years, I tried the finest to accomplish all the theoretical chucks. Furthermore, I have already sent you my key performance indicator report (KPI).</w:t>
      </w:r>
    </w:p>
    <w:p w:rsidR="00374ACA" w:rsidRPr="00374ACA" w:rsidRDefault="00374ACA" w:rsidP="00374ACA">
      <w:pPr>
        <w:pStyle w:val="NormalWeb"/>
        <w:rPr>
          <w:rFonts w:asciiTheme="minorHAnsi" w:hAnsiTheme="minorHAnsi" w:cstheme="minorHAnsi"/>
        </w:rPr>
      </w:pPr>
      <w:r w:rsidRPr="00374ACA">
        <w:rPr>
          <w:rFonts w:asciiTheme="minorHAnsi" w:hAnsiTheme="minorHAnsi" w:cstheme="minorHAnsi"/>
        </w:rPr>
        <w:t>I request you to kindly renew my contract for further as I have developed a great comfort level in this institute. I want to continue working with a professional team like yours. I believe that working under your supremacy will enhance my professional experience in the best possible way.</w:t>
      </w:r>
    </w:p>
    <w:p w:rsidR="00374ACA" w:rsidRPr="00374ACA" w:rsidRDefault="00374ACA" w:rsidP="00374ACA">
      <w:pPr>
        <w:pStyle w:val="NormalWeb"/>
        <w:rPr>
          <w:rFonts w:asciiTheme="minorHAnsi" w:hAnsiTheme="minorHAnsi" w:cstheme="minorHAnsi"/>
        </w:rPr>
      </w:pPr>
      <w:r w:rsidRPr="00374ACA">
        <w:rPr>
          <w:rFonts w:asciiTheme="minorHAnsi" w:hAnsiTheme="minorHAnsi" w:cstheme="minorHAnsi"/>
        </w:rPr>
        <w:t>Kindly let me know if you require my services as an English teacher as I want to choose my impending calling either with you or wherever else though I have already told my preference &amp; interest for your institute.</w:t>
      </w:r>
    </w:p>
    <w:p w:rsidR="00374ACA" w:rsidRPr="00374ACA" w:rsidRDefault="00374ACA" w:rsidP="00374ACA">
      <w:pPr>
        <w:pStyle w:val="NormalWeb"/>
        <w:rPr>
          <w:rFonts w:asciiTheme="minorHAnsi" w:hAnsiTheme="minorHAnsi" w:cstheme="minorHAnsi"/>
        </w:rPr>
      </w:pPr>
      <w:r w:rsidRPr="00374ACA">
        <w:rPr>
          <w:rFonts w:asciiTheme="minorHAnsi" w:hAnsiTheme="minorHAnsi" w:cstheme="minorHAnsi"/>
        </w:rPr>
        <w:t>Thank you for your confidence in me.</w:t>
      </w:r>
    </w:p>
    <w:p w:rsidR="007C727D" w:rsidRPr="00374ACA" w:rsidRDefault="00250D58">
      <w:pPr>
        <w:pStyle w:val="Closing"/>
        <w:rPr>
          <w:rFonts w:cstheme="minorHAnsi"/>
          <w:sz w:val="24"/>
          <w:szCs w:val="24"/>
        </w:rPr>
      </w:pPr>
      <w:r w:rsidRPr="00374ACA">
        <w:rPr>
          <w:rFonts w:cstheme="minorHAnsi"/>
          <w:sz w:val="24"/>
          <w:szCs w:val="24"/>
        </w:rPr>
        <w:t>Sincerely,</w:t>
      </w:r>
    </w:p>
    <w:sdt>
      <w:sdtPr>
        <w:rPr>
          <w:rFonts w:cstheme="minorHAnsi"/>
          <w:sz w:val="24"/>
          <w:szCs w:val="24"/>
        </w:rPr>
        <w:alias w:val="Your Name"/>
        <w:tag w:val="Your Name"/>
        <w:id w:val="-409692515"/>
        <w:placeholder>
          <w:docPart w:val="329C58E800034FE991D4EDFA9C594723"/>
        </w:placeholder>
        <w:showingPlcHd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7C727D" w:rsidRPr="00374ACA" w:rsidRDefault="00374ACA">
          <w:pPr>
            <w:pStyle w:val="Signature"/>
            <w:rPr>
              <w:rFonts w:cstheme="minorHAnsi"/>
              <w:sz w:val="24"/>
              <w:szCs w:val="24"/>
            </w:rPr>
          </w:pPr>
          <w:r w:rsidRPr="00374ACA">
            <w:rPr>
              <w:rFonts w:cstheme="minorHAnsi"/>
              <w:sz w:val="24"/>
              <w:szCs w:val="24"/>
            </w:rPr>
            <w:t>[Your Name]</w:t>
          </w:r>
        </w:p>
      </w:sdtContent>
    </w:sdt>
    <w:sectPr w:rsidR="007C727D" w:rsidRPr="00374ACA" w:rsidSect="002B54F0">
      <w:headerReference w:type="default" r:id="rId7"/>
      <w:footerReference w:type="first" r:id="rId8"/>
      <w:pgSz w:w="12240" w:h="15840"/>
      <w:pgMar w:top="2160" w:right="90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2B8" w:rsidRDefault="00AC52B8">
      <w:pPr>
        <w:spacing w:after="0" w:line="240" w:lineRule="auto"/>
      </w:pPr>
      <w:r>
        <w:separator/>
      </w:r>
    </w:p>
  </w:endnote>
  <w:endnote w:type="continuationSeparator" w:id="0">
    <w:p w:rsidR="00AC52B8" w:rsidRDefault="00AC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4F0" w:rsidRDefault="00374ACA">
    <w:pPr>
      <w:pStyle w:val="Footer"/>
    </w:pP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2B8" w:rsidRDefault="00AC52B8">
      <w:pPr>
        <w:spacing w:after="0" w:line="240" w:lineRule="auto"/>
      </w:pPr>
      <w:r>
        <w:separator/>
      </w:r>
    </w:p>
  </w:footnote>
  <w:footnote w:type="continuationSeparator" w:id="0">
    <w:p w:rsidR="00AC52B8" w:rsidRDefault="00AC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2003692939"/>
      <w:placeholder>
        <w:docPart w:val="A9859792E1C34F0D82452B03190FD80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7C727D" w:rsidRDefault="00250D58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1787309103"/>
      <w:placeholder>
        <w:docPart w:val="59A3ECC9D17E4E65A709411766672EB4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7C727D" w:rsidRDefault="00250D58">
        <w:pPr>
          <w:pStyle w:val="Header"/>
        </w:pPr>
        <w:r>
          <w:t>[Date]</w:t>
        </w:r>
      </w:p>
    </w:sdtContent>
  </w:sdt>
  <w:p w:rsidR="007C727D" w:rsidRDefault="00250D5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4F0"/>
    <w:rsid w:val="00250D58"/>
    <w:rsid w:val="002B54F0"/>
    <w:rsid w:val="00301964"/>
    <w:rsid w:val="00374ACA"/>
    <w:rsid w:val="003D130A"/>
    <w:rsid w:val="007C727D"/>
    <w:rsid w:val="009243E1"/>
    <w:rsid w:val="00AC52B8"/>
    <w:rsid w:val="00E078FD"/>
    <w:rsid w:val="00F8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5F73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paragraph" w:styleId="NormalWeb">
    <w:name w:val="Normal (Web)"/>
    <w:basedOn w:val="Normal"/>
    <w:uiPriority w:val="99"/>
    <w:semiHidden/>
    <w:unhideWhenUsed/>
    <w:rsid w:val="00374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5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requesting%20itemized%20charges%20for%20services%20rendere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9C58E800034FE991D4EDFA9C594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5C121-EED3-44F5-914E-404FFC6F0938}"/>
      </w:docPartPr>
      <w:docPartBody>
        <w:p w:rsidR="00D81F41" w:rsidRDefault="00B9474E">
          <w:pPr>
            <w:pStyle w:val="329C58E800034FE991D4EDFA9C594723"/>
          </w:pPr>
          <w:r>
            <w:t>[Your Name]</w:t>
          </w:r>
        </w:p>
      </w:docPartBody>
    </w:docPart>
    <w:docPart>
      <w:docPartPr>
        <w:name w:val="D6DF2F49A6874544B329368219B01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260F9-4084-49E1-9138-0DB07539A840}"/>
      </w:docPartPr>
      <w:docPartBody>
        <w:p w:rsidR="00D81F41" w:rsidRDefault="00B9474E">
          <w:pPr>
            <w:pStyle w:val="D6DF2F49A6874544B329368219B01FD9"/>
          </w:pPr>
          <w:r>
            <w:t>[Street Address]</w:t>
          </w:r>
        </w:p>
      </w:docPartBody>
    </w:docPart>
    <w:docPart>
      <w:docPartPr>
        <w:name w:val="22A8583C531E48C792743A9BBDB1E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4BFB6-5C4C-42DA-A703-3F9B77E2AD89}"/>
      </w:docPartPr>
      <w:docPartBody>
        <w:p w:rsidR="00D81F41" w:rsidRDefault="00B9474E">
          <w:pPr>
            <w:pStyle w:val="22A8583C531E48C792743A9BBDB1EA9D"/>
          </w:pPr>
          <w:r>
            <w:t>[City, ST ZIP Code]</w:t>
          </w:r>
        </w:p>
      </w:docPartBody>
    </w:docPart>
    <w:docPart>
      <w:docPartPr>
        <w:name w:val="59A3ECC9D17E4E65A709411766672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95747D-A4C6-4E49-BD02-17322B7B61E0}"/>
      </w:docPartPr>
      <w:docPartBody>
        <w:p w:rsidR="00D81F41" w:rsidRDefault="00B9474E">
          <w:pPr>
            <w:pStyle w:val="59A3ECC9D17E4E65A709411766672EB4"/>
          </w:pPr>
          <w:r>
            <w:t>[Date]</w:t>
          </w:r>
        </w:p>
      </w:docPartBody>
    </w:docPart>
    <w:docPart>
      <w:docPartPr>
        <w:name w:val="621C94A2476F47B0A558B08FD0B6F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AF7EC-5BA0-4C51-A7F3-025364CE97D0}"/>
      </w:docPartPr>
      <w:docPartBody>
        <w:p w:rsidR="00D81F41" w:rsidRDefault="00B9474E">
          <w:pPr>
            <w:pStyle w:val="621C94A2476F47B0A558B08FD0B6FBB2"/>
          </w:pPr>
          <w:r>
            <w:rPr>
              <w:rStyle w:val="PlaceholderText"/>
            </w:rPr>
            <w:t>[Company Fax]</w:t>
          </w:r>
        </w:p>
      </w:docPartBody>
    </w:docPart>
    <w:docPart>
      <w:docPartPr>
        <w:name w:val="2F498AD68F90406FA04F955716229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2E940-4AEB-48DB-AE1C-5DA3D861D41F}"/>
      </w:docPartPr>
      <w:docPartBody>
        <w:p w:rsidR="00D81F41" w:rsidRDefault="00B9474E">
          <w:pPr>
            <w:pStyle w:val="2F498AD68F90406FA04F9557162292D0"/>
          </w:pPr>
          <w:r>
            <w:t>[Title]</w:t>
          </w:r>
        </w:p>
      </w:docPartBody>
    </w:docPart>
    <w:docPart>
      <w:docPartPr>
        <w:name w:val="54084DD548B74E5DABB8A84E97DBA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4020A-8FB5-4A6A-AEEA-DCABB2D68C08}"/>
      </w:docPartPr>
      <w:docPartBody>
        <w:p w:rsidR="00D81F41" w:rsidRDefault="00B9474E">
          <w:pPr>
            <w:pStyle w:val="54084DD548B74E5DABB8A84E97DBADF8"/>
          </w:pPr>
          <w:r>
            <w:t>[Company Name]</w:t>
          </w:r>
        </w:p>
      </w:docPartBody>
    </w:docPart>
    <w:docPart>
      <w:docPartPr>
        <w:name w:val="A9859792E1C34F0D82452B03190FD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7EBAD-E4FC-4E47-8B1B-0A2936EB7BFF}"/>
      </w:docPartPr>
      <w:docPartBody>
        <w:p w:rsidR="00D81F41" w:rsidRDefault="00B9474E">
          <w:pPr>
            <w:pStyle w:val="A9859792E1C34F0D82452B03190FD805"/>
          </w:pPr>
          <w:r>
            <w:rPr>
              <w:rStyle w:val="PlaceholderText"/>
            </w:rPr>
            <w:t>[amount]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115"/>
    <w:rsid w:val="008C4C17"/>
    <w:rsid w:val="00B9474E"/>
    <w:rsid w:val="00D81F41"/>
    <w:rsid w:val="00E25F06"/>
    <w:rsid w:val="00FC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9C58E800034FE991D4EDFA9C594723">
    <w:name w:val="329C58E800034FE991D4EDFA9C594723"/>
  </w:style>
  <w:style w:type="paragraph" w:customStyle="1" w:styleId="D6DF2F49A6874544B329368219B01FD9">
    <w:name w:val="D6DF2F49A6874544B329368219B01FD9"/>
  </w:style>
  <w:style w:type="paragraph" w:customStyle="1" w:styleId="22A8583C531E48C792743A9BBDB1EA9D">
    <w:name w:val="22A8583C531E48C792743A9BBDB1EA9D"/>
  </w:style>
  <w:style w:type="paragraph" w:customStyle="1" w:styleId="59A3ECC9D17E4E65A709411766672EB4">
    <w:name w:val="59A3ECC9D17E4E65A709411766672EB4"/>
  </w:style>
  <w:style w:type="character" w:styleId="PlaceholderText">
    <w:name w:val="Placeholder Text"/>
    <w:basedOn w:val="DefaultParagraphFont"/>
    <w:uiPriority w:val="99"/>
    <w:semiHidden/>
    <w:rsid w:val="00FC1115"/>
    <w:rPr>
      <w:color w:val="808080"/>
    </w:rPr>
  </w:style>
  <w:style w:type="paragraph" w:customStyle="1" w:styleId="621C94A2476F47B0A558B08FD0B6FBB2">
    <w:name w:val="621C94A2476F47B0A558B08FD0B6FBB2"/>
  </w:style>
  <w:style w:type="paragraph" w:customStyle="1" w:styleId="2F498AD68F90406FA04F9557162292D0">
    <w:name w:val="2F498AD68F90406FA04F9557162292D0"/>
  </w:style>
  <w:style w:type="paragraph" w:customStyle="1" w:styleId="54084DD548B74E5DABB8A84E97DBADF8">
    <w:name w:val="54084DD548B74E5DABB8A84E97DBADF8"/>
  </w:style>
  <w:style w:type="paragraph" w:customStyle="1" w:styleId="C9CCB46297EE473E84035BDD0A4027EC">
    <w:name w:val="C9CCB46297EE473E84035BDD0A4027EC"/>
  </w:style>
  <w:style w:type="paragraph" w:customStyle="1" w:styleId="A9859792E1C34F0D82452B03190FD805">
    <w:name w:val="A9859792E1C34F0D82452B03190FD805"/>
  </w:style>
  <w:style w:type="paragraph" w:customStyle="1" w:styleId="48198613F32A4F6184C40FC1DDF68A95">
    <w:name w:val="48198613F32A4F6184C40FC1DDF68A95"/>
    <w:rsid w:val="00FC11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1B3274B-A1E7-47F3-8769-4196A79C8E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requesting itemized charges for services rendered.dotx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2018-05-17T09:29:00Z</dcterms:created>
  <dcterms:modified xsi:type="dcterms:W3CDTF">2018-05-17T09:32:00Z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TC034649699991</vt:lpwstr>
  </property>
</Properties>
</file>