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3C" w:rsidRPr="004270AD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r w:rsidRPr="004270AD">
        <w:rPr>
          <w:rFonts w:ascii="Calibri" w:hAnsi="Calibri" w:cs="Calibri"/>
          <w:sz w:val="24"/>
          <w:szCs w:val="24"/>
        </w:rPr>
        <w:t>[Your Name]</w:t>
      </w:r>
    </w:p>
    <w:p w:rsidR="008F7610" w:rsidRPr="004270AD" w:rsidRDefault="00106E33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="007861E2" w:rsidRPr="004270AD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4270AD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="007861E2" w:rsidRPr="004270AD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3C263C" w:rsidRPr="004270AD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65B93251F8CF4F33847C6832EC0F167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8F7610" w:rsidRPr="004270AD" w:rsidRDefault="007861E2" w:rsidP="003C263C">
          <w:pPr>
            <w:rPr>
              <w:rFonts w:ascii="Calibri" w:hAnsi="Calibri" w:cs="Calibri"/>
              <w:sz w:val="24"/>
              <w:szCs w:val="24"/>
            </w:rPr>
          </w:pPr>
          <w:r w:rsidRPr="004270AD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916437740"/>
        <w:placeholder>
          <w:docPart w:val="AC926D4A028A4B0F890C2C5346B966E8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8F7610" w:rsidRPr="004270AD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4270AD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8F7610" w:rsidRPr="004270AD" w:rsidRDefault="00106E33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70C4A38085174482A7546C9EB0325E45"/>
          </w:placeholder>
          <w:temporary/>
          <w:showingPlcHdr/>
          <w15:appearance w15:val="hidden"/>
        </w:sdtPr>
        <w:sdtEndPr/>
        <w:sdtContent>
          <w:r w:rsidR="007861E2" w:rsidRPr="004270AD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268FEF3929B84E228B8C028BD709E924"/>
        </w:placeholder>
        <w:temporary/>
        <w:showingPlcHdr/>
        <w15:appearance w15:val="hidden"/>
      </w:sdtPr>
      <w:sdtEndPr/>
      <w:sdtContent>
        <w:p w:rsidR="008F7610" w:rsidRPr="004270AD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4270AD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8F7610" w:rsidRPr="004270AD" w:rsidRDefault="00106E33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="007861E2" w:rsidRPr="004270AD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4270AD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="007861E2" w:rsidRPr="004270AD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8F7610" w:rsidRPr="004270AD" w:rsidRDefault="007861E2">
      <w:pPr>
        <w:pStyle w:val="Salutation"/>
        <w:rPr>
          <w:rFonts w:ascii="Calibri" w:hAnsi="Calibri" w:cs="Calibri"/>
          <w:sz w:val="24"/>
          <w:szCs w:val="24"/>
        </w:rPr>
      </w:pPr>
      <w:r w:rsidRPr="004270AD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918061784"/>
          <w:placeholder>
            <w:docPart w:val="AC926D4A028A4B0F890C2C5346B966E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4270AD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4270AD">
        <w:rPr>
          <w:rFonts w:ascii="Calibri" w:hAnsi="Calibri" w:cs="Calibri"/>
          <w:sz w:val="24"/>
          <w:szCs w:val="24"/>
        </w:rPr>
        <w:t>:</w:t>
      </w:r>
    </w:p>
    <w:p w:rsidR="004270AD" w:rsidRPr="004270AD" w:rsidRDefault="004270AD" w:rsidP="004270AD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4270AD">
        <w:rPr>
          <w:rFonts w:ascii="Calibri" w:eastAsia="Times New Roman" w:hAnsi="Calibri" w:cs="Calibri"/>
          <w:spacing w:val="0"/>
          <w:sz w:val="24"/>
          <w:szCs w:val="24"/>
        </w:rPr>
        <w:t>I was on four-day holiday from Oct 02, 2019 to Oct 05, 2019. The company deposited the salary of all the employees on Oct 04, but I didn't get it.</w:t>
      </w:r>
    </w:p>
    <w:p w:rsidR="004270AD" w:rsidRPr="004270AD" w:rsidRDefault="004270AD" w:rsidP="004270AD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4270AD">
        <w:rPr>
          <w:rFonts w:ascii="Calibri" w:eastAsia="Times New Roman" w:hAnsi="Calibri" w:cs="Calibri"/>
          <w:spacing w:val="0"/>
          <w:sz w:val="24"/>
          <w:szCs w:val="24"/>
        </w:rPr>
        <w:t>I called my bank to find if there is anything wrong with my account, but they replied to no-update or change in that. The accounts department has said they have sent the money to my account and do not want to listen to anything on my query.</w:t>
      </w:r>
    </w:p>
    <w:p w:rsidR="004270AD" w:rsidRPr="004270AD" w:rsidRDefault="004270AD" w:rsidP="004270AD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4270AD">
        <w:rPr>
          <w:rFonts w:ascii="Calibri" w:eastAsia="Times New Roman" w:hAnsi="Calibri" w:cs="Calibri"/>
          <w:spacing w:val="0"/>
          <w:sz w:val="24"/>
          <w:szCs w:val="24"/>
        </w:rPr>
        <w:t>I am writing this to request you to investigate the matter so that I can get my salary as soon as possible. Thank you.</w:t>
      </w:r>
      <w:bookmarkStart w:id="0" w:name="_GoBack"/>
      <w:bookmarkEnd w:id="0"/>
    </w:p>
    <w:p w:rsidR="00DA28E6" w:rsidRPr="00DA28E6" w:rsidRDefault="00DA28E6" w:rsidP="00DA28E6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DA28E6">
        <w:rPr>
          <w:rFonts w:ascii="Calibri" w:eastAsia="Times New Roman" w:hAnsi="Calibri" w:cs="Calibri"/>
          <w:spacing w:val="0"/>
          <w:sz w:val="24"/>
          <w:szCs w:val="24"/>
        </w:rPr>
        <w:t>Waiting for your response.</w:t>
      </w:r>
    </w:p>
    <w:p w:rsidR="008F7610" w:rsidRPr="004270AD" w:rsidRDefault="007861E2" w:rsidP="00C03F2E">
      <w:pPr>
        <w:pStyle w:val="Closing"/>
        <w:rPr>
          <w:rFonts w:ascii="Calibri" w:hAnsi="Calibri" w:cs="Calibri"/>
          <w:sz w:val="24"/>
          <w:szCs w:val="24"/>
        </w:rPr>
      </w:pPr>
      <w:r w:rsidRPr="004270AD">
        <w:rPr>
          <w:rFonts w:ascii="Calibri" w:hAnsi="Calibri" w:cs="Calibri"/>
          <w:sz w:val="24"/>
          <w:szCs w:val="24"/>
        </w:rPr>
        <w:t>Sincere</w:t>
      </w:r>
      <w:r w:rsidR="003C263C" w:rsidRPr="004270AD">
        <w:rPr>
          <w:rFonts w:ascii="Calibri" w:hAnsi="Calibri" w:cs="Calibri"/>
          <w:sz w:val="24"/>
          <w:szCs w:val="24"/>
        </w:rPr>
        <w:t>ly,</w:t>
      </w:r>
    </w:p>
    <w:p w:rsidR="003C263C" w:rsidRPr="004270AD" w:rsidRDefault="003C263C" w:rsidP="003C263C">
      <w:pPr>
        <w:pStyle w:val="Signature"/>
        <w:rPr>
          <w:rFonts w:ascii="Calibri" w:hAnsi="Calibri" w:cs="Calibri"/>
          <w:sz w:val="24"/>
          <w:szCs w:val="24"/>
        </w:rPr>
      </w:pPr>
      <w:r w:rsidRPr="004270AD">
        <w:rPr>
          <w:rFonts w:ascii="Calibri" w:hAnsi="Calibri" w:cs="Calibri"/>
          <w:sz w:val="24"/>
          <w:szCs w:val="24"/>
        </w:rPr>
        <w:t>[Your Name]</w:t>
      </w:r>
    </w:p>
    <w:sectPr w:rsidR="003C263C" w:rsidRPr="004270AD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E33" w:rsidRDefault="00106E33">
      <w:pPr>
        <w:spacing w:after="0" w:line="240" w:lineRule="auto"/>
      </w:pPr>
      <w:r>
        <w:separator/>
      </w:r>
    </w:p>
  </w:endnote>
  <w:endnote w:type="continuationSeparator" w:id="0">
    <w:p w:rsidR="00106E33" w:rsidRDefault="00106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63C" w:rsidRDefault="003C263C">
    <w:pPr>
      <w:pStyle w:val="Footer"/>
    </w:pPr>
    <w:r>
      <w:t>wordexceltemplates.com</w:t>
    </w:r>
  </w:p>
  <w:p w:rsidR="003C263C" w:rsidRDefault="003C2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E33" w:rsidRDefault="00106E33">
      <w:pPr>
        <w:spacing w:after="0" w:line="240" w:lineRule="auto"/>
      </w:pPr>
      <w:r>
        <w:separator/>
      </w:r>
    </w:p>
  </w:footnote>
  <w:footnote w:type="continuationSeparator" w:id="0">
    <w:p w:rsidR="00106E33" w:rsidRDefault="00106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926535720"/>
      <w:placeholder>
        <w:docPart w:val="770BF1B1279C492B9D32822397EB61D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8F7610" w:rsidRDefault="007861E2">
        <w:pPr>
          <w:pStyle w:val="Address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65B93251F8CF4F33847C6832EC0F167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8F7610" w:rsidRDefault="007861E2">
        <w:pPr>
          <w:pStyle w:val="Header"/>
        </w:pPr>
        <w:r>
          <w:t>[Date]</w:t>
        </w:r>
      </w:p>
    </w:sdtContent>
  </w:sdt>
  <w:p w:rsidR="008F7610" w:rsidRDefault="007861E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3C"/>
    <w:rsid w:val="00106E33"/>
    <w:rsid w:val="00205BB0"/>
    <w:rsid w:val="003C263C"/>
    <w:rsid w:val="004270AD"/>
    <w:rsid w:val="007861E2"/>
    <w:rsid w:val="008F7610"/>
    <w:rsid w:val="00902C03"/>
    <w:rsid w:val="00C03F2E"/>
    <w:rsid w:val="00DA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rmalWeb">
    <w:name w:val="Normal (Web)"/>
    <w:basedOn w:val="Normal"/>
    <w:uiPriority w:val="99"/>
    <w:semiHidden/>
    <w:unhideWhenUsed/>
    <w:rsid w:val="00C0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with%20salary%20require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E45ECC7EC84D57AF2E6F90C8C04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CCAE1-00A8-4265-8DEE-F55FAD83F716}"/>
      </w:docPartPr>
      <w:docPartBody>
        <w:p w:rsidR="00D93906" w:rsidRDefault="006662E3">
          <w:pPr>
            <w:pStyle w:val="66E45ECC7EC84D57AF2E6F90C8C045D9"/>
          </w:pPr>
          <w:r>
            <w:t>[Street Address]</w:t>
          </w:r>
        </w:p>
      </w:docPartBody>
    </w:docPart>
    <w:docPart>
      <w:docPartPr>
        <w:name w:val="631B7A6FBABC4AC99EDE67BD67443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87BF2-A792-4D47-B9FD-D8F14611A5E1}"/>
      </w:docPartPr>
      <w:docPartBody>
        <w:p w:rsidR="00D93906" w:rsidRDefault="006662E3">
          <w:pPr>
            <w:pStyle w:val="631B7A6FBABC4AC99EDE67BD6744366D"/>
          </w:pPr>
          <w:r>
            <w:t>[City, ST ZIP Code]</w:t>
          </w:r>
        </w:p>
      </w:docPartBody>
    </w:docPart>
    <w:docPart>
      <w:docPartPr>
        <w:name w:val="65B93251F8CF4F33847C6832EC0F1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265F-B635-4611-9628-662255A8BAB7}"/>
      </w:docPartPr>
      <w:docPartBody>
        <w:p w:rsidR="00D93906" w:rsidRDefault="006662E3">
          <w:pPr>
            <w:pStyle w:val="65B93251F8CF4F33847C6832EC0F1677"/>
          </w:pPr>
          <w:r>
            <w:t>[Date]</w:t>
          </w:r>
        </w:p>
      </w:docPartBody>
    </w:docPart>
    <w:docPart>
      <w:docPartPr>
        <w:name w:val="AC926D4A028A4B0F890C2C5346B96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097-16E7-4BFF-96B4-AC02EF5A0FFE}"/>
      </w:docPartPr>
      <w:docPartBody>
        <w:p w:rsidR="00D93906" w:rsidRDefault="006662E3">
          <w:pPr>
            <w:pStyle w:val="AC926D4A028A4B0F890C2C5346B966E8"/>
          </w:pPr>
          <w:r>
            <w:rPr>
              <w:rStyle w:val="PlaceholderText"/>
            </w:rPr>
            <w:t>[Company Fax]</w:t>
          </w:r>
        </w:p>
      </w:docPartBody>
    </w:docPart>
    <w:docPart>
      <w:docPartPr>
        <w:name w:val="70C4A38085174482A7546C9EB0325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1DD2C-B12C-4059-99BA-694AA58D847B}"/>
      </w:docPartPr>
      <w:docPartBody>
        <w:p w:rsidR="00D93906" w:rsidRDefault="006662E3">
          <w:pPr>
            <w:pStyle w:val="70C4A38085174482A7546C9EB0325E45"/>
          </w:pPr>
          <w:r>
            <w:t>[Title]</w:t>
          </w:r>
        </w:p>
      </w:docPartBody>
    </w:docPart>
    <w:docPart>
      <w:docPartPr>
        <w:name w:val="268FEF3929B84E228B8C028BD709E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29EBE-A831-444B-A101-79843E69474A}"/>
      </w:docPartPr>
      <w:docPartBody>
        <w:p w:rsidR="00D93906" w:rsidRDefault="006662E3">
          <w:pPr>
            <w:pStyle w:val="268FEF3929B84E228B8C028BD709E924"/>
          </w:pPr>
          <w:r>
            <w:t>[Company Name]</w:t>
          </w:r>
        </w:p>
      </w:docPartBody>
    </w:docPart>
    <w:docPart>
      <w:docPartPr>
        <w:name w:val="770BF1B1279C492B9D32822397EB6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8C30C-9BC1-46D8-8383-8877ABA15CD6}"/>
      </w:docPartPr>
      <w:docPartBody>
        <w:p w:rsidR="00D93906" w:rsidRDefault="006662E3">
          <w:pPr>
            <w:pStyle w:val="770BF1B1279C492B9D32822397EB61DA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7"/>
    <w:rsid w:val="006662E3"/>
    <w:rsid w:val="00D93906"/>
    <w:rsid w:val="00DA27E7"/>
    <w:rsid w:val="00E3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49A099911041AE9E3DA19BB0EF3DF9">
    <w:name w:val="9649A099911041AE9E3DA19BB0EF3DF9"/>
  </w:style>
  <w:style w:type="paragraph" w:customStyle="1" w:styleId="66E45ECC7EC84D57AF2E6F90C8C045D9">
    <w:name w:val="66E45ECC7EC84D57AF2E6F90C8C045D9"/>
  </w:style>
  <w:style w:type="paragraph" w:customStyle="1" w:styleId="631B7A6FBABC4AC99EDE67BD6744366D">
    <w:name w:val="631B7A6FBABC4AC99EDE67BD6744366D"/>
  </w:style>
  <w:style w:type="paragraph" w:customStyle="1" w:styleId="65B93251F8CF4F33847C6832EC0F1677">
    <w:name w:val="65B93251F8CF4F33847C6832EC0F167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926D4A028A4B0F890C2C5346B966E8">
    <w:name w:val="AC926D4A028A4B0F890C2C5346B966E8"/>
  </w:style>
  <w:style w:type="paragraph" w:customStyle="1" w:styleId="70C4A38085174482A7546C9EB0325E45">
    <w:name w:val="70C4A38085174482A7546C9EB0325E45"/>
  </w:style>
  <w:style w:type="paragraph" w:customStyle="1" w:styleId="268FEF3929B84E228B8C028BD709E924">
    <w:name w:val="268FEF3929B84E228B8C028BD709E924"/>
  </w:style>
  <w:style w:type="paragraph" w:customStyle="1" w:styleId="65F30BD9EBA941AEBEB69F47DD4B9D13">
    <w:name w:val="65F30BD9EBA941AEBEB69F47DD4B9D13"/>
  </w:style>
  <w:style w:type="paragraph" w:customStyle="1" w:styleId="E42FA7610C4B4FDB92DD3EB44376AEC7">
    <w:name w:val="E42FA7610C4B4FDB92DD3EB44376AEC7"/>
  </w:style>
  <w:style w:type="paragraph" w:customStyle="1" w:styleId="0A30B67C76004DD9808C18BAAA2F4866">
    <w:name w:val="0A30B67C76004DD9808C18BAAA2F4866"/>
  </w:style>
  <w:style w:type="paragraph" w:customStyle="1" w:styleId="B3E5CFE8F91D456B9192F9238B7B8941">
    <w:name w:val="B3E5CFE8F91D456B9192F9238B7B8941"/>
  </w:style>
  <w:style w:type="paragraph" w:customStyle="1" w:styleId="770BF1B1279C492B9D32822397EB61DA">
    <w:name w:val="770BF1B1279C492B9D32822397EB61DA"/>
  </w:style>
  <w:style w:type="paragraph" w:customStyle="1" w:styleId="5511B11B1B50474D8FE2ABF4495D247C">
    <w:name w:val="5511B11B1B50474D8FE2ABF4495D247C"/>
    <w:rsid w:val="00DA27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0AE3B6A-32BE-4416-8EA1-E5323038B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with salary requirements.dotx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2018-04-05T11:00:00Z</dcterms:created>
  <dcterms:modified xsi:type="dcterms:W3CDTF">2018-04-05T11:00:00Z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TC034649179991</vt:lpwstr>
  </property>
</Properties>
</file>