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3C" w:rsidRPr="00DA28E6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bookmarkStart w:id="0" w:name="_GoBack"/>
      <w:r w:rsidRPr="00DA28E6">
        <w:rPr>
          <w:rFonts w:ascii="Calibri" w:hAnsi="Calibri" w:cs="Calibri"/>
          <w:sz w:val="24"/>
          <w:szCs w:val="24"/>
        </w:rPr>
        <w:t>[Your Name]</w:t>
      </w:r>
    </w:p>
    <w:p w:rsidR="008F7610" w:rsidRPr="00DA28E6" w:rsidRDefault="005736AF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DA28E6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DA28E6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DA28E6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3C263C" w:rsidRPr="00DA28E6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65B93251F8CF4F33847C6832EC0F167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8F7610" w:rsidRPr="00DA28E6" w:rsidRDefault="007861E2" w:rsidP="003C263C">
          <w:pPr>
            <w:rPr>
              <w:rFonts w:ascii="Calibri" w:hAnsi="Calibri" w:cs="Calibri"/>
              <w:sz w:val="24"/>
              <w:szCs w:val="24"/>
            </w:rPr>
          </w:pPr>
          <w:r w:rsidRPr="00DA28E6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916437740"/>
        <w:placeholder>
          <w:docPart w:val="AC926D4A028A4B0F890C2C5346B966E8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8F7610" w:rsidRPr="00DA28E6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DA28E6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8F7610" w:rsidRPr="00DA28E6" w:rsidRDefault="005736AF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70C4A38085174482A7546C9EB0325E45"/>
          </w:placeholder>
          <w:temporary/>
          <w:showingPlcHdr/>
          <w15:appearance w15:val="hidden"/>
        </w:sdtPr>
        <w:sdtEndPr/>
        <w:sdtContent>
          <w:r w:rsidR="007861E2" w:rsidRPr="00DA28E6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268FEF3929B84E228B8C028BD709E924"/>
        </w:placeholder>
        <w:temporary/>
        <w:showingPlcHdr/>
        <w15:appearance w15:val="hidden"/>
      </w:sdtPr>
      <w:sdtEndPr/>
      <w:sdtContent>
        <w:p w:rsidR="008F7610" w:rsidRPr="00DA28E6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DA28E6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8F7610" w:rsidRPr="00DA28E6" w:rsidRDefault="005736AF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DA28E6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DA28E6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DA28E6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8F7610" w:rsidRPr="00DA28E6" w:rsidRDefault="007861E2">
      <w:pPr>
        <w:pStyle w:val="Salutation"/>
        <w:rPr>
          <w:rFonts w:ascii="Calibri" w:hAnsi="Calibri" w:cs="Calibri"/>
          <w:sz w:val="24"/>
          <w:szCs w:val="24"/>
        </w:rPr>
      </w:pPr>
      <w:r w:rsidRPr="00DA28E6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918061784"/>
          <w:placeholder>
            <w:docPart w:val="AC926D4A028A4B0F890C2C5346B966E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DA28E6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DA28E6">
        <w:rPr>
          <w:rFonts w:ascii="Calibri" w:hAnsi="Calibri" w:cs="Calibri"/>
          <w:sz w:val="24"/>
          <w:szCs w:val="24"/>
        </w:rPr>
        <w:t>:</w:t>
      </w:r>
    </w:p>
    <w:p w:rsidR="00DA28E6" w:rsidRPr="00DA28E6" w:rsidRDefault="00DA28E6" w:rsidP="00DA28E6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DA28E6">
        <w:rPr>
          <w:rFonts w:ascii="Calibri" w:eastAsia="Times New Roman" w:hAnsi="Calibri" w:cs="Calibri"/>
          <w:spacing w:val="0"/>
          <w:sz w:val="24"/>
          <w:szCs w:val="24"/>
        </w:rPr>
        <w:t>This is to inform you that I have not received the salary for the month of November 2019. I have called and asked my bank several times, but they respond in negative. I wrote an email to accounts department and they didn't reply.</w:t>
      </w:r>
    </w:p>
    <w:p w:rsidR="00DA28E6" w:rsidRPr="00DA28E6" w:rsidRDefault="00DA28E6" w:rsidP="00DA28E6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DA28E6">
        <w:rPr>
          <w:rFonts w:ascii="Calibri" w:eastAsia="Times New Roman" w:hAnsi="Calibri" w:cs="Calibri"/>
          <w:spacing w:val="0"/>
          <w:sz w:val="24"/>
          <w:szCs w:val="24"/>
        </w:rPr>
        <w:t>Finally, I have decided to bring the matter to your attention. It is 16th of December today and I have not received my salary. Please investigate the matter and speed up the process so that I can get my salary as soon as possible. Thank you.</w:t>
      </w:r>
    </w:p>
    <w:p w:rsidR="00DA28E6" w:rsidRPr="00DA28E6" w:rsidRDefault="00DA28E6" w:rsidP="00DA28E6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DA28E6">
        <w:rPr>
          <w:rFonts w:ascii="Calibri" w:eastAsia="Times New Roman" w:hAnsi="Calibri" w:cs="Calibri"/>
          <w:spacing w:val="0"/>
          <w:sz w:val="24"/>
          <w:szCs w:val="24"/>
        </w:rPr>
        <w:t>Waiting for your response.</w:t>
      </w:r>
    </w:p>
    <w:p w:rsidR="008F7610" w:rsidRPr="00DA28E6" w:rsidRDefault="007861E2" w:rsidP="00C03F2E">
      <w:pPr>
        <w:pStyle w:val="Closing"/>
        <w:rPr>
          <w:rFonts w:ascii="Calibri" w:hAnsi="Calibri" w:cs="Calibri"/>
          <w:sz w:val="24"/>
          <w:szCs w:val="24"/>
        </w:rPr>
      </w:pPr>
      <w:r w:rsidRPr="00DA28E6">
        <w:rPr>
          <w:rFonts w:ascii="Calibri" w:hAnsi="Calibri" w:cs="Calibri"/>
          <w:sz w:val="24"/>
          <w:szCs w:val="24"/>
        </w:rPr>
        <w:t>Sincere</w:t>
      </w:r>
      <w:r w:rsidR="003C263C" w:rsidRPr="00DA28E6">
        <w:rPr>
          <w:rFonts w:ascii="Calibri" w:hAnsi="Calibri" w:cs="Calibri"/>
          <w:sz w:val="24"/>
          <w:szCs w:val="24"/>
        </w:rPr>
        <w:t>ly,</w:t>
      </w:r>
    </w:p>
    <w:p w:rsidR="003C263C" w:rsidRPr="00DA28E6" w:rsidRDefault="003C263C" w:rsidP="003C263C">
      <w:pPr>
        <w:pStyle w:val="Signature"/>
        <w:rPr>
          <w:rFonts w:ascii="Calibri" w:hAnsi="Calibri" w:cs="Calibri"/>
          <w:sz w:val="24"/>
          <w:szCs w:val="24"/>
        </w:rPr>
      </w:pPr>
      <w:r w:rsidRPr="00DA28E6">
        <w:rPr>
          <w:rFonts w:ascii="Calibri" w:hAnsi="Calibri" w:cs="Calibri"/>
          <w:sz w:val="24"/>
          <w:szCs w:val="24"/>
        </w:rPr>
        <w:t>[Your Name]</w:t>
      </w:r>
      <w:bookmarkEnd w:id="0"/>
    </w:p>
    <w:sectPr w:rsidR="003C263C" w:rsidRPr="00DA28E6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6AF" w:rsidRDefault="005736AF">
      <w:pPr>
        <w:spacing w:after="0" w:line="240" w:lineRule="auto"/>
      </w:pPr>
      <w:r>
        <w:separator/>
      </w:r>
    </w:p>
  </w:endnote>
  <w:endnote w:type="continuationSeparator" w:id="0">
    <w:p w:rsidR="005736AF" w:rsidRDefault="0057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63C" w:rsidRDefault="003C263C">
    <w:pPr>
      <w:pStyle w:val="Footer"/>
    </w:pPr>
    <w:r>
      <w:t>wordexceltemplates.com</w:t>
    </w:r>
  </w:p>
  <w:p w:rsidR="003C263C" w:rsidRDefault="003C2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6AF" w:rsidRDefault="005736AF">
      <w:pPr>
        <w:spacing w:after="0" w:line="240" w:lineRule="auto"/>
      </w:pPr>
      <w:r>
        <w:separator/>
      </w:r>
    </w:p>
  </w:footnote>
  <w:footnote w:type="continuationSeparator" w:id="0">
    <w:p w:rsidR="005736AF" w:rsidRDefault="00573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926535720"/>
      <w:placeholder>
        <w:docPart w:val="770BF1B1279C492B9D32822397EB61D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F7610" w:rsidRDefault="007861E2">
        <w:pPr>
          <w:pStyle w:val="Address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65B93251F8CF4F33847C6832EC0F167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8F7610" w:rsidRDefault="007861E2">
        <w:pPr>
          <w:pStyle w:val="Header"/>
        </w:pPr>
        <w:r>
          <w:t>[Date]</w:t>
        </w:r>
      </w:p>
    </w:sdtContent>
  </w:sdt>
  <w:p w:rsidR="008F7610" w:rsidRDefault="007861E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3C"/>
    <w:rsid w:val="00205BB0"/>
    <w:rsid w:val="003C263C"/>
    <w:rsid w:val="005736AF"/>
    <w:rsid w:val="007861E2"/>
    <w:rsid w:val="008F7610"/>
    <w:rsid w:val="00902C03"/>
    <w:rsid w:val="00C03F2E"/>
    <w:rsid w:val="00DA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rmalWeb">
    <w:name w:val="Normal (Web)"/>
    <w:basedOn w:val="Normal"/>
    <w:uiPriority w:val="99"/>
    <w:semiHidden/>
    <w:unhideWhenUsed/>
    <w:rsid w:val="00C0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with%20salary%20require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E45ECC7EC84D57AF2E6F90C8C04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CCAE1-00A8-4265-8DEE-F55FAD83F716}"/>
      </w:docPartPr>
      <w:docPartBody>
        <w:p w:rsidR="00D93906" w:rsidRDefault="006662E3">
          <w:pPr>
            <w:pStyle w:val="66E45ECC7EC84D57AF2E6F90C8C045D9"/>
          </w:pPr>
          <w:r>
            <w:t>[Street Address]</w:t>
          </w:r>
        </w:p>
      </w:docPartBody>
    </w:docPart>
    <w:docPart>
      <w:docPartPr>
        <w:name w:val="631B7A6FBABC4AC99EDE67BD67443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87BF2-A792-4D47-B9FD-D8F14611A5E1}"/>
      </w:docPartPr>
      <w:docPartBody>
        <w:p w:rsidR="00D93906" w:rsidRDefault="006662E3">
          <w:pPr>
            <w:pStyle w:val="631B7A6FBABC4AC99EDE67BD6744366D"/>
          </w:pPr>
          <w:r>
            <w:t>[City, ST ZIP Code]</w:t>
          </w:r>
        </w:p>
      </w:docPartBody>
    </w:docPart>
    <w:docPart>
      <w:docPartPr>
        <w:name w:val="65B93251F8CF4F33847C6832EC0F1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265F-B635-4611-9628-662255A8BAB7}"/>
      </w:docPartPr>
      <w:docPartBody>
        <w:p w:rsidR="00D93906" w:rsidRDefault="006662E3">
          <w:pPr>
            <w:pStyle w:val="65B93251F8CF4F33847C6832EC0F1677"/>
          </w:pPr>
          <w:r>
            <w:t>[Date]</w:t>
          </w:r>
        </w:p>
      </w:docPartBody>
    </w:docPart>
    <w:docPart>
      <w:docPartPr>
        <w:name w:val="AC926D4A028A4B0F890C2C5346B9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097-16E7-4BFF-96B4-AC02EF5A0FFE}"/>
      </w:docPartPr>
      <w:docPartBody>
        <w:p w:rsidR="00D93906" w:rsidRDefault="006662E3">
          <w:pPr>
            <w:pStyle w:val="AC926D4A028A4B0F890C2C5346B966E8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70C4A38085174482A7546C9EB0325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1DD2C-B12C-4059-99BA-694AA58D847B}"/>
      </w:docPartPr>
      <w:docPartBody>
        <w:p w:rsidR="00D93906" w:rsidRDefault="006662E3">
          <w:pPr>
            <w:pStyle w:val="70C4A38085174482A7546C9EB0325E45"/>
          </w:pPr>
          <w:r>
            <w:t>[Title]</w:t>
          </w:r>
        </w:p>
      </w:docPartBody>
    </w:docPart>
    <w:docPart>
      <w:docPartPr>
        <w:name w:val="268FEF3929B84E228B8C028BD709E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29EBE-A831-444B-A101-79843E69474A}"/>
      </w:docPartPr>
      <w:docPartBody>
        <w:p w:rsidR="00D93906" w:rsidRDefault="006662E3">
          <w:pPr>
            <w:pStyle w:val="268FEF3929B84E228B8C028BD709E924"/>
          </w:pPr>
          <w:r>
            <w:t>[Company Name]</w:t>
          </w:r>
        </w:p>
      </w:docPartBody>
    </w:docPart>
    <w:docPart>
      <w:docPartPr>
        <w:name w:val="770BF1B1279C492B9D32822397EB6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8C30C-9BC1-46D8-8383-8877ABA15CD6}"/>
      </w:docPartPr>
      <w:docPartBody>
        <w:p w:rsidR="00D93906" w:rsidRDefault="006662E3">
          <w:pPr>
            <w:pStyle w:val="770BF1B1279C492B9D32822397EB61DA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7"/>
    <w:rsid w:val="0011084C"/>
    <w:rsid w:val="006662E3"/>
    <w:rsid w:val="00D93906"/>
    <w:rsid w:val="00DA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49A099911041AE9E3DA19BB0EF3DF9">
    <w:name w:val="9649A099911041AE9E3DA19BB0EF3DF9"/>
  </w:style>
  <w:style w:type="paragraph" w:customStyle="1" w:styleId="66E45ECC7EC84D57AF2E6F90C8C045D9">
    <w:name w:val="66E45ECC7EC84D57AF2E6F90C8C045D9"/>
  </w:style>
  <w:style w:type="paragraph" w:customStyle="1" w:styleId="631B7A6FBABC4AC99EDE67BD6744366D">
    <w:name w:val="631B7A6FBABC4AC99EDE67BD6744366D"/>
  </w:style>
  <w:style w:type="paragraph" w:customStyle="1" w:styleId="65B93251F8CF4F33847C6832EC0F1677">
    <w:name w:val="65B93251F8CF4F33847C6832EC0F16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926D4A028A4B0F890C2C5346B966E8">
    <w:name w:val="AC926D4A028A4B0F890C2C5346B966E8"/>
  </w:style>
  <w:style w:type="paragraph" w:customStyle="1" w:styleId="70C4A38085174482A7546C9EB0325E45">
    <w:name w:val="70C4A38085174482A7546C9EB0325E45"/>
  </w:style>
  <w:style w:type="paragraph" w:customStyle="1" w:styleId="268FEF3929B84E228B8C028BD709E924">
    <w:name w:val="268FEF3929B84E228B8C028BD709E924"/>
  </w:style>
  <w:style w:type="paragraph" w:customStyle="1" w:styleId="65F30BD9EBA941AEBEB69F47DD4B9D13">
    <w:name w:val="65F30BD9EBA941AEBEB69F47DD4B9D13"/>
  </w:style>
  <w:style w:type="paragraph" w:customStyle="1" w:styleId="E42FA7610C4B4FDB92DD3EB44376AEC7">
    <w:name w:val="E42FA7610C4B4FDB92DD3EB44376AEC7"/>
  </w:style>
  <w:style w:type="paragraph" w:customStyle="1" w:styleId="0A30B67C76004DD9808C18BAAA2F4866">
    <w:name w:val="0A30B67C76004DD9808C18BAAA2F4866"/>
  </w:style>
  <w:style w:type="paragraph" w:customStyle="1" w:styleId="B3E5CFE8F91D456B9192F9238B7B8941">
    <w:name w:val="B3E5CFE8F91D456B9192F9238B7B8941"/>
  </w:style>
  <w:style w:type="paragraph" w:customStyle="1" w:styleId="770BF1B1279C492B9D32822397EB61DA">
    <w:name w:val="770BF1B1279C492B9D32822397EB61DA"/>
  </w:style>
  <w:style w:type="paragraph" w:customStyle="1" w:styleId="5511B11B1B50474D8FE2ABF4495D247C">
    <w:name w:val="5511B11B1B50474D8FE2ABF4495D247C"/>
    <w:rsid w:val="00DA27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0AE3B6A-32BE-4416-8EA1-E5323038B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with salary requirements.dotx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2018-04-05T10:58:00Z</dcterms:created>
  <dcterms:modified xsi:type="dcterms:W3CDTF">2018-04-05T10:58:00Z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TC034649179991</vt:lpwstr>
  </property>
</Properties>
</file>