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63C" w:rsidRPr="00205BB0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r w:rsidRPr="00205BB0">
        <w:rPr>
          <w:rFonts w:ascii="Calibri" w:hAnsi="Calibri" w:cs="Calibri"/>
          <w:sz w:val="24"/>
          <w:szCs w:val="24"/>
        </w:rPr>
        <w:t>[Your Name]</w:t>
      </w:r>
    </w:p>
    <w:p w:rsidR="008F7610" w:rsidRPr="00205BB0" w:rsidRDefault="00595AD0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="007861E2" w:rsidRPr="00205BB0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205BB0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="007861E2" w:rsidRPr="00205BB0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3C263C" w:rsidRPr="00205BB0" w:rsidRDefault="003C263C" w:rsidP="003C263C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65B93251F8CF4F33847C6832EC0F167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8F7610" w:rsidRPr="00205BB0" w:rsidRDefault="007861E2" w:rsidP="003C263C">
          <w:pPr>
            <w:rPr>
              <w:rFonts w:ascii="Calibri" w:hAnsi="Calibri" w:cs="Calibri"/>
              <w:sz w:val="24"/>
              <w:szCs w:val="24"/>
            </w:rPr>
          </w:pPr>
          <w:r w:rsidRPr="00205BB0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916437740"/>
        <w:placeholder>
          <w:docPart w:val="AC926D4A028A4B0F890C2C5346B966E8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8F7610" w:rsidRPr="00205BB0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205BB0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8F7610" w:rsidRPr="00205BB0" w:rsidRDefault="00595AD0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70C4A38085174482A7546C9EB0325E45"/>
          </w:placeholder>
          <w:temporary/>
          <w:showingPlcHdr/>
          <w15:appearance w15:val="hidden"/>
        </w:sdtPr>
        <w:sdtEndPr/>
        <w:sdtContent>
          <w:r w:rsidR="007861E2" w:rsidRPr="00205BB0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268FEF3929B84E228B8C028BD709E924"/>
        </w:placeholder>
        <w:temporary/>
        <w:showingPlcHdr/>
        <w15:appearance w15:val="hidden"/>
      </w:sdtPr>
      <w:sdtEndPr/>
      <w:sdtContent>
        <w:p w:rsidR="008F7610" w:rsidRPr="00205BB0" w:rsidRDefault="007861E2" w:rsidP="003C263C">
          <w:pPr>
            <w:contextualSpacing/>
            <w:rPr>
              <w:rFonts w:ascii="Calibri" w:hAnsi="Calibri" w:cs="Calibri"/>
              <w:sz w:val="24"/>
              <w:szCs w:val="24"/>
            </w:rPr>
          </w:pPr>
          <w:r w:rsidRPr="00205BB0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8F7610" w:rsidRPr="00205BB0" w:rsidRDefault="00595AD0" w:rsidP="003C263C">
      <w:pPr>
        <w:contextualSpacing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66E45ECC7EC84D57AF2E6F90C8C045D9"/>
          </w:placeholder>
          <w:temporary/>
          <w:showingPlcHdr/>
          <w15:appearance w15:val="hidden"/>
        </w:sdtPr>
        <w:sdtEndPr/>
        <w:sdtContent>
          <w:r w:rsidR="007861E2" w:rsidRPr="00205BB0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3C263C" w:rsidRPr="00205BB0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631B7A6FBABC4AC99EDE67BD6744366D"/>
          </w:placeholder>
          <w:temporary/>
          <w:showingPlcHdr/>
          <w15:appearance w15:val="hidden"/>
        </w:sdtPr>
        <w:sdtEndPr/>
        <w:sdtContent>
          <w:r w:rsidR="007861E2" w:rsidRPr="00205BB0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8F7610" w:rsidRPr="00205BB0" w:rsidRDefault="007861E2">
      <w:pPr>
        <w:pStyle w:val="Salutation"/>
        <w:rPr>
          <w:rFonts w:ascii="Calibri" w:hAnsi="Calibri" w:cs="Calibri"/>
          <w:sz w:val="24"/>
          <w:szCs w:val="24"/>
        </w:rPr>
      </w:pPr>
      <w:r w:rsidRPr="00205BB0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918061784"/>
          <w:placeholder>
            <w:docPart w:val="AC926D4A028A4B0F890C2C5346B966E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205BB0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205BB0">
        <w:rPr>
          <w:rFonts w:ascii="Calibri" w:hAnsi="Calibri" w:cs="Calibri"/>
          <w:sz w:val="24"/>
          <w:szCs w:val="24"/>
        </w:rPr>
        <w:t>:</w:t>
      </w:r>
    </w:p>
    <w:p w:rsidR="00205BB0" w:rsidRPr="00205BB0" w:rsidRDefault="00205BB0" w:rsidP="00205BB0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205BB0">
        <w:rPr>
          <w:rFonts w:ascii="Calibri" w:eastAsia="Times New Roman" w:hAnsi="Calibri" w:cs="Calibri"/>
          <w:spacing w:val="0"/>
          <w:sz w:val="24"/>
          <w:szCs w:val="24"/>
        </w:rPr>
        <w:t>I have been working with your company for last 5 years. Recently I changed my bank account and provided the details to the accounts department. I have not received the salary of November 2019. I contacted the administration and requested them to transfer my salary.</w:t>
      </w:r>
    </w:p>
    <w:p w:rsidR="00205BB0" w:rsidRPr="00205BB0" w:rsidRDefault="00205BB0" w:rsidP="00205BB0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205BB0">
        <w:rPr>
          <w:rFonts w:ascii="Calibri" w:eastAsia="Times New Roman" w:hAnsi="Calibri" w:cs="Calibri"/>
          <w:spacing w:val="0"/>
          <w:sz w:val="24"/>
          <w:szCs w:val="24"/>
        </w:rPr>
        <w:t>They did not reply my emails and letters. My salary is 10 days late and nobody is listening to me. I am writing this letter to bring my issue to your attention so that you can help me. I hope that you will resolve my issue.</w:t>
      </w:r>
    </w:p>
    <w:p w:rsidR="008F7610" w:rsidRPr="00205BB0" w:rsidRDefault="007861E2" w:rsidP="00C03F2E">
      <w:pPr>
        <w:pStyle w:val="Closing"/>
        <w:rPr>
          <w:rFonts w:ascii="Calibri" w:hAnsi="Calibri" w:cs="Calibri"/>
          <w:sz w:val="24"/>
          <w:szCs w:val="24"/>
        </w:rPr>
      </w:pPr>
      <w:r w:rsidRPr="00205BB0">
        <w:rPr>
          <w:rFonts w:ascii="Calibri" w:hAnsi="Calibri" w:cs="Calibri"/>
          <w:sz w:val="24"/>
          <w:szCs w:val="24"/>
        </w:rPr>
        <w:t>Sincere</w:t>
      </w:r>
      <w:r w:rsidR="003C263C" w:rsidRPr="00205BB0">
        <w:rPr>
          <w:rFonts w:ascii="Calibri" w:hAnsi="Calibri" w:cs="Calibri"/>
          <w:sz w:val="24"/>
          <w:szCs w:val="24"/>
        </w:rPr>
        <w:t>ly,</w:t>
      </w:r>
      <w:bookmarkStart w:id="0" w:name="_GoBack"/>
      <w:bookmarkEnd w:id="0"/>
    </w:p>
    <w:p w:rsidR="003C263C" w:rsidRPr="00205BB0" w:rsidRDefault="003C263C" w:rsidP="003C263C">
      <w:pPr>
        <w:pStyle w:val="Signature"/>
        <w:rPr>
          <w:rFonts w:ascii="Calibri" w:hAnsi="Calibri" w:cs="Calibri"/>
          <w:sz w:val="24"/>
          <w:szCs w:val="24"/>
        </w:rPr>
      </w:pPr>
      <w:r w:rsidRPr="00205BB0">
        <w:rPr>
          <w:rFonts w:ascii="Calibri" w:hAnsi="Calibri" w:cs="Calibri"/>
          <w:sz w:val="24"/>
          <w:szCs w:val="24"/>
        </w:rPr>
        <w:t>[Your Name]</w:t>
      </w:r>
    </w:p>
    <w:sectPr w:rsidR="003C263C" w:rsidRPr="00205BB0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AD0" w:rsidRDefault="00595AD0">
      <w:pPr>
        <w:spacing w:after="0" w:line="240" w:lineRule="auto"/>
      </w:pPr>
      <w:r>
        <w:separator/>
      </w:r>
    </w:p>
  </w:endnote>
  <w:endnote w:type="continuationSeparator" w:id="0">
    <w:p w:rsidR="00595AD0" w:rsidRDefault="0059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63C" w:rsidRDefault="003C263C">
    <w:pPr>
      <w:pStyle w:val="Footer"/>
    </w:pPr>
    <w:r>
      <w:t>wordexceltemplates.com</w:t>
    </w:r>
  </w:p>
  <w:p w:rsidR="003C263C" w:rsidRDefault="003C2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AD0" w:rsidRDefault="00595AD0">
      <w:pPr>
        <w:spacing w:after="0" w:line="240" w:lineRule="auto"/>
      </w:pPr>
      <w:r>
        <w:separator/>
      </w:r>
    </w:p>
  </w:footnote>
  <w:footnote w:type="continuationSeparator" w:id="0">
    <w:p w:rsidR="00595AD0" w:rsidRDefault="0059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926535720"/>
      <w:placeholder>
        <w:docPart w:val="770BF1B1279C492B9D32822397EB61D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8F7610" w:rsidRDefault="007861E2">
        <w:pPr>
          <w:pStyle w:val="Address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65B93251F8CF4F33847C6832EC0F167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8F7610" w:rsidRDefault="007861E2">
        <w:pPr>
          <w:pStyle w:val="Header"/>
        </w:pPr>
        <w:r>
          <w:t>[Date]</w:t>
        </w:r>
      </w:p>
    </w:sdtContent>
  </w:sdt>
  <w:p w:rsidR="008F7610" w:rsidRDefault="007861E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3C"/>
    <w:rsid w:val="00205BB0"/>
    <w:rsid w:val="003C263C"/>
    <w:rsid w:val="00595AD0"/>
    <w:rsid w:val="007861E2"/>
    <w:rsid w:val="008F7610"/>
    <w:rsid w:val="00902C03"/>
    <w:rsid w:val="00C0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rmalWeb">
    <w:name w:val="Normal (Web)"/>
    <w:basedOn w:val="Normal"/>
    <w:uiPriority w:val="99"/>
    <w:semiHidden/>
    <w:unhideWhenUsed/>
    <w:rsid w:val="00C0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with%20salary%20require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E45ECC7EC84D57AF2E6F90C8C04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CCAE1-00A8-4265-8DEE-F55FAD83F716}"/>
      </w:docPartPr>
      <w:docPartBody>
        <w:p w:rsidR="00D93906" w:rsidRDefault="006662E3">
          <w:pPr>
            <w:pStyle w:val="66E45ECC7EC84D57AF2E6F90C8C045D9"/>
          </w:pPr>
          <w:r>
            <w:t>[Street Address]</w:t>
          </w:r>
        </w:p>
      </w:docPartBody>
    </w:docPart>
    <w:docPart>
      <w:docPartPr>
        <w:name w:val="631B7A6FBABC4AC99EDE67BD67443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87BF2-A792-4D47-B9FD-D8F14611A5E1}"/>
      </w:docPartPr>
      <w:docPartBody>
        <w:p w:rsidR="00D93906" w:rsidRDefault="006662E3">
          <w:pPr>
            <w:pStyle w:val="631B7A6FBABC4AC99EDE67BD6744366D"/>
          </w:pPr>
          <w:r>
            <w:t>[City, ST ZIP Code]</w:t>
          </w:r>
        </w:p>
      </w:docPartBody>
    </w:docPart>
    <w:docPart>
      <w:docPartPr>
        <w:name w:val="65B93251F8CF4F33847C6832EC0F1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265F-B635-4611-9628-662255A8BAB7}"/>
      </w:docPartPr>
      <w:docPartBody>
        <w:p w:rsidR="00D93906" w:rsidRDefault="006662E3">
          <w:pPr>
            <w:pStyle w:val="65B93251F8CF4F33847C6832EC0F1677"/>
          </w:pPr>
          <w:r>
            <w:t>[Date]</w:t>
          </w:r>
        </w:p>
      </w:docPartBody>
    </w:docPart>
    <w:docPart>
      <w:docPartPr>
        <w:name w:val="AC926D4A028A4B0F890C2C5346B96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097-16E7-4BFF-96B4-AC02EF5A0FFE}"/>
      </w:docPartPr>
      <w:docPartBody>
        <w:p w:rsidR="00D93906" w:rsidRDefault="006662E3">
          <w:pPr>
            <w:pStyle w:val="AC926D4A028A4B0F890C2C5346B966E8"/>
          </w:pPr>
          <w:r>
            <w:rPr>
              <w:rStyle w:val="PlaceholderText"/>
            </w:rPr>
            <w:t>[Company Fax]</w:t>
          </w:r>
        </w:p>
      </w:docPartBody>
    </w:docPart>
    <w:docPart>
      <w:docPartPr>
        <w:name w:val="70C4A38085174482A7546C9EB0325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1DD2C-B12C-4059-99BA-694AA58D847B}"/>
      </w:docPartPr>
      <w:docPartBody>
        <w:p w:rsidR="00D93906" w:rsidRDefault="006662E3">
          <w:pPr>
            <w:pStyle w:val="70C4A38085174482A7546C9EB0325E45"/>
          </w:pPr>
          <w:r>
            <w:t>[Title]</w:t>
          </w:r>
        </w:p>
      </w:docPartBody>
    </w:docPart>
    <w:docPart>
      <w:docPartPr>
        <w:name w:val="268FEF3929B84E228B8C028BD709E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29EBE-A831-444B-A101-79843E69474A}"/>
      </w:docPartPr>
      <w:docPartBody>
        <w:p w:rsidR="00D93906" w:rsidRDefault="006662E3">
          <w:pPr>
            <w:pStyle w:val="268FEF3929B84E228B8C028BD709E924"/>
          </w:pPr>
          <w:r>
            <w:t>[Company Name]</w:t>
          </w:r>
        </w:p>
      </w:docPartBody>
    </w:docPart>
    <w:docPart>
      <w:docPartPr>
        <w:name w:val="770BF1B1279C492B9D32822397EB6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8C30C-9BC1-46D8-8383-8877ABA15CD6}"/>
      </w:docPartPr>
      <w:docPartBody>
        <w:p w:rsidR="00D93906" w:rsidRDefault="006662E3">
          <w:pPr>
            <w:pStyle w:val="770BF1B1279C492B9D32822397EB61DA"/>
          </w:pPr>
          <w:r>
            <w:rPr>
              <w:rStyle w:val="PlaceholderText"/>
            </w:rPr>
            <w:t>[phone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E7"/>
    <w:rsid w:val="004F57A3"/>
    <w:rsid w:val="006662E3"/>
    <w:rsid w:val="00D93906"/>
    <w:rsid w:val="00DA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49A099911041AE9E3DA19BB0EF3DF9">
    <w:name w:val="9649A099911041AE9E3DA19BB0EF3DF9"/>
  </w:style>
  <w:style w:type="paragraph" w:customStyle="1" w:styleId="66E45ECC7EC84D57AF2E6F90C8C045D9">
    <w:name w:val="66E45ECC7EC84D57AF2E6F90C8C045D9"/>
  </w:style>
  <w:style w:type="paragraph" w:customStyle="1" w:styleId="631B7A6FBABC4AC99EDE67BD6744366D">
    <w:name w:val="631B7A6FBABC4AC99EDE67BD6744366D"/>
  </w:style>
  <w:style w:type="paragraph" w:customStyle="1" w:styleId="65B93251F8CF4F33847C6832EC0F1677">
    <w:name w:val="65B93251F8CF4F33847C6832EC0F167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926D4A028A4B0F890C2C5346B966E8">
    <w:name w:val="AC926D4A028A4B0F890C2C5346B966E8"/>
  </w:style>
  <w:style w:type="paragraph" w:customStyle="1" w:styleId="70C4A38085174482A7546C9EB0325E45">
    <w:name w:val="70C4A38085174482A7546C9EB0325E45"/>
  </w:style>
  <w:style w:type="paragraph" w:customStyle="1" w:styleId="268FEF3929B84E228B8C028BD709E924">
    <w:name w:val="268FEF3929B84E228B8C028BD709E924"/>
  </w:style>
  <w:style w:type="paragraph" w:customStyle="1" w:styleId="65F30BD9EBA941AEBEB69F47DD4B9D13">
    <w:name w:val="65F30BD9EBA941AEBEB69F47DD4B9D13"/>
  </w:style>
  <w:style w:type="paragraph" w:customStyle="1" w:styleId="E42FA7610C4B4FDB92DD3EB44376AEC7">
    <w:name w:val="E42FA7610C4B4FDB92DD3EB44376AEC7"/>
  </w:style>
  <w:style w:type="paragraph" w:customStyle="1" w:styleId="0A30B67C76004DD9808C18BAAA2F4866">
    <w:name w:val="0A30B67C76004DD9808C18BAAA2F4866"/>
  </w:style>
  <w:style w:type="paragraph" w:customStyle="1" w:styleId="B3E5CFE8F91D456B9192F9238B7B8941">
    <w:name w:val="B3E5CFE8F91D456B9192F9238B7B8941"/>
  </w:style>
  <w:style w:type="paragraph" w:customStyle="1" w:styleId="770BF1B1279C492B9D32822397EB61DA">
    <w:name w:val="770BF1B1279C492B9D32822397EB61DA"/>
  </w:style>
  <w:style w:type="paragraph" w:customStyle="1" w:styleId="5511B11B1B50474D8FE2ABF4495D247C">
    <w:name w:val="5511B11B1B50474D8FE2ABF4495D247C"/>
    <w:rsid w:val="00DA27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0AE3B6A-32BE-4416-8EA1-E5323038B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with salary requirements.dotx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2018-04-05T10:52:00Z</dcterms:created>
  <dcterms:modified xsi:type="dcterms:W3CDTF">2018-04-05T10:53:00Z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TC034649179991</vt:lpwstr>
  </property>
</Properties>
</file>