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63C" w:rsidRPr="00C03F2E" w:rsidRDefault="003C263C" w:rsidP="003C263C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  <w:r w:rsidRPr="00C03F2E">
        <w:rPr>
          <w:rFonts w:ascii="Calibri" w:hAnsi="Calibri" w:cs="Calibri"/>
          <w:sz w:val="24"/>
          <w:szCs w:val="24"/>
        </w:rPr>
        <w:t>[Your Name]</w:t>
      </w:r>
    </w:p>
    <w:p w:rsidR="008F7610" w:rsidRPr="00C03F2E" w:rsidRDefault="007861E2" w:rsidP="003C263C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634143502"/>
          <w:placeholder>
            <w:docPart w:val="66E45ECC7EC84D57AF2E6F90C8C045D9"/>
          </w:placeholder>
          <w:temporary/>
          <w:showingPlcHdr/>
          <w15:appearance w15:val="hidden"/>
        </w:sdtPr>
        <w:sdtEndPr/>
        <w:sdtContent>
          <w:r w:rsidRPr="00C03F2E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3C263C" w:rsidRPr="00C03F2E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2091195522"/>
          <w:placeholder>
            <w:docPart w:val="631B7A6FBABC4AC99EDE67BD6744366D"/>
          </w:placeholder>
          <w:temporary/>
          <w:showingPlcHdr/>
          <w15:appearance w15:val="hidden"/>
        </w:sdtPr>
        <w:sdtEndPr/>
        <w:sdtContent>
          <w:r w:rsidRPr="00C03F2E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3C263C" w:rsidRPr="00C03F2E" w:rsidRDefault="003C263C" w:rsidP="003C263C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65B93251F8CF4F33847C6832EC0F167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8F7610" w:rsidRPr="00C03F2E" w:rsidRDefault="007861E2" w:rsidP="003C263C">
          <w:pPr>
            <w:rPr>
              <w:rFonts w:ascii="Calibri" w:hAnsi="Calibri" w:cs="Calibri"/>
              <w:sz w:val="24"/>
              <w:szCs w:val="24"/>
            </w:rPr>
          </w:pPr>
          <w:r w:rsidRPr="00C03F2E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916437740"/>
        <w:placeholder>
          <w:docPart w:val="AC926D4A028A4B0F890C2C5346B966E8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8F7610" w:rsidRPr="00C03F2E" w:rsidRDefault="007861E2" w:rsidP="003C263C">
          <w:pPr>
            <w:contextualSpacing/>
            <w:rPr>
              <w:rFonts w:ascii="Calibri" w:hAnsi="Calibri" w:cs="Calibri"/>
              <w:sz w:val="24"/>
              <w:szCs w:val="24"/>
            </w:rPr>
          </w:pPr>
          <w:r w:rsidRPr="00C03F2E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8F7610" w:rsidRPr="00C03F2E" w:rsidRDefault="007861E2" w:rsidP="003C263C">
      <w:pPr>
        <w:contextualSpacing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70C4A38085174482A7546C9EB0325E45"/>
          </w:placeholder>
          <w:temporary/>
          <w:showingPlcHdr/>
          <w15:appearance w15:val="hidden"/>
        </w:sdtPr>
        <w:sdtEndPr/>
        <w:sdtContent>
          <w:r w:rsidRPr="00C03F2E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sz w:val="24"/>
          <w:szCs w:val="24"/>
        </w:rPr>
        <w:id w:val="-531874231"/>
        <w:placeholder>
          <w:docPart w:val="268FEF3929B84E228B8C028BD709E924"/>
        </w:placeholder>
        <w:temporary/>
        <w:showingPlcHdr/>
        <w15:appearance w15:val="hidden"/>
      </w:sdtPr>
      <w:sdtEndPr/>
      <w:sdtContent>
        <w:p w:rsidR="008F7610" w:rsidRPr="00C03F2E" w:rsidRDefault="007861E2" w:rsidP="003C263C">
          <w:pPr>
            <w:contextualSpacing/>
            <w:rPr>
              <w:rFonts w:ascii="Calibri" w:hAnsi="Calibri" w:cs="Calibri"/>
              <w:sz w:val="24"/>
              <w:szCs w:val="24"/>
            </w:rPr>
          </w:pPr>
          <w:r w:rsidRPr="00C03F2E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8F7610" w:rsidRPr="00C03F2E" w:rsidRDefault="007861E2" w:rsidP="003C263C">
      <w:pPr>
        <w:contextualSpacing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410967897"/>
          <w:placeholder>
            <w:docPart w:val="66E45ECC7EC84D57AF2E6F90C8C045D9"/>
          </w:placeholder>
          <w:temporary/>
          <w:showingPlcHdr/>
          <w15:appearance w15:val="hidden"/>
        </w:sdtPr>
        <w:sdtEndPr/>
        <w:sdtContent>
          <w:r w:rsidRPr="00C03F2E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3C263C" w:rsidRPr="00C03F2E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-445319069"/>
          <w:placeholder>
            <w:docPart w:val="631B7A6FBABC4AC99EDE67BD6744366D"/>
          </w:placeholder>
          <w:temporary/>
          <w:showingPlcHdr/>
          <w15:appearance w15:val="hidden"/>
        </w:sdtPr>
        <w:sdtEndPr/>
        <w:sdtContent>
          <w:r w:rsidRPr="00C03F2E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8F7610" w:rsidRPr="00C03F2E" w:rsidRDefault="007861E2">
      <w:pPr>
        <w:pStyle w:val="Salutation"/>
        <w:rPr>
          <w:rFonts w:ascii="Calibri" w:hAnsi="Calibri" w:cs="Calibri"/>
          <w:sz w:val="24"/>
          <w:szCs w:val="24"/>
        </w:rPr>
      </w:pPr>
      <w:r w:rsidRPr="00C03F2E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918061784"/>
          <w:placeholder>
            <w:docPart w:val="AC926D4A028A4B0F890C2C5346B966E8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C03F2E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C03F2E">
        <w:rPr>
          <w:rFonts w:ascii="Calibri" w:hAnsi="Calibri" w:cs="Calibri"/>
          <w:sz w:val="24"/>
          <w:szCs w:val="24"/>
        </w:rPr>
        <w:t>:</w:t>
      </w:r>
    </w:p>
    <w:p w:rsidR="00C03F2E" w:rsidRPr="00C03F2E" w:rsidRDefault="00C03F2E" w:rsidP="00C03F2E">
      <w:pPr>
        <w:pStyle w:val="NormalWeb"/>
        <w:rPr>
          <w:rFonts w:ascii="Calibri" w:hAnsi="Calibri" w:cs="Calibri"/>
        </w:rPr>
      </w:pPr>
      <w:r w:rsidRPr="00C03F2E">
        <w:rPr>
          <w:rFonts w:ascii="Calibri" w:hAnsi="Calibri" w:cs="Calibri"/>
        </w:rPr>
        <w:t>I am writing this letter to inform you that for the month of March I received my net salary $2500. I received my salary as per the date set by the company i.e. April 5th. </w:t>
      </w:r>
    </w:p>
    <w:p w:rsidR="00C03F2E" w:rsidRPr="00C03F2E" w:rsidRDefault="00C03F2E" w:rsidP="00C03F2E">
      <w:pPr>
        <w:pStyle w:val="NormalWeb"/>
        <w:rPr>
          <w:rFonts w:ascii="Calibri" w:hAnsi="Calibri" w:cs="Calibri"/>
        </w:rPr>
      </w:pPr>
      <w:r w:rsidRPr="00C03F2E">
        <w:rPr>
          <w:rFonts w:ascii="Calibri" w:hAnsi="Calibri" w:cs="Calibri"/>
        </w:rPr>
        <w:t>In our last meeting about salary increment, it was decided that my salary is increased by 25% plus the two-annual salary bonus will be three salaries now. As per this change, I must be paid $3125. It may be a clerical mistake, or the HR department has not been updated about the change.</w:t>
      </w:r>
    </w:p>
    <w:p w:rsidR="00C03F2E" w:rsidRPr="00C03F2E" w:rsidRDefault="00C03F2E" w:rsidP="00C03F2E">
      <w:pPr>
        <w:pStyle w:val="Closing"/>
        <w:rPr>
          <w:rFonts w:ascii="Calibri" w:hAnsi="Calibri" w:cs="Calibri"/>
          <w:sz w:val="24"/>
          <w:szCs w:val="24"/>
        </w:rPr>
      </w:pPr>
      <w:r w:rsidRPr="00C03F2E">
        <w:rPr>
          <w:rFonts w:ascii="Calibri" w:hAnsi="Calibri" w:cs="Calibri"/>
          <w:sz w:val="24"/>
          <w:szCs w:val="24"/>
        </w:rPr>
        <w:t>To my worry, I still get the same salary as it was before the appraisal. I want you to please consider this matter as serious and</w:t>
      </w:r>
      <w:r w:rsidRPr="00C03F2E">
        <w:rPr>
          <w:rFonts w:ascii="Calibri" w:hAnsi="Calibri" w:cs="Calibri"/>
          <w:sz w:val="24"/>
          <w:szCs w:val="24"/>
        </w:rPr>
        <w:t xml:space="preserve"> resolve it as soon a</w:t>
      </w:r>
      <w:bookmarkStart w:id="0" w:name="_GoBack"/>
      <w:bookmarkEnd w:id="0"/>
      <w:r w:rsidRPr="00C03F2E">
        <w:rPr>
          <w:rFonts w:ascii="Calibri" w:hAnsi="Calibri" w:cs="Calibri"/>
          <w:sz w:val="24"/>
          <w:szCs w:val="24"/>
        </w:rPr>
        <w:t>s possible</w:t>
      </w:r>
    </w:p>
    <w:p w:rsidR="008F7610" w:rsidRPr="00C03F2E" w:rsidRDefault="007861E2" w:rsidP="00C03F2E">
      <w:pPr>
        <w:pStyle w:val="Closing"/>
        <w:rPr>
          <w:rFonts w:ascii="Calibri" w:hAnsi="Calibri" w:cs="Calibri"/>
          <w:sz w:val="24"/>
          <w:szCs w:val="24"/>
        </w:rPr>
      </w:pPr>
      <w:r w:rsidRPr="00C03F2E">
        <w:rPr>
          <w:rFonts w:ascii="Calibri" w:hAnsi="Calibri" w:cs="Calibri"/>
          <w:sz w:val="24"/>
          <w:szCs w:val="24"/>
        </w:rPr>
        <w:t>Sincere</w:t>
      </w:r>
      <w:r w:rsidR="003C263C" w:rsidRPr="00C03F2E">
        <w:rPr>
          <w:rFonts w:ascii="Calibri" w:hAnsi="Calibri" w:cs="Calibri"/>
          <w:sz w:val="24"/>
          <w:szCs w:val="24"/>
        </w:rPr>
        <w:t>ly,</w:t>
      </w:r>
    </w:p>
    <w:p w:rsidR="003C263C" w:rsidRPr="00C03F2E" w:rsidRDefault="003C263C" w:rsidP="003C263C">
      <w:pPr>
        <w:pStyle w:val="Signature"/>
        <w:rPr>
          <w:rFonts w:ascii="Calibri" w:hAnsi="Calibri" w:cs="Calibri"/>
          <w:sz w:val="24"/>
          <w:szCs w:val="24"/>
        </w:rPr>
      </w:pPr>
      <w:r w:rsidRPr="00C03F2E">
        <w:rPr>
          <w:rFonts w:ascii="Calibri" w:hAnsi="Calibri" w:cs="Calibri"/>
          <w:sz w:val="24"/>
          <w:szCs w:val="24"/>
        </w:rPr>
        <w:t>[Your Name]</w:t>
      </w:r>
    </w:p>
    <w:sectPr w:rsidR="003C263C" w:rsidRPr="00C03F2E">
      <w:headerReference w:type="default" r:id="rId7"/>
      <w:footerReference w:type="first" r:id="rId8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1E2" w:rsidRDefault="007861E2">
      <w:pPr>
        <w:spacing w:after="0" w:line="240" w:lineRule="auto"/>
      </w:pPr>
      <w:r>
        <w:separator/>
      </w:r>
    </w:p>
  </w:endnote>
  <w:endnote w:type="continuationSeparator" w:id="0">
    <w:p w:rsidR="007861E2" w:rsidRDefault="0078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63C" w:rsidRDefault="003C263C">
    <w:pPr>
      <w:pStyle w:val="Footer"/>
    </w:pPr>
    <w:r>
      <w:t>wordexceltemplates.com</w:t>
    </w:r>
  </w:p>
  <w:p w:rsidR="003C263C" w:rsidRDefault="003C26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1E2" w:rsidRDefault="007861E2">
      <w:pPr>
        <w:spacing w:after="0" w:line="240" w:lineRule="auto"/>
      </w:pPr>
      <w:r>
        <w:separator/>
      </w:r>
    </w:p>
  </w:footnote>
  <w:footnote w:type="continuationSeparator" w:id="0">
    <w:p w:rsidR="007861E2" w:rsidRDefault="00786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926535720"/>
      <w:placeholder>
        <w:docPart w:val="770BF1B1279C492B9D32822397EB61D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8F7610" w:rsidRDefault="007861E2">
        <w:pPr>
          <w:pStyle w:val="Address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65B93251F8CF4F33847C6832EC0F167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8F7610" w:rsidRDefault="007861E2">
        <w:pPr>
          <w:pStyle w:val="Header"/>
        </w:pPr>
        <w:r>
          <w:t>[Date]</w:t>
        </w:r>
      </w:p>
    </w:sdtContent>
  </w:sdt>
  <w:p w:rsidR="008F7610" w:rsidRDefault="007861E2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3C"/>
    <w:rsid w:val="003C263C"/>
    <w:rsid w:val="007861E2"/>
    <w:rsid w:val="008F7610"/>
    <w:rsid w:val="00C0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C86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paragraph" w:styleId="NormalWeb">
    <w:name w:val="Normal (Web)"/>
    <w:basedOn w:val="Normal"/>
    <w:uiPriority w:val="99"/>
    <w:semiHidden/>
    <w:unhideWhenUsed/>
    <w:rsid w:val="00C03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with%20salary%20requiremen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E45ECC7EC84D57AF2E6F90C8C04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CCAE1-00A8-4265-8DEE-F55FAD83F716}"/>
      </w:docPartPr>
      <w:docPartBody>
        <w:p w:rsidR="00000000" w:rsidRDefault="006662E3">
          <w:pPr>
            <w:pStyle w:val="66E45ECC7EC84D57AF2E6F90C8C045D9"/>
          </w:pPr>
          <w:r>
            <w:t>[Street Address]</w:t>
          </w:r>
        </w:p>
      </w:docPartBody>
    </w:docPart>
    <w:docPart>
      <w:docPartPr>
        <w:name w:val="631B7A6FBABC4AC99EDE67BD67443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87BF2-A792-4D47-B9FD-D8F14611A5E1}"/>
      </w:docPartPr>
      <w:docPartBody>
        <w:p w:rsidR="00000000" w:rsidRDefault="006662E3">
          <w:pPr>
            <w:pStyle w:val="631B7A6FBABC4AC99EDE67BD6744366D"/>
          </w:pPr>
          <w:r>
            <w:t>[City, ST ZIP Code]</w:t>
          </w:r>
        </w:p>
      </w:docPartBody>
    </w:docPart>
    <w:docPart>
      <w:docPartPr>
        <w:name w:val="65B93251F8CF4F33847C6832EC0F1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F265F-B635-4611-9628-662255A8BAB7}"/>
      </w:docPartPr>
      <w:docPartBody>
        <w:p w:rsidR="00000000" w:rsidRDefault="006662E3">
          <w:pPr>
            <w:pStyle w:val="65B93251F8CF4F33847C6832EC0F1677"/>
          </w:pPr>
          <w:r>
            <w:t>[Date]</w:t>
          </w:r>
        </w:p>
      </w:docPartBody>
    </w:docPart>
    <w:docPart>
      <w:docPartPr>
        <w:name w:val="AC926D4A028A4B0F890C2C5346B96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56097-16E7-4BFF-96B4-AC02EF5A0FFE}"/>
      </w:docPartPr>
      <w:docPartBody>
        <w:p w:rsidR="00000000" w:rsidRDefault="006662E3">
          <w:pPr>
            <w:pStyle w:val="AC926D4A028A4B0F890C2C5346B966E8"/>
          </w:pPr>
          <w:r>
            <w:rPr>
              <w:rStyle w:val="PlaceholderText"/>
            </w:rPr>
            <w:t>[Company Fax]</w:t>
          </w:r>
        </w:p>
      </w:docPartBody>
    </w:docPart>
    <w:docPart>
      <w:docPartPr>
        <w:name w:val="70C4A38085174482A7546C9EB0325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1DD2C-B12C-4059-99BA-694AA58D847B}"/>
      </w:docPartPr>
      <w:docPartBody>
        <w:p w:rsidR="00000000" w:rsidRDefault="006662E3">
          <w:pPr>
            <w:pStyle w:val="70C4A38085174482A7546C9EB0325E45"/>
          </w:pPr>
          <w:r>
            <w:t>[Title]</w:t>
          </w:r>
        </w:p>
      </w:docPartBody>
    </w:docPart>
    <w:docPart>
      <w:docPartPr>
        <w:name w:val="268FEF3929B84E228B8C028BD709E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29EBE-A831-444B-A101-79843E69474A}"/>
      </w:docPartPr>
      <w:docPartBody>
        <w:p w:rsidR="00000000" w:rsidRDefault="006662E3">
          <w:pPr>
            <w:pStyle w:val="268FEF3929B84E228B8C028BD709E924"/>
          </w:pPr>
          <w:r>
            <w:t>[Company Name]</w:t>
          </w:r>
        </w:p>
      </w:docPartBody>
    </w:docPart>
    <w:docPart>
      <w:docPartPr>
        <w:name w:val="770BF1B1279C492B9D32822397EB6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8C30C-9BC1-46D8-8383-8877ABA15CD6}"/>
      </w:docPartPr>
      <w:docPartBody>
        <w:p w:rsidR="00000000" w:rsidRDefault="006662E3">
          <w:pPr>
            <w:pStyle w:val="770BF1B1279C492B9D32822397EB61DA"/>
          </w:pPr>
          <w:r>
            <w:rPr>
              <w:rStyle w:val="PlaceholderText"/>
            </w:rPr>
            <w:t>[phone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E7"/>
    <w:rsid w:val="006662E3"/>
    <w:rsid w:val="00DA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49A099911041AE9E3DA19BB0EF3DF9">
    <w:name w:val="9649A099911041AE9E3DA19BB0EF3DF9"/>
  </w:style>
  <w:style w:type="paragraph" w:customStyle="1" w:styleId="66E45ECC7EC84D57AF2E6F90C8C045D9">
    <w:name w:val="66E45ECC7EC84D57AF2E6F90C8C045D9"/>
  </w:style>
  <w:style w:type="paragraph" w:customStyle="1" w:styleId="631B7A6FBABC4AC99EDE67BD6744366D">
    <w:name w:val="631B7A6FBABC4AC99EDE67BD6744366D"/>
  </w:style>
  <w:style w:type="paragraph" w:customStyle="1" w:styleId="65B93251F8CF4F33847C6832EC0F1677">
    <w:name w:val="65B93251F8CF4F33847C6832EC0F167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926D4A028A4B0F890C2C5346B966E8">
    <w:name w:val="AC926D4A028A4B0F890C2C5346B966E8"/>
  </w:style>
  <w:style w:type="paragraph" w:customStyle="1" w:styleId="70C4A38085174482A7546C9EB0325E45">
    <w:name w:val="70C4A38085174482A7546C9EB0325E45"/>
  </w:style>
  <w:style w:type="paragraph" w:customStyle="1" w:styleId="268FEF3929B84E228B8C028BD709E924">
    <w:name w:val="268FEF3929B84E228B8C028BD709E924"/>
  </w:style>
  <w:style w:type="paragraph" w:customStyle="1" w:styleId="65F30BD9EBA941AEBEB69F47DD4B9D13">
    <w:name w:val="65F30BD9EBA941AEBEB69F47DD4B9D13"/>
  </w:style>
  <w:style w:type="paragraph" w:customStyle="1" w:styleId="E42FA7610C4B4FDB92DD3EB44376AEC7">
    <w:name w:val="E42FA7610C4B4FDB92DD3EB44376AEC7"/>
  </w:style>
  <w:style w:type="paragraph" w:customStyle="1" w:styleId="0A30B67C76004DD9808C18BAAA2F4866">
    <w:name w:val="0A30B67C76004DD9808C18BAAA2F4866"/>
  </w:style>
  <w:style w:type="paragraph" w:customStyle="1" w:styleId="B3E5CFE8F91D456B9192F9238B7B8941">
    <w:name w:val="B3E5CFE8F91D456B9192F9238B7B8941"/>
  </w:style>
  <w:style w:type="paragraph" w:customStyle="1" w:styleId="770BF1B1279C492B9D32822397EB61DA">
    <w:name w:val="770BF1B1279C492B9D32822397EB61DA"/>
  </w:style>
  <w:style w:type="paragraph" w:customStyle="1" w:styleId="5511B11B1B50474D8FE2ABF4495D247C">
    <w:name w:val="5511B11B1B50474D8FE2ABF4495D247C"/>
    <w:rsid w:val="00DA27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0AE3B6A-32BE-4416-8EA1-E5323038B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with salary requirements.dotx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2018-04-05T08:50:00Z</dcterms:created>
  <dcterms:modified xsi:type="dcterms:W3CDTF">2018-04-05T08:50:00Z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TC034649179991</vt:lpwstr>
  </property>
</Properties>
</file>