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D9" w:rsidRPr="00C83AD9" w:rsidRDefault="00C83AD9" w:rsidP="00C83AD9">
      <w:pPr>
        <w:jc w:val="center"/>
        <w:rPr>
          <w:sz w:val="28"/>
        </w:rPr>
      </w:pPr>
      <w:r w:rsidRPr="00C83AD9">
        <w:rPr>
          <w:sz w:val="28"/>
        </w:rPr>
        <w:t>Leave Application</w:t>
      </w:r>
    </w:p>
    <w:p w:rsidR="00C83AD9" w:rsidRDefault="00C83AD9"/>
    <w:tbl>
      <w:tblPr>
        <w:tblStyle w:val="Memotable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785540" w:rsidRPr="00C83AD9" w:rsidTr="00C83AD9">
        <w:sdt>
          <w:sdtPr>
            <w:rPr>
              <w:rFonts w:ascii="Calibri" w:hAnsi="Calibri" w:cs="Calibri"/>
              <w:sz w:val="24"/>
              <w:szCs w:val="24"/>
            </w:rPr>
            <w:alias w:val="To:"/>
            <w:tag w:val="To:"/>
            <w:id w:val="1015413264"/>
            <w:placeholder>
              <w:docPart w:val="885E906E1137478F9A04A58B1B9023CD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C83AD9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83AD9">
                  <w:rPr>
                    <w:rFonts w:ascii="Calibri" w:hAnsi="Calibri" w:cs="Calibri"/>
                    <w:sz w:val="24"/>
                    <w:szCs w:val="24"/>
                  </w:rPr>
                  <w:t>To: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Recipient Name:"/>
            <w:tag w:val="Recipient Name:"/>
            <w:id w:val="434908482"/>
            <w:placeholder>
              <w:docPart w:val="97C14C3D801649DDA0914BABCDD8C4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C83AD9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83AD9">
                  <w:rPr>
                    <w:rFonts w:ascii="Calibri" w:hAnsi="Calibri" w:cs="Calibri"/>
                    <w:sz w:val="24"/>
                    <w:szCs w:val="24"/>
                  </w:rPr>
                  <w:t>Recipient Name</w:t>
                </w:r>
              </w:p>
            </w:tc>
          </w:sdtContent>
        </w:sdt>
      </w:tr>
      <w:tr w:rsidR="00785540" w:rsidRPr="00C83AD9" w:rsidTr="00C83AD9">
        <w:sdt>
          <w:sdtPr>
            <w:rPr>
              <w:rFonts w:ascii="Calibri" w:hAnsi="Calibri" w:cs="Calibri"/>
              <w:sz w:val="24"/>
              <w:szCs w:val="24"/>
            </w:rPr>
            <w:alias w:val="From:"/>
            <w:tag w:val="From:"/>
            <w:id w:val="21141888"/>
            <w:placeholder>
              <w:docPart w:val="8BD9B30017684450848597C9FC12A0CF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C83AD9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83AD9">
                  <w:rPr>
                    <w:rFonts w:ascii="Calibri" w:hAnsi="Calibri" w:cs="Calibri"/>
                    <w:sz w:val="24"/>
                    <w:szCs w:val="24"/>
                  </w:rPr>
                  <w:t>From:</w:t>
                </w:r>
              </w:p>
            </w:tc>
          </w:sdtContent>
        </w:sdt>
        <w:tc>
          <w:tcPr>
            <w:tcW w:w="8128" w:type="dxa"/>
          </w:tcPr>
          <w:sdt>
            <w:sdtPr>
              <w:rPr>
                <w:rFonts w:ascii="Calibri" w:hAnsi="Calibri" w:cs="Calibri"/>
                <w:sz w:val="24"/>
                <w:szCs w:val="24"/>
              </w:rPr>
              <w:alias w:val="Your Name:"/>
              <w:tag w:val="Your Name:"/>
              <w:id w:val="-2135937564"/>
              <w:placeholder>
                <w:docPart w:val="D5E459C1F5CA452EB5FEEF3E9BC7B17D"/>
              </w:placeholder>
              <w:temporary/>
              <w:showingPlcHdr/>
              <w15:appearance w15:val="hidden"/>
            </w:sdtPr>
            <w:sdtEndPr/>
            <w:sdtContent>
              <w:p w:rsidR="00EB38E6" w:rsidRPr="00C83AD9" w:rsidRDefault="00EB38E6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83AD9">
                  <w:rPr>
                    <w:rFonts w:ascii="Calibri" w:hAnsi="Calibri" w:cs="Calibri"/>
                    <w:sz w:val="24"/>
                    <w:szCs w:val="24"/>
                  </w:rPr>
                  <w:t>Your Name</w:t>
                </w:r>
              </w:p>
            </w:sdtContent>
          </w:sdt>
        </w:tc>
      </w:tr>
      <w:tr w:rsidR="00785540" w:rsidRPr="00C83AD9" w:rsidTr="00C83AD9">
        <w:sdt>
          <w:sdtPr>
            <w:rPr>
              <w:rFonts w:ascii="Calibri" w:hAnsi="Calibri" w:cs="Calibri"/>
              <w:sz w:val="24"/>
              <w:szCs w:val="24"/>
            </w:rPr>
            <w:alias w:val="cc:"/>
            <w:tag w:val="cc:"/>
            <w:id w:val="1474175770"/>
            <w:placeholder>
              <w:docPart w:val="6D43C74584104637B95E393B0C33F623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C83AD9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83AD9">
                  <w:rPr>
                    <w:rFonts w:ascii="Calibri" w:hAnsi="Calibri" w:cs="Calibri"/>
                    <w:sz w:val="24"/>
                    <w:szCs w:val="24"/>
                  </w:rPr>
                  <w:t>cc: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CC Name:"/>
            <w:tag w:val="CC Name:"/>
            <w:id w:val="434908537"/>
            <w:placeholder>
              <w:docPart w:val="92D5D28568FF40678F6E7A7D77E23B2D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C83AD9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83AD9">
                  <w:rPr>
                    <w:rFonts w:ascii="Calibri" w:hAnsi="Calibri" w:cs="Calibri"/>
                    <w:sz w:val="24"/>
                    <w:szCs w:val="24"/>
                  </w:rPr>
                  <w:t>Name</w:t>
                </w:r>
              </w:p>
            </w:tc>
          </w:sdtContent>
        </w:sdt>
      </w:tr>
      <w:tr w:rsidR="00785540" w:rsidRPr="00C83AD9" w:rsidTr="00C83AD9">
        <w:sdt>
          <w:sdtPr>
            <w:rPr>
              <w:rFonts w:ascii="Calibri" w:hAnsi="Calibri" w:cs="Calibri"/>
              <w:sz w:val="24"/>
              <w:szCs w:val="24"/>
            </w:rPr>
            <w:alias w:val="Date:"/>
            <w:tag w:val="Date:"/>
            <w:id w:val="-2052519928"/>
            <w:placeholder>
              <w:docPart w:val="5386D7FBBB114F22832E1F20B2473B3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C83AD9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83AD9">
                  <w:rPr>
                    <w:rFonts w:ascii="Calibri" w:hAnsi="Calibri" w:cs="Calibri"/>
                    <w:sz w:val="24"/>
                    <w:szCs w:val="24"/>
                  </w:rPr>
                  <w:t>Date: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Enter Date:"/>
            <w:tag w:val="Enter Date:"/>
            <w:id w:val="1933395035"/>
            <w:placeholder>
              <w:docPart w:val="C52657C2F4414A83B91DC1292C505E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C83AD9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83AD9">
                  <w:rPr>
                    <w:rFonts w:ascii="Calibri" w:hAnsi="Calibri" w:cs="Calibri"/>
                    <w:sz w:val="24"/>
                    <w:szCs w:val="24"/>
                  </w:rPr>
                  <w:t>Date</w:t>
                </w:r>
              </w:p>
            </w:tc>
          </w:sdtContent>
        </w:sdt>
      </w:tr>
      <w:tr w:rsidR="00785540" w:rsidRPr="00C83AD9" w:rsidTr="00C83A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tcMar>
              <w:left w:w="0" w:type="dxa"/>
              <w:bottom w:w="288" w:type="dxa"/>
              <w:right w:w="0" w:type="dxa"/>
            </w:tcMar>
          </w:tcPr>
          <w:p w:rsidR="00785540" w:rsidRPr="00C83AD9" w:rsidRDefault="00C83AD9" w:rsidP="0061769E">
            <w:pPr>
              <w:pStyle w:val="Heading1"/>
              <w:contextualSpacing w:val="0"/>
              <w:outlineLvl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Subject:</w:t>
            </w:r>
          </w:p>
        </w:tc>
        <w:tc>
          <w:tcPr>
            <w:tcW w:w="8128" w:type="dxa"/>
            <w:tcMar>
              <w:left w:w="0" w:type="dxa"/>
              <w:bottom w:w="288" w:type="dxa"/>
              <w:right w:w="0" w:type="dxa"/>
            </w:tcMar>
          </w:tcPr>
          <w:p w:rsidR="00785540" w:rsidRPr="00C83AD9" w:rsidRDefault="00C83AD9" w:rsidP="0061769E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One Day Leave to Look after Wife</w:t>
            </w:r>
          </w:p>
        </w:tc>
      </w:tr>
    </w:tbl>
    <w:p w:rsidR="00C83AD9" w:rsidRPr="00C83AD9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C83AD9">
        <w:rPr>
          <w:rFonts w:ascii="Calibri" w:hAnsi="Calibri" w:cs="Calibri"/>
        </w:rPr>
        <w:t>Respected sir,</w:t>
      </w:r>
      <w:bookmarkStart w:id="0" w:name="_GoBack"/>
      <w:bookmarkEnd w:id="0"/>
    </w:p>
    <w:p w:rsidR="00C83AD9" w:rsidRPr="00C83AD9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C83AD9">
        <w:rPr>
          <w:rFonts w:ascii="Calibri" w:hAnsi="Calibri" w:cs="Calibri"/>
        </w:rPr>
        <w:t>I want to bring it to your kind attention that my wife is suffering from fever and I want to take her to doctor for a medical test. She is also complaining about pain and in need to be given immediate and proper medical attention.</w:t>
      </w:r>
    </w:p>
    <w:p w:rsidR="00C83AD9" w:rsidRPr="00C83AD9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C83AD9">
        <w:rPr>
          <w:rFonts w:ascii="Calibri" w:hAnsi="Calibri" w:cs="Calibri"/>
        </w:rPr>
        <w:t>I am very much concerned about her health. For this purpose, I am required to take leave from office for 2 days.</w:t>
      </w:r>
    </w:p>
    <w:p w:rsidR="00C83AD9" w:rsidRPr="00C83AD9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C83AD9">
        <w:rPr>
          <w:rFonts w:ascii="Calibri" w:hAnsi="Calibri" w:cs="Calibri"/>
        </w:rPr>
        <w:t>Thanks</w:t>
      </w:r>
    </w:p>
    <w:p w:rsidR="00C83AD9" w:rsidRPr="00C83AD9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C83AD9">
        <w:rPr>
          <w:rFonts w:ascii="Calibri" w:hAnsi="Calibri" w:cs="Calibri"/>
        </w:rPr>
        <w:t>Your sincerely</w:t>
      </w:r>
    </w:p>
    <w:p w:rsidR="00933B8F" w:rsidRPr="00C83AD9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C83AD9">
        <w:rPr>
          <w:rFonts w:ascii="Calibri" w:hAnsi="Calibri" w:cs="Calibri"/>
          <w:sz w:val="24"/>
          <w:szCs w:val="24"/>
        </w:rPr>
        <w:t>[Name Here]</w:t>
      </w:r>
    </w:p>
    <w:p w:rsidR="00C83AD9" w:rsidRPr="00C83AD9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C83AD9">
        <w:rPr>
          <w:rFonts w:ascii="Calibri" w:hAnsi="Calibri" w:cs="Calibri"/>
          <w:sz w:val="24"/>
          <w:szCs w:val="24"/>
        </w:rPr>
        <w:t>[Designation]</w:t>
      </w:r>
    </w:p>
    <w:sectPr w:rsidR="00C83AD9" w:rsidRPr="00C83AD9" w:rsidSect="00C83AD9">
      <w:footerReference w:type="even" r:id="rId7"/>
      <w:footerReference w:type="default" r:id="rId8"/>
      <w:footerReference w:type="first" r:id="rId9"/>
      <w:pgSz w:w="12240" w:h="15840" w:code="1"/>
      <w:pgMar w:top="108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302" w:rsidRDefault="00595302" w:rsidP="00785540">
      <w:pPr>
        <w:spacing w:before="0"/>
      </w:pPr>
      <w:r>
        <w:separator/>
      </w:r>
    </w:p>
  </w:endnote>
  <w:endnote w:type="continuationSeparator" w:id="0">
    <w:p w:rsidR="00595302" w:rsidRDefault="00595302" w:rsidP="007855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336C5" w:rsidRDefault="00595302">
    <w:pPr>
      <w:pStyle w:val="Footer"/>
    </w:pPr>
  </w:p>
  <w:p w:rsidR="00B336C5" w:rsidRDefault="005953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933B8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D9" w:rsidRDefault="00C83AD9" w:rsidP="00C83AD9">
    <w:pPr>
      <w:pStyle w:val="Footer"/>
      <w:jc w:val="left"/>
    </w:pPr>
    <w:r>
      <w:t>wordexceltemplates.com</w:t>
    </w:r>
  </w:p>
  <w:p w:rsidR="00C83AD9" w:rsidRDefault="00C83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302" w:rsidRDefault="00595302" w:rsidP="00785540">
      <w:pPr>
        <w:spacing w:before="0"/>
      </w:pPr>
      <w:r>
        <w:separator/>
      </w:r>
    </w:p>
  </w:footnote>
  <w:footnote w:type="continuationSeparator" w:id="0">
    <w:p w:rsidR="00595302" w:rsidRDefault="00595302" w:rsidP="007855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00BE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2C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080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6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CDE3A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265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2AF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B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8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C4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E3C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7E39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053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8720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0100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BC7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C2A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E76D6E"/>
    <w:multiLevelType w:val="multilevel"/>
    <w:tmpl w:val="9DD0DD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F730CB5"/>
    <w:multiLevelType w:val="multilevel"/>
    <w:tmpl w:val="5F58368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837D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C4B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0550FB"/>
    <w:multiLevelType w:val="multilevel"/>
    <w:tmpl w:val="4E46251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798F3528"/>
    <w:multiLevelType w:val="multilevel"/>
    <w:tmpl w:val="ACF4B7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F104EA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22"/>
  </w:num>
  <w:num w:numId="17">
    <w:abstractNumId w:val="21"/>
  </w:num>
  <w:num w:numId="18">
    <w:abstractNumId w:val="16"/>
  </w:num>
  <w:num w:numId="19">
    <w:abstractNumId w:val="18"/>
  </w:num>
  <w:num w:numId="20">
    <w:abstractNumId w:val="10"/>
  </w:num>
  <w:num w:numId="21">
    <w:abstractNumId w:val="12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D9"/>
    <w:rsid w:val="00293B83"/>
    <w:rsid w:val="004B5A73"/>
    <w:rsid w:val="00595302"/>
    <w:rsid w:val="00697389"/>
    <w:rsid w:val="006A3CE7"/>
    <w:rsid w:val="00785540"/>
    <w:rsid w:val="00933B8F"/>
    <w:rsid w:val="00C83AD9"/>
    <w:rsid w:val="00E05653"/>
    <w:rsid w:val="00E87284"/>
    <w:rsid w:val="00EB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9923D"/>
  <w15:chartTrackingRefBased/>
  <w15:docId w15:val="{D499C807-81FC-4346-B430-CBE62069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E6"/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697389"/>
    <w:pPr>
      <w:keepNext/>
      <w:keepLines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54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785540"/>
    <w:pPr>
      <w:spacing w:before="240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customStyle="1" w:styleId="CompanyName">
    <w:name w:val="Company Name"/>
    <w:basedOn w:val="Normal"/>
    <w:uiPriority w:val="1"/>
    <w:qFormat/>
    <w:rsid w:val="00785540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pacing w:before="0"/>
      <w:ind w:left="5040" w:right="288"/>
      <w:jc w:val="center"/>
    </w:pPr>
    <w:rPr>
      <w:rFonts w:asciiTheme="majorHAnsi" w:hAnsiTheme="majorHAnsi"/>
      <w:color w:val="FFFFFF" w:themeColor="background1"/>
      <w:spacing w:val="-15"/>
      <w:sz w:val="32"/>
    </w:rPr>
  </w:style>
  <w:style w:type="paragraph" w:styleId="Footer">
    <w:name w:val="footer"/>
    <w:basedOn w:val="Normal"/>
    <w:link w:val="FooterChar"/>
    <w:uiPriority w:val="99"/>
    <w:unhideWhenUsed/>
    <w:qFormat/>
    <w:rsid w:val="00E0565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05653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78554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78554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E05653"/>
  </w:style>
  <w:style w:type="character" w:customStyle="1" w:styleId="HeaderChar">
    <w:name w:val="Header Char"/>
    <w:basedOn w:val="DefaultParagraphFont"/>
    <w:link w:val="Header"/>
    <w:uiPriority w:val="99"/>
    <w:rsid w:val="00E05653"/>
    <w:rPr>
      <w:rFonts w:eastAsiaTheme="minorEastAsia" w:cs="Times New Roman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87284"/>
    <w:pPr>
      <w:numPr>
        <w:ilvl w:val="1"/>
      </w:numPr>
      <w:spacing w:after="160"/>
    </w:pPr>
    <w:rPr>
      <w:rFonts w:cstheme="minorBidi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87284"/>
    <w:rPr>
      <w:rFonts w:eastAsiaTheme="minorEastAsia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87284"/>
    <w:rPr>
      <w:i/>
      <w:iCs/>
      <w:color w:val="24406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87284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87284"/>
    <w:rPr>
      <w:rFonts w:eastAsiaTheme="minorEastAsia" w:cs="Times New Roman"/>
      <w:i/>
      <w:iCs/>
      <w:color w:val="24406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87284"/>
    <w:rPr>
      <w:b/>
      <w:bCs/>
      <w:caps w:val="0"/>
      <w:smallCaps/>
      <w:color w:val="244061" w:themeColor="accent1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E87284"/>
    <w:pPr>
      <w:pBdr>
        <w:top w:val="single" w:sz="2" w:space="10" w:color="244061" w:themeColor="accent1" w:themeShade="80" w:shadow="1"/>
        <w:left w:val="single" w:sz="2" w:space="10" w:color="244061" w:themeColor="accent1" w:themeShade="80" w:shadow="1"/>
        <w:bottom w:val="single" w:sz="2" w:space="10" w:color="244061" w:themeColor="accent1" w:themeShade="80" w:shadow="1"/>
        <w:right w:val="single" w:sz="2" w:space="10" w:color="244061" w:themeColor="accent1" w:themeShade="80" w:shadow="1"/>
      </w:pBdr>
      <w:ind w:left="1152" w:right="1152"/>
    </w:pPr>
    <w:rPr>
      <w:rFonts w:cstheme="minorBidi"/>
      <w:i/>
      <w:iCs/>
      <w:color w:val="24406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87284"/>
    <w:rPr>
      <w:color w:val="403152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7284"/>
    <w:rPr>
      <w:color w:val="1F497D" w:themeColor="text2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87284"/>
    <w:rPr>
      <w:color w:val="244061" w:themeColor="accent1" w:themeShade="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87284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389"/>
    <w:pPr>
      <w:spacing w:before="0" w:after="200"/>
    </w:pPr>
    <w:rPr>
      <w:i/>
      <w:iCs/>
      <w:color w:val="1F497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389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89"/>
    <w:rPr>
      <w:rFonts w:ascii="Segoe UI" w:eastAsiaTheme="minorEastAsia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38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389"/>
    <w:rPr>
      <w:rFonts w:eastAsiaTheme="minorEastAsia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738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7389"/>
    <w:rPr>
      <w:rFonts w:eastAsiaTheme="minorEastAsia" w:cs="Times New Roman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738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3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389"/>
    <w:rPr>
      <w:rFonts w:eastAsiaTheme="minorEastAsi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389"/>
    <w:rPr>
      <w:rFonts w:eastAsiaTheme="minorEastAsia" w:cs="Times New Roman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7389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7389"/>
    <w:rPr>
      <w:rFonts w:ascii="Segoe UI" w:eastAsiaTheme="minorEastAsia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389"/>
    <w:rPr>
      <w:rFonts w:eastAsiaTheme="minorEastAsia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97389"/>
    <w:pPr>
      <w:spacing w:before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389"/>
    <w:rPr>
      <w:rFonts w:eastAsiaTheme="minorEastAsia" w:cs="Times New Roman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389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97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 w:cs="Times New Roman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7389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7389"/>
    <w:rPr>
      <w:rFonts w:ascii="Consolas" w:eastAsiaTheme="minorEastAsia" w:hAnsi="Consolas" w:cs="Times New Roman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83AD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teroffice%20Memo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5E906E1137478F9A04A58B1B90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E558B-51BC-44C4-A21E-DAAD9C718456}"/>
      </w:docPartPr>
      <w:docPartBody>
        <w:p w:rsidR="00000000" w:rsidRDefault="003F0576">
          <w:pPr>
            <w:pStyle w:val="885E906E1137478F9A04A58B1B9023CD"/>
          </w:pPr>
          <w:r w:rsidRPr="006F57FD">
            <w:t>To:</w:t>
          </w:r>
        </w:p>
      </w:docPartBody>
    </w:docPart>
    <w:docPart>
      <w:docPartPr>
        <w:name w:val="97C14C3D801649DDA0914BABCDD8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73995-47E3-4668-9125-9CB06B86B5E4}"/>
      </w:docPartPr>
      <w:docPartBody>
        <w:p w:rsidR="00000000" w:rsidRDefault="003F0576">
          <w:pPr>
            <w:pStyle w:val="97C14C3D801649DDA0914BABCDD8C40E"/>
          </w:pPr>
          <w:r w:rsidRPr="00FB2B58">
            <w:t>Recipient Name</w:t>
          </w:r>
        </w:p>
      </w:docPartBody>
    </w:docPart>
    <w:docPart>
      <w:docPartPr>
        <w:name w:val="8BD9B30017684450848597C9FC12A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40158-40C7-4012-9387-FE09BDB7A650}"/>
      </w:docPartPr>
      <w:docPartBody>
        <w:p w:rsidR="00000000" w:rsidRDefault="003F0576">
          <w:pPr>
            <w:pStyle w:val="8BD9B30017684450848597C9FC12A0CF"/>
          </w:pPr>
          <w:r w:rsidRPr="006F57FD">
            <w:t>From:</w:t>
          </w:r>
        </w:p>
      </w:docPartBody>
    </w:docPart>
    <w:docPart>
      <w:docPartPr>
        <w:name w:val="D5E459C1F5CA452EB5FEEF3E9BC7B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B6A51-AAF1-446F-AB8A-5CCF6B4C273C}"/>
      </w:docPartPr>
      <w:docPartBody>
        <w:p w:rsidR="00000000" w:rsidRDefault="003F0576">
          <w:pPr>
            <w:pStyle w:val="D5E459C1F5CA452EB5FEEF3E9BC7B17D"/>
          </w:pPr>
          <w:r w:rsidRPr="00FB2B58">
            <w:t>Your Name</w:t>
          </w:r>
        </w:p>
      </w:docPartBody>
    </w:docPart>
    <w:docPart>
      <w:docPartPr>
        <w:name w:val="6D43C74584104637B95E393B0C33F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CA4B8-2E94-4FA6-A704-CD9F7F58CE30}"/>
      </w:docPartPr>
      <w:docPartBody>
        <w:p w:rsidR="00000000" w:rsidRDefault="003F0576">
          <w:pPr>
            <w:pStyle w:val="6D43C74584104637B95E393B0C33F623"/>
          </w:pPr>
          <w:r w:rsidRPr="006F57FD">
            <w:t>cc:</w:t>
          </w:r>
        </w:p>
      </w:docPartBody>
    </w:docPart>
    <w:docPart>
      <w:docPartPr>
        <w:name w:val="92D5D28568FF40678F6E7A7D77E23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884FD-3B2A-4DC7-871F-69C73A985C46}"/>
      </w:docPartPr>
      <w:docPartBody>
        <w:p w:rsidR="00000000" w:rsidRDefault="003F0576">
          <w:pPr>
            <w:pStyle w:val="92D5D28568FF40678F6E7A7D77E23B2D"/>
          </w:pPr>
          <w:r w:rsidRPr="00FB2B58">
            <w:t>Name</w:t>
          </w:r>
        </w:p>
      </w:docPartBody>
    </w:docPart>
    <w:docPart>
      <w:docPartPr>
        <w:name w:val="5386D7FBBB114F22832E1F20B2473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6EDF-DC4D-4A19-AA1E-B07405DC8894}"/>
      </w:docPartPr>
      <w:docPartBody>
        <w:p w:rsidR="00000000" w:rsidRDefault="003F0576">
          <w:pPr>
            <w:pStyle w:val="5386D7FBBB114F22832E1F20B2473B36"/>
          </w:pPr>
          <w:r w:rsidRPr="006F57FD">
            <w:t>Date:</w:t>
          </w:r>
        </w:p>
      </w:docPartBody>
    </w:docPart>
    <w:docPart>
      <w:docPartPr>
        <w:name w:val="C52657C2F4414A83B91DC1292C505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D4FB4-B421-4AB7-8B96-4A993547F64A}"/>
      </w:docPartPr>
      <w:docPartBody>
        <w:p w:rsidR="00000000" w:rsidRDefault="003F0576">
          <w:pPr>
            <w:pStyle w:val="C52657C2F4414A83B91DC1292C505E94"/>
          </w:pPr>
          <w:r w:rsidRPr="00FB2B58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EC"/>
    <w:rsid w:val="00261DEC"/>
    <w:rsid w:val="003F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B7674D1834492AAE26F21553F75484">
    <w:name w:val="71B7674D1834492AAE26F21553F75484"/>
  </w:style>
  <w:style w:type="paragraph" w:customStyle="1" w:styleId="8C07D199E4734B30A9ED104709631FBC">
    <w:name w:val="8C07D199E4734B30A9ED104709631FBC"/>
  </w:style>
  <w:style w:type="paragraph" w:customStyle="1" w:styleId="885E906E1137478F9A04A58B1B9023CD">
    <w:name w:val="885E906E1137478F9A04A58B1B9023CD"/>
  </w:style>
  <w:style w:type="paragraph" w:customStyle="1" w:styleId="97C14C3D801649DDA0914BABCDD8C40E">
    <w:name w:val="97C14C3D801649DDA0914BABCDD8C40E"/>
  </w:style>
  <w:style w:type="paragraph" w:customStyle="1" w:styleId="8BD9B30017684450848597C9FC12A0CF">
    <w:name w:val="8BD9B30017684450848597C9FC12A0CF"/>
  </w:style>
  <w:style w:type="paragraph" w:customStyle="1" w:styleId="D5E459C1F5CA452EB5FEEF3E9BC7B17D">
    <w:name w:val="D5E459C1F5CA452EB5FEEF3E9BC7B17D"/>
  </w:style>
  <w:style w:type="paragraph" w:customStyle="1" w:styleId="6D43C74584104637B95E393B0C33F623">
    <w:name w:val="6D43C74584104637B95E393B0C33F623"/>
  </w:style>
  <w:style w:type="paragraph" w:customStyle="1" w:styleId="92D5D28568FF40678F6E7A7D77E23B2D">
    <w:name w:val="92D5D28568FF40678F6E7A7D77E23B2D"/>
  </w:style>
  <w:style w:type="paragraph" w:customStyle="1" w:styleId="5386D7FBBB114F22832E1F20B2473B36">
    <w:name w:val="5386D7FBBB114F22832E1F20B2473B36"/>
  </w:style>
  <w:style w:type="paragraph" w:customStyle="1" w:styleId="C52657C2F4414A83B91DC1292C505E94">
    <w:name w:val="C52657C2F4414A83B91DC1292C505E94"/>
  </w:style>
  <w:style w:type="paragraph" w:customStyle="1" w:styleId="C3D212CEE8A242619F0624C9127E1526">
    <w:name w:val="C3D212CEE8A242619F0624C9127E1526"/>
  </w:style>
  <w:style w:type="paragraph" w:customStyle="1" w:styleId="BF0D4D6DC3AD4862921308CB85B55D9C">
    <w:name w:val="BF0D4D6DC3AD4862921308CB85B55D9C"/>
  </w:style>
  <w:style w:type="paragraph" w:customStyle="1" w:styleId="0EB3E9B89B014EFC89F9B28F1C36F9E8">
    <w:name w:val="0EB3E9B89B014EFC89F9B28F1C36F9E8"/>
  </w:style>
  <w:style w:type="paragraph" w:customStyle="1" w:styleId="5E31B3B165B14D0F8BF3235E6BA0EB5C">
    <w:name w:val="5E31B3B165B14D0F8BF3235E6BA0EB5C"/>
    <w:rsid w:val="00261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Interoffice Memo (Professional design).dotx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2018-04-03T11:55:00Z</dcterms:created>
  <dcterms:modified xsi:type="dcterms:W3CDTF">2018-04-03T11:55:00Z</dcterms:modified>
</cp:coreProperties>
</file>