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AD9" w:rsidRPr="00FA6762" w:rsidRDefault="00C83AD9" w:rsidP="00C83AD9">
      <w:pPr>
        <w:jc w:val="center"/>
        <w:rPr>
          <w:rFonts w:ascii="Calibri" w:hAnsi="Calibri" w:cs="Calibri"/>
          <w:sz w:val="28"/>
          <w:szCs w:val="24"/>
        </w:rPr>
      </w:pPr>
      <w:r w:rsidRPr="00FA6762">
        <w:rPr>
          <w:rFonts w:ascii="Calibri" w:hAnsi="Calibri" w:cs="Calibri"/>
          <w:sz w:val="28"/>
          <w:szCs w:val="24"/>
        </w:rPr>
        <w:t>Leave Application</w:t>
      </w:r>
    </w:p>
    <w:p w:rsidR="00C83AD9" w:rsidRPr="00FA6762" w:rsidRDefault="00C83AD9">
      <w:pPr>
        <w:rPr>
          <w:rFonts w:ascii="Calibri" w:hAnsi="Calibri" w:cs="Calibri"/>
          <w:sz w:val="24"/>
          <w:szCs w:val="24"/>
        </w:rPr>
      </w:pPr>
    </w:p>
    <w:tbl>
      <w:tblPr>
        <w:tblStyle w:val="Memotable"/>
        <w:tblW w:w="5000" w:type="pct"/>
        <w:tblBorders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mo header fields"/>
      </w:tblPr>
      <w:tblGrid>
        <w:gridCol w:w="1232"/>
        <w:gridCol w:w="8128"/>
      </w:tblGrid>
      <w:tr w:rsidR="00785540" w:rsidRPr="00FA6762" w:rsidTr="00B77650">
        <w:sdt>
          <w:sdtPr>
            <w:rPr>
              <w:rFonts w:ascii="Calibri" w:hAnsi="Calibri" w:cs="Calibri"/>
              <w:sz w:val="24"/>
              <w:szCs w:val="24"/>
            </w:rPr>
            <w:alias w:val="To:"/>
            <w:tag w:val="To:"/>
            <w:id w:val="1015413264"/>
            <w:placeholder>
              <w:docPart w:val="885E906E1137478F9A04A58B1B9023CD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FA6762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FA6762">
                  <w:rPr>
                    <w:rFonts w:ascii="Calibri" w:hAnsi="Calibri" w:cs="Calibri"/>
                    <w:sz w:val="24"/>
                    <w:szCs w:val="24"/>
                  </w:rPr>
                  <w:t>To: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Recipient Name:"/>
            <w:tag w:val="Recipient Name:"/>
            <w:id w:val="434908482"/>
            <w:placeholder>
              <w:docPart w:val="97C14C3D801649DDA0914BABCDD8C40E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FA6762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FA6762">
                  <w:rPr>
                    <w:rFonts w:ascii="Calibri" w:hAnsi="Calibri" w:cs="Calibri"/>
                    <w:sz w:val="24"/>
                    <w:szCs w:val="24"/>
                  </w:rPr>
                  <w:t>Recipient Name</w:t>
                </w:r>
              </w:p>
            </w:tc>
          </w:sdtContent>
        </w:sdt>
      </w:tr>
      <w:tr w:rsidR="00785540" w:rsidRPr="00FA6762" w:rsidTr="00B77650">
        <w:sdt>
          <w:sdtPr>
            <w:rPr>
              <w:rFonts w:ascii="Calibri" w:hAnsi="Calibri" w:cs="Calibri"/>
              <w:sz w:val="24"/>
              <w:szCs w:val="24"/>
            </w:rPr>
            <w:alias w:val="From:"/>
            <w:tag w:val="From:"/>
            <w:id w:val="21141888"/>
            <w:placeholder>
              <w:docPart w:val="8BD9B30017684450848597C9FC12A0CF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FA6762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FA6762">
                  <w:rPr>
                    <w:rFonts w:ascii="Calibri" w:hAnsi="Calibri" w:cs="Calibri"/>
                    <w:sz w:val="24"/>
                    <w:szCs w:val="24"/>
                  </w:rPr>
                  <w:t>From:</w:t>
                </w:r>
              </w:p>
            </w:tc>
          </w:sdtContent>
        </w:sdt>
        <w:tc>
          <w:tcPr>
            <w:tcW w:w="8128" w:type="dxa"/>
          </w:tcPr>
          <w:sdt>
            <w:sdtPr>
              <w:rPr>
                <w:rFonts w:ascii="Calibri" w:hAnsi="Calibri" w:cs="Calibri"/>
                <w:sz w:val="24"/>
                <w:szCs w:val="24"/>
              </w:rPr>
              <w:alias w:val="Your Name:"/>
              <w:tag w:val="Your Name:"/>
              <w:id w:val="-2135937564"/>
              <w:placeholder>
                <w:docPart w:val="D5E459C1F5CA452EB5FEEF3E9BC7B17D"/>
              </w:placeholder>
              <w:temporary/>
              <w:showingPlcHdr/>
              <w15:appearance w15:val="hidden"/>
            </w:sdtPr>
            <w:sdtEndPr/>
            <w:sdtContent>
              <w:p w:rsidR="00EB38E6" w:rsidRPr="00FA6762" w:rsidRDefault="00EB38E6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FA6762">
                  <w:rPr>
                    <w:rFonts w:ascii="Calibri" w:hAnsi="Calibri" w:cs="Calibri"/>
                    <w:sz w:val="24"/>
                    <w:szCs w:val="24"/>
                  </w:rPr>
                  <w:t>Your Name</w:t>
                </w:r>
              </w:p>
            </w:sdtContent>
          </w:sdt>
        </w:tc>
      </w:tr>
      <w:tr w:rsidR="00785540" w:rsidRPr="00FA6762" w:rsidTr="00B77650">
        <w:sdt>
          <w:sdtPr>
            <w:rPr>
              <w:rFonts w:ascii="Calibri" w:hAnsi="Calibri" w:cs="Calibri"/>
              <w:sz w:val="24"/>
              <w:szCs w:val="24"/>
            </w:rPr>
            <w:alias w:val="Date:"/>
            <w:tag w:val="Date:"/>
            <w:id w:val="-2052519928"/>
            <w:placeholder>
              <w:docPart w:val="5386D7FBBB114F22832E1F20B2473B36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FA6762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FA6762">
                  <w:rPr>
                    <w:rFonts w:ascii="Calibri" w:hAnsi="Calibri" w:cs="Calibri"/>
                    <w:sz w:val="24"/>
                    <w:szCs w:val="24"/>
                  </w:rPr>
                  <w:t>Date: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Enter Date:"/>
            <w:tag w:val="Enter Date:"/>
            <w:id w:val="1933395035"/>
            <w:placeholder>
              <w:docPart w:val="C52657C2F4414A83B91DC1292C505E94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FA6762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FA6762">
                  <w:rPr>
                    <w:rFonts w:ascii="Calibri" w:hAnsi="Calibri" w:cs="Calibri"/>
                    <w:sz w:val="24"/>
                    <w:szCs w:val="24"/>
                  </w:rPr>
                  <w:t>Date</w:t>
                </w:r>
              </w:p>
            </w:tc>
          </w:sdtContent>
        </w:sdt>
      </w:tr>
      <w:tr w:rsidR="00785540" w:rsidRPr="00FA6762" w:rsidTr="00B77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  <w:tcMar>
              <w:left w:w="0" w:type="dxa"/>
              <w:bottom w:w="288" w:type="dxa"/>
              <w:right w:w="0" w:type="dxa"/>
            </w:tcMar>
          </w:tcPr>
          <w:p w:rsidR="00785540" w:rsidRPr="00FA6762" w:rsidRDefault="00C83AD9" w:rsidP="0061769E">
            <w:pPr>
              <w:pStyle w:val="Heading1"/>
              <w:contextualSpacing w:val="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FA6762">
              <w:rPr>
                <w:rFonts w:ascii="Calibri" w:hAnsi="Calibri" w:cs="Calibri"/>
                <w:sz w:val="24"/>
                <w:szCs w:val="24"/>
              </w:rPr>
              <w:t>Subject:</w:t>
            </w:r>
          </w:p>
        </w:tc>
        <w:tc>
          <w:tcPr>
            <w:tcW w:w="8128" w:type="dxa"/>
            <w:tcMar>
              <w:left w:w="0" w:type="dxa"/>
              <w:bottom w:w="288" w:type="dxa"/>
              <w:right w:w="0" w:type="dxa"/>
            </w:tcMar>
          </w:tcPr>
          <w:p w:rsidR="00785540" w:rsidRPr="00FA6762" w:rsidRDefault="00B77650" w:rsidP="0061769E">
            <w:pPr>
              <w:spacing w:before="28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A6762">
              <w:rPr>
                <w:rFonts w:ascii="Calibri" w:hAnsi="Calibri" w:cs="Calibri"/>
                <w:sz w:val="24"/>
                <w:szCs w:val="24"/>
              </w:rPr>
              <w:t xml:space="preserve">Leave </w:t>
            </w:r>
            <w:r w:rsidR="00094804" w:rsidRPr="00FA6762">
              <w:rPr>
                <w:rFonts w:ascii="Calibri" w:hAnsi="Calibri" w:cs="Calibri"/>
                <w:sz w:val="24"/>
                <w:szCs w:val="24"/>
              </w:rPr>
              <w:t>A</w:t>
            </w:r>
            <w:r w:rsidR="00FA6762" w:rsidRPr="00FA6762">
              <w:rPr>
                <w:rFonts w:ascii="Calibri" w:hAnsi="Calibri" w:cs="Calibri"/>
                <w:sz w:val="24"/>
                <w:szCs w:val="24"/>
              </w:rPr>
              <w:t>pplication to Attend Son’s Graduation Party</w:t>
            </w:r>
          </w:p>
        </w:tc>
      </w:tr>
    </w:tbl>
    <w:p w:rsidR="00094804" w:rsidRPr="00FA6762" w:rsidRDefault="00094804" w:rsidP="00094804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FA6762">
        <w:rPr>
          <w:rFonts w:ascii="Calibri" w:eastAsia="Times New Roman" w:hAnsi="Calibri" w:cs="Calibri"/>
          <w:sz w:val="24"/>
          <w:szCs w:val="24"/>
        </w:rPr>
        <w:t>Respected Sir,</w:t>
      </w:r>
    </w:p>
    <w:p w:rsidR="00FA6762" w:rsidRPr="00FA6762" w:rsidRDefault="00FA6762" w:rsidP="00FA6762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FA6762">
        <w:rPr>
          <w:rFonts w:ascii="Calibri" w:eastAsia="Times New Roman" w:hAnsi="Calibri" w:cs="Calibri"/>
          <w:sz w:val="24"/>
          <w:szCs w:val="24"/>
        </w:rPr>
        <w:t>My son Meezo has graduated and the award ceremony is going to be held on 25th April at 9:30 A.M. The duration of the ceremony is two hours.</w:t>
      </w:r>
    </w:p>
    <w:p w:rsidR="00FA6762" w:rsidRPr="00FA6762" w:rsidRDefault="00FA6762" w:rsidP="00FA6762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FA6762">
        <w:rPr>
          <w:rFonts w:ascii="Calibri" w:eastAsia="Times New Roman" w:hAnsi="Calibri" w:cs="Calibri"/>
          <w:sz w:val="24"/>
          <w:szCs w:val="24"/>
        </w:rPr>
        <w:t>I and my wife are invited to the ceremony as Meezo</w:t>
      </w:r>
      <w:bookmarkStart w:id="0" w:name="_GoBack"/>
      <w:bookmarkEnd w:id="0"/>
      <w:r w:rsidRPr="00FA6762">
        <w:rPr>
          <w:rFonts w:ascii="Calibri" w:eastAsia="Times New Roman" w:hAnsi="Calibri" w:cs="Calibri"/>
          <w:sz w:val="24"/>
          <w:szCs w:val="24"/>
        </w:rPr>
        <w:t xml:space="preserve"> has got the 2nd position in his class. To cheer this special moment, I request you to please grant me a leave of 3 hours on 25th April from 9:00 A.M to 12:00 Noon. I will be back in the office after lunch.</w:t>
      </w:r>
    </w:p>
    <w:p w:rsidR="00FA6762" w:rsidRPr="00FA6762" w:rsidRDefault="00FA6762" w:rsidP="00FA6762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FA6762">
        <w:rPr>
          <w:rFonts w:ascii="Calibri" w:eastAsia="Times New Roman" w:hAnsi="Calibri" w:cs="Calibri"/>
          <w:sz w:val="24"/>
          <w:szCs w:val="24"/>
        </w:rPr>
        <w:t>Thank you.</w:t>
      </w:r>
    </w:p>
    <w:p w:rsidR="00C83AD9" w:rsidRPr="00FA6762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FA6762">
        <w:rPr>
          <w:rFonts w:ascii="Calibri" w:hAnsi="Calibri" w:cs="Calibri"/>
        </w:rPr>
        <w:t>Your sincerely</w:t>
      </w:r>
    </w:p>
    <w:p w:rsidR="00933B8F" w:rsidRPr="00FA6762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FA6762">
        <w:rPr>
          <w:rFonts w:ascii="Calibri" w:hAnsi="Calibri" w:cs="Calibri"/>
          <w:sz w:val="24"/>
          <w:szCs w:val="24"/>
        </w:rPr>
        <w:t>[Name Here]</w:t>
      </w:r>
    </w:p>
    <w:p w:rsidR="00C83AD9" w:rsidRPr="00FA6762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FA6762">
        <w:rPr>
          <w:rFonts w:ascii="Calibri" w:hAnsi="Calibri" w:cs="Calibri"/>
          <w:sz w:val="24"/>
          <w:szCs w:val="24"/>
        </w:rPr>
        <w:t>[Designation]</w:t>
      </w:r>
    </w:p>
    <w:sectPr w:rsidR="00C83AD9" w:rsidRPr="00FA6762" w:rsidSect="00C83AD9">
      <w:footerReference w:type="even" r:id="rId7"/>
      <w:footerReference w:type="default" r:id="rId8"/>
      <w:footerReference w:type="first" r:id="rId9"/>
      <w:pgSz w:w="12240" w:h="15840" w:code="1"/>
      <w:pgMar w:top="108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984" w:rsidRDefault="00A11984" w:rsidP="00785540">
      <w:pPr>
        <w:spacing w:before="0"/>
      </w:pPr>
      <w:r>
        <w:separator/>
      </w:r>
    </w:p>
  </w:endnote>
  <w:endnote w:type="continuationSeparator" w:id="0">
    <w:p w:rsidR="00A11984" w:rsidRDefault="00A11984" w:rsidP="007855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B336C5" w:rsidRDefault="00A11984">
    <w:pPr>
      <w:pStyle w:val="Footer"/>
    </w:pPr>
  </w:p>
  <w:p w:rsidR="00B336C5" w:rsidRDefault="00A119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933B8F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AD9" w:rsidRDefault="00C83AD9" w:rsidP="00C83AD9">
    <w:pPr>
      <w:pStyle w:val="Footer"/>
      <w:jc w:val="left"/>
    </w:pPr>
    <w:r>
      <w:t>wordexceltemplates.com</w:t>
    </w:r>
  </w:p>
  <w:p w:rsidR="00C83AD9" w:rsidRDefault="00C83A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984" w:rsidRDefault="00A11984" w:rsidP="00785540">
      <w:pPr>
        <w:spacing w:before="0"/>
      </w:pPr>
      <w:r>
        <w:separator/>
      </w:r>
    </w:p>
  </w:footnote>
  <w:footnote w:type="continuationSeparator" w:id="0">
    <w:p w:rsidR="00A11984" w:rsidRDefault="00A11984" w:rsidP="0078554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400BE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82C91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080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E60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CDE3A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2650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2AF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B2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68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FC4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6E3C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7E39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C053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8720A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90100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9BC72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AC2A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BE76D6E"/>
    <w:multiLevelType w:val="multilevel"/>
    <w:tmpl w:val="9DD0DD5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F730CB5"/>
    <w:multiLevelType w:val="multilevel"/>
    <w:tmpl w:val="5F58368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6D837DA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1C4B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30550FB"/>
    <w:multiLevelType w:val="multilevel"/>
    <w:tmpl w:val="4E46251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798F3528"/>
    <w:multiLevelType w:val="multilevel"/>
    <w:tmpl w:val="ACF4B7D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7F104EA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9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4"/>
  </w:num>
  <w:num w:numId="16">
    <w:abstractNumId w:val="22"/>
  </w:num>
  <w:num w:numId="17">
    <w:abstractNumId w:val="21"/>
  </w:num>
  <w:num w:numId="18">
    <w:abstractNumId w:val="16"/>
  </w:num>
  <w:num w:numId="19">
    <w:abstractNumId w:val="18"/>
  </w:num>
  <w:num w:numId="20">
    <w:abstractNumId w:val="10"/>
  </w:num>
  <w:num w:numId="21">
    <w:abstractNumId w:val="12"/>
  </w:num>
  <w:num w:numId="22">
    <w:abstractNumId w:val="11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D9"/>
    <w:rsid w:val="00094804"/>
    <w:rsid w:val="00222478"/>
    <w:rsid w:val="002837A7"/>
    <w:rsid w:val="00293B83"/>
    <w:rsid w:val="00340DE8"/>
    <w:rsid w:val="004B5A73"/>
    <w:rsid w:val="00595302"/>
    <w:rsid w:val="00697389"/>
    <w:rsid w:val="006A3CE7"/>
    <w:rsid w:val="00785540"/>
    <w:rsid w:val="00933B8F"/>
    <w:rsid w:val="00A11984"/>
    <w:rsid w:val="00B77650"/>
    <w:rsid w:val="00C83AD9"/>
    <w:rsid w:val="00CF33B4"/>
    <w:rsid w:val="00E05653"/>
    <w:rsid w:val="00E87284"/>
    <w:rsid w:val="00EB38E6"/>
    <w:rsid w:val="00F26190"/>
    <w:rsid w:val="00FA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57217F"/>
  <w15:chartTrackingRefBased/>
  <w15:docId w15:val="{D499C807-81FC-4346-B430-CBE62069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8E6"/>
    <w:rPr>
      <w:rFonts w:eastAsiaTheme="minorEastAsia" w:cs="Times New Roman"/>
    </w:rPr>
  </w:style>
  <w:style w:type="paragraph" w:styleId="Heading1">
    <w:name w:val="heading 1"/>
    <w:basedOn w:val="Normal"/>
    <w:link w:val="Heading1Char"/>
    <w:uiPriority w:val="9"/>
    <w:qFormat/>
    <w:rsid w:val="00697389"/>
    <w:pPr>
      <w:keepNext/>
      <w:keepLines/>
      <w:outlineLvl w:val="0"/>
    </w:pPr>
    <w:rPr>
      <w:rFonts w:asciiTheme="majorHAnsi" w:hAnsiTheme="maj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3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3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38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38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38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38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540"/>
    <w:rPr>
      <w:rFonts w:asciiTheme="majorHAnsi" w:eastAsiaTheme="minorEastAsia" w:hAnsiTheme="majorHAnsi" w:cs="Times New Roman"/>
      <w:b/>
    </w:rPr>
  </w:style>
  <w:style w:type="table" w:customStyle="1" w:styleId="Memotable">
    <w:name w:val="Memo table"/>
    <w:basedOn w:val="TableNormal"/>
    <w:uiPriority w:val="99"/>
    <w:rsid w:val="00785540"/>
    <w:pPr>
      <w:spacing w:before="240"/>
      <w:contextualSpacing/>
    </w:pPr>
    <w:rPr>
      <w:rFonts w:eastAsiaTheme="minorEastAsia" w:cs="Times New Roman"/>
    </w:rPr>
    <w:tblPr>
      <w:tblBorders>
        <w:bottom w:val="single" w:sz="2" w:space="0" w:color="auto"/>
      </w:tblBorders>
    </w:tblPr>
    <w:tblStylePr w:type="firstCol">
      <w:pPr>
        <w:wordWrap/>
        <w:spacing w:beforeLines="0" w:before="240" w:beforeAutospacing="0"/>
        <w:contextualSpacing/>
      </w:pPr>
      <w:rPr>
        <w:rFonts w:asciiTheme="majorHAnsi" w:hAnsiTheme="majorHAnsi"/>
      </w:rPr>
    </w:tblStylePr>
  </w:style>
  <w:style w:type="paragraph" w:customStyle="1" w:styleId="CompanyName">
    <w:name w:val="Company Name"/>
    <w:basedOn w:val="Normal"/>
    <w:uiPriority w:val="1"/>
    <w:qFormat/>
    <w:rsid w:val="00785540"/>
    <w:pPr>
      <w:keepLines/>
      <w:pBdr>
        <w:top w:val="single" w:sz="48" w:space="8" w:color="404040" w:themeColor="text1" w:themeTint="BF"/>
        <w:left w:val="single" w:sz="48" w:space="4" w:color="404040" w:themeColor="text1" w:themeTint="BF"/>
        <w:bottom w:val="single" w:sz="48" w:space="8" w:color="404040" w:themeColor="text1" w:themeTint="BF"/>
        <w:right w:val="single" w:sz="48" w:space="4" w:color="404040" w:themeColor="text1" w:themeTint="BF"/>
      </w:pBdr>
      <w:shd w:val="clear" w:color="auto" w:fill="404040" w:themeFill="text1" w:themeFillTint="BF"/>
      <w:spacing w:before="0"/>
      <w:ind w:left="5040" w:right="288"/>
      <w:jc w:val="center"/>
    </w:pPr>
    <w:rPr>
      <w:rFonts w:asciiTheme="majorHAnsi" w:hAnsiTheme="majorHAnsi"/>
      <w:color w:val="FFFFFF" w:themeColor="background1"/>
      <w:spacing w:val="-15"/>
      <w:sz w:val="32"/>
    </w:rPr>
  </w:style>
  <w:style w:type="paragraph" w:styleId="Footer">
    <w:name w:val="footer"/>
    <w:basedOn w:val="Normal"/>
    <w:link w:val="FooterChar"/>
    <w:uiPriority w:val="99"/>
    <w:unhideWhenUsed/>
    <w:qFormat/>
    <w:rsid w:val="00E05653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E05653"/>
    <w:rPr>
      <w:rFonts w:eastAsiaTheme="minorEastAsia" w:cs="Times New Roman"/>
    </w:rPr>
  </w:style>
  <w:style w:type="paragraph" w:styleId="Title">
    <w:name w:val="Title"/>
    <w:basedOn w:val="Normal"/>
    <w:link w:val="TitleChar"/>
    <w:uiPriority w:val="2"/>
    <w:qFormat/>
    <w:rsid w:val="00785540"/>
    <w:pPr>
      <w:keepNext/>
      <w:keepLines/>
      <w:spacing w:before="0" w:after="120"/>
      <w:ind w:left="-720"/>
    </w:pPr>
    <w:rPr>
      <w:rFonts w:asciiTheme="majorHAnsi" w:hAnsiTheme="majorHAnsi"/>
      <w:b/>
      <w:kern w:val="28"/>
      <w:sz w:val="108"/>
    </w:rPr>
  </w:style>
  <w:style w:type="character" w:customStyle="1" w:styleId="TitleChar">
    <w:name w:val="Title Char"/>
    <w:basedOn w:val="DefaultParagraphFont"/>
    <w:link w:val="Title"/>
    <w:uiPriority w:val="2"/>
    <w:rsid w:val="00785540"/>
    <w:rPr>
      <w:rFonts w:asciiTheme="majorHAnsi" w:eastAsiaTheme="minorEastAsia" w:hAnsiTheme="majorHAnsi" w:cs="Times New Roman"/>
      <w:b/>
      <w:kern w:val="28"/>
      <w:sz w:val="108"/>
    </w:rPr>
  </w:style>
  <w:style w:type="paragraph" w:styleId="Header">
    <w:name w:val="header"/>
    <w:basedOn w:val="Normal"/>
    <w:link w:val="HeaderChar"/>
    <w:uiPriority w:val="99"/>
    <w:unhideWhenUsed/>
    <w:rsid w:val="00E05653"/>
  </w:style>
  <w:style w:type="character" w:customStyle="1" w:styleId="HeaderChar">
    <w:name w:val="Header Char"/>
    <w:basedOn w:val="DefaultParagraphFont"/>
    <w:link w:val="Header"/>
    <w:uiPriority w:val="99"/>
    <w:rsid w:val="00E05653"/>
    <w:rPr>
      <w:rFonts w:eastAsiaTheme="minorEastAsia" w:cs="Times New Roman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87284"/>
    <w:pPr>
      <w:numPr>
        <w:ilvl w:val="1"/>
      </w:numPr>
      <w:spacing w:after="160"/>
    </w:pPr>
    <w:rPr>
      <w:rFonts w:cstheme="minorBidi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87284"/>
    <w:rPr>
      <w:rFonts w:eastAsiaTheme="minorEastAsia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87284"/>
    <w:rPr>
      <w:i/>
      <w:iCs/>
      <w:color w:val="244061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87284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i/>
      <w:iCs/>
      <w:color w:val="24406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87284"/>
    <w:rPr>
      <w:rFonts w:eastAsiaTheme="minorEastAsia" w:cs="Times New Roman"/>
      <w:i/>
      <w:iCs/>
      <w:color w:val="244061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87284"/>
    <w:rPr>
      <w:b/>
      <w:bCs/>
      <w:caps w:val="0"/>
      <w:smallCaps/>
      <w:color w:val="244061" w:themeColor="accent1" w:themeShade="80"/>
      <w:spacing w:val="5"/>
    </w:rPr>
  </w:style>
  <w:style w:type="paragraph" w:styleId="BlockText">
    <w:name w:val="Block Text"/>
    <w:basedOn w:val="Normal"/>
    <w:uiPriority w:val="99"/>
    <w:semiHidden/>
    <w:unhideWhenUsed/>
    <w:rsid w:val="00E87284"/>
    <w:pPr>
      <w:pBdr>
        <w:top w:val="single" w:sz="2" w:space="10" w:color="244061" w:themeColor="accent1" w:themeShade="80" w:shadow="1"/>
        <w:left w:val="single" w:sz="2" w:space="10" w:color="244061" w:themeColor="accent1" w:themeShade="80" w:shadow="1"/>
        <w:bottom w:val="single" w:sz="2" w:space="10" w:color="244061" w:themeColor="accent1" w:themeShade="80" w:shadow="1"/>
        <w:right w:val="single" w:sz="2" w:space="10" w:color="244061" w:themeColor="accent1" w:themeShade="80" w:shadow="1"/>
      </w:pBdr>
      <w:ind w:left="1152" w:right="1152"/>
    </w:pPr>
    <w:rPr>
      <w:rFonts w:cstheme="minorBidi"/>
      <w:i/>
      <w:iCs/>
      <w:color w:val="244061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E87284"/>
    <w:rPr>
      <w:color w:val="403152" w:themeColor="accent4" w:themeShade="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E87284"/>
    <w:rPr>
      <w:color w:val="1F497D" w:themeColor="text2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87284"/>
    <w:rPr>
      <w:color w:val="244061" w:themeColor="accent1" w:themeShade="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E87284"/>
    <w:rPr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38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38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7389"/>
    <w:pPr>
      <w:spacing w:before="0" w:after="200"/>
    </w:pPr>
    <w:rPr>
      <w:i/>
      <w:iCs/>
      <w:color w:val="1F497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389"/>
    <w:pPr>
      <w:spacing w:before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89"/>
    <w:rPr>
      <w:rFonts w:ascii="Segoe UI" w:eastAsiaTheme="minorEastAsia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9738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97389"/>
    <w:rPr>
      <w:rFonts w:eastAsiaTheme="minorEastAsia" w:cs="Times New Roman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9738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97389"/>
    <w:rPr>
      <w:rFonts w:eastAsiaTheme="minorEastAsia" w:cs="Times New Roman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738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3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389"/>
    <w:rPr>
      <w:rFonts w:eastAsiaTheme="minorEastAsia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3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389"/>
    <w:rPr>
      <w:rFonts w:eastAsiaTheme="minorEastAsia" w:cs="Times New Roman"/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97389"/>
    <w:pPr>
      <w:spacing w:before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97389"/>
    <w:rPr>
      <w:rFonts w:ascii="Segoe UI" w:eastAsiaTheme="minorEastAsia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7389"/>
    <w:rPr>
      <w:rFonts w:eastAsiaTheme="minorEastAsia" w:cs="Times New Roman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97389"/>
    <w:pPr>
      <w:spacing w:before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7389"/>
    <w:rPr>
      <w:rFonts w:eastAsiaTheme="minorEastAsia" w:cs="Times New Roman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389"/>
    <w:pPr>
      <w:spacing w:before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973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Theme="minorEastAsia" w:hAnsi="Consolas" w:cs="Times New Roman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97389"/>
    <w:pPr>
      <w:spacing w:before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97389"/>
    <w:rPr>
      <w:rFonts w:ascii="Consolas" w:eastAsiaTheme="minorEastAsia" w:hAnsi="Consolas" w:cs="Times New Roman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3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3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83AD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0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Interoffice%20Memo%20(Professional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5E906E1137478F9A04A58B1B902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E558B-51BC-44C4-A21E-DAAD9C718456}"/>
      </w:docPartPr>
      <w:docPartBody>
        <w:p w:rsidR="0072780F" w:rsidRDefault="003F0576">
          <w:pPr>
            <w:pStyle w:val="885E906E1137478F9A04A58B1B9023CD"/>
          </w:pPr>
          <w:r w:rsidRPr="006F57FD">
            <w:t>To:</w:t>
          </w:r>
        </w:p>
      </w:docPartBody>
    </w:docPart>
    <w:docPart>
      <w:docPartPr>
        <w:name w:val="97C14C3D801649DDA0914BABCDD8C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73995-47E3-4668-9125-9CB06B86B5E4}"/>
      </w:docPartPr>
      <w:docPartBody>
        <w:p w:rsidR="0072780F" w:rsidRDefault="003F0576">
          <w:pPr>
            <w:pStyle w:val="97C14C3D801649DDA0914BABCDD8C40E"/>
          </w:pPr>
          <w:r w:rsidRPr="00FB2B58">
            <w:t>Recipient Name</w:t>
          </w:r>
        </w:p>
      </w:docPartBody>
    </w:docPart>
    <w:docPart>
      <w:docPartPr>
        <w:name w:val="8BD9B30017684450848597C9FC12A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40158-40C7-4012-9387-FE09BDB7A650}"/>
      </w:docPartPr>
      <w:docPartBody>
        <w:p w:rsidR="0072780F" w:rsidRDefault="003F0576">
          <w:pPr>
            <w:pStyle w:val="8BD9B30017684450848597C9FC12A0CF"/>
          </w:pPr>
          <w:r w:rsidRPr="006F57FD">
            <w:t>From:</w:t>
          </w:r>
        </w:p>
      </w:docPartBody>
    </w:docPart>
    <w:docPart>
      <w:docPartPr>
        <w:name w:val="D5E459C1F5CA452EB5FEEF3E9BC7B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B6A51-AAF1-446F-AB8A-5CCF6B4C273C}"/>
      </w:docPartPr>
      <w:docPartBody>
        <w:p w:rsidR="0072780F" w:rsidRDefault="003F0576">
          <w:pPr>
            <w:pStyle w:val="D5E459C1F5CA452EB5FEEF3E9BC7B17D"/>
          </w:pPr>
          <w:r w:rsidRPr="00FB2B58">
            <w:t>Your Name</w:t>
          </w:r>
        </w:p>
      </w:docPartBody>
    </w:docPart>
    <w:docPart>
      <w:docPartPr>
        <w:name w:val="5386D7FBBB114F22832E1F20B2473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46EDF-DC4D-4A19-AA1E-B07405DC8894}"/>
      </w:docPartPr>
      <w:docPartBody>
        <w:p w:rsidR="0072780F" w:rsidRDefault="003F0576">
          <w:pPr>
            <w:pStyle w:val="5386D7FBBB114F22832E1F20B2473B36"/>
          </w:pPr>
          <w:r w:rsidRPr="006F57FD">
            <w:t>Date:</w:t>
          </w:r>
        </w:p>
      </w:docPartBody>
    </w:docPart>
    <w:docPart>
      <w:docPartPr>
        <w:name w:val="C52657C2F4414A83B91DC1292C505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D4FB4-B421-4AB7-8B96-4A993547F64A}"/>
      </w:docPartPr>
      <w:docPartBody>
        <w:p w:rsidR="0072780F" w:rsidRDefault="003F0576">
          <w:pPr>
            <w:pStyle w:val="C52657C2F4414A83B91DC1292C505E94"/>
          </w:pPr>
          <w:r w:rsidRPr="00FB2B58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EC"/>
    <w:rsid w:val="00261DEC"/>
    <w:rsid w:val="003F0576"/>
    <w:rsid w:val="0072780F"/>
    <w:rsid w:val="008F5789"/>
    <w:rsid w:val="00B756A1"/>
    <w:rsid w:val="00BD751B"/>
    <w:rsid w:val="00F0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B7674D1834492AAE26F21553F75484">
    <w:name w:val="71B7674D1834492AAE26F21553F75484"/>
  </w:style>
  <w:style w:type="paragraph" w:customStyle="1" w:styleId="8C07D199E4734B30A9ED104709631FBC">
    <w:name w:val="8C07D199E4734B30A9ED104709631FBC"/>
  </w:style>
  <w:style w:type="paragraph" w:customStyle="1" w:styleId="885E906E1137478F9A04A58B1B9023CD">
    <w:name w:val="885E906E1137478F9A04A58B1B9023CD"/>
  </w:style>
  <w:style w:type="paragraph" w:customStyle="1" w:styleId="97C14C3D801649DDA0914BABCDD8C40E">
    <w:name w:val="97C14C3D801649DDA0914BABCDD8C40E"/>
  </w:style>
  <w:style w:type="paragraph" w:customStyle="1" w:styleId="8BD9B30017684450848597C9FC12A0CF">
    <w:name w:val="8BD9B30017684450848597C9FC12A0CF"/>
  </w:style>
  <w:style w:type="paragraph" w:customStyle="1" w:styleId="D5E459C1F5CA452EB5FEEF3E9BC7B17D">
    <w:name w:val="D5E459C1F5CA452EB5FEEF3E9BC7B17D"/>
  </w:style>
  <w:style w:type="paragraph" w:customStyle="1" w:styleId="6D43C74584104637B95E393B0C33F623">
    <w:name w:val="6D43C74584104637B95E393B0C33F623"/>
  </w:style>
  <w:style w:type="paragraph" w:customStyle="1" w:styleId="92D5D28568FF40678F6E7A7D77E23B2D">
    <w:name w:val="92D5D28568FF40678F6E7A7D77E23B2D"/>
  </w:style>
  <w:style w:type="paragraph" w:customStyle="1" w:styleId="5386D7FBBB114F22832E1F20B2473B36">
    <w:name w:val="5386D7FBBB114F22832E1F20B2473B36"/>
  </w:style>
  <w:style w:type="paragraph" w:customStyle="1" w:styleId="C52657C2F4414A83B91DC1292C505E94">
    <w:name w:val="C52657C2F4414A83B91DC1292C505E94"/>
  </w:style>
  <w:style w:type="paragraph" w:customStyle="1" w:styleId="C3D212CEE8A242619F0624C9127E1526">
    <w:name w:val="C3D212CEE8A242619F0624C9127E1526"/>
  </w:style>
  <w:style w:type="paragraph" w:customStyle="1" w:styleId="BF0D4D6DC3AD4862921308CB85B55D9C">
    <w:name w:val="BF0D4D6DC3AD4862921308CB85B55D9C"/>
  </w:style>
  <w:style w:type="paragraph" w:customStyle="1" w:styleId="0EB3E9B89B014EFC89F9B28F1C36F9E8">
    <w:name w:val="0EB3E9B89B014EFC89F9B28F1C36F9E8"/>
  </w:style>
  <w:style w:type="paragraph" w:customStyle="1" w:styleId="5E31B3B165B14D0F8BF3235E6BA0EB5C">
    <w:name w:val="5E31B3B165B14D0F8BF3235E6BA0EB5C"/>
    <w:rsid w:val="00261D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nvitation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Interoffice Memo (Professional design).dotx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2018-04-03T12:17:00Z</dcterms:created>
  <dcterms:modified xsi:type="dcterms:W3CDTF">2018-04-03T12:17:00Z</dcterms:modified>
</cp:coreProperties>
</file>