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FE6CA7" w:rsidRDefault="00C83AD9" w:rsidP="00C83AD9">
      <w:pPr>
        <w:jc w:val="center"/>
        <w:rPr>
          <w:rFonts w:ascii="Calibri" w:hAnsi="Calibri" w:cs="Calibri"/>
          <w:sz w:val="28"/>
          <w:szCs w:val="24"/>
        </w:rPr>
      </w:pPr>
      <w:r w:rsidRPr="00FE6CA7">
        <w:rPr>
          <w:rFonts w:ascii="Calibri" w:hAnsi="Calibri" w:cs="Calibri"/>
          <w:sz w:val="28"/>
          <w:szCs w:val="24"/>
        </w:rPr>
        <w:t>Leave Application</w:t>
      </w:r>
    </w:p>
    <w:p w:rsidR="00C83AD9" w:rsidRPr="00FE6CA7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FE6CA7" w:rsidTr="00B77650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E6C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FE6CA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FE6CA7" w:rsidTr="00B77650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E6C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FE6CA7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FE6CA7" w:rsidTr="00B77650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E6CA7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FE6CA7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E6CA7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FE6CA7" w:rsidTr="00B77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FE6CA7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FE6CA7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FE6CA7" w:rsidRDefault="00B77650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E6CA7">
              <w:rPr>
                <w:rFonts w:ascii="Calibri" w:hAnsi="Calibri" w:cs="Calibri"/>
                <w:sz w:val="24"/>
                <w:szCs w:val="24"/>
              </w:rPr>
              <w:t xml:space="preserve">Leave </w:t>
            </w:r>
            <w:r w:rsidR="00094804" w:rsidRPr="00FE6CA7">
              <w:rPr>
                <w:rFonts w:ascii="Calibri" w:hAnsi="Calibri" w:cs="Calibri"/>
                <w:sz w:val="24"/>
                <w:szCs w:val="24"/>
              </w:rPr>
              <w:t>A</w:t>
            </w:r>
            <w:r w:rsidR="00FA6762" w:rsidRPr="00FE6CA7">
              <w:rPr>
                <w:rFonts w:ascii="Calibri" w:hAnsi="Calibri" w:cs="Calibri"/>
                <w:sz w:val="24"/>
                <w:szCs w:val="24"/>
              </w:rPr>
              <w:t xml:space="preserve">pplication </w:t>
            </w:r>
            <w:r w:rsidR="00FE6CA7" w:rsidRPr="00FE6CA7">
              <w:rPr>
                <w:rFonts w:ascii="Calibri" w:hAnsi="Calibri" w:cs="Calibri"/>
                <w:sz w:val="24"/>
                <w:szCs w:val="24"/>
              </w:rPr>
              <w:t>for the Death of a Relative</w:t>
            </w:r>
          </w:p>
        </w:tc>
      </w:tr>
    </w:tbl>
    <w:p w:rsidR="00094804" w:rsidRPr="00FE6CA7" w:rsidRDefault="00094804" w:rsidP="00094804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E6CA7">
        <w:rPr>
          <w:rFonts w:ascii="Calibri" w:eastAsia="Times New Roman" w:hAnsi="Calibri" w:cs="Calibri"/>
          <w:sz w:val="24"/>
          <w:szCs w:val="24"/>
        </w:rPr>
        <w:t>Respected Sir,</w:t>
      </w:r>
    </w:p>
    <w:p w:rsidR="00FE6CA7" w:rsidRPr="00FE6CA7" w:rsidRDefault="00FE6CA7" w:rsidP="00FE6C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E6CA7">
        <w:rPr>
          <w:rFonts w:ascii="Calibri" w:eastAsia="Times New Roman" w:hAnsi="Calibri" w:cs="Calibri"/>
          <w:sz w:val="24"/>
          <w:szCs w:val="24"/>
        </w:rPr>
        <w:t>Peter Higgs the brother of my wife has passed away last Saturday in an accident. The family has planned the funeral ceremony to be held at 56-Avenue Park at 3:00 PM Tuesday.</w:t>
      </w:r>
    </w:p>
    <w:p w:rsidR="00FE6CA7" w:rsidRPr="00FE6CA7" w:rsidRDefault="00FE6CA7" w:rsidP="00FE6C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E6CA7">
        <w:rPr>
          <w:rFonts w:ascii="Calibri" w:eastAsia="Times New Roman" w:hAnsi="Calibri" w:cs="Calibri"/>
          <w:sz w:val="24"/>
          <w:szCs w:val="24"/>
        </w:rPr>
        <w:t>I am writing this application to grant me leave of two hours on Tuesday from 2:30 P.M to 4:30 P.M so that I can attend the last rituals of the deceased.</w:t>
      </w:r>
    </w:p>
    <w:p w:rsidR="00FE6CA7" w:rsidRPr="00FE6CA7" w:rsidRDefault="00FE6CA7" w:rsidP="00FE6CA7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E6CA7">
        <w:rPr>
          <w:rFonts w:ascii="Calibri" w:eastAsia="Times New Roman" w:hAnsi="Calibri" w:cs="Calibri"/>
          <w:sz w:val="24"/>
          <w:szCs w:val="24"/>
        </w:rPr>
        <w:t>I will be thankful if you consider my application for approval.</w:t>
      </w:r>
      <w:bookmarkStart w:id="0" w:name="_GoBack"/>
      <w:bookmarkEnd w:id="0"/>
    </w:p>
    <w:p w:rsidR="00C83AD9" w:rsidRPr="00FE6CA7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FE6CA7">
        <w:rPr>
          <w:rFonts w:ascii="Calibri" w:hAnsi="Calibri" w:cs="Calibri"/>
        </w:rPr>
        <w:t>Your sincerely</w:t>
      </w:r>
    </w:p>
    <w:p w:rsidR="00933B8F" w:rsidRPr="00FE6CA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FE6CA7">
        <w:rPr>
          <w:rFonts w:ascii="Calibri" w:hAnsi="Calibri" w:cs="Calibri"/>
          <w:sz w:val="24"/>
          <w:szCs w:val="24"/>
        </w:rPr>
        <w:t>[Name Here]</w:t>
      </w:r>
    </w:p>
    <w:p w:rsidR="00C83AD9" w:rsidRPr="00FE6CA7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FE6CA7">
        <w:rPr>
          <w:rFonts w:ascii="Calibri" w:hAnsi="Calibri" w:cs="Calibri"/>
          <w:sz w:val="24"/>
          <w:szCs w:val="24"/>
        </w:rPr>
        <w:t>[Designation]</w:t>
      </w:r>
    </w:p>
    <w:sectPr w:rsidR="00C83AD9" w:rsidRPr="00FE6CA7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323" w:rsidRDefault="00092323" w:rsidP="00785540">
      <w:pPr>
        <w:spacing w:before="0"/>
      </w:pPr>
      <w:r>
        <w:separator/>
      </w:r>
    </w:p>
  </w:endnote>
  <w:endnote w:type="continuationSeparator" w:id="0">
    <w:p w:rsidR="00092323" w:rsidRDefault="00092323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092323">
    <w:pPr>
      <w:pStyle w:val="Footer"/>
    </w:pPr>
  </w:p>
  <w:p w:rsidR="00B336C5" w:rsidRDefault="0009232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323" w:rsidRDefault="00092323" w:rsidP="00785540">
      <w:pPr>
        <w:spacing w:before="0"/>
      </w:pPr>
      <w:r>
        <w:separator/>
      </w:r>
    </w:p>
  </w:footnote>
  <w:footnote w:type="continuationSeparator" w:id="0">
    <w:p w:rsidR="00092323" w:rsidRDefault="00092323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092323"/>
    <w:rsid w:val="00094804"/>
    <w:rsid w:val="00222478"/>
    <w:rsid w:val="002837A7"/>
    <w:rsid w:val="00293B83"/>
    <w:rsid w:val="00340DE8"/>
    <w:rsid w:val="004B5A73"/>
    <w:rsid w:val="00595302"/>
    <w:rsid w:val="00697389"/>
    <w:rsid w:val="006A3CE7"/>
    <w:rsid w:val="00785540"/>
    <w:rsid w:val="00933B8F"/>
    <w:rsid w:val="00A11984"/>
    <w:rsid w:val="00B77650"/>
    <w:rsid w:val="00C83AD9"/>
    <w:rsid w:val="00CF33B4"/>
    <w:rsid w:val="00E05653"/>
    <w:rsid w:val="00E87284"/>
    <w:rsid w:val="00EB38E6"/>
    <w:rsid w:val="00F26190"/>
    <w:rsid w:val="00FA6762"/>
    <w:rsid w:val="00F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97367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72780F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72780F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72780F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72780F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72780F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72780F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  <w:rsid w:val="006A1FE4"/>
    <w:rsid w:val="0072780F"/>
    <w:rsid w:val="008F5789"/>
    <w:rsid w:val="00B756A1"/>
    <w:rsid w:val="00BD751B"/>
    <w:rsid w:val="00F0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2018-04-03T12:19:00Z</dcterms:created>
  <dcterms:modified xsi:type="dcterms:W3CDTF">2018-04-03T12:19:00Z</dcterms:modified>
</cp:coreProperties>
</file>