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50DDE52B4D7441ADB2DE8E06C87076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117520" w:rsidRPr="00DA3321" w:rsidRDefault="001E0D23">
          <w:pPr>
            <w:pStyle w:val="Address"/>
            <w:contextualSpacing/>
            <w:rPr>
              <w:rFonts w:cstheme="minorHAnsi"/>
              <w:sz w:val="24"/>
              <w:szCs w:val="24"/>
            </w:rPr>
          </w:pPr>
          <w:r w:rsidRPr="00DA3321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117520" w:rsidRPr="00DA3321" w:rsidRDefault="00330983">
      <w:pPr>
        <w:pStyle w:val="Address"/>
        <w:contextualSpacing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A1306F7516424E5C80EFBDBF03C5786D"/>
          </w:placeholder>
          <w:temporary/>
          <w:showingPlcHdr/>
          <w15:appearance w15:val="hidden"/>
        </w:sdtPr>
        <w:sdtEndPr/>
        <w:sdtContent>
          <w:r w:rsidR="001E0D23" w:rsidRPr="00DA3321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35213" w:rsidRPr="00DA332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55C3E56C21804B8AB601594EA841B99F"/>
          </w:placeholder>
          <w:temporary/>
          <w:showingPlcHdr/>
          <w15:appearance w15:val="hidden"/>
        </w:sdtPr>
        <w:sdtEndPr/>
        <w:sdtContent>
          <w:r w:rsidR="001E0D23" w:rsidRPr="00DA3321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DA3321" w:rsidRPr="00DA3321" w:rsidRDefault="00DA3321">
      <w:pPr>
        <w:pStyle w:val="Date"/>
        <w:contextualSpacing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B862805C05BD49E0B7E3991D756D6BE4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117520" w:rsidRPr="00DA3321" w:rsidRDefault="001E0D23">
          <w:pPr>
            <w:pStyle w:val="Date"/>
            <w:contextualSpacing/>
            <w:rPr>
              <w:rFonts w:cstheme="minorHAnsi"/>
              <w:sz w:val="24"/>
              <w:szCs w:val="24"/>
            </w:rPr>
          </w:pPr>
          <w:r w:rsidRPr="00DA3321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8F5C22F8557D4D018790200D4C6A889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117520" w:rsidRPr="00DA3321" w:rsidRDefault="001E0D23" w:rsidP="00DA3321">
          <w:pPr>
            <w:pStyle w:val="Address"/>
            <w:spacing w:line="240" w:lineRule="auto"/>
            <w:contextualSpacing/>
            <w:rPr>
              <w:rFonts w:cstheme="minorHAnsi"/>
              <w:sz w:val="24"/>
              <w:szCs w:val="24"/>
            </w:rPr>
          </w:pPr>
          <w:r w:rsidRPr="00DA3321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117520" w:rsidRPr="00DA3321" w:rsidRDefault="00330983" w:rsidP="00DA3321">
      <w:pPr>
        <w:pStyle w:val="Address"/>
        <w:spacing w:line="240" w:lineRule="auto"/>
        <w:contextualSpacing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DA3321">
            <w:rPr>
              <w:rFonts w:cstheme="minorHAnsi"/>
              <w:sz w:val="24"/>
              <w:szCs w:val="24"/>
            </w:rPr>
            <w:t>[Title]</w:t>
          </w:r>
        </w:sdtContent>
      </w:sdt>
    </w:p>
    <w:p w:rsidR="00117520" w:rsidRPr="00DA3321" w:rsidRDefault="00117520" w:rsidP="00DA3321">
      <w:pPr>
        <w:pStyle w:val="Address"/>
        <w:spacing w:line="240" w:lineRule="auto"/>
        <w:contextualSpacing/>
        <w:rPr>
          <w:rFonts w:cstheme="minorHAnsi"/>
          <w:sz w:val="24"/>
          <w:szCs w:val="24"/>
        </w:rPr>
      </w:pPr>
      <w:bookmarkStart w:id="0" w:name="_GoBack"/>
      <w:bookmarkEnd w:id="0"/>
    </w:p>
    <w:p w:rsidR="00117520" w:rsidRPr="00DA3321" w:rsidRDefault="001E0D23" w:rsidP="00DA3321">
      <w:pPr>
        <w:pStyle w:val="Salutation"/>
        <w:spacing w:line="240" w:lineRule="auto"/>
        <w:contextualSpacing/>
        <w:rPr>
          <w:rFonts w:cstheme="minorHAnsi"/>
          <w:sz w:val="24"/>
          <w:szCs w:val="24"/>
        </w:rPr>
      </w:pPr>
      <w:r w:rsidRPr="00DA3321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8F5C22F8557D4D018790200D4C6A889A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DA3321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DA3321">
        <w:rPr>
          <w:rFonts w:cstheme="minorHAnsi"/>
          <w:sz w:val="24"/>
          <w:szCs w:val="24"/>
        </w:rPr>
        <w:t>:</w:t>
      </w:r>
    </w:p>
    <w:p w:rsidR="00DA3321" w:rsidRPr="00DA3321" w:rsidRDefault="00DA3321" w:rsidP="00DA3321">
      <w:pPr>
        <w:pStyle w:val="NormalWeb"/>
        <w:rPr>
          <w:rFonts w:asciiTheme="minorHAnsi" w:hAnsiTheme="minorHAnsi" w:cstheme="minorHAnsi"/>
        </w:rPr>
      </w:pPr>
      <w:r w:rsidRPr="00DA3321">
        <w:rPr>
          <w:rFonts w:asciiTheme="minorHAnsi" w:hAnsiTheme="minorHAnsi" w:cstheme="minorHAnsi"/>
        </w:rPr>
        <w:t>I am very sorry for coming to office late due to very heavy traffic. I left home very early with the intention to reach the office on time. There was an accident on my way due to which the traffic was blocked. </w:t>
      </w:r>
    </w:p>
    <w:p w:rsidR="00DA3321" w:rsidRPr="00DA3321" w:rsidRDefault="00DA3321" w:rsidP="00DA3321">
      <w:pPr>
        <w:pStyle w:val="NormalWeb"/>
        <w:rPr>
          <w:rFonts w:asciiTheme="minorHAnsi" w:hAnsiTheme="minorHAnsi" w:cstheme="minorHAnsi"/>
        </w:rPr>
      </w:pPr>
      <w:r w:rsidRPr="00DA3321">
        <w:rPr>
          <w:rFonts w:asciiTheme="minorHAnsi" w:hAnsiTheme="minorHAnsi" w:cstheme="minorHAnsi"/>
        </w:rPr>
        <w:t>I am so sorry for that and I promise that it will never happen again. I will request my driver to use appropriate alternative way. I hope you will understand my situation. </w:t>
      </w:r>
    </w:p>
    <w:p w:rsidR="00DA3321" w:rsidRPr="00DA3321" w:rsidRDefault="00DA3321" w:rsidP="00035213">
      <w:pPr>
        <w:pStyle w:val="Signature"/>
        <w:rPr>
          <w:rFonts w:cstheme="minorHAnsi"/>
          <w:sz w:val="24"/>
          <w:szCs w:val="24"/>
        </w:rPr>
      </w:pPr>
      <w:r w:rsidRPr="00DA3321">
        <w:rPr>
          <w:rFonts w:cstheme="minorHAnsi"/>
          <w:sz w:val="24"/>
          <w:szCs w:val="24"/>
        </w:rPr>
        <w:t>Sincerely,</w:t>
      </w:r>
    </w:p>
    <w:p w:rsidR="00035213" w:rsidRPr="00DA3321" w:rsidRDefault="00035213" w:rsidP="00035213">
      <w:pPr>
        <w:pStyle w:val="Signature"/>
        <w:rPr>
          <w:rFonts w:cstheme="minorHAnsi"/>
          <w:sz w:val="24"/>
          <w:szCs w:val="24"/>
        </w:rPr>
      </w:pPr>
      <w:r w:rsidRPr="00DA3321">
        <w:rPr>
          <w:rFonts w:cstheme="minorHAnsi"/>
          <w:sz w:val="24"/>
          <w:szCs w:val="24"/>
        </w:rPr>
        <w:t>[Your Name]</w:t>
      </w:r>
    </w:p>
    <w:p w:rsidR="00117520" w:rsidRPr="00DA3321" w:rsidRDefault="00330983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DA3321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117520" w:rsidRPr="00DA3321" w:rsidSect="00393787">
      <w:headerReference w:type="default" r:id="rId7"/>
      <w:footerReference w:type="first" r:id="rId8"/>
      <w:pgSz w:w="12240" w:h="15840"/>
      <w:pgMar w:top="135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983" w:rsidRDefault="00330983">
      <w:pPr>
        <w:spacing w:after="0" w:line="240" w:lineRule="auto"/>
      </w:pPr>
      <w:r>
        <w:separator/>
      </w:r>
    </w:p>
  </w:endnote>
  <w:endnote w:type="continuationSeparator" w:id="0">
    <w:p w:rsidR="00330983" w:rsidRDefault="0033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787" w:rsidRDefault="00393787">
    <w:pPr>
      <w:pStyle w:val="Footer"/>
    </w:pPr>
    <w:r>
      <w:t>wordexceltemplates.com</w:t>
    </w:r>
  </w:p>
  <w:p w:rsidR="00393787" w:rsidRDefault="00393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983" w:rsidRDefault="00330983">
      <w:pPr>
        <w:spacing w:after="0" w:line="240" w:lineRule="auto"/>
      </w:pPr>
      <w:r>
        <w:separator/>
      </w:r>
    </w:p>
  </w:footnote>
  <w:footnote w:type="continuationSeparator" w:id="0">
    <w:p w:rsidR="00330983" w:rsidRDefault="0033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318852748"/>
      <w:placeholder>
        <w:docPart w:val="92DBB6536A8B403DA4A1365F5DD7F71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17520" w:rsidRDefault="001E0D23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792268741"/>
      <w:placeholder>
        <w:docPart w:val="55C3E56C21804B8AB601594EA841B99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17520" w:rsidRDefault="001E0D23">
        <w:pPr>
          <w:pStyle w:val="Header"/>
        </w:pPr>
        <w:r>
          <w:t>[Date]</w:t>
        </w:r>
      </w:p>
    </w:sdtContent>
  </w:sdt>
  <w:p w:rsidR="00117520" w:rsidRDefault="001E0D2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3521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13"/>
    <w:rsid w:val="00035213"/>
    <w:rsid w:val="00117520"/>
    <w:rsid w:val="001B160E"/>
    <w:rsid w:val="001E0D23"/>
    <w:rsid w:val="00330983"/>
    <w:rsid w:val="00393787"/>
    <w:rsid w:val="00DA3321"/>
    <w:rsid w:val="00F7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B56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Footer">
    <w:name w:val="footer"/>
    <w:basedOn w:val="Normal"/>
    <w:link w:val="FooterChar"/>
    <w:uiPriority w:val="99"/>
    <w:unhideWhenUsed/>
    <w:rsid w:val="00393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7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A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job%20applicant%20confirming%20receip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DDE52B4D7441ADB2DE8E06C8707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73231-6737-4DD0-AA4B-5F7F00DA2870}"/>
      </w:docPartPr>
      <w:docPartBody>
        <w:p w:rsidR="00DC021B" w:rsidRDefault="00867E44">
          <w:pPr>
            <w:pStyle w:val="50DDE52B4D7441ADB2DE8E06C8707636"/>
          </w:pPr>
          <w:r>
            <w:t>[Company Name]</w:t>
          </w:r>
        </w:p>
      </w:docPartBody>
    </w:docPart>
    <w:docPart>
      <w:docPartPr>
        <w:name w:val="A1306F7516424E5C80EFBDBF03C57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7754-BE08-45A8-AA7C-BA2B4B9258FF}"/>
      </w:docPartPr>
      <w:docPartBody>
        <w:p w:rsidR="00DC021B" w:rsidRDefault="00867E44">
          <w:pPr>
            <w:pStyle w:val="A1306F7516424E5C80EFBDBF03C5786D"/>
          </w:pPr>
          <w:r>
            <w:t>[Street Address]</w:t>
          </w:r>
        </w:p>
      </w:docPartBody>
    </w:docPart>
    <w:docPart>
      <w:docPartPr>
        <w:name w:val="55C3E56C21804B8AB601594EA841B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9AB77-92BA-4A53-9313-E26C9308E067}"/>
      </w:docPartPr>
      <w:docPartBody>
        <w:p w:rsidR="00DC021B" w:rsidRDefault="00867E44">
          <w:pPr>
            <w:pStyle w:val="55C3E56C21804B8AB601594EA841B99F"/>
          </w:pPr>
          <w:r>
            <w:t>[City, ST ZIP Code]</w:t>
          </w:r>
        </w:p>
      </w:docPartBody>
    </w:docPart>
    <w:docPart>
      <w:docPartPr>
        <w:name w:val="B862805C05BD49E0B7E3991D756D6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73201-E10E-4537-8E5C-7BB92F3F92B8}"/>
      </w:docPartPr>
      <w:docPartBody>
        <w:p w:rsidR="00DC021B" w:rsidRDefault="00867E44">
          <w:pPr>
            <w:pStyle w:val="B862805C05BD49E0B7E3991D756D6BE4"/>
          </w:pPr>
          <w:r>
            <w:t>[Date]</w:t>
          </w:r>
        </w:p>
      </w:docPartBody>
    </w:docPart>
    <w:docPart>
      <w:docPartPr>
        <w:name w:val="8F5C22F8557D4D018790200D4C6A8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AA330-0089-4478-967A-9F3E36ECD427}"/>
      </w:docPartPr>
      <w:docPartBody>
        <w:p w:rsidR="00DC021B" w:rsidRDefault="00867E44">
          <w:pPr>
            <w:pStyle w:val="8F5C22F8557D4D018790200D4C6A889A"/>
          </w:pPr>
          <w:r>
            <w:t>[Recipient Name]</w:t>
          </w:r>
        </w:p>
      </w:docPartBody>
    </w:docPart>
    <w:docPart>
      <w:docPartPr>
        <w:name w:val="92DBB6536A8B403DA4A1365F5DD7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6B358-E30C-4B65-B8F8-23687AC6CDF1}"/>
      </w:docPartPr>
      <w:docPartBody>
        <w:p w:rsidR="00DC021B" w:rsidRDefault="00867E44">
          <w:pPr>
            <w:pStyle w:val="92DBB6536A8B403DA4A1365F5DD7F71F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00"/>
    <w:rsid w:val="00175A00"/>
    <w:rsid w:val="00535543"/>
    <w:rsid w:val="00867E44"/>
    <w:rsid w:val="00DC021B"/>
    <w:rsid w:val="00F0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78BF20F7F0486AAEA075EE65A35791">
    <w:name w:val="3078BF20F7F0486AAEA075EE65A35791"/>
  </w:style>
  <w:style w:type="paragraph" w:customStyle="1" w:styleId="50DDE52B4D7441ADB2DE8E06C8707636">
    <w:name w:val="50DDE52B4D7441ADB2DE8E06C8707636"/>
  </w:style>
  <w:style w:type="paragraph" w:customStyle="1" w:styleId="A1306F7516424E5C80EFBDBF03C5786D">
    <w:name w:val="A1306F7516424E5C80EFBDBF03C5786D"/>
  </w:style>
  <w:style w:type="paragraph" w:customStyle="1" w:styleId="55C3E56C21804B8AB601594EA841B99F">
    <w:name w:val="55C3E56C21804B8AB601594EA841B99F"/>
  </w:style>
  <w:style w:type="paragraph" w:customStyle="1" w:styleId="B862805C05BD49E0B7E3991D756D6BE4">
    <w:name w:val="B862805C05BD49E0B7E3991D756D6BE4"/>
  </w:style>
  <w:style w:type="paragraph" w:customStyle="1" w:styleId="8F5C22F8557D4D018790200D4C6A889A">
    <w:name w:val="8F5C22F8557D4D018790200D4C6A889A"/>
  </w:style>
  <w:style w:type="paragraph" w:customStyle="1" w:styleId="92DBB6536A8B403DA4A1365F5DD7F71F">
    <w:name w:val="92DBB6536A8B403DA4A1365F5DD7F71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787FADCD4E42C0B4435A16A3103B4D">
    <w:name w:val="C8787FADCD4E42C0B4435A16A3103B4D"/>
  </w:style>
  <w:style w:type="paragraph" w:customStyle="1" w:styleId="DF75D065F96D43408F4EBC57C437C415">
    <w:name w:val="DF75D065F96D43408F4EBC57C437C415"/>
    <w:rsid w:val="00175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BE1C320-6C2A-46CB-960A-7A03BDDB4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job applicant confirming receipt.dotx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2018-03-03T08:49:00Z</dcterms:created>
  <dcterms:modified xsi:type="dcterms:W3CDTF">2018-03-03T08:49:00Z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TC034649149991</vt:lpwstr>
  </property>
</Properties>
</file>