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Company Name"/>
        <w:tag w:val=""/>
        <w:id w:val="1247992177"/>
        <w:placeholder>
          <w:docPart w:val="50DDE52B4D7441ADB2DE8E06C870763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117520" w:rsidRPr="00E22436" w:rsidRDefault="001E0D23">
          <w:pPr>
            <w:pStyle w:val="Address"/>
            <w:contextualSpacing/>
            <w:rPr>
              <w:rFonts w:cstheme="minorHAnsi"/>
              <w:sz w:val="24"/>
              <w:szCs w:val="24"/>
            </w:rPr>
          </w:pPr>
          <w:r w:rsidRPr="00E22436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117520" w:rsidRPr="00E22436" w:rsidRDefault="00DF1C16">
      <w:pPr>
        <w:pStyle w:val="Address"/>
        <w:contextualSpacing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A1306F7516424E5C80EFBDBF03C5786D"/>
          </w:placeholder>
          <w:temporary/>
          <w:showingPlcHdr/>
          <w15:appearance w15:val="hidden"/>
        </w:sdtPr>
        <w:sdtEndPr/>
        <w:sdtContent>
          <w:r w:rsidR="001E0D23" w:rsidRPr="00E22436">
            <w:rPr>
              <w:rFonts w:cstheme="minorHAnsi"/>
              <w:sz w:val="24"/>
              <w:szCs w:val="24"/>
            </w:rPr>
            <w:t>[Street Address]</w:t>
          </w:r>
        </w:sdtContent>
      </w:sdt>
      <w:r w:rsidR="00035213" w:rsidRPr="00E2243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55C3E56C21804B8AB601594EA841B99F"/>
          </w:placeholder>
          <w:temporary/>
          <w:showingPlcHdr/>
          <w15:appearance w15:val="hidden"/>
        </w:sdtPr>
        <w:sdtEndPr/>
        <w:sdtContent>
          <w:r w:rsidR="001E0D23" w:rsidRPr="00E22436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DA3321" w:rsidRPr="00E22436" w:rsidRDefault="00DA3321">
      <w:pPr>
        <w:pStyle w:val="Date"/>
        <w:contextualSpacing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B862805C05BD49E0B7E3991D756D6BE4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117520" w:rsidRPr="00E22436" w:rsidRDefault="001E0D23">
          <w:pPr>
            <w:pStyle w:val="Date"/>
            <w:contextualSpacing/>
            <w:rPr>
              <w:rFonts w:cstheme="minorHAnsi"/>
              <w:sz w:val="24"/>
              <w:szCs w:val="24"/>
            </w:rPr>
          </w:pPr>
          <w:r w:rsidRPr="00E22436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8F5C22F8557D4D018790200D4C6A889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117520" w:rsidRPr="00E22436" w:rsidRDefault="001E0D23" w:rsidP="00DA3321">
          <w:pPr>
            <w:pStyle w:val="Address"/>
            <w:spacing w:line="240" w:lineRule="auto"/>
            <w:contextualSpacing/>
            <w:rPr>
              <w:rFonts w:cstheme="minorHAnsi"/>
              <w:sz w:val="24"/>
              <w:szCs w:val="24"/>
            </w:rPr>
          </w:pPr>
          <w:r w:rsidRPr="00E22436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117520" w:rsidRPr="00E22436" w:rsidRDefault="00DF1C16" w:rsidP="00DA3321">
      <w:pPr>
        <w:pStyle w:val="Address"/>
        <w:spacing w:line="240" w:lineRule="auto"/>
        <w:contextualSpacing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92DBB6536A8B403DA4A1365F5DD7F71F"/>
          </w:placeholder>
          <w:temporary/>
          <w:showingPlcHdr/>
          <w15:appearance w15:val="hidden"/>
        </w:sdtPr>
        <w:sdtEndPr/>
        <w:sdtContent>
          <w:r w:rsidR="001E0D23" w:rsidRPr="00E22436">
            <w:rPr>
              <w:rFonts w:cstheme="minorHAnsi"/>
              <w:sz w:val="24"/>
              <w:szCs w:val="24"/>
            </w:rPr>
            <w:t>[Title]</w:t>
          </w:r>
        </w:sdtContent>
      </w:sdt>
    </w:p>
    <w:p w:rsidR="00117520" w:rsidRPr="00E22436" w:rsidRDefault="00117520" w:rsidP="00DA3321">
      <w:pPr>
        <w:pStyle w:val="Address"/>
        <w:spacing w:line="240" w:lineRule="auto"/>
        <w:contextualSpacing/>
        <w:rPr>
          <w:rFonts w:cstheme="minorHAnsi"/>
          <w:sz w:val="24"/>
          <w:szCs w:val="24"/>
        </w:rPr>
      </w:pPr>
    </w:p>
    <w:p w:rsidR="00117520" w:rsidRPr="00E22436" w:rsidRDefault="001E0D23" w:rsidP="00DA3321">
      <w:pPr>
        <w:pStyle w:val="Salutation"/>
        <w:spacing w:line="240" w:lineRule="auto"/>
        <w:contextualSpacing/>
        <w:rPr>
          <w:rFonts w:cstheme="minorHAnsi"/>
          <w:sz w:val="24"/>
          <w:szCs w:val="24"/>
        </w:rPr>
      </w:pPr>
      <w:r w:rsidRPr="00E22436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31501734"/>
          <w:placeholder>
            <w:docPart w:val="8F5C22F8557D4D018790200D4C6A889A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E22436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E22436">
        <w:rPr>
          <w:rFonts w:cstheme="minorHAnsi"/>
          <w:sz w:val="24"/>
          <w:szCs w:val="24"/>
        </w:rPr>
        <w:t>:</w:t>
      </w:r>
    </w:p>
    <w:p w:rsidR="00E22436" w:rsidRPr="00E22436" w:rsidRDefault="00E22436" w:rsidP="00E22436">
      <w:pPr>
        <w:pStyle w:val="NormalWeb"/>
        <w:rPr>
          <w:rFonts w:asciiTheme="minorHAnsi" w:hAnsiTheme="minorHAnsi" w:cstheme="minorHAnsi"/>
        </w:rPr>
      </w:pPr>
      <w:r w:rsidRPr="00E22436">
        <w:rPr>
          <w:rFonts w:asciiTheme="minorHAnsi" w:hAnsiTheme="minorHAnsi" w:cstheme="minorHAnsi"/>
        </w:rPr>
        <w:t xml:space="preserve">I have received a warning letter for habitual tardiness from last three days. I </w:t>
      </w:r>
      <w:proofErr w:type="gramStart"/>
      <w:r w:rsidRPr="00E22436">
        <w:rPr>
          <w:rFonts w:asciiTheme="minorHAnsi" w:hAnsiTheme="minorHAnsi" w:cstheme="minorHAnsi"/>
        </w:rPr>
        <w:t>am aware of the fact that</w:t>
      </w:r>
      <w:proofErr w:type="gramEnd"/>
      <w:r w:rsidRPr="00E22436">
        <w:rPr>
          <w:rFonts w:asciiTheme="minorHAnsi" w:hAnsiTheme="minorHAnsi" w:cstheme="minorHAnsi"/>
        </w:rPr>
        <w:t xml:space="preserve"> my tardiness can compromise my job.</w:t>
      </w:r>
    </w:p>
    <w:p w:rsidR="00E22436" w:rsidRPr="00E22436" w:rsidRDefault="00E22436" w:rsidP="00E22436">
      <w:pPr>
        <w:pStyle w:val="NormalWeb"/>
        <w:rPr>
          <w:rFonts w:asciiTheme="minorHAnsi" w:hAnsiTheme="minorHAnsi" w:cstheme="minorHAnsi"/>
        </w:rPr>
      </w:pPr>
      <w:r w:rsidRPr="00E22436">
        <w:rPr>
          <w:rFonts w:asciiTheme="minorHAnsi" w:hAnsiTheme="minorHAnsi" w:cstheme="minorHAnsi"/>
        </w:rPr>
        <w:t>I have been feeling very sick and have an appointment with the doctor in the morning. My medical results will be out tomorrow. I will share them with you. I will undergo the necessary treatment for improvement of my health so that I can perform my duties well. I apologize for the inconvenience.</w:t>
      </w:r>
    </w:p>
    <w:p w:rsidR="00E22436" w:rsidRPr="00E22436" w:rsidRDefault="00E22436" w:rsidP="00E22436">
      <w:pPr>
        <w:pStyle w:val="NormalWeb"/>
        <w:rPr>
          <w:rFonts w:asciiTheme="minorHAnsi" w:hAnsiTheme="minorHAnsi" w:cstheme="minorHAnsi"/>
        </w:rPr>
      </w:pPr>
      <w:r w:rsidRPr="00E22436">
        <w:rPr>
          <w:rFonts w:asciiTheme="minorHAnsi" w:hAnsiTheme="minorHAnsi" w:cstheme="minorHAnsi"/>
        </w:rPr>
        <w:t>Yours sincerely,</w:t>
      </w:r>
    </w:p>
    <w:p w:rsidR="00035213" w:rsidRPr="00E22436" w:rsidRDefault="00035213" w:rsidP="00E22436">
      <w:pPr>
        <w:pStyle w:val="Signature"/>
        <w:rPr>
          <w:rFonts w:cstheme="minorHAnsi"/>
          <w:sz w:val="24"/>
          <w:szCs w:val="24"/>
        </w:rPr>
      </w:pPr>
      <w:r w:rsidRPr="00E22436">
        <w:rPr>
          <w:rFonts w:cstheme="minorHAnsi"/>
          <w:sz w:val="24"/>
          <w:szCs w:val="24"/>
        </w:rPr>
        <w:t>[Your Name]</w:t>
      </w:r>
    </w:p>
    <w:p w:rsidR="00117520" w:rsidRPr="00E22436" w:rsidRDefault="00DF1C16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59830708"/>
          <w:placeholder>
            <w:docPart w:val="92DBB6536A8B403DA4A1365F5DD7F71F"/>
          </w:placeholder>
          <w:temporary/>
          <w:showingPlcHdr/>
          <w15:appearance w15:val="hidden"/>
        </w:sdtPr>
        <w:sdtEndPr/>
        <w:sdtContent>
          <w:r w:rsidR="001E0D23" w:rsidRPr="00E22436">
            <w:rPr>
              <w:rFonts w:cstheme="minorHAnsi"/>
              <w:sz w:val="24"/>
              <w:szCs w:val="24"/>
            </w:rPr>
            <w:t>[Title]</w:t>
          </w:r>
        </w:sdtContent>
      </w:sdt>
      <w:bookmarkStart w:id="0" w:name="_GoBack"/>
      <w:bookmarkEnd w:id="0"/>
    </w:p>
    <w:sectPr w:rsidR="00117520" w:rsidRPr="00E22436" w:rsidSect="00393787">
      <w:headerReference w:type="default" r:id="rId7"/>
      <w:footerReference w:type="first" r:id="rId8"/>
      <w:pgSz w:w="12240" w:h="15840"/>
      <w:pgMar w:top="1350" w:right="1440" w:bottom="144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C16" w:rsidRDefault="00DF1C16">
      <w:pPr>
        <w:spacing w:after="0" w:line="240" w:lineRule="auto"/>
      </w:pPr>
      <w:r>
        <w:separator/>
      </w:r>
    </w:p>
  </w:endnote>
  <w:endnote w:type="continuationSeparator" w:id="0">
    <w:p w:rsidR="00DF1C16" w:rsidRDefault="00DF1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787" w:rsidRDefault="00393787">
    <w:pPr>
      <w:pStyle w:val="Footer"/>
    </w:pPr>
    <w:r>
      <w:t>wordexceltemplates.com</w:t>
    </w:r>
  </w:p>
  <w:p w:rsidR="00393787" w:rsidRDefault="00393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C16" w:rsidRDefault="00DF1C16">
      <w:pPr>
        <w:spacing w:after="0" w:line="240" w:lineRule="auto"/>
      </w:pPr>
      <w:r>
        <w:separator/>
      </w:r>
    </w:p>
  </w:footnote>
  <w:footnote w:type="continuationSeparator" w:id="0">
    <w:p w:rsidR="00DF1C16" w:rsidRDefault="00DF1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318852748"/>
      <w:placeholder>
        <w:docPart w:val="92DBB6536A8B403DA4A1365F5DD7F71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117520" w:rsidRDefault="001E0D23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792268741"/>
      <w:placeholder>
        <w:docPart w:val="55C3E56C21804B8AB601594EA841B99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117520" w:rsidRDefault="001E0D23">
        <w:pPr>
          <w:pStyle w:val="Header"/>
        </w:pPr>
        <w:r>
          <w:t>[Date]</w:t>
        </w:r>
      </w:p>
    </w:sdtContent>
  </w:sdt>
  <w:p w:rsidR="00117520" w:rsidRDefault="001E0D23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35213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213"/>
    <w:rsid w:val="00035213"/>
    <w:rsid w:val="00117520"/>
    <w:rsid w:val="001B160E"/>
    <w:rsid w:val="001E0D23"/>
    <w:rsid w:val="00330983"/>
    <w:rsid w:val="00393787"/>
    <w:rsid w:val="00DA3321"/>
    <w:rsid w:val="00DF1C16"/>
    <w:rsid w:val="00E22436"/>
    <w:rsid w:val="00F7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Footer">
    <w:name w:val="footer"/>
    <w:basedOn w:val="Normal"/>
    <w:link w:val="FooterChar"/>
    <w:uiPriority w:val="99"/>
    <w:unhideWhenUsed/>
    <w:rsid w:val="00393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787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A3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9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to%20job%20applicant%20confirming%20receip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DDE52B4D7441ADB2DE8E06C87076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73231-6737-4DD0-AA4B-5F7F00DA2870}"/>
      </w:docPartPr>
      <w:docPartBody>
        <w:p w:rsidR="00DC021B" w:rsidRDefault="00867E44">
          <w:pPr>
            <w:pStyle w:val="50DDE52B4D7441ADB2DE8E06C8707636"/>
          </w:pPr>
          <w:r>
            <w:t>[Company Name]</w:t>
          </w:r>
        </w:p>
      </w:docPartBody>
    </w:docPart>
    <w:docPart>
      <w:docPartPr>
        <w:name w:val="A1306F7516424E5C80EFBDBF03C57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7754-BE08-45A8-AA7C-BA2B4B9258FF}"/>
      </w:docPartPr>
      <w:docPartBody>
        <w:p w:rsidR="00DC021B" w:rsidRDefault="00867E44">
          <w:pPr>
            <w:pStyle w:val="A1306F7516424E5C80EFBDBF03C5786D"/>
          </w:pPr>
          <w:r>
            <w:t>[Street Address]</w:t>
          </w:r>
        </w:p>
      </w:docPartBody>
    </w:docPart>
    <w:docPart>
      <w:docPartPr>
        <w:name w:val="55C3E56C21804B8AB601594EA841B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9AB77-92BA-4A53-9313-E26C9308E067}"/>
      </w:docPartPr>
      <w:docPartBody>
        <w:p w:rsidR="00DC021B" w:rsidRDefault="00867E44">
          <w:pPr>
            <w:pStyle w:val="55C3E56C21804B8AB601594EA841B99F"/>
          </w:pPr>
          <w:r>
            <w:t>[City, ST ZIP Code]</w:t>
          </w:r>
        </w:p>
      </w:docPartBody>
    </w:docPart>
    <w:docPart>
      <w:docPartPr>
        <w:name w:val="B862805C05BD49E0B7E3991D756D6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73201-E10E-4537-8E5C-7BB92F3F92B8}"/>
      </w:docPartPr>
      <w:docPartBody>
        <w:p w:rsidR="00DC021B" w:rsidRDefault="00867E44">
          <w:pPr>
            <w:pStyle w:val="B862805C05BD49E0B7E3991D756D6BE4"/>
          </w:pPr>
          <w:r>
            <w:t>[Date]</w:t>
          </w:r>
        </w:p>
      </w:docPartBody>
    </w:docPart>
    <w:docPart>
      <w:docPartPr>
        <w:name w:val="8F5C22F8557D4D018790200D4C6A8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AA330-0089-4478-967A-9F3E36ECD427}"/>
      </w:docPartPr>
      <w:docPartBody>
        <w:p w:rsidR="00DC021B" w:rsidRDefault="00867E44">
          <w:pPr>
            <w:pStyle w:val="8F5C22F8557D4D018790200D4C6A889A"/>
          </w:pPr>
          <w:r>
            <w:t>[Recipient Name]</w:t>
          </w:r>
        </w:p>
      </w:docPartBody>
    </w:docPart>
    <w:docPart>
      <w:docPartPr>
        <w:name w:val="92DBB6536A8B403DA4A1365F5DD7F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6B358-E30C-4B65-B8F8-23687AC6CDF1}"/>
      </w:docPartPr>
      <w:docPartBody>
        <w:p w:rsidR="00DC021B" w:rsidRDefault="00867E44">
          <w:pPr>
            <w:pStyle w:val="92DBB6536A8B403DA4A1365F5DD7F71F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00"/>
    <w:rsid w:val="00175A00"/>
    <w:rsid w:val="004E4E07"/>
    <w:rsid w:val="00535543"/>
    <w:rsid w:val="00867E44"/>
    <w:rsid w:val="00DC021B"/>
    <w:rsid w:val="00F0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78BF20F7F0486AAEA075EE65A35791">
    <w:name w:val="3078BF20F7F0486AAEA075EE65A35791"/>
  </w:style>
  <w:style w:type="paragraph" w:customStyle="1" w:styleId="50DDE52B4D7441ADB2DE8E06C8707636">
    <w:name w:val="50DDE52B4D7441ADB2DE8E06C8707636"/>
  </w:style>
  <w:style w:type="paragraph" w:customStyle="1" w:styleId="A1306F7516424E5C80EFBDBF03C5786D">
    <w:name w:val="A1306F7516424E5C80EFBDBF03C5786D"/>
  </w:style>
  <w:style w:type="paragraph" w:customStyle="1" w:styleId="55C3E56C21804B8AB601594EA841B99F">
    <w:name w:val="55C3E56C21804B8AB601594EA841B99F"/>
  </w:style>
  <w:style w:type="paragraph" w:customStyle="1" w:styleId="B862805C05BD49E0B7E3991D756D6BE4">
    <w:name w:val="B862805C05BD49E0B7E3991D756D6BE4"/>
  </w:style>
  <w:style w:type="paragraph" w:customStyle="1" w:styleId="8F5C22F8557D4D018790200D4C6A889A">
    <w:name w:val="8F5C22F8557D4D018790200D4C6A889A"/>
  </w:style>
  <w:style w:type="paragraph" w:customStyle="1" w:styleId="92DBB6536A8B403DA4A1365F5DD7F71F">
    <w:name w:val="92DBB6536A8B403DA4A1365F5DD7F71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8787FADCD4E42C0B4435A16A3103B4D">
    <w:name w:val="C8787FADCD4E42C0B4435A16A3103B4D"/>
  </w:style>
  <w:style w:type="paragraph" w:customStyle="1" w:styleId="DF75D065F96D43408F4EBC57C437C415">
    <w:name w:val="DF75D065F96D43408F4EBC57C437C415"/>
    <w:rsid w:val="00175A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BE1C320-6C2A-46CB-960A-7A03BDDB47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job applicant confirming receipt.dotx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2018-03-03T09:06:00Z</dcterms:created>
  <dcterms:modified xsi:type="dcterms:W3CDTF">2018-03-03T09:06:00Z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TC034649149991</vt:lpwstr>
  </property>
</Properties>
</file>