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436BE6" w:rsidRDefault="00DC0C17" w:rsidP="008C3A5F">
      <w:pPr>
        <w:pStyle w:val="Address"/>
        <w:jc w:val="center"/>
        <w:rPr>
          <w:rFonts w:cstheme="minorHAnsi"/>
          <w:sz w:val="38"/>
          <w:szCs w:val="24"/>
        </w:rPr>
      </w:pPr>
      <w:r w:rsidRPr="00436BE6">
        <w:rPr>
          <w:rFonts w:cstheme="minorHAnsi"/>
          <w:sz w:val="38"/>
          <w:szCs w:val="24"/>
        </w:rPr>
        <w:t>Apology for Coming Late to Office</w:t>
      </w:r>
      <w:r w:rsidR="00436BE6" w:rsidRPr="00436BE6">
        <w:rPr>
          <w:rFonts w:cstheme="minorHAnsi"/>
          <w:sz w:val="38"/>
          <w:szCs w:val="24"/>
        </w:rPr>
        <w:t xml:space="preserve"> for Traffic</w:t>
      </w:r>
    </w:p>
    <w:p w:rsidR="008C3A5F" w:rsidRPr="00436BE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436BE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436BE6" w:rsidRDefault="008C3A5F">
      <w:pPr>
        <w:pStyle w:val="Address"/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[</w:t>
      </w:r>
      <w:r w:rsidR="004F27EA" w:rsidRPr="00436BE6">
        <w:rPr>
          <w:rFonts w:cstheme="minorHAnsi"/>
          <w:sz w:val="24"/>
          <w:szCs w:val="24"/>
        </w:rPr>
        <w:t>Your Name</w:t>
      </w:r>
      <w:r w:rsidRPr="00436BE6">
        <w:rPr>
          <w:rFonts w:cstheme="minorHAnsi"/>
          <w:sz w:val="24"/>
          <w:szCs w:val="24"/>
        </w:rPr>
        <w:t>]</w:t>
      </w:r>
    </w:p>
    <w:p w:rsidR="00131003" w:rsidRPr="00436BE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436BE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436BE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436BE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436BE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436BE6" w:rsidRDefault="000D319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436BE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436BE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436BE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607E8F" w:rsidRPr="00436BE6" w:rsidRDefault="00607E8F" w:rsidP="00607E8F">
      <w:pPr>
        <w:rPr>
          <w:rFonts w:cstheme="minorHAnsi"/>
          <w:sz w:val="24"/>
          <w:szCs w:val="24"/>
        </w:rPr>
      </w:pPr>
    </w:p>
    <w:p w:rsidR="000272A2" w:rsidRPr="00436BE6" w:rsidRDefault="000272A2" w:rsidP="000272A2">
      <w:pPr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Dear Stuart,</w:t>
      </w:r>
    </w:p>
    <w:p w:rsidR="00436BE6" w:rsidRPr="00436BE6" w:rsidRDefault="00436BE6" w:rsidP="00436BE6">
      <w:pPr>
        <w:pStyle w:val="NormalWeb"/>
        <w:rPr>
          <w:rFonts w:asciiTheme="minorHAnsi" w:hAnsiTheme="minorHAnsi" w:cstheme="minorHAnsi"/>
        </w:rPr>
      </w:pPr>
      <w:r w:rsidRPr="00436BE6">
        <w:rPr>
          <w:rFonts w:asciiTheme="minorHAnsi" w:hAnsiTheme="minorHAnsi" w:cstheme="minorHAnsi"/>
        </w:rPr>
        <w:t>I am sorry to report that I came to school/office today very late due to very heavy traffic on the road. I left quite early hoping to reach the school/office on time but couldn't.</w:t>
      </w:r>
    </w:p>
    <w:p w:rsidR="00436BE6" w:rsidRPr="00436BE6" w:rsidRDefault="00436BE6" w:rsidP="00436BE6">
      <w:pPr>
        <w:pStyle w:val="NormalWeb"/>
        <w:rPr>
          <w:rFonts w:asciiTheme="minorHAnsi" w:hAnsiTheme="minorHAnsi" w:cstheme="minorHAnsi"/>
        </w:rPr>
      </w:pPr>
      <w:r w:rsidRPr="00436BE6">
        <w:rPr>
          <w:rFonts w:asciiTheme="minorHAnsi" w:hAnsiTheme="minorHAnsi" w:cstheme="minorHAnsi"/>
        </w:rPr>
        <w:t>I apologize for coming to school/office late. One of the reasons is the situation of traffic is getting worse day to date on most of the routes that lead to school/office. I assure that this will never happen again. I hope you understand my situation.</w:t>
      </w:r>
    </w:p>
    <w:p w:rsidR="0079272C" w:rsidRPr="00436BE6" w:rsidRDefault="0079272C" w:rsidP="0079272C">
      <w:pPr>
        <w:jc w:val="both"/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 xml:space="preserve">Sincerely, </w:t>
      </w:r>
      <w:bookmarkStart w:id="0" w:name="_GoBack"/>
      <w:bookmarkEnd w:id="0"/>
    </w:p>
    <w:p w:rsidR="000272A2" w:rsidRPr="00436BE6" w:rsidRDefault="000272A2" w:rsidP="000272A2">
      <w:pPr>
        <w:rPr>
          <w:rFonts w:cstheme="minorHAnsi"/>
          <w:sz w:val="24"/>
          <w:szCs w:val="24"/>
        </w:rPr>
      </w:pPr>
      <w:r w:rsidRPr="00436BE6">
        <w:rPr>
          <w:rFonts w:cstheme="minorHAnsi"/>
          <w:sz w:val="24"/>
          <w:szCs w:val="24"/>
        </w:rPr>
        <w:t>Chris</w:t>
      </w:r>
    </w:p>
    <w:p w:rsidR="00B96D91" w:rsidRPr="00436BE6" w:rsidRDefault="00B96D91" w:rsidP="00607E8F">
      <w:pPr>
        <w:pStyle w:val="Salutation"/>
        <w:rPr>
          <w:rFonts w:cstheme="minorHAnsi"/>
          <w:sz w:val="24"/>
          <w:szCs w:val="24"/>
        </w:rPr>
      </w:pPr>
    </w:p>
    <w:sectPr w:rsidR="00B96D91" w:rsidRPr="00436BE6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19E" w:rsidRDefault="000D319E">
      <w:pPr>
        <w:spacing w:after="0" w:line="240" w:lineRule="auto"/>
      </w:pPr>
      <w:r>
        <w:separator/>
      </w:r>
    </w:p>
  </w:endnote>
  <w:endnote w:type="continuationSeparator" w:id="0">
    <w:p w:rsidR="000D319E" w:rsidRDefault="000D3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19E" w:rsidRDefault="000D319E">
      <w:pPr>
        <w:spacing w:after="0" w:line="240" w:lineRule="auto"/>
      </w:pPr>
      <w:r>
        <w:separator/>
      </w:r>
    </w:p>
  </w:footnote>
  <w:footnote w:type="continuationSeparator" w:id="0">
    <w:p w:rsidR="000D319E" w:rsidRDefault="000D3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272A2"/>
    <w:rsid w:val="00041FF6"/>
    <w:rsid w:val="000D319E"/>
    <w:rsid w:val="000E7469"/>
    <w:rsid w:val="00131003"/>
    <w:rsid w:val="001C44B4"/>
    <w:rsid w:val="002A62BA"/>
    <w:rsid w:val="002D488D"/>
    <w:rsid w:val="00415F77"/>
    <w:rsid w:val="00436BE6"/>
    <w:rsid w:val="004F27EA"/>
    <w:rsid w:val="00504EA0"/>
    <w:rsid w:val="0056655A"/>
    <w:rsid w:val="00607E8F"/>
    <w:rsid w:val="00707418"/>
    <w:rsid w:val="0072107C"/>
    <w:rsid w:val="0079272C"/>
    <w:rsid w:val="007B76AE"/>
    <w:rsid w:val="008C3A5F"/>
    <w:rsid w:val="0097203B"/>
    <w:rsid w:val="00A5491A"/>
    <w:rsid w:val="00AA5759"/>
    <w:rsid w:val="00AD3BFC"/>
    <w:rsid w:val="00B96D91"/>
    <w:rsid w:val="00BD3D74"/>
    <w:rsid w:val="00C67ADD"/>
    <w:rsid w:val="00D56C37"/>
    <w:rsid w:val="00D96937"/>
    <w:rsid w:val="00DC0C17"/>
    <w:rsid w:val="00DF1EFA"/>
    <w:rsid w:val="00E27BA1"/>
    <w:rsid w:val="00E90651"/>
    <w:rsid w:val="00ED25AC"/>
    <w:rsid w:val="00F127B3"/>
    <w:rsid w:val="00F52A5B"/>
    <w:rsid w:val="00F9165E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F34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3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513A70"/>
    <w:rsid w:val="00643EEA"/>
    <w:rsid w:val="00671CCD"/>
    <w:rsid w:val="00705AAD"/>
    <w:rsid w:val="009C6824"/>
    <w:rsid w:val="00A556F8"/>
    <w:rsid w:val="00B247F0"/>
    <w:rsid w:val="00B91066"/>
    <w:rsid w:val="00BC7B2D"/>
    <w:rsid w:val="00CD3B25"/>
    <w:rsid w:val="00E565CB"/>
    <w:rsid w:val="00FF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2018-03-05T08:04:00Z</dcterms:created>
  <dcterms:modified xsi:type="dcterms:W3CDTF">2018-03-05T08:05:00Z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