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sz w:val="24"/>
          <w:szCs w:val="24"/>
        </w:rPr>
        <w:alias w:val="Company Name"/>
        <w:tag w:val=""/>
        <w:id w:val="1247992177"/>
        <w:placeholder>
          <w:docPart w:val="50DDE52B4D7441ADB2DE8E06C870763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117520" w:rsidRPr="00393787" w:rsidRDefault="001E0D23">
          <w:pPr>
            <w:pStyle w:val="Address"/>
            <w:rPr>
              <w:sz w:val="24"/>
              <w:szCs w:val="24"/>
            </w:rPr>
          </w:pPr>
          <w:r w:rsidRPr="00393787">
            <w:rPr>
              <w:sz w:val="24"/>
              <w:szCs w:val="24"/>
            </w:rPr>
            <w:t>[Company Name]</w:t>
          </w:r>
        </w:p>
      </w:sdtContent>
    </w:sdt>
    <w:p w:rsidR="00117520" w:rsidRPr="00393787" w:rsidRDefault="003A0597">
      <w:pPr>
        <w:pStyle w:val="Address"/>
        <w:rPr>
          <w:sz w:val="24"/>
          <w:szCs w:val="24"/>
        </w:rPr>
      </w:pPr>
      <w:sdt>
        <w:sdtPr>
          <w:rPr>
            <w:sz w:val="24"/>
            <w:szCs w:val="24"/>
          </w:rPr>
          <w:id w:val="1634143502"/>
          <w:placeholder>
            <w:docPart w:val="A1306F7516424E5C80EFBDBF03C5786D"/>
          </w:placeholder>
          <w:temporary/>
          <w:showingPlcHdr/>
          <w15:appearance w15:val="hidden"/>
        </w:sdtPr>
        <w:sdtEndPr/>
        <w:sdtContent>
          <w:r w:rsidR="001E0D23" w:rsidRPr="00393787">
            <w:rPr>
              <w:sz w:val="24"/>
              <w:szCs w:val="24"/>
            </w:rPr>
            <w:t>[Street Address]</w:t>
          </w:r>
        </w:sdtContent>
      </w:sdt>
      <w:r w:rsidR="00035213" w:rsidRPr="00393787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2091195522"/>
          <w:placeholder>
            <w:docPart w:val="55C3E56C21804B8AB601594EA841B99F"/>
          </w:placeholder>
          <w:temporary/>
          <w:showingPlcHdr/>
          <w15:appearance w15:val="hidden"/>
        </w:sdtPr>
        <w:sdtEndPr/>
        <w:sdtContent>
          <w:r w:rsidR="001E0D23" w:rsidRPr="00393787">
            <w:rPr>
              <w:sz w:val="24"/>
              <w:szCs w:val="24"/>
            </w:rPr>
            <w:t>[City, ST ZIP Code]</w:t>
          </w:r>
        </w:sdtContent>
      </w:sdt>
    </w:p>
    <w:p w:rsidR="00035213" w:rsidRPr="00393787" w:rsidRDefault="00035213">
      <w:pPr>
        <w:pStyle w:val="Date"/>
        <w:rPr>
          <w:sz w:val="24"/>
          <w:szCs w:val="24"/>
        </w:rPr>
      </w:pPr>
    </w:p>
    <w:sdt>
      <w:sdtPr>
        <w:rPr>
          <w:sz w:val="24"/>
          <w:szCs w:val="24"/>
        </w:rPr>
        <w:alias w:val="Date"/>
        <w:tag w:val="Date"/>
        <w:id w:val="-1797359151"/>
        <w:placeholder>
          <w:docPart w:val="B862805C05BD49E0B7E3991D756D6BE4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117520" w:rsidRPr="00393787" w:rsidRDefault="001E0D23">
          <w:pPr>
            <w:pStyle w:val="Date"/>
            <w:rPr>
              <w:sz w:val="24"/>
              <w:szCs w:val="24"/>
            </w:rPr>
          </w:pPr>
          <w:r w:rsidRPr="00393787">
            <w:rPr>
              <w:sz w:val="24"/>
              <w:szCs w:val="24"/>
            </w:rPr>
            <w:t>[Date]</w:t>
          </w:r>
        </w:p>
      </w:sdtContent>
    </w:sdt>
    <w:sdt>
      <w:sdtPr>
        <w:rPr>
          <w:sz w:val="24"/>
          <w:szCs w:val="24"/>
        </w:rPr>
        <w:alias w:val="Recipient Name"/>
        <w:tag w:val=""/>
        <w:id w:val="-378937380"/>
        <w:placeholder>
          <w:docPart w:val="8F5C22F8557D4D018790200D4C6A889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117520" w:rsidRPr="00393787" w:rsidRDefault="001E0D23">
          <w:pPr>
            <w:pStyle w:val="Address"/>
            <w:rPr>
              <w:sz w:val="24"/>
              <w:szCs w:val="24"/>
            </w:rPr>
          </w:pPr>
          <w:r w:rsidRPr="00393787">
            <w:rPr>
              <w:sz w:val="24"/>
              <w:szCs w:val="24"/>
            </w:rPr>
            <w:t>[Recipient Name]</w:t>
          </w:r>
        </w:p>
      </w:sdtContent>
    </w:sdt>
    <w:p w:rsidR="00117520" w:rsidRPr="00393787" w:rsidRDefault="003A0597">
      <w:pPr>
        <w:pStyle w:val="Address"/>
        <w:rPr>
          <w:sz w:val="24"/>
          <w:szCs w:val="24"/>
        </w:rPr>
      </w:pPr>
      <w:sdt>
        <w:sdtPr>
          <w:rPr>
            <w:sz w:val="24"/>
            <w:szCs w:val="24"/>
          </w:rPr>
          <w:id w:val="-1978134494"/>
          <w:placeholder>
            <w:docPart w:val="92DBB6536A8B403DA4A1365F5DD7F71F"/>
          </w:placeholder>
          <w:temporary/>
          <w:showingPlcHdr/>
          <w15:appearance w15:val="hidden"/>
        </w:sdtPr>
        <w:sdtEndPr/>
        <w:sdtContent>
          <w:r w:rsidR="001E0D23" w:rsidRPr="00393787">
            <w:rPr>
              <w:sz w:val="24"/>
              <w:szCs w:val="24"/>
            </w:rPr>
            <w:t>[Title]</w:t>
          </w:r>
        </w:sdtContent>
      </w:sdt>
    </w:p>
    <w:p w:rsidR="00117520" w:rsidRPr="00393787" w:rsidRDefault="00117520" w:rsidP="00035213">
      <w:pPr>
        <w:pStyle w:val="Address"/>
        <w:rPr>
          <w:sz w:val="24"/>
          <w:szCs w:val="24"/>
        </w:rPr>
      </w:pPr>
    </w:p>
    <w:p w:rsidR="00117520" w:rsidRPr="00393787" w:rsidRDefault="001E0D23">
      <w:pPr>
        <w:pStyle w:val="Salutation"/>
        <w:rPr>
          <w:sz w:val="24"/>
          <w:szCs w:val="24"/>
        </w:rPr>
      </w:pPr>
      <w:r w:rsidRPr="00393787">
        <w:rPr>
          <w:sz w:val="24"/>
          <w:szCs w:val="24"/>
        </w:rPr>
        <w:t xml:space="preserve">Dear </w:t>
      </w:r>
      <w:sdt>
        <w:sdtPr>
          <w:rPr>
            <w:sz w:val="24"/>
            <w:szCs w:val="24"/>
          </w:rPr>
          <w:alias w:val="Recipient Name"/>
          <w:tag w:val=""/>
          <w:id w:val="1231501734"/>
          <w:placeholder>
            <w:docPart w:val="8F5C22F8557D4D018790200D4C6A889A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393787">
            <w:rPr>
              <w:sz w:val="24"/>
              <w:szCs w:val="24"/>
            </w:rPr>
            <w:t>[Recipient Name]</w:t>
          </w:r>
        </w:sdtContent>
      </w:sdt>
      <w:r w:rsidRPr="00393787">
        <w:rPr>
          <w:sz w:val="24"/>
          <w:szCs w:val="24"/>
        </w:rPr>
        <w:t>:</w:t>
      </w:r>
    </w:p>
    <w:p w:rsidR="001F04ED" w:rsidRPr="001F04ED" w:rsidRDefault="001F04ED" w:rsidP="001F04ED">
      <w:pPr>
        <w:rPr>
          <w:sz w:val="24"/>
          <w:szCs w:val="24"/>
        </w:rPr>
      </w:pPr>
      <w:r w:rsidRPr="001F04ED">
        <w:rPr>
          <w:sz w:val="24"/>
          <w:szCs w:val="24"/>
        </w:rPr>
        <w:t>I am writing to confirm the elements of our discussion this morning about your failure to meet our expectations regarding the length of lunch breaks.</w:t>
      </w:r>
    </w:p>
    <w:p w:rsidR="001F04ED" w:rsidRPr="001F04ED" w:rsidRDefault="001F04ED" w:rsidP="001F04ED">
      <w:pPr>
        <w:rPr>
          <w:sz w:val="24"/>
          <w:szCs w:val="24"/>
        </w:rPr>
      </w:pPr>
      <w:r w:rsidRPr="001F04ED">
        <w:rPr>
          <w:sz w:val="24"/>
          <w:szCs w:val="24"/>
        </w:rPr>
        <w:t>Your supervisor reports that you cannot be relied upon to keep within the allotted thirty-minute lunch break that is stipulated in your job description.</w:t>
      </w:r>
    </w:p>
    <w:p w:rsidR="001F04ED" w:rsidRPr="001F04ED" w:rsidRDefault="001F04ED" w:rsidP="001F04ED">
      <w:pPr>
        <w:rPr>
          <w:sz w:val="24"/>
          <w:szCs w:val="24"/>
        </w:rPr>
      </w:pPr>
      <w:r w:rsidRPr="001F04ED">
        <w:rPr>
          <w:sz w:val="24"/>
          <w:szCs w:val="24"/>
        </w:rPr>
        <w:t>We have offered an extension to your work day to allow fo</w:t>
      </w:r>
      <w:bookmarkStart w:id="0" w:name="_GoBack"/>
      <w:bookmarkEnd w:id="0"/>
      <w:r w:rsidRPr="001F04ED">
        <w:rPr>
          <w:sz w:val="24"/>
          <w:szCs w:val="24"/>
        </w:rPr>
        <w:t>r a sixty-minute lunch break; this would require arrival by 9 a.m. each day with departure at 5:30 p.m.</w:t>
      </w:r>
    </w:p>
    <w:p w:rsidR="001F04ED" w:rsidRPr="001F04ED" w:rsidRDefault="001F04ED" w:rsidP="001F04ED">
      <w:pPr>
        <w:rPr>
          <w:sz w:val="24"/>
          <w:szCs w:val="24"/>
        </w:rPr>
      </w:pPr>
      <w:r w:rsidRPr="001F04ED">
        <w:rPr>
          <w:sz w:val="24"/>
          <w:szCs w:val="24"/>
        </w:rPr>
        <w:t>Alternatively, you can keep your current schedule of 9 a.m. to 5 p.m. and take a thirty-minute lunch break.</w:t>
      </w:r>
    </w:p>
    <w:p w:rsidR="001F04ED" w:rsidRPr="001F04ED" w:rsidRDefault="001F04ED" w:rsidP="001F04ED">
      <w:pPr>
        <w:rPr>
          <w:sz w:val="24"/>
          <w:szCs w:val="24"/>
        </w:rPr>
      </w:pPr>
      <w:r w:rsidRPr="001F04ED">
        <w:rPr>
          <w:sz w:val="24"/>
          <w:szCs w:val="24"/>
        </w:rPr>
        <w:t>You told me today that you do not want to extend your work day until 5:30 p.m.</w:t>
      </w:r>
    </w:p>
    <w:p w:rsidR="001F04ED" w:rsidRPr="001F04ED" w:rsidRDefault="001F04ED" w:rsidP="001F04ED">
      <w:pPr>
        <w:rPr>
          <w:sz w:val="24"/>
          <w:szCs w:val="24"/>
        </w:rPr>
      </w:pPr>
      <w:r w:rsidRPr="001F04ED">
        <w:rPr>
          <w:sz w:val="24"/>
          <w:szCs w:val="24"/>
        </w:rPr>
        <w:t>Your department head will closely monitor your working schedule; we will expect that your lunch breaks will stay within the allotted thirty-minute time. If we determine that you are unable to consistently meet our expectations in this area, we will be forced to terminate your employment.</w:t>
      </w:r>
    </w:p>
    <w:p w:rsidR="001F04ED" w:rsidRPr="001F04ED" w:rsidRDefault="001F04ED" w:rsidP="001F04ED">
      <w:pPr>
        <w:rPr>
          <w:sz w:val="24"/>
          <w:szCs w:val="24"/>
        </w:rPr>
      </w:pPr>
      <w:r w:rsidRPr="001F04ED">
        <w:rPr>
          <w:sz w:val="24"/>
          <w:szCs w:val="24"/>
        </w:rPr>
        <w:t>We hope you will be able to meet our needs and hope for your success as a member of the [Company Name].</w:t>
      </w:r>
    </w:p>
    <w:p w:rsidR="00035213" w:rsidRPr="00393787" w:rsidRDefault="00035213" w:rsidP="00035213">
      <w:pPr>
        <w:pStyle w:val="Signature"/>
        <w:rPr>
          <w:sz w:val="24"/>
          <w:szCs w:val="24"/>
        </w:rPr>
      </w:pPr>
      <w:r w:rsidRPr="00393787">
        <w:rPr>
          <w:sz w:val="24"/>
          <w:szCs w:val="24"/>
        </w:rPr>
        <w:t xml:space="preserve"> [Your Name]</w:t>
      </w:r>
    </w:p>
    <w:p w:rsidR="00117520" w:rsidRPr="00393787" w:rsidRDefault="003A0597">
      <w:pPr>
        <w:pStyle w:val="Signature"/>
        <w:rPr>
          <w:sz w:val="24"/>
          <w:szCs w:val="24"/>
        </w:rPr>
      </w:pPr>
      <w:sdt>
        <w:sdtPr>
          <w:rPr>
            <w:sz w:val="24"/>
            <w:szCs w:val="24"/>
          </w:rPr>
          <w:id w:val="-1259830708"/>
          <w:placeholder>
            <w:docPart w:val="92DBB6536A8B403DA4A1365F5DD7F71F"/>
          </w:placeholder>
          <w:temporary/>
          <w:showingPlcHdr/>
          <w15:appearance w15:val="hidden"/>
        </w:sdtPr>
        <w:sdtEndPr/>
        <w:sdtContent>
          <w:r w:rsidR="001E0D23" w:rsidRPr="00393787">
            <w:rPr>
              <w:sz w:val="24"/>
              <w:szCs w:val="24"/>
            </w:rPr>
            <w:t>[Title]</w:t>
          </w:r>
        </w:sdtContent>
      </w:sdt>
    </w:p>
    <w:sectPr w:rsidR="00117520" w:rsidRPr="00393787" w:rsidSect="001F04ED">
      <w:headerReference w:type="default" r:id="rId7"/>
      <w:footerReference w:type="first" r:id="rId8"/>
      <w:pgSz w:w="12240" w:h="15840"/>
      <w:pgMar w:top="1170" w:right="1440" w:bottom="1440" w:left="153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597" w:rsidRDefault="003A0597">
      <w:pPr>
        <w:spacing w:after="0" w:line="240" w:lineRule="auto"/>
      </w:pPr>
      <w:r>
        <w:separator/>
      </w:r>
    </w:p>
  </w:endnote>
  <w:endnote w:type="continuationSeparator" w:id="0">
    <w:p w:rsidR="003A0597" w:rsidRDefault="003A0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787" w:rsidRDefault="00393787">
    <w:pPr>
      <w:pStyle w:val="Footer"/>
    </w:pPr>
    <w:r>
      <w:t>wordexceltemplates.com</w:t>
    </w:r>
  </w:p>
  <w:p w:rsidR="00393787" w:rsidRDefault="003937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597" w:rsidRDefault="003A0597">
      <w:pPr>
        <w:spacing w:after="0" w:line="240" w:lineRule="auto"/>
      </w:pPr>
      <w:r>
        <w:separator/>
      </w:r>
    </w:p>
  </w:footnote>
  <w:footnote w:type="continuationSeparator" w:id="0">
    <w:p w:rsidR="003A0597" w:rsidRDefault="003A0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318852748"/>
      <w:placeholder>
        <w:docPart w:val="92DBB6536A8B403DA4A1365F5DD7F71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117520" w:rsidRDefault="001E0D23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792268741"/>
      <w:placeholder>
        <w:docPart w:val="55C3E56C21804B8AB601594EA841B99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117520" w:rsidRDefault="001E0D23">
        <w:pPr>
          <w:pStyle w:val="Header"/>
        </w:pPr>
        <w:r>
          <w:t>[Date]</w:t>
        </w:r>
      </w:p>
    </w:sdtContent>
  </w:sdt>
  <w:p w:rsidR="00117520" w:rsidRDefault="001E0D23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35213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213"/>
    <w:rsid w:val="00035213"/>
    <w:rsid w:val="00117520"/>
    <w:rsid w:val="001E0D23"/>
    <w:rsid w:val="001F04ED"/>
    <w:rsid w:val="00393787"/>
    <w:rsid w:val="003A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paragraph" w:styleId="Footer">
    <w:name w:val="footer"/>
    <w:basedOn w:val="Normal"/>
    <w:link w:val="FooterChar"/>
    <w:uiPriority w:val="99"/>
    <w:unhideWhenUsed/>
    <w:rsid w:val="00393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787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to%20job%20applicant%20confirming%20receip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DDE52B4D7441ADB2DE8E06C87076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73231-6737-4DD0-AA4B-5F7F00DA2870}"/>
      </w:docPartPr>
      <w:docPartBody>
        <w:p w:rsidR="0049464C" w:rsidRDefault="00867E44">
          <w:pPr>
            <w:pStyle w:val="50DDE52B4D7441ADB2DE8E06C8707636"/>
          </w:pPr>
          <w:r>
            <w:t>[Company Name]</w:t>
          </w:r>
        </w:p>
      </w:docPartBody>
    </w:docPart>
    <w:docPart>
      <w:docPartPr>
        <w:name w:val="A1306F7516424E5C80EFBDBF03C57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7754-BE08-45A8-AA7C-BA2B4B9258FF}"/>
      </w:docPartPr>
      <w:docPartBody>
        <w:p w:rsidR="0049464C" w:rsidRDefault="00867E44">
          <w:pPr>
            <w:pStyle w:val="A1306F7516424E5C80EFBDBF03C5786D"/>
          </w:pPr>
          <w:r>
            <w:t>[Street Address]</w:t>
          </w:r>
        </w:p>
      </w:docPartBody>
    </w:docPart>
    <w:docPart>
      <w:docPartPr>
        <w:name w:val="55C3E56C21804B8AB601594EA841B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9AB77-92BA-4A53-9313-E26C9308E067}"/>
      </w:docPartPr>
      <w:docPartBody>
        <w:p w:rsidR="0049464C" w:rsidRDefault="00867E44">
          <w:pPr>
            <w:pStyle w:val="55C3E56C21804B8AB601594EA841B99F"/>
          </w:pPr>
          <w:r>
            <w:t>[City, ST ZIP Code]</w:t>
          </w:r>
        </w:p>
      </w:docPartBody>
    </w:docPart>
    <w:docPart>
      <w:docPartPr>
        <w:name w:val="B862805C05BD49E0B7E3991D756D6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73201-E10E-4537-8E5C-7BB92F3F92B8}"/>
      </w:docPartPr>
      <w:docPartBody>
        <w:p w:rsidR="0049464C" w:rsidRDefault="00867E44">
          <w:pPr>
            <w:pStyle w:val="B862805C05BD49E0B7E3991D756D6BE4"/>
          </w:pPr>
          <w:r>
            <w:t>[Date]</w:t>
          </w:r>
        </w:p>
      </w:docPartBody>
    </w:docPart>
    <w:docPart>
      <w:docPartPr>
        <w:name w:val="8F5C22F8557D4D018790200D4C6A8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AA330-0089-4478-967A-9F3E36ECD427}"/>
      </w:docPartPr>
      <w:docPartBody>
        <w:p w:rsidR="0049464C" w:rsidRDefault="00867E44">
          <w:pPr>
            <w:pStyle w:val="8F5C22F8557D4D018790200D4C6A889A"/>
          </w:pPr>
          <w:r>
            <w:t>[Recipient Name]</w:t>
          </w:r>
        </w:p>
      </w:docPartBody>
    </w:docPart>
    <w:docPart>
      <w:docPartPr>
        <w:name w:val="92DBB6536A8B403DA4A1365F5DD7F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A6B358-E30C-4B65-B8F8-23687AC6CDF1}"/>
      </w:docPartPr>
      <w:docPartBody>
        <w:p w:rsidR="0049464C" w:rsidRDefault="00867E44">
          <w:pPr>
            <w:pStyle w:val="92DBB6536A8B403DA4A1365F5DD7F71F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00"/>
    <w:rsid w:val="00175A00"/>
    <w:rsid w:val="0049464C"/>
    <w:rsid w:val="00867E44"/>
    <w:rsid w:val="00AB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78BF20F7F0486AAEA075EE65A35791">
    <w:name w:val="3078BF20F7F0486AAEA075EE65A35791"/>
  </w:style>
  <w:style w:type="paragraph" w:customStyle="1" w:styleId="50DDE52B4D7441ADB2DE8E06C8707636">
    <w:name w:val="50DDE52B4D7441ADB2DE8E06C8707636"/>
  </w:style>
  <w:style w:type="paragraph" w:customStyle="1" w:styleId="A1306F7516424E5C80EFBDBF03C5786D">
    <w:name w:val="A1306F7516424E5C80EFBDBF03C5786D"/>
  </w:style>
  <w:style w:type="paragraph" w:customStyle="1" w:styleId="55C3E56C21804B8AB601594EA841B99F">
    <w:name w:val="55C3E56C21804B8AB601594EA841B99F"/>
  </w:style>
  <w:style w:type="paragraph" w:customStyle="1" w:styleId="B862805C05BD49E0B7E3991D756D6BE4">
    <w:name w:val="B862805C05BD49E0B7E3991D756D6BE4"/>
  </w:style>
  <w:style w:type="paragraph" w:customStyle="1" w:styleId="8F5C22F8557D4D018790200D4C6A889A">
    <w:name w:val="8F5C22F8557D4D018790200D4C6A889A"/>
  </w:style>
  <w:style w:type="paragraph" w:customStyle="1" w:styleId="92DBB6536A8B403DA4A1365F5DD7F71F">
    <w:name w:val="92DBB6536A8B403DA4A1365F5DD7F71F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8787FADCD4E42C0B4435A16A3103B4D">
    <w:name w:val="C8787FADCD4E42C0B4435A16A3103B4D"/>
  </w:style>
  <w:style w:type="paragraph" w:customStyle="1" w:styleId="DF75D065F96D43408F4EBC57C437C415">
    <w:name w:val="DF75D065F96D43408F4EBC57C437C415"/>
    <w:rsid w:val="00175A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BE1C320-6C2A-46CB-960A-7A03BDDB47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to job applicant confirming receipt.dotx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2018-02-03T09:04:00Z</dcterms:created>
  <dcterms:modified xsi:type="dcterms:W3CDTF">2018-02-03T09:04:00Z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TC034649149991</vt:lpwstr>
  </property>
</Properties>
</file>