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4"/>
          <w:szCs w:val="24"/>
        </w:rPr>
        <w:alias w:val="Company Name"/>
        <w:tag w:val=""/>
        <w:id w:val="1247992177"/>
        <w:placeholder>
          <w:docPart w:val="50DDE52B4D7441ADB2DE8E06C8707636"/>
        </w:placeholder>
        <w:showingPlcHdr/>
        <w:dataBinding w:prefixMappings="xmlns:ns0='http://schemas.openxmlformats.org/officeDocument/2006/extended-properties' " w:xpath="/ns0:Properties[1]/ns0:Company[1]" w:storeItemID="{6668398D-A668-4E3E-A5EB-62B293D839F1}"/>
        <w:text/>
      </w:sdtPr>
      <w:sdtEndPr/>
      <w:sdtContent>
        <w:p w:rsidR="00117520" w:rsidRPr="00393787" w:rsidRDefault="001E0D23">
          <w:pPr>
            <w:pStyle w:val="Address"/>
            <w:rPr>
              <w:sz w:val="24"/>
              <w:szCs w:val="24"/>
            </w:rPr>
          </w:pPr>
          <w:r w:rsidRPr="00393787">
            <w:rPr>
              <w:sz w:val="24"/>
              <w:szCs w:val="24"/>
            </w:rPr>
            <w:t>[Company Name]</w:t>
          </w:r>
        </w:p>
      </w:sdtContent>
    </w:sdt>
    <w:p w:rsidR="00117520" w:rsidRPr="00393787" w:rsidRDefault="001B160E">
      <w:pPr>
        <w:pStyle w:val="Address"/>
        <w:rPr>
          <w:sz w:val="24"/>
          <w:szCs w:val="24"/>
        </w:rPr>
      </w:pPr>
      <w:sdt>
        <w:sdtPr>
          <w:rPr>
            <w:sz w:val="24"/>
            <w:szCs w:val="24"/>
          </w:rPr>
          <w:id w:val="1634143502"/>
          <w:placeholder>
            <w:docPart w:val="A1306F7516424E5C80EFBDBF03C5786D"/>
          </w:placeholder>
          <w:temporary/>
          <w:showingPlcHdr/>
          <w15:appearance w15:val="hidden"/>
        </w:sdtPr>
        <w:sdtEndPr/>
        <w:sdtContent>
          <w:r w:rsidR="001E0D23" w:rsidRPr="00393787">
            <w:rPr>
              <w:sz w:val="24"/>
              <w:szCs w:val="24"/>
            </w:rPr>
            <w:t>[Street Address]</w:t>
          </w:r>
        </w:sdtContent>
      </w:sdt>
      <w:r w:rsidR="00035213" w:rsidRPr="00393787">
        <w:rPr>
          <w:sz w:val="24"/>
          <w:szCs w:val="24"/>
        </w:rPr>
        <w:t xml:space="preserve"> </w:t>
      </w:r>
      <w:sdt>
        <w:sdtPr>
          <w:rPr>
            <w:sz w:val="24"/>
            <w:szCs w:val="24"/>
          </w:rPr>
          <w:id w:val="2091195522"/>
          <w:placeholder>
            <w:docPart w:val="55C3E56C21804B8AB601594EA841B99F"/>
          </w:placeholder>
          <w:temporary/>
          <w:showingPlcHdr/>
          <w15:appearance w15:val="hidden"/>
        </w:sdtPr>
        <w:sdtEndPr/>
        <w:sdtContent>
          <w:r w:rsidR="001E0D23" w:rsidRPr="00393787">
            <w:rPr>
              <w:sz w:val="24"/>
              <w:szCs w:val="24"/>
            </w:rPr>
            <w:t>[City, ST ZIP Code]</w:t>
          </w:r>
        </w:sdtContent>
      </w:sdt>
    </w:p>
    <w:p w:rsidR="00035213" w:rsidRPr="00393787" w:rsidRDefault="00035213">
      <w:pPr>
        <w:pStyle w:val="Date"/>
        <w:rPr>
          <w:sz w:val="24"/>
          <w:szCs w:val="24"/>
        </w:rPr>
      </w:pPr>
    </w:p>
    <w:sdt>
      <w:sdtPr>
        <w:rPr>
          <w:sz w:val="24"/>
          <w:szCs w:val="24"/>
        </w:rPr>
        <w:alias w:val="Date"/>
        <w:tag w:val="Date"/>
        <w:id w:val="-1797359151"/>
        <w:placeholder>
          <w:docPart w:val="B862805C05BD49E0B7E3991D756D6BE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17520" w:rsidRPr="00393787" w:rsidRDefault="001E0D23">
          <w:pPr>
            <w:pStyle w:val="Date"/>
            <w:rPr>
              <w:sz w:val="24"/>
              <w:szCs w:val="24"/>
            </w:rPr>
          </w:pPr>
          <w:r w:rsidRPr="00393787">
            <w:rPr>
              <w:sz w:val="24"/>
              <w:szCs w:val="24"/>
            </w:rPr>
            <w:t>[Date]</w:t>
          </w:r>
        </w:p>
      </w:sdtContent>
    </w:sdt>
    <w:sdt>
      <w:sdtPr>
        <w:rPr>
          <w:sz w:val="24"/>
          <w:szCs w:val="24"/>
        </w:rPr>
        <w:alias w:val="Recipient Name"/>
        <w:tag w:val=""/>
        <w:id w:val="-378937380"/>
        <w:placeholder>
          <w:docPart w:val="8F5C22F8557D4D018790200D4C6A889A"/>
        </w:placeholder>
        <w:showingPlcHdr/>
        <w:dataBinding w:prefixMappings="xmlns:ns0='http://schemas.microsoft.com/office/2006/coverPageProps' " w:xpath="/ns0:CoverPageProperties[1]/ns0:CompanyFax[1]" w:storeItemID="{55AF091B-3C7A-41E3-B477-F2FDAA23CFDA}"/>
        <w:text/>
      </w:sdtPr>
      <w:sdtEndPr/>
      <w:sdtContent>
        <w:p w:rsidR="00117520" w:rsidRPr="00393787" w:rsidRDefault="001E0D23">
          <w:pPr>
            <w:pStyle w:val="Address"/>
            <w:rPr>
              <w:sz w:val="24"/>
              <w:szCs w:val="24"/>
            </w:rPr>
          </w:pPr>
          <w:r w:rsidRPr="00393787">
            <w:rPr>
              <w:sz w:val="24"/>
              <w:szCs w:val="24"/>
            </w:rPr>
            <w:t>[Recipient Name]</w:t>
          </w:r>
        </w:p>
      </w:sdtContent>
    </w:sdt>
    <w:p w:rsidR="00117520" w:rsidRPr="00393787" w:rsidRDefault="001B160E">
      <w:pPr>
        <w:pStyle w:val="Address"/>
        <w:rPr>
          <w:sz w:val="24"/>
          <w:szCs w:val="24"/>
        </w:rPr>
      </w:pPr>
      <w:sdt>
        <w:sdtPr>
          <w:rPr>
            <w:sz w:val="24"/>
            <w:szCs w:val="24"/>
          </w:rPr>
          <w:id w:val="-1978134494"/>
          <w:placeholder>
            <w:docPart w:val="92DBB6536A8B403DA4A1365F5DD7F71F"/>
          </w:placeholder>
          <w:temporary/>
          <w:showingPlcHdr/>
          <w15:appearance w15:val="hidden"/>
        </w:sdtPr>
        <w:sdtEndPr/>
        <w:sdtContent>
          <w:r w:rsidR="001E0D23" w:rsidRPr="00393787">
            <w:rPr>
              <w:sz w:val="24"/>
              <w:szCs w:val="24"/>
            </w:rPr>
            <w:t>[Title]</w:t>
          </w:r>
        </w:sdtContent>
      </w:sdt>
    </w:p>
    <w:p w:rsidR="00117520" w:rsidRPr="00393787" w:rsidRDefault="00117520" w:rsidP="00035213">
      <w:pPr>
        <w:pStyle w:val="Address"/>
        <w:rPr>
          <w:sz w:val="24"/>
          <w:szCs w:val="24"/>
        </w:rPr>
      </w:pPr>
    </w:p>
    <w:p w:rsidR="00117520" w:rsidRPr="00393787" w:rsidRDefault="001E0D23">
      <w:pPr>
        <w:pStyle w:val="Salutation"/>
        <w:rPr>
          <w:sz w:val="24"/>
          <w:szCs w:val="24"/>
        </w:rPr>
      </w:pPr>
      <w:r w:rsidRPr="00393787">
        <w:rPr>
          <w:sz w:val="24"/>
          <w:szCs w:val="24"/>
        </w:rPr>
        <w:t xml:space="preserve">Dear </w:t>
      </w:r>
      <w:sdt>
        <w:sdtPr>
          <w:rPr>
            <w:sz w:val="24"/>
            <w:szCs w:val="24"/>
          </w:rPr>
          <w:alias w:val="Recipient Name"/>
          <w:tag w:val=""/>
          <w:id w:val="1231501734"/>
          <w:placeholder>
            <w:docPart w:val="8F5C22F8557D4D018790200D4C6A889A"/>
          </w:placeholder>
          <w:showingPlcHdr/>
          <w:dataBinding w:prefixMappings="xmlns:ns0='http://schemas.microsoft.com/office/2006/coverPageProps' " w:xpath="/ns0:CoverPageProperties[1]/ns0:CompanyFax[1]" w:storeItemID="{55AF091B-3C7A-41E3-B477-F2FDAA23CFDA}"/>
          <w:text/>
        </w:sdtPr>
        <w:sdtEndPr/>
        <w:sdtContent>
          <w:r w:rsidRPr="00393787">
            <w:rPr>
              <w:sz w:val="24"/>
              <w:szCs w:val="24"/>
            </w:rPr>
            <w:t>[Recipient Name]</w:t>
          </w:r>
        </w:sdtContent>
      </w:sdt>
      <w:r w:rsidRPr="00393787">
        <w:rPr>
          <w:sz w:val="24"/>
          <w:szCs w:val="24"/>
        </w:rPr>
        <w:t>:</w:t>
      </w:r>
    </w:p>
    <w:p w:rsidR="00F744EA" w:rsidRPr="00F744EA" w:rsidRDefault="00F744EA" w:rsidP="00F744EA">
      <w:pPr>
        <w:rPr>
          <w:sz w:val="24"/>
          <w:szCs w:val="24"/>
        </w:rPr>
      </w:pPr>
      <w:r w:rsidRPr="00F744EA">
        <w:rPr>
          <w:sz w:val="24"/>
          <w:szCs w:val="24"/>
        </w:rPr>
        <w:t>As we discussed in a special employee evaluation session this morning, we have noted on at least six occasions in the past month that you have not been properly wearing and using required health and safety equipment in the Manufacturing department.</w:t>
      </w:r>
    </w:p>
    <w:p w:rsidR="00F744EA" w:rsidRPr="00F744EA" w:rsidRDefault="00F744EA" w:rsidP="00F744EA">
      <w:pPr>
        <w:rPr>
          <w:sz w:val="24"/>
          <w:szCs w:val="24"/>
        </w:rPr>
      </w:pPr>
      <w:r w:rsidRPr="00F744EA">
        <w:rPr>
          <w:sz w:val="24"/>
          <w:szCs w:val="24"/>
        </w:rPr>
        <w:t>Use of this equipment is a requirement of continued employment with the company, and is based on regulations of the state and federal government, our insurance carriers, and our employment manual. As started in your job description, you must wear safety shoes and gloves, a mask, and an eye shield always when on the factory floor.</w:t>
      </w:r>
    </w:p>
    <w:p w:rsidR="00F744EA" w:rsidRPr="00F744EA" w:rsidRDefault="00F744EA" w:rsidP="00F744EA">
      <w:pPr>
        <w:rPr>
          <w:sz w:val="24"/>
          <w:szCs w:val="24"/>
        </w:rPr>
      </w:pPr>
      <w:r w:rsidRPr="00F744EA">
        <w:rPr>
          <w:sz w:val="24"/>
          <w:szCs w:val="24"/>
        </w:rPr>
        <w:t xml:space="preserve">According to our records, you have received training in the use of safety and health equipment four times in the past eighteen months, including a three-day seminar soon after you were hired and three regularly scheduled refresher courses. You have also received two </w:t>
      </w:r>
      <w:r w:rsidRPr="00F744EA">
        <w:rPr>
          <w:sz w:val="24"/>
          <w:szCs w:val="24"/>
        </w:rPr>
        <w:t>ver</w:t>
      </w:r>
      <w:bookmarkStart w:id="0" w:name="_GoBack"/>
      <w:bookmarkEnd w:id="0"/>
      <w:r w:rsidRPr="00F744EA">
        <w:rPr>
          <w:sz w:val="24"/>
          <w:szCs w:val="24"/>
        </w:rPr>
        <w:t>bal</w:t>
      </w:r>
      <w:r w:rsidRPr="00F744EA">
        <w:rPr>
          <w:sz w:val="24"/>
          <w:szCs w:val="24"/>
        </w:rPr>
        <w:t xml:space="preserve"> and one written reprimand by your supervisor in the past month.</w:t>
      </w:r>
    </w:p>
    <w:p w:rsidR="00F744EA" w:rsidRPr="00F744EA" w:rsidRDefault="00F744EA" w:rsidP="00F744EA">
      <w:pPr>
        <w:rPr>
          <w:sz w:val="24"/>
          <w:szCs w:val="24"/>
        </w:rPr>
      </w:pPr>
      <w:r w:rsidRPr="00F744EA">
        <w:rPr>
          <w:sz w:val="24"/>
          <w:szCs w:val="24"/>
        </w:rPr>
        <w:t>Now, we are putting you on notice that for your protection and in keeping with our obligations no further lapses of this nature will be tolerated. If you are found on the manufacturing floor without all required safety and health equipment you will be terminated from employment with [Company Name].</w:t>
      </w:r>
    </w:p>
    <w:p w:rsidR="00035213" w:rsidRPr="00393787" w:rsidRDefault="00035213" w:rsidP="00035213">
      <w:pPr>
        <w:pStyle w:val="Signature"/>
        <w:rPr>
          <w:sz w:val="24"/>
          <w:szCs w:val="24"/>
        </w:rPr>
      </w:pPr>
      <w:r w:rsidRPr="00393787">
        <w:rPr>
          <w:sz w:val="24"/>
          <w:szCs w:val="24"/>
        </w:rPr>
        <w:t xml:space="preserve"> [Your Name]</w:t>
      </w:r>
    </w:p>
    <w:p w:rsidR="00117520" w:rsidRPr="00393787" w:rsidRDefault="001B160E">
      <w:pPr>
        <w:pStyle w:val="Signature"/>
        <w:rPr>
          <w:sz w:val="24"/>
          <w:szCs w:val="24"/>
        </w:rPr>
      </w:pPr>
      <w:sdt>
        <w:sdtPr>
          <w:rPr>
            <w:sz w:val="24"/>
            <w:szCs w:val="24"/>
          </w:rPr>
          <w:id w:val="-1259830708"/>
          <w:placeholder>
            <w:docPart w:val="92DBB6536A8B403DA4A1365F5DD7F71F"/>
          </w:placeholder>
          <w:temporary/>
          <w:showingPlcHdr/>
          <w15:appearance w15:val="hidden"/>
        </w:sdtPr>
        <w:sdtEndPr/>
        <w:sdtContent>
          <w:r w:rsidR="001E0D23" w:rsidRPr="00393787">
            <w:rPr>
              <w:sz w:val="24"/>
              <w:szCs w:val="24"/>
            </w:rPr>
            <w:t>[Title]</w:t>
          </w:r>
        </w:sdtContent>
      </w:sdt>
    </w:p>
    <w:sectPr w:rsidR="00117520" w:rsidRPr="00393787" w:rsidSect="00393787">
      <w:headerReference w:type="default" r:id="rId7"/>
      <w:footerReference w:type="first" r:id="rId8"/>
      <w:pgSz w:w="12240" w:h="15840"/>
      <w:pgMar w:top="135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60E" w:rsidRDefault="001B160E">
      <w:pPr>
        <w:spacing w:after="0" w:line="240" w:lineRule="auto"/>
      </w:pPr>
      <w:r>
        <w:separator/>
      </w:r>
    </w:p>
  </w:endnote>
  <w:endnote w:type="continuationSeparator" w:id="0">
    <w:p w:rsidR="001B160E" w:rsidRDefault="001B1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787" w:rsidRDefault="00393787">
    <w:pPr>
      <w:pStyle w:val="Footer"/>
    </w:pPr>
    <w:r>
      <w:t>wordexceltemplates.com</w:t>
    </w:r>
  </w:p>
  <w:p w:rsidR="00393787" w:rsidRDefault="00393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60E" w:rsidRDefault="001B160E">
      <w:pPr>
        <w:spacing w:after="0" w:line="240" w:lineRule="auto"/>
      </w:pPr>
      <w:r>
        <w:separator/>
      </w:r>
    </w:p>
  </w:footnote>
  <w:footnote w:type="continuationSeparator" w:id="0">
    <w:p w:rsidR="001B160E" w:rsidRDefault="001B1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318852748"/>
      <w:placeholder>
        <w:docPart w:val="92DBB6536A8B403DA4A1365F5DD7F71F"/>
      </w:placeholder>
      <w:showingPlcHdr/>
      <w:dataBinding w:prefixMappings="xmlns:ns0='http://schemas.microsoft.com/office/2006/coverPageProps' " w:xpath="/ns0:CoverPageProperties[1]/ns0:CompanyFax[1]" w:storeItemID="{55AF091B-3C7A-41E3-B477-F2FDAA23CFDA}"/>
      <w:text/>
    </w:sdtPr>
    <w:sdtEndPr/>
    <w:sdtContent>
      <w:p w:rsidR="00117520" w:rsidRDefault="001E0D23">
        <w:pPr>
          <w:pStyle w:val="Header"/>
        </w:pPr>
        <w:r>
          <w:t>[Recipient Name]</w:t>
        </w:r>
      </w:p>
    </w:sdtContent>
  </w:sdt>
  <w:sdt>
    <w:sdtPr>
      <w:alias w:val="Date"/>
      <w:tag w:val="Date"/>
      <w:id w:val="-1792268741"/>
      <w:placeholder>
        <w:docPart w:val="55C3E56C21804B8AB601594EA841B99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17520" w:rsidRDefault="001E0D23">
        <w:pPr>
          <w:pStyle w:val="Header"/>
        </w:pPr>
        <w:r>
          <w:t>[Date]</w:t>
        </w:r>
      </w:p>
    </w:sdtContent>
  </w:sdt>
  <w:p w:rsidR="00117520" w:rsidRDefault="001E0D23">
    <w:pPr>
      <w:pStyle w:val="Header"/>
    </w:pPr>
    <w:r>
      <w:t xml:space="preserve">Page </w:t>
    </w:r>
    <w:r>
      <w:fldChar w:fldCharType="begin"/>
    </w:r>
    <w:r>
      <w:instrText xml:space="preserve"> PAGE   \* MERGEFORMAT </w:instrText>
    </w:r>
    <w:r>
      <w:fldChar w:fldCharType="separate"/>
    </w:r>
    <w:r w:rsidR="00035213">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213"/>
    <w:rsid w:val="00035213"/>
    <w:rsid w:val="00117520"/>
    <w:rsid w:val="001B160E"/>
    <w:rsid w:val="001E0D23"/>
    <w:rsid w:val="00393787"/>
    <w:rsid w:val="00F7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Footer">
    <w:name w:val="footer"/>
    <w:basedOn w:val="Normal"/>
    <w:link w:val="FooterChar"/>
    <w:uiPriority w:val="99"/>
    <w:unhideWhenUsed/>
    <w:rsid w:val="00393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78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to%20job%20applicant%20confirming%20receip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DDE52B4D7441ADB2DE8E06C8707636"/>
        <w:category>
          <w:name w:val="General"/>
          <w:gallery w:val="placeholder"/>
        </w:category>
        <w:types>
          <w:type w:val="bbPlcHdr"/>
        </w:types>
        <w:behaviors>
          <w:behavior w:val="content"/>
        </w:behaviors>
        <w:guid w:val="{3D873231-6737-4DD0-AA4B-5F7F00DA2870}"/>
      </w:docPartPr>
      <w:docPartBody>
        <w:p w:rsidR="00DC021B" w:rsidRDefault="00867E44">
          <w:pPr>
            <w:pStyle w:val="50DDE52B4D7441ADB2DE8E06C8707636"/>
          </w:pPr>
          <w:r>
            <w:t>[Company Name]</w:t>
          </w:r>
        </w:p>
      </w:docPartBody>
    </w:docPart>
    <w:docPart>
      <w:docPartPr>
        <w:name w:val="A1306F7516424E5C80EFBDBF03C5786D"/>
        <w:category>
          <w:name w:val="General"/>
          <w:gallery w:val="placeholder"/>
        </w:category>
        <w:types>
          <w:type w:val="bbPlcHdr"/>
        </w:types>
        <w:behaviors>
          <w:behavior w:val="content"/>
        </w:behaviors>
        <w:guid w:val="{D0F17754-BE08-45A8-AA7C-BA2B4B9258FF}"/>
      </w:docPartPr>
      <w:docPartBody>
        <w:p w:rsidR="00DC021B" w:rsidRDefault="00867E44">
          <w:pPr>
            <w:pStyle w:val="A1306F7516424E5C80EFBDBF03C5786D"/>
          </w:pPr>
          <w:r>
            <w:t>[Street Address]</w:t>
          </w:r>
        </w:p>
      </w:docPartBody>
    </w:docPart>
    <w:docPart>
      <w:docPartPr>
        <w:name w:val="55C3E56C21804B8AB601594EA841B99F"/>
        <w:category>
          <w:name w:val="General"/>
          <w:gallery w:val="placeholder"/>
        </w:category>
        <w:types>
          <w:type w:val="bbPlcHdr"/>
        </w:types>
        <w:behaviors>
          <w:behavior w:val="content"/>
        </w:behaviors>
        <w:guid w:val="{BE69AB77-92BA-4A53-9313-E26C9308E067}"/>
      </w:docPartPr>
      <w:docPartBody>
        <w:p w:rsidR="00DC021B" w:rsidRDefault="00867E44">
          <w:pPr>
            <w:pStyle w:val="55C3E56C21804B8AB601594EA841B99F"/>
          </w:pPr>
          <w:r>
            <w:t>[City, ST ZIP Code]</w:t>
          </w:r>
        </w:p>
      </w:docPartBody>
    </w:docPart>
    <w:docPart>
      <w:docPartPr>
        <w:name w:val="B862805C05BD49E0B7E3991D756D6BE4"/>
        <w:category>
          <w:name w:val="General"/>
          <w:gallery w:val="placeholder"/>
        </w:category>
        <w:types>
          <w:type w:val="bbPlcHdr"/>
        </w:types>
        <w:behaviors>
          <w:behavior w:val="content"/>
        </w:behaviors>
        <w:guid w:val="{61D73201-E10E-4537-8E5C-7BB92F3F92B8}"/>
      </w:docPartPr>
      <w:docPartBody>
        <w:p w:rsidR="00DC021B" w:rsidRDefault="00867E44">
          <w:pPr>
            <w:pStyle w:val="B862805C05BD49E0B7E3991D756D6BE4"/>
          </w:pPr>
          <w:r>
            <w:t>[Date]</w:t>
          </w:r>
        </w:p>
      </w:docPartBody>
    </w:docPart>
    <w:docPart>
      <w:docPartPr>
        <w:name w:val="8F5C22F8557D4D018790200D4C6A889A"/>
        <w:category>
          <w:name w:val="General"/>
          <w:gallery w:val="placeholder"/>
        </w:category>
        <w:types>
          <w:type w:val="bbPlcHdr"/>
        </w:types>
        <w:behaviors>
          <w:behavior w:val="content"/>
        </w:behaviors>
        <w:guid w:val="{59FAA330-0089-4478-967A-9F3E36ECD427}"/>
      </w:docPartPr>
      <w:docPartBody>
        <w:p w:rsidR="00DC021B" w:rsidRDefault="00867E44">
          <w:pPr>
            <w:pStyle w:val="8F5C22F8557D4D018790200D4C6A889A"/>
          </w:pPr>
          <w:r>
            <w:t>[Recipient Name]</w:t>
          </w:r>
        </w:p>
      </w:docPartBody>
    </w:docPart>
    <w:docPart>
      <w:docPartPr>
        <w:name w:val="92DBB6536A8B403DA4A1365F5DD7F71F"/>
        <w:category>
          <w:name w:val="General"/>
          <w:gallery w:val="placeholder"/>
        </w:category>
        <w:types>
          <w:type w:val="bbPlcHdr"/>
        </w:types>
        <w:behaviors>
          <w:behavior w:val="content"/>
        </w:behaviors>
        <w:guid w:val="{4FA6B358-E30C-4B65-B8F8-23687AC6CDF1}"/>
      </w:docPartPr>
      <w:docPartBody>
        <w:p w:rsidR="00DC021B" w:rsidRDefault="00867E44">
          <w:pPr>
            <w:pStyle w:val="92DBB6536A8B403DA4A1365F5DD7F71F"/>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A00"/>
    <w:rsid w:val="00175A00"/>
    <w:rsid w:val="00535543"/>
    <w:rsid w:val="00867E44"/>
    <w:rsid w:val="00DC0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78BF20F7F0486AAEA075EE65A35791">
    <w:name w:val="3078BF20F7F0486AAEA075EE65A35791"/>
  </w:style>
  <w:style w:type="paragraph" w:customStyle="1" w:styleId="50DDE52B4D7441ADB2DE8E06C8707636">
    <w:name w:val="50DDE52B4D7441ADB2DE8E06C8707636"/>
  </w:style>
  <w:style w:type="paragraph" w:customStyle="1" w:styleId="A1306F7516424E5C80EFBDBF03C5786D">
    <w:name w:val="A1306F7516424E5C80EFBDBF03C5786D"/>
  </w:style>
  <w:style w:type="paragraph" w:customStyle="1" w:styleId="55C3E56C21804B8AB601594EA841B99F">
    <w:name w:val="55C3E56C21804B8AB601594EA841B99F"/>
  </w:style>
  <w:style w:type="paragraph" w:customStyle="1" w:styleId="B862805C05BD49E0B7E3991D756D6BE4">
    <w:name w:val="B862805C05BD49E0B7E3991D756D6BE4"/>
  </w:style>
  <w:style w:type="paragraph" w:customStyle="1" w:styleId="8F5C22F8557D4D018790200D4C6A889A">
    <w:name w:val="8F5C22F8557D4D018790200D4C6A889A"/>
  </w:style>
  <w:style w:type="paragraph" w:customStyle="1" w:styleId="92DBB6536A8B403DA4A1365F5DD7F71F">
    <w:name w:val="92DBB6536A8B403DA4A1365F5DD7F71F"/>
  </w:style>
  <w:style w:type="character" w:styleId="PlaceholderText">
    <w:name w:val="Placeholder Text"/>
    <w:basedOn w:val="DefaultParagraphFont"/>
    <w:uiPriority w:val="99"/>
    <w:semiHidden/>
    <w:rPr>
      <w:color w:val="808080"/>
    </w:rPr>
  </w:style>
  <w:style w:type="paragraph" w:customStyle="1" w:styleId="C8787FADCD4E42C0B4435A16A3103B4D">
    <w:name w:val="C8787FADCD4E42C0B4435A16A3103B4D"/>
  </w:style>
  <w:style w:type="paragraph" w:customStyle="1" w:styleId="DF75D065F96D43408F4EBC57C437C415">
    <w:name w:val="DF75D065F96D43408F4EBC57C437C415"/>
    <w:rsid w:val="0017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BE1C320-6C2A-46CB-960A-7A03BDDB47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to job applicant confirming receipt.dotx</Template>
  <TotalTime>0</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2018-02-03T09:12:00Z</dcterms:created>
  <dcterms:modified xsi:type="dcterms:W3CDTF">2018-02-03T09:12:00Z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TC034649149991</vt:lpwstr>
  </property>
</Properties>
</file>