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36DE" w:rsidRPr="009343BB" w:rsidRDefault="00B47E41">
      <w:pPr>
        <w:pStyle w:val="Heading1"/>
        <w:rPr>
          <w:i/>
          <w:color w:val="auto"/>
        </w:rPr>
      </w:pPr>
      <w:r w:rsidRPr="009343BB">
        <w:rPr>
          <w:i/>
          <w:color w:val="auto"/>
        </w:rPr>
        <w:t>Project Quality Checklist</w:t>
      </w:r>
    </w:p>
    <w:p w:rsidR="00B036DE" w:rsidRPr="009343BB" w:rsidRDefault="00B47E41">
      <w:pPr>
        <w:pStyle w:val="Heading2"/>
        <w:rPr>
          <w:color w:val="auto"/>
        </w:rPr>
      </w:pPr>
      <w:r w:rsidRPr="009343BB">
        <w:rPr>
          <w:color w:val="auto"/>
        </w:rPr>
        <w:t>[COMPANY NAME]</w:t>
      </w:r>
    </w:p>
    <w:p w:rsidR="00B036DE" w:rsidRPr="009343BB" w:rsidRDefault="00A441B2" w:rsidP="009343BB">
      <w:pPr>
        <w:pStyle w:val="Contactinfo"/>
        <w:spacing w:before="0"/>
        <w:rPr>
          <w:color w:val="auto"/>
        </w:rPr>
      </w:pPr>
      <w:sdt>
        <w:sdtPr>
          <w:rPr>
            <w:color w:val="auto"/>
          </w:rPr>
          <w:id w:val="-785111143"/>
          <w:placeholder>
            <w:docPart w:val="C7AECAFD9FB34D17BB2562016C968BC7"/>
          </w:placeholder>
          <w:temporary/>
          <w:showingPlcHdr/>
          <w15:appearance w15:val="hidden"/>
        </w:sdtPr>
        <w:sdtEndPr/>
        <w:sdtContent>
          <w:r w:rsidRPr="009343BB">
            <w:rPr>
              <w:color w:val="auto"/>
            </w:rPr>
            <w:t>[Street Address]</w:t>
          </w:r>
        </w:sdtContent>
      </w:sdt>
      <w:r w:rsidR="00B47E41" w:rsidRPr="009343BB">
        <w:rPr>
          <w:color w:val="auto"/>
        </w:rPr>
        <w:t xml:space="preserve"> </w:t>
      </w:r>
      <w:sdt>
        <w:sdtPr>
          <w:rPr>
            <w:color w:val="auto"/>
          </w:rPr>
          <w:id w:val="463090678"/>
          <w:placeholder>
            <w:docPart w:val="E58C44AD75414D06A10594E6BABF7AA5"/>
          </w:placeholder>
          <w:temporary/>
          <w:showingPlcHdr/>
          <w15:appearance w15:val="hidden"/>
        </w:sdtPr>
        <w:sdtEndPr/>
        <w:sdtContent>
          <w:r w:rsidRPr="009343BB">
            <w:rPr>
              <w:color w:val="auto"/>
            </w:rPr>
            <w:t>[City, ST  ZIP Code]</w:t>
          </w:r>
        </w:sdtContent>
      </w:sdt>
      <w:r w:rsidR="009343BB">
        <w:rPr>
          <w:color w:val="auto"/>
        </w:rPr>
        <w:t xml:space="preserve"> </w:t>
      </w:r>
      <w:sdt>
        <w:sdtPr>
          <w:rPr>
            <w:color w:val="auto"/>
          </w:rPr>
          <w:id w:val="-1434277661"/>
          <w:placeholder>
            <w:docPart w:val="558BC1C3FE044B6F95E4EDB11B223AB5"/>
          </w:placeholder>
          <w:temporary/>
          <w:showingPlcHdr/>
          <w15:appearance w15:val="hidden"/>
        </w:sdtPr>
        <w:sdtEndPr/>
        <w:sdtContent>
          <w:r w:rsidRPr="009343BB">
            <w:rPr>
              <w:color w:val="auto"/>
            </w:rPr>
            <w:t>[Phone]</w:t>
          </w:r>
        </w:sdtContent>
      </w:sdt>
      <w:r w:rsidR="00B47E41" w:rsidRPr="009343BB">
        <w:rPr>
          <w:color w:val="auto"/>
        </w:rPr>
        <w:t xml:space="preserve"> | </w:t>
      </w:r>
      <w:sdt>
        <w:sdtPr>
          <w:rPr>
            <w:color w:val="auto"/>
          </w:rPr>
          <w:id w:val="1843578452"/>
          <w:placeholder>
            <w:docPart w:val="FBFF058316EB434AABDF8DAFF7C14480"/>
          </w:placeholder>
          <w:temporary/>
          <w:showingPlcHdr/>
          <w15:appearance w15:val="hidden"/>
        </w:sdtPr>
        <w:sdtEndPr/>
        <w:sdtContent>
          <w:r w:rsidRPr="009343BB">
            <w:rPr>
              <w:color w:val="auto"/>
            </w:rPr>
            <w:t>[Fax]</w:t>
          </w:r>
        </w:sdtContent>
      </w:sdt>
      <w:r w:rsidRPr="009343BB">
        <w:rPr>
          <w:color w:val="auto"/>
        </w:rPr>
        <w:t xml:space="preserve"> | </w:t>
      </w:r>
      <w:sdt>
        <w:sdtPr>
          <w:rPr>
            <w:color w:val="auto"/>
          </w:rPr>
          <w:id w:val="-338240281"/>
          <w:placeholder>
            <w:docPart w:val="4902AF28647646ABBC53710456C8A8E6"/>
          </w:placeholder>
          <w:temporary/>
          <w:showingPlcHdr/>
          <w15:appearance w15:val="hidden"/>
        </w:sdtPr>
        <w:sdtEndPr/>
        <w:sdtContent>
          <w:r w:rsidRPr="009343BB">
            <w:rPr>
              <w:color w:val="auto"/>
            </w:rPr>
            <w:t>[Website]</w:t>
          </w:r>
        </w:sdtContent>
      </w:sdt>
      <w:r w:rsidRPr="009343BB">
        <w:rPr>
          <w:color w:val="auto"/>
        </w:rPr>
        <w:t xml:space="preserve"> | </w:t>
      </w:r>
      <w:sdt>
        <w:sdtPr>
          <w:rPr>
            <w:color w:val="auto"/>
          </w:rPr>
          <w:id w:val="-106439846"/>
          <w:placeholder>
            <w:docPart w:val="1A0725EA5EA746E191B6C62601A30EC8"/>
          </w:placeholder>
          <w:temporary/>
          <w:showingPlcHdr/>
          <w15:appearance w15:val="hidden"/>
        </w:sdtPr>
        <w:sdtEndPr/>
        <w:sdtContent>
          <w:r w:rsidRPr="009343BB">
            <w:rPr>
              <w:color w:val="auto"/>
            </w:rPr>
            <w:t>[Email]</w:t>
          </w:r>
        </w:sdtContent>
      </w:sdt>
    </w:p>
    <w:p w:rsidR="00B47E41" w:rsidRPr="009343BB" w:rsidRDefault="00B47E41" w:rsidP="00B47E41">
      <w:pPr>
        <w:rPr>
          <w:sz w:val="18"/>
          <w:szCs w:val="18"/>
        </w:rPr>
      </w:pPr>
      <w:r w:rsidRPr="009343BB">
        <w:rPr>
          <w:sz w:val="18"/>
          <w:szCs w:val="18"/>
        </w:rPr>
        <w:t xml:space="preserve">Edit/Add/Delete Columns </w:t>
      </w:r>
      <w:r w:rsidRPr="009343BB">
        <w:rPr>
          <w:sz w:val="18"/>
          <w:szCs w:val="18"/>
        </w:rPr>
        <w:t>as</w:t>
      </w:r>
      <w:r w:rsidRPr="009343BB">
        <w:rPr>
          <w:sz w:val="18"/>
          <w:szCs w:val="18"/>
        </w:rPr>
        <w:t xml:space="preserve"> Needed </w:t>
      </w:r>
      <w:r w:rsidRPr="009343BB">
        <w:rPr>
          <w:sz w:val="18"/>
          <w:szCs w:val="18"/>
        </w:rPr>
        <w:t>to</w:t>
      </w:r>
      <w:r w:rsidRPr="009343BB">
        <w:rPr>
          <w:sz w:val="18"/>
          <w:szCs w:val="18"/>
        </w:rPr>
        <w:t xml:space="preserve"> The Below Checklist:</w:t>
      </w:r>
    </w:p>
    <w:tbl>
      <w:tblPr>
        <w:tblStyle w:val="GridTable1Light-Accent1"/>
        <w:tblW w:w="5000" w:type="pct"/>
        <w:jc w:val="center"/>
        <w:tblBorders>
          <w:bottom w:val="single" w:sz="18" w:space="0" w:color="808080" w:themeColor="background1" w:themeShade="80"/>
          <w:insideH w:val="single" w:sz="2" w:space="0" w:color="808080" w:themeColor="background1" w:themeShade="8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20" w:firstRow="1" w:lastRow="0" w:firstColumn="0" w:lastColumn="0" w:noHBand="0" w:noVBand="1"/>
        <w:tblDescription w:val="Contact information"/>
      </w:tblPr>
      <w:tblGrid>
        <w:gridCol w:w="2181"/>
        <w:gridCol w:w="4309"/>
        <w:gridCol w:w="4310"/>
      </w:tblGrid>
      <w:tr w:rsidR="009343BB" w:rsidRPr="009343BB" w:rsidTr="009343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218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B036DE" w:rsidRPr="009343BB" w:rsidRDefault="00B47E41">
            <w:pPr>
              <w:pStyle w:val="Heading3"/>
              <w:outlineLvl w:val="2"/>
              <w:rPr>
                <w:color w:val="auto"/>
              </w:rPr>
            </w:pPr>
            <w:r w:rsidRPr="009343BB">
              <w:rPr>
                <w:color w:val="auto"/>
              </w:rPr>
              <w:t xml:space="preserve">Manager </w:t>
            </w:r>
            <w:r w:rsidR="00A441B2" w:rsidRPr="009343BB">
              <w:rPr>
                <w:color w:val="auto"/>
              </w:rPr>
              <w:t>Name</w:t>
            </w:r>
          </w:p>
        </w:tc>
        <w:tc>
          <w:tcPr>
            <w:tcW w:w="8619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B036DE" w:rsidRPr="009343BB" w:rsidRDefault="00B036DE"/>
        </w:tc>
      </w:tr>
      <w:tr w:rsidR="009343BB" w:rsidRPr="009343BB" w:rsidTr="009343BB">
        <w:trPr>
          <w:jc w:val="center"/>
        </w:trPr>
        <w:tc>
          <w:tcPr>
            <w:tcW w:w="2181" w:type="dxa"/>
          </w:tcPr>
          <w:p w:rsidR="00B036DE" w:rsidRPr="009343BB" w:rsidRDefault="00B47E41">
            <w:pPr>
              <w:pStyle w:val="Heading3"/>
              <w:outlineLvl w:val="2"/>
              <w:rPr>
                <w:color w:val="auto"/>
              </w:rPr>
            </w:pPr>
            <w:r w:rsidRPr="009343BB">
              <w:rPr>
                <w:color w:val="auto"/>
              </w:rPr>
              <w:t>Department</w:t>
            </w:r>
          </w:p>
        </w:tc>
        <w:tc>
          <w:tcPr>
            <w:tcW w:w="8619" w:type="dxa"/>
            <w:gridSpan w:val="2"/>
          </w:tcPr>
          <w:p w:rsidR="00B036DE" w:rsidRPr="009343BB" w:rsidRDefault="00B036DE"/>
        </w:tc>
      </w:tr>
      <w:tr w:rsidR="009343BB" w:rsidRPr="009343BB" w:rsidTr="009343BB">
        <w:trPr>
          <w:jc w:val="center"/>
        </w:trPr>
        <w:tc>
          <w:tcPr>
            <w:tcW w:w="2181" w:type="dxa"/>
          </w:tcPr>
          <w:p w:rsidR="00B036DE" w:rsidRPr="009343BB" w:rsidRDefault="00A441B2">
            <w:pPr>
              <w:pStyle w:val="Heading3"/>
              <w:outlineLvl w:val="2"/>
              <w:rPr>
                <w:color w:val="auto"/>
              </w:rPr>
            </w:pPr>
            <w:r w:rsidRPr="009343BB">
              <w:rPr>
                <w:color w:val="auto"/>
              </w:rPr>
              <w:t>Email</w:t>
            </w:r>
          </w:p>
        </w:tc>
        <w:tc>
          <w:tcPr>
            <w:tcW w:w="8619" w:type="dxa"/>
            <w:gridSpan w:val="2"/>
          </w:tcPr>
          <w:p w:rsidR="00B036DE" w:rsidRPr="009343BB" w:rsidRDefault="00B036DE"/>
        </w:tc>
      </w:tr>
      <w:tr w:rsidR="009343BB" w:rsidRPr="009343BB" w:rsidTr="009343BB">
        <w:trPr>
          <w:jc w:val="center"/>
        </w:trPr>
        <w:tc>
          <w:tcPr>
            <w:tcW w:w="2181" w:type="dxa"/>
          </w:tcPr>
          <w:p w:rsidR="00B036DE" w:rsidRPr="009343BB" w:rsidRDefault="00A441B2">
            <w:pPr>
              <w:pStyle w:val="Heading3"/>
              <w:outlineLvl w:val="2"/>
              <w:rPr>
                <w:color w:val="auto"/>
              </w:rPr>
            </w:pPr>
            <w:r w:rsidRPr="009343BB">
              <w:rPr>
                <w:color w:val="auto"/>
              </w:rPr>
              <w:t>Phone</w:t>
            </w:r>
          </w:p>
        </w:tc>
        <w:tc>
          <w:tcPr>
            <w:tcW w:w="8619" w:type="dxa"/>
            <w:gridSpan w:val="2"/>
          </w:tcPr>
          <w:p w:rsidR="00B036DE" w:rsidRPr="009343BB" w:rsidRDefault="00B036DE"/>
        </w:tc>
      </w:tr>
      <w:tr w:rsidR="00D067F1" w:rsidRPr="009343BB" w:rsidTr="00096421">
        <w:trPr>
          <w:jc w:val="center"/>
        </w:trPr>
        <w:tc>
          <w:tcPr>
            <w:tcW w:w="2181" w:type="dxa"/>
          </w:tcPr>
          <w:p w:rsidR="00D067F1" w:rsidRPr="009343BB" w:rsidRDefault="00D067F1">
            <w:pPr>
              <w:pStyle w:val="Heading3"/>
              <w:outlineLvl w:val="2"/>
              <w:rPr>
                <w:color w:val="auto"/>
              </w:rPr>
            </w:pPr>
            <w:r>
              <w:rPr>
                <w:color w:val="auto"/>
              </w:rPr>
              <w:t>Project</w:t>
            </w:r>
          </w:p>
        </w:tc>
        <w:tc>
          <w:tcPr>
            <w:tcW w:w="4309" w:type="dxa"/>
          </w:tcPr>
          <w:p w:rsidR="00D067F1" w:rsidRPr="009343BB" w:rsidRDefault="00D067F1">
            <w:r>
              <w:t>[Project Name]</w:t>
            </w:r>
          </w:p>
        </w:tc>
        <w:tc>
          <w:tcPr>
            <w:tcW w:w="4310" w:type="dxa"/>
          </w:tcPr>
          <w:p w:rsidR="00D067F1" w:rsidRPr="009343BB" w:rsidRDefault="00D067F1">
            <w:r>
              <w:t>Date:</w:t>
            </w:r>
          </w:p>
        </w:tc>
      </w:tr>
    </w:tbl>
    <w:p w:rsidR="00B036DE" w:rsidRPr="009343BB" w:rsidRDefault="00B036DE" w:rsidP="000D5094">
      <w:pPr>
        <w:jc w:val="right"/>
      </w:pPr>
    </w:p>
    <w:tbl>
      <w:tblPr>
        <w:tblStyle w:val="GridTable1Light-Accent1"/>
        <w:tblW w:w="5000" w:type="pct"/>
        <w:tblBorders>
          <w:bottom w:val="single" w:sz="12" w:space="0" w:color="A6A6A6" w:themeColor="background1" w:themeShade="A6"/>
          <w:insideH w:val="single" w:sz="2" w:space="0" w:color="A6A6A6" w:themeColor="background1" w:themeShade="A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  <w:tblDescription w:val="Survey questions"/>
      </w:tblPr>
      <w:tblGrid>
        <w:gridCol w:w="5941"/>
        <w:gridCol w:w="1799"/>
        <w:gridCol w:w="3060"/>
      </w:tblGrid>
      <w:tr w:rsidR="009343BB" w:rsidRPr="009343BB" w:rsidTr="00AE7070">
        <w:tc>
          <w:tcPr>
            <w:tcW w:w="5941" w:type="dxa"/>
          </w:tcPr>
          <w:p w:rsidR="009343BB" w:rsidRPr="009343BB" w:rsidRDefault="009343BB">
            <w:r w:rsidRPr="009343BB">
              <w:t>Does the project have an approved quality management plan?</w:t>
            </w:r>
          </w:p>
        </w:tc>
        <w:tc>
          <w:tcPr>
            <w:tcW w:w="1799" w:type="dxa"/>
          </w:tcPr>
          <w:sdt>
            <w:sdtPr>
              <w:id w:val="-1082607782"/>
              <w:placeholder>
                <w:docPart w:val="20EA3AF8BFB249FD89BE5F81001EDEEE"/>
              </w:placeholder>
            </w:sdtPr>
            <w:sdtContent>
              <w:sdt>
                <w:sdtPr>
                  <w:id w:val="-1700005805"/>
                  <w:placeholder>
                    <w:docPart w:val="20EA3AF8BFB249FD89BE5F81001EDEEE"/>
                  </w:placeholder>
                </w:sdtPr>
                <w:sdtContent>
                  <w:sdt>
                    <w:sdtPr>
                      <w:alias w:val="Verification"/>
                      <w:tag w:val="Verification"/>
                      <w:id w:val="115336679"/>
                      <w:placeholder>
                        <w:docPart w:val="CF4A7C25BC5D43A382853DD028DB2829"/>
                      </w:placeholder>
                      <w:showingPlcHdr/>
                      <w:dropDownList>
                        <w:listItem w:value="Choose an item."/>
                        <w:listItem w:displayText="1 | YES" w:value="1 | YES"/>
                        <w:listItem w:displayText="2 | No" w:value="2 | No"/>
                        <w:listItem w:displayText="3 | N/A" w:value="3 | N/A"/>
                      </w:dropDownList>
                    </w:sdtPr>
                    <w:sdtContent>
                      <w:p w:rsidR="009343BB" w:rsidRPr="009343BB" w:rsidRDefault="009343BB">
                        <w:pPr>
                          <w:rPr>
                            <w:kern w:val="0"/>
                            <w14:ligatures w14:val="none"/>
                          </w:rPr>
                        </w:pPr>
                        <w:r w:rsidRPr="009343BB">
                          <w:t>Choose an item.</w:t>
                        </w:r>
                      </w:p>
                    </w:sdtContent>
                  </w:sdt>
                </w:sdtContent>
              </w:sdt>
            </w:sdtContent>
          </w:sdt>
        </w:tc>
        <w:tc>
          <w:tcPr>
            <w:tcW w:w="3060" w:type="dxa"/>
          </w:tcPr>
          <w:p w:rsidR="009343BB" w:rsidRPr="009343BB" w:rsidRDefault="009343BB">
            <w:bookmarkStart w:id="0" w:name="_GoBack"/>
            <w:r w:rsidRPr="009343BB">
              <w:t>COMMENT</w:t>
            </w:r>
            <w:bookmarkEnd w:id="0"/>
          </w:p>
        </w:tc>
      </w:tr>
      <w:tr w:rsidR="009343BB" w:rsidRPr="009343BB" w:rsidTr="00AE7070">
        <w:tc>
          <w:tcPr>
            <w:tcW w:w="5941" w:type="dxa"/>
          </w:tcPr>
          <w:p w:rsidR="009343BB" w:rsidRPr="009343BB" w:rsidRDefault="009343BB" w:rsidP="00B47E41">
            <w:r w:rsidRPr="009343BB">
              <w:t>Has the quality management plan been reviewed by all stakeholders?</w:t>
            </w:r>
          </w:p>
        </w:tc>
        <w:tc>
          <w:tcPr>
            <w:tcW w:w="1799" w:type="dxa"/>
          </w:tcPr>
          <w:sdt>
            <w:sdtPr>
              <w:id w:val="-1986919804"/>
              <w:placeholder>
                <w:docPart w:val="3334D4E6F8CE461AB554B260CF3D31E1"/>
              </w:placeholder>
            </w:sdtPr>
            <w:sdtContent>
              <w:sdt>
                <w:sdtPr>
                  <w:id w:val="-768622642"/>
                  <w:placeholder>
                    <w:docPart w:val="3334D4E6F8CE461AB554B260CF3D31E1"/>
                  </w:placeholder>
                </w:sdtPr>
                <w:sdtContent>
                  <w:sdt>
                    <w:sdtPr>
                      <w:alias w:val="Verification"/>
                      <w:tag w:val="Verification"/>
                      <w:id w:val="-1365591453"/>
                      <w:placeholder>
                        <w:docPart w:val="420B445E9BC546CDA6AA3432843E9BF1"/>
                      </w:placeholder>
                      <w:showingPlcHdr/>
                      <w:dropDownList>
                        <w:listItem w:value="Choose an item."/>
                        <w:listItem w:displayText="1 | YES" w:value="1 | YES"/>
                        <w:listItem w:displayText="2 | No" w:value="2 | No"/>
                        <w:listItem w:displayText="3 | N/A" w:value="3 | N/A"/>
                      </w:dropDownList>
                    </w:sdtPr>
                    <w:sdtContent>
                      <w:p w:rsidR="009343BB" w:rsidRPr="009343BB" w:rsidRDefault="009343BB" w:rsidP="00B47E41">
                        <w:pPr>
                          <w:rPr>
                            <w:kern w:val="0"/>
                            <w14:ligatures w14:val="none"/>
                          </w:rPr>
                        </w:pPr>
                        <w:r w:rsidRPr="009343BB">
                          <w:t>Choose an item.</w:t>
                        </w:r>
                      </w:p>
                    </w:sdtContent>
                  </w:sdt>
                </w:sdtContent>
              </w:sdt>
            </w:sdtContent>
          </w:sdt>
        </w:tc>
        <w:tc>
          <w:tcPr>
            <w:tcW w:w="3060" w:type="dxa"/>
          </w:tcPr>
          <w:p w:rsidR="009343BB" w:rsidRPr="009343BB" w:rsidRDefault="009343BB" w:rsidP="00B47E41"/>
        </w:tc>
      </w:tr>
      <w:tr w:rsidR="009343BB" w:rsidRPr="009343BB" w:rsidTr="00AE7070">
        <w:tc>
          <w:tcPr>
            <w:tcW w:w="5941" w:type="dxa"/>
          </w:tcPr>
          <w:p w:rsidR="009343BB" w:rsidRPr="009343BB" w:rsidRDefault="009343BB" w:rsidP="00B47E41">
            <w:r w:rsidRPr="009343BB">
              <w:t>Do all stakeholders have access to the quality management plan?</w:t>
            </w:r>
          </w:p>
        </w:tc>
        <w:tc>
          <w:tcPr>
            <w:tcW w:w="1799" w:type="dxa"/>
          </w:tcPr>
          <w:sdt>
            <w:sdtPr>
              <w:id w:val="269742797"/>
              <w:placeholder>
                <w:docPart w:val="E941A0DA6B2942F683B9F5B86BE73AFB"/>
              </w:placeholder>
            </w:sdtPr>
            <w:sdtContent>
              <w:sdt>
                <w:sdtPr>
                  <w:id w:val="213549951"/>
                  <w:placeholder>
                    <w:docPart w:val="E941A0DA6B2942F683B9F5B86BE73AFB"/>
                  </w:placeholder>
                </w:sdtPr>
                <w:sdtContent>
                  <w:sdt>
                    <w:sdtPr>
                      <w:alias w:val="Verification"/>
                      <w:tag w:val="Verification"/>
                      <w:id w:val="50044566"/>
                      <w:placeholder>
                        <w:docPart w:val="78F4709A62E440B4BD37A6CF6B6EF9FA"/>
                      </w:placeholder>
                      <w:showingPlcHdr/>
                      <w:dropDownList>
                        <w:listItem w:value="Choose an item."/>
                        <w:listItem w:displayText="1 | YES" w:value="1 | YES"/>
                        <w:listItem w:displayText="2 | No" w:value="2 | No"/>
                        <w:listItem w:displayText="3 | N/A" w:value="3 | N/A"/>
                      </w:dropDownList>
                    </w:sdtPr>
                    <w:sdtContent>
                      <w:p w:rsidR="009343BB" w:rsidRPr="009343BB" w:rsidRDefault="009343BB" w:rsidP="00B47E41">
                        <w:pPr>
                          <w:rPr>
                            <w:kern w:val="0"/>
                            <w14:ligatures w14:val="none"/>
                          </w:rPr>
                        </w:pPr>
                        <w:r w:rsidRPr="009343BB">
                          <w:t>Choose an item.</w:t>
                        </w:r>
                      </w:p>
                    </w:sdtContent>
                  </w:sdt>
                </w:sdtContent>
              </w:sdt>
            </w:sdtContent>
          </w:sdt>
        </w:tc>
        <w:tc>
          <w:tcPr>
            <w:tcW w:w="3060" w:type="dxa"/>
          </w:tcPr>
          <w:p w:rsidR="009343BB" w:rsidRPr="009343BB" w:rsidRDefault="009343BB" w:rsidP="00B47E41"/>
        </w:tc>
      </w:tr>
      <w:tr w:rsidR="009343BB" w:rsidRPr="009343BB" w:rsidTr="00AE7070">
        <w:tc>
          <w:tcPr>
            <w:tcW w:w="5941" w:type="dxa"/>
          </w:tcPr>
          <w:p w:rsidR="009343BB" w:rsidRPr="009343BB" w:rsidRDefault="009343BB" w:rsidP="00B47E41">
            <w:r w:rsidRPr="009343BB">
              <w:t>Is the quality management plan consistent with the rest of the overall project plan?</w:t>
            </w:r>
          </w:p>
        </w:tc>
        <w:tc>
          <w:tcPr>
            <w:tcW w:w="1799" w:type="dxa"/>
          </w:tcPr>
          <w:sdt>
            <w:sdtPr>
              <w:id w:val="1713456503"/>
              <w:placeholder>
                <w:docPart w:val="7EDA6B0817154932AEFB5D4DDABE9081"/>
              </w:placeholder>
            </w:sdtPr>
            <w:sdtContent>
              <w:sdt>
                <w:sdtPr>
                  <w:id w:val="660742754"/>
                  <w:placeholder>
                    <w:docPart w:val="7EDA6B0817154932AEFB5D4DDABE9081"/>
                  </w:placeholder>
                </w:sdtPr>
                <w:sdtContent>
                  <w:sdt>
                    <w:sdtPr>
                      <w:alias w:val="Verification"/>
                      <w:tag w:val="Verification"/>
                      <w:id w:val="1769892983"/>
                      <w:placeholder>
                        <w:docPart w:val="0C31F6C824A74B499F2346C1177BDF73"/>
                      </w:placeholder>
                      <w:showingPlcHdr/>
                      <w:dropDownList>
                        <w:listItem w:value="Choose an item."/>
                        <w:listItem w:displayText="1 | YES" w:value="1 | YES"/>
                        <w:listItem w:displayText="2 | No" w:value="2 | No"/>
                        <w:listItem w:displayText="3 | N/A" w:value="3 | N/A"/>
                      </w:dropDownList>
                    </w:sdtPr>
                    <w:sdtContent>
                      <w:p w:rsidR="009343BB" w:rsidRPr="009343BB" w:rsidRDefault="009343BB" w:rsidP="00B47E41">
                        <w:pPr>
                          <w:rPr>
                            <w:kern w:val="0"/>
                            <w14:ligatures w14:val="none"/>
                          </w:rPr>
                        </w:pPr>
                        <w:r w:rsidRPr="009343BB">
                          <w:t>Choose an item.</w:t>
                        </w:r>
                      </w:p>
                    </w:sdtContent>
                  </w:sdt>
                </w:sdtContent>
              </w:sdt>
            </w:sdtContent>
          </w:sdt>
        </w:tc>
        <w:tc>
          <w:tcPr>
            <w:tcW w:w="3060" w:type="dxa"/>
          </w:tcPr>
          <w:p w:rsidR="009343BB" w:rsidRPr="009343BB" w:rsidRDefault="009343BB" w:rsidP="00B47E41"/>
        </w:tc>
      </w:tr>
      <w:tr w:rsidR="009343BB" w:rsidRPr="009343BB" w:rsidTr="00AE7070">
        <w:tc>
          <w:tcPr>
            <w:tcW w:w="5941" w:type="dxa"/>
          </w:tcPr>
          <w:p w:rsidR="009343BB" w:rsidRPr="009343BB" w:rsidRDefault="009343BB" w:rsidP="00B47E41">
            <w:r w:rsidRPr="009343BB">
              <w:t>Have product quality metrics been established, reviewed, and agreed upon?</w:t>
            </w:r>
          </w:p>
        </w:tc>
        <w:tc>
          <w:tcPr>
            <w:tcW w:w="1799" w:type="dxa"/>
          </w:tcPr>
          <w:sdt>
            <w:sdtPr>
              <w:id w:val="93519573"/>
              <w:placeholder>
                <w:docPart w:val="84E54E68153D4D56B83DE0D3DF8E1A63"/>
              </w:placeholder>
            </w:sdtPr>
            <w:sdtContent>
              <w:sdt>
                <w:sdtPr>
                  <w:id w:val="-1399207856"/>
                  <w:placeholder>
                    <w:docPart w:val="84E54E68153D4D56B83DE0D3DF8E1A63"/>
                  </w:placeholder>
                </w:sdtPr>
                <w:sdtContent>
                  <w:sdt>
                    <w:sdtPr>
                      <w:alias w:val="Verification"/>
                      <w:tag w:val="Verification"/>
                      <w:id w:val="229129667"/>
                      <w:placeholder>
                        <w:docPart w:val="640E9709B9304E289F830E8732F17C1A"/>
                      </w:placeholder>
                      <w:showingPlcHdr/>
                      <w:dropDownList>
                        <w:listItem w:value="Choose an item."/>
                        <w:listItem w:displayText="1 | YES" w:value="1 | YES"/>
                        <w:listItem w:displayText="2 | No" w:value="2 | No"/>
                        <w:listItem w:displayText="3 | N/A" w:value="3 | N/A"/>
                      </w:dropDownList>
                    </w:sdtPr>
                    <w:sdtContent>
                      <w:p w:rsidR="009343BB" w:rsidRPr="009343BB" w:rsidRDefault="009343BB" w:rsidP="00B47E41">
                        <w:pPr>
                          <w:rPr>
                            <w:kern w:val="0"/>
                            <w14:ligatures w14:val="none"/>
                          </w:rPr>
                        </w:pPr>
                        <w:r w:rsidRPr="009343BB">
                          <w:t>Choose an item.</w:t>
                        </w:r>
                      </w:p>
                    </w:sdtContent>
                  </w:sdt>
                </w:sdtContent>
              </w:sdt>
            </w:sdtContent>
          </w:sdt>
        </w:tc>
        <w:tc>
          <w:tcPr>
            <w:tcW w:w="3060" w:type="dxa"/>
          </w:tcPr>
          <w:p w:rsidR="009343BB" w:rsidRPr="009343BB" w:rsidRDefault="009343BB" w:rsidP="00B47E41"/>
        </w:tc>
      </w:tr>
      <w:tr w:rsidR="009343BB" w:rsidRPr="009343BB" w:rsidTr="00AE7070">
        <w:tc>
          <w:tcPr>
            <w:tcW w:w="5941" w:type="dxa"/>
          </w:tcPr>
          <w:p w:rsidR="009343BB" w:rsidRPr="009343BB" w:rsidRDefault="009343BB" w:rsidP="00B47E41">
            <w:r w:rsidRPr="009343BB">
              <w:t>Have process quality metrics been established, reviewed, and agreed upon?</w:t>
            </w:r>
          </w:p>
        </w:tc>
        <w:tc>
          <w:tcPr>
            <w:tcW w:w="1799" w:type="dxa"/>
          </w:tcPr>
          <w:sdt>
            <w:sdtPr>
              <w:id w:val="-2031098985"/>
              <w:placeholder>
                <w:docPart w:val="0E2B36F764634FC09A86EFCA9828E952"/>
              </w:placeholder>
            </w:sdtPr>
            <w:sdtContent>
              <w:sdt>
                <w:sdtPr>
                  <w:id w:val="-1918248381"/>
                  <w:placeholder>
                    <w:docPart w:val="0E2B36F764634FC09A86EFCA9828E952"/>
                  </w:placeholder>
                </w:sdtPr>
                <w:sdtContent>
                  <w:sdt>
                    <w:sdtPr>
                      <w:alias w:val="Verification"/>
                      <w:tag w:val="Verification"/>
                      <w:id w:val="-1811170000"/>
                      <w:placeholder>
                        <w:docPart w:val="D0E0C7ECEB0246379CB80877525D53AD"/>
                      </w:placeholder>
                      <w:showingPlcHdr/>
                      <w:dropDownList>
                        <w:listItem w:value="Choose an item."/>
                        <w:listItem w:displayText="1 | YES" w:value="1 | YES"/>
                        <w:listItem w:displayText="2 | No" w:value="2 | No"/>
                        <w:listItem w:displayText="3 | N/A" w:value="3 | N/A"/>
                      </w:dropDownList>
                    </w:sdtPr>
                    <w:sdtContent>
                      <w:p w:rsidR="009343BB" w:rsidRPr="009343BB" w:rsidRDefault="009343BB" w:rsidP="00B47E41">
                        <w:pPr>
                          <w:rPr>
                            <w:kern w:val="0"/>
                            <w14:ligatures w14:val="none"/>
                          </w:rPr>
                        </w:pPr>
                        <w:r w:rsidRPr="009343BB">
                          <w:t>Choose an item.</w:t>
                        </w:r>
                      </w:p>
                    </w:sdtContent>
                  </w:sdt>
                </w:sdtContent>
              </w:sdt>
            </w:sdtContent>
          </w:sdt>
        </w:tc>
        <w:tc>
          <w:tcPr>
            <w:tcW w:w="3060" w:type="dxa"/>
          </w:tcPr>
          <w:p w:rsidR="009343BB" w:rsidRPr="009343BB" w:rsidRDefault="009343BB" w:rsidP="00B47E41"/>
        </w:tc>
      </w:tr>
      <w:tr w:rsidR="009343BB" w:rsidRPr="009343BB" w:rsidTr="00AE7070">
        <w:tc>
          <w:tcPr>
            <w:tcW w:w="5941" w:type="dxa"/>
          </w:tcPr>
          <w:p w:rsidR="009343BB" w:rsidRPr="009343BB" w:rsidRDefault="009343BB" w:rsidP="00B47E41">
            <w:r w:rsidRPr="009343BB">
              <w:t>Do all metrics support a quality standard which is acceptable to the customer?</w:t>
            </w:r>
          </w:p>
        </w:tc>
        <w:tc>
          <w:tcPr>
            <w:tcW w:w="1799" w:type="dxa"/>
          </w:tcPr>
          <w:sdt>
            <w:sdtPr>
              <w:id w:val="506408501"/>
              <w:placeholder>
                <w:docPart w:val="A84A22287A2F49ACA8977B6A091EA169"/>
              </w:placeholder>
            </w:sdtPr>
            <w:sdtContent>
              <w:sdt>
                <w:sdtPr>
                  <w:id w:val="80495190"/>
                  <w:placeholder>
                    <w:docPart w:val="A84A22287A2F49ACA8977B6A091EA169"/>
                  </w:placeholder>
                </w:sdtPr>
                <w:sdtContent>
                  <w:sdt>
                    <w:sdtPr>
                      <w:alias w:val="Verification"/>
                      <w:tag w:val="Verification"/>
                      <w:id w:val="534006209"/>
                      <w:placeholder>
                        <w:docPart w:val="50B78D5D348A4072A6AC451B1EA04D84"/>
                      </w:placeholder>
                      <w:showingPlcHdr/>
                      <w:dropDownList>
                        <w:listItem w:value="Choose an item."/>
                        <w:listItem w:displayText="1 | YES" w:value="1 | YES"/>
                        <w:listItem w:displayText="2 | No" w:value="2 | No"/>
                        <w:listItem w:displayText="3 | N/A" w:value="3 | N/A"/>
                      </w:dropDownList>
                    </w:sdtPr>
                    <w:sdtContent>
                      <w:p w:rsidR="009343BB" w:rsidRPr="009343BB" w:rsidRDefault="009343BB" w:rsidP="00B47E41">
                        <w:pPr>
                          <w:rPr>
                            <w:kern w:val="0"/>
                            <w14:ligatures w14:val="none"/>
                          </w:rPr>
                        </w:pPr>
                        <w:r w:rsidRPr="009343BB">
                          <w:t>Choose an item.</w:t>
                        </w:r>
                      </w:p>
                    </w:sdtContent>
                  </w:sdt>
                </w:sdtContent>
              </w:sdt>
            </w:sdtContent>
          </w:sdt>
        </w:tc>
        <w:tc>
          <w:tcPr>
            <w:tcW w:w="3060" w:type="dxa"/>
          </w:tcPr>
          <w:p w:rsidR="009343BB" w:rsidRPr="009343BB" w:rsidRDefault="009343BB" w:rsidP="00B47E41"/>
        </w:tc>
      </w:tr>
      <w:tr w:rsidR="009343BB" w:rsidRPr="009343BB" w:rsidTr="00AE7070">
        <w:tc>
          <w:tcPr>
            <w:tcW w:w="5941" w:type="dxa"/>
          </w:tcPr>
          <w:p w:rsidR="009343BB" w:rsidRPr="009343BB" w:rsidRDefault="009343BB" w:rsidP="00B47E41">
            <w:r w:rsidRPr="009343BB">
              <w:t>Do all metrics have agreed upon collection mechanisms?</w:t>
            </w:r>
          </w:p>
        </w:tc>
        <w:tc>
          <w:tcPr>
            <w:tcW w:w="1799" w:type="dxa"/>
          </w:tcPr>
          <w:sdt>
            <w:sdtPr>
              <w:id w:val="-368146751"/>
              <w:placeholder>
                <w:docPart w:val="A3CAA7699B004A7DBF76084CB2D26F05"/>
              </w:placeholder>
            </w:sdtPr>
            <w:sdtContent>
              <w:sdt>
                <w:sdtPr>
                  <w:id w:val="-254589594"/>
                  <w:placeholder>
                    <w:docPart w:val="A3CAA7699B004A7DBF76084CB2D26F05"/>
                  </w:placeholder>
                </w:sdtPr>
                <w:sdtContent>
                  <w:sdt>
                    <w:sdtPr>
                      <w:alias w:val="Verification"/>
                      <w:tag w:val="Verification"/>
                      <w:id w:val="-1098791313"/>
                      <w:placeholder>
                        <w:docPart w:val="879EEBE4CEA04B4F98E8E4C3D3940D23"/>
                      </w:placeholder>
                      <w:showingPlcHdr/>
                      <w:dropDownList>
                        <w:listItem w:value="Choose an item."/>
                        <w:listItem w:displayText="1 | YES" w:value="1 | YES"/>
                        <w:listItem w:displayText="2 | No" w:value="2 | No"/>
                        <w:listItem w:displayText="3 | N/A" w:value="3 | N/A"/>
                      </w:dropDownList>
                    </w:sdtPr>
                    <w:sdtContent>
                      <w:p w:rsidR="009343BB" w:rsidRPr="009343BB" w:rsidRDefault="009343BB" w:rsidP="00B47E41">
                        <w:pPr>
                          <w:rPr>
                            <w:kern w:val="0"/>
                            <w14:ligatures w14:val="none"/>
                          </w:rPr>
                        </w:pPr>
                        <w:r w:rsidRPr="009343BB">
                          <w:t>Choose an item.</w:t>
                        </w:r>
                      </w:p>
                    </w:sdtContent>
                  </w:sdt>
                </w:sdtContent>
              </w:sdt>
            </w:sdtContent>
          </w:sdt>
        </w:tc>
        <w:tc>
          <w:tcPr>
            <w:tcW w:w="3060" w:type="dxa"/>
          </w:tcPr>
          <w:p w:rsidR="009343BB" w:rsidRPr="009343BB" w:rsidRDefault="009343BB" w:rsidP="00B47E41"/>
        </w:tc>
      </w:tr>
      <w:tr w:rsidR="009343BB" w:rsidRPr="009343BB" w:rsidTr="00AE7070">
        <w:tc>
          <w:tcPr>
            <w:tcW w:w="5941" w:type="dxa"/>
          </w:tcPr>
          <w:p w:rsidR="009343BB" w:rsidRPr="009343BB" w:rsidRDefault="009343BB" w:rsidP="00B47E41">
            <w:r w:rsidRPr="009343BB">
              <w:t>Do all metrics have an agreed upon collection frequency?</w:t>
            </w:r>
          </w:p>
        </w:tc>
        <w:tc>
          <w:tcPr>
            <w:tcW w:w="1799" w:type="dxa"/>
          </w:tcPr>
          <w:sdt>
            <w:sdtPr>
              <w:id w:val="245852323"/>
              <w:placeholder>
                <w:docPart w:val="D08ABA45B45E4400AE8327E4332EBD41"/>
              </w:placeholder>
            </w:sdtPr>
            <w:sdtContent>
              <w:sdt>
                <w:sdtPr>
                  <w:id w:val="-1744256689"/>
                  <w:placeholder>
                    <w:docPart w:val="D08ABA45B45E4400AE8327E4332EBD41"/>
                  </w:placeholder>
                </w:sdtPr>
                <w:sdtContent>
                  <w:sdt>
                    <w:sdtPr>
                      <w:alias w:val="Verification"/>
                      <w:tag w:val="Verification"/>
                      <w:id w:val="1540547224"/>
                      <w:placeholder>
                        <w:docPart w:val="73AB9E4440D7413B8A5B2EC68D4D749E"/>
                      </w:placeholder>
                      <w:showingPlcHdr/>
                      <w:dropDownList>
                        <w:listItem w:value="Choose an item."/>
                        <w:listItem w:displayText="1 | YES" w:value="1 | YES"/>
                        <w:listItem w:displayText="2 | No" w:value="2 | No"/>
                        <w:listItem w:displayText="3 | N/A" w:value="3 | N/A"/>
                      </w:dropDownList>
                    </w:sdtPr>
                    <w:sdtContent>
                      <w:p w:rsidR="009343BB" w:rsidRPr="009343BB" w:rsidRDefault="009343BB" w:rsidP="00B47E41">
                        <w:pPr>
                          <w:rPr>
                            <w:kern w:val="0"/>
                            <w14:ligatures w14:val="none"/>
                          </w:rPr>
                        </w:pPr>
                        <w:r w:rsidRPr="009343BB">
                          <w:t>Choose an item.</w:t>
                        </w:r>
                      </w:p>
                    </w:sdtContent>
                  </w:sdt>
                </w:sdtContent>
              </w:sdt>
            </w:sdtContent>
          </w:sdt>
        </w:tc>
        <w:tc>
          <w:tcPr>
            <w:tcW w:w="3060" w:type="dxa"/>
          </w:tcPr>
          <w:p w:rsidR="009343BB" w:rsidRPr="009343BB" w:rsidRDefault="009343BB" w:rsidP="00B47E41"/>
        </w:tc>
      </w:tr>
      <w:tr w:rsidR="009343BB" w:rsidRPr="009343BB" w:rsidTr="00AE7070">
        <w:tc>
          <w:tcPr>
            <w:tcW w:w="5941" w:type="dxa"/>
          </w:tcPr>
          <w:p w:rsidR="009343BB" w:rsidRPr="009343BB" w:rsidRDefault="009343BB" w:rsidP="00B47E41">
            <w:r w:rsidRPr="009343BB">
              <w:t>Have quality metrics review meetings been scheduled throughout the project's duration?</w:t>
            </w:r>
          </w:p>
        </w:tc>
        <w:tc>
          <w:tcPr>
            <w:tcW w:w="1799" w:type="dxa"/>
          </w:tcPr>
          <w:sdt>
            <w:sdtPr>
              <w:id w:val="-1181893199"/>
              <w:placeholder>
                <w:docPart w:val="4F2B76C854CD4376A89C15A71B7FD78E"/>
              </w:placeholder>
            </w:sdtPr>
            <w:sdtContent>
              <w:sdt>
                <w:sdtPr>
                  <w:id w:val="-1715112276"/>
                  <w:placeholder>
                    <w:docPart w:val="4F2B76C854CD4376A89C15A71B7FD78E"/>
                  </w:placeholder>
                </w:sdtPr>
                <w:sdtContent>
                  <w:sdt>
                    <w:sdtPr>
                      <w:alias w:val="Verification"/>
                      <w:tag w:val="Verification"/>
                      <w:id w:val="223497083"/>
                      <w:placeholder>
                        <w:docPart w:val="A8E4333416CE4D47B5F6D557FEA464D0"/>
                      </w:placeholder>
                      <w:showingPlcHdr/>
                      <w:dropDownList>
                        <w:listItem w:value="Choose an item."/>
                        <w:listItem w:displayText="1 | YES" w:value="1 | YES"/>
                        <w:listItem w:displayText="2 | No" w:value="2 | No"/>
                        <w:listItem w:displayText="3 | N/A" w:value="3 | N/A"/>
                      </w:dropDownList>
                    </w:sdtPr>
                    <w:sdtContent>
                      <w:p w:rsidR="009343BB" w:rsidRPr="009343BB" w:rsidRDefault="009343BB" w:rsidP="00B47E41">
                        <w:pPr>
                          <w:rPr>
                            <w:kern w:val="0"/>
                            <w14:ligatures w14:val="none"/>
                          </w:rPr>
                        </w:pPr>
                        <w:r w:rsidRPr="009343BB">
                          <w:t>Choose an item.</w:t>
                        </w:r>
                      </w:p>
                    </w:sdtContent>
                  </w:sdt>
                </w:sdtContent>
              </w:sdt>
            </w:sdtContent>
          </w:sdt>
        </w:tc>
        <w:tc>
          <w:tcPr>
            <w:tcW w:w="3060" w:type="dxa"/>
          </w:tcPr>
          <w:p w:rsidR="009343BB" w:rsidRPr="009343BB" w:rsidRDefault="009343BB" w:rsidP="00B47E41"/>
        </w:tc>
      </w:tr>
      <w:tr w:rsidR="009343BB" w:rsidRPr="009343BB" w:rsidTr="00AE7070">
        <w:tc>
          <w:tcPr>
            <w:tcW w:w="5941" w:type="dxa"/>
          </w:tcPr>
          <w:p w:rsidR="009343BB" w:rsidRPr="009343BB" w:rsidRDefault="009343BB" w:rsidP="00B47E41">
            <w:r w:rsidRPr="009343BB">
              <w:t>Is the project team familiar with the project's quality review process?</w:t>
            </w:r>
          </w:p>
        </w:tc>
        <w:tc>
          <w:tcPr>
            <w:tcW w:w="1799" w:type="dxa"/>
          </w:tcPr>
          <w:sdt>
            <w:sdtPr>
              <w:alias w:val="Verification"/>
              <w:tag w:val="Verification"/>
              <w:id w:val="-779640425"/>
              <w:placeholder>
                <w:docPart w:val="B1D59A85E4CD49208D5882D36574E745"/>
              </w:placeholder>
              <w:showingPlcHdr/>
              <w:dropDownList>
                <w:listItem w:value="Choose an item."/>
                <w:listItem w:displayText="1 | YES" w:value="1 | YES"/>
                <w:listItem w:displayText="2 | No" w:value="2 | No"/>
                <w:listItem w:displayText="3 | N/A" w:value="3 | N/A"/>
              </w:dropDownList>
            </w:sdtPr>
            <w:sdtContent>
              <w:p w:rsidR="009343BB" w:rsidRPr="009343BB" w:rsidRDefault="009343BB" w:rsidP="009343BB">
                <w:r w:rsidRPr="009343BB">
                  <w:t>Choose an item.</w:t>
                </w:r>
              </w:p>
            </w:sdtContent>
          </w:sdt>
        </w:tc>
        <w:tc>
          <w:tcPr>
            <w:tcW w:w="3060" w:type="dxa"/>
          </w:tcPr>
          <w:p w:rsidR="009343BB" w:rsidRPr="009343BB" w:rsidRDefault="009343BB" w:rsidP="009343BB"/>
        </w:tc>
      </w:tr>
      <w:tr w:rsidR="009343BB" w:rsidRPr="009343BB" w:rsidTr="00AE7070">
        <w:tc>
          <w:tcPr>
            <w:tcW w:w="5941" w:type="dxa"/>
          </w:tcPr>
          <w:p w:rsidR="009343BB" w:rsidRPr="009343BB" w:rsidRDefault="009343BB" w:rsidP="00B47E41">
            <w:r w:rsidRPr="009343BB">
              <w:t>Does the project have an appropriate number of resources assigned for quality assurance and control?</w:t>
            </w:r>
          </w:p>
        </w:tc>
        <w:tc>
          <w:tcPr>
            <w:tcW w:w="1799" w:type="dxa"/>
          </w:tcPr>
          <w:sdt>
            <w:sdtPr>
              <w:alias w:val="Verification"/>
              <w:tag w:val="Verification"/>
              <w:id w:val="-5989548"/>
              <w:placeholder>
                <w:docPart w:val="CD26BCB375B74C1F82A2FFE18AC4EB0F"/>
              </w:placeholder>
              <w:showingPlcHdr/>
              <w:dropDownList>
                <w:listItem w:value="Choose an item."/>
                <w:listItem w:displayText="1 | YES" w:value="1 | YES"/>
                <w:listItem w:displayText="2 | No" w:value="2 | No"/>
                <w:listItem w:displayText="3 | N/A" w:value="3 | N/A"/>
              </w:dropDownList>
            </w:sdtPr>
            <w:sdtContent>
              <w:p w:rsidR="009343BB" w:rsidRPr="009343BB" w:rsidRDefault="009343BB" w:rsidP="009343BB">
                <w:r w:rsidRPr="009343BB">
                  <w:t>Choose an item.</w:t>
                </w:r>
              </w:p>
            </w:sdtContent>
          </w:sdt>
        </w:tc>
        <w:tc>
          <w:tcPr>
            <w:tcW w:w="3060" w:type="dxa"/>
          </w:tcPr>
          <w:p w:rsidR="009343BB" w:rsidRPr="009343BB" w:rsidRDefault="009343BB" w:rsidP="009343BB"/>
        </w:tc>
      </w:tr>
      <w:tr w:rsidR="009343BB" w:rsidRPr="009343BB" w:rsidTr="00AE7070">
        <w:tc>
          <w:tcPr>
            <w:tcW w:w="5941" w:type="dxa"/>
          </w:tcPr>
          <w:p w:rsidR="009343BB" w:rsidRPr="009343BB" w:rsidRDefault="009343BB" w:rsidP="00B47E41">
            <w:r w:rsidRPr="009343BB">
              <w:t>Has the project team established a repository for all quality documentation?</w:t>
            </w:r>
          </w:p>
        </w:tc>
        <w:tc>
          <w:tcPr>
            <w:tcW w:w="1799" w:type="dxa"/>
          </w:tcPr>
          <w:sdt>
            <w:sdtPr>
              <w:alias w:val="Verification"/>
              <w:tag w:val="Verification"/>
              <w:id w:val="1575558695"/>
              <w:placeholder>
                <w:docPart w:val="85F05906BBA6488AA7BAEDE9F0650370"/>
              </w:placeholder>
              <w:showingPlcHdr/>
              <w:dropDownList>
                <w:listItem w:value="Choose an item."/>
                <w:listItem w:displayText="1 | YES" w:value="1 | YES"/>
                <w:listItem w:displayText="2 | No" w:value="2 | No"/>
                <w:listItem w:displayText="3 | N/A" w:value="3 | N/A"/>
              </w:dropDownList>
            </w:sdtPr>
            <w:sdtContent>
              <w:p w:rsidR="009343BB" w:rsidRPr="009343BB" w:rsidRDefault="009343BB" w:rsidP="009343BB">
                <w:r w:rsidRPr="009343BB">
                  <w:t>Choose an item.</w:t>
                </w:r>
              </w:p>
            </w:sdtContent>
          </w:sdt>
        </w:tc>
        <w:tc>
          <w:tcPr>
            <w:tcW w:w="3060" w:type="dxa"/>
          </w:tcPr>
          <w:p w:rsidR="009343BB" w:rsidRPr="009343BB" w:rsidRDefault="009343BB" w:rsidP="009343BB"/>
        </w:tc>
      </w:tr>
      <w:tr w:rsidR="009343BB" w:rsidRPr="009343BB" w:rsidTr="00AE7070">
        <w:tc>
          <w:tcPr>
            <w:tcW w:w="5941" w:type="dxa"/>
          </w:tcPr>
          <w:p w:rsidR="009343BB" w:rsidRPr="009343BB" w:rsidRDefault="009343BB" w:rsidP="00B47E41">
            <w:r w:rsidRPr="009343BB">
              <w:t>Do all team members have access to the quality documentation repository?</w:t>
            </w:r>
          </w:p>
        </w:tc>
        <w:tc>
          <w:tcPr>
            <w:tcW w:w="1799" w:type="dxa"/>
          </w:tcPr>
          <w:sdt>
            <w:sdtPr>
              <w:alias w:val="Verification"/>
              <w:tag w:val="Verification"/>
              <w:id w:val="3181821"/>
              <w:placeholder>
                <w:docPart w:val="07D30D1FC31E45C5A62D4D41EC78102C"/>
              </w:placeholder>
              <w:showingPlcHdr/>
              <w:dropDownList>
                <w:listItem w:value="Choose an item."/>
                <w:listItem w:displayText="1 | YES" w:value="1 | YES"/>
                <w:listItem w:displayText="2 | No" w:value="2 | No"/>
                <w:listItem w:displayText="3 | N/A" w:value="3 | N/A"/>
              </w:dropDownList>
            </w:sdtPr>
            <w:sdtContent>
              <w:p w:rsidR="009343BB" w:rsidRPr="009343BB" w:rsidRDefault="009343BB" w:rsidP="009343BB">
                <w:r w:rsidRPr="009343BB">
                  <w:t>Choose an item.</w:t>
                </w:r>
              </w:p>
            </w:sdtContent>
          </w:sdt>
        </w:tc>
        <w:tc>
          <w:tcPr>
            <w:tcW w:w="3060" w:type="dxa"/>
          </w:tcPr>
          <w:p w:rsidR="009343BB" w:rsidRPr="009343BB" w:rsidRDefault="009343BB" w:rsidP="009343BB"/>
        </w:tc>
      </w:tr>
      <w:tr w:rsidR="009343BB" w:rsidRPr="009343BB" w:rsidTr="00AE7070">
        <w:tc>
          <w:tcPr>
            <w:tcW w:w="5941" w:type="dxa"/>
          </w:tcPr>
          <w:p w:rsidR="009343BB" w:rsidRPr="009343BB" w:rsidRDefault="009343BB" w:rsidP="00B47E41">
            <w:r w:rsidRPr="009343BB">
              <w:lastRenderedPageBreak/>
              <w:t>Are all metrics clear, measurable, controllable, and reportable?</w:t>
            </w:r>
          </w:p>
        </w:tc>
        <w:tc>
          <w:tcPr>
            <w:tcW w:w="1799" w:type="dxa"/>
          </w:tcPr>
          <w:sdt>
            <w:sdtPr>
              <w:id w:val="-695698729"/>
              <w:placeholder>
                <w:docPart w:val="4C9A128E5D4948238D10C5888CA23BCF"/>
              </w:placeholder>
            </w:sdtPr>
            <w:sdtContent>
              <w:sdt>
                <w:sdtPr>
                  <w:id w:val="-229393470"/>
                  <w:placeholder>
                    <w:docPart w:val="4C9A128E5D4948238D10C5888CA23BCF"/>
                  </w:placeholder>
                </w:sdtPr>
                <w:sdtContent>
                  <w:sdt>
                    <w:sdtPr>
                      <w:alias w:val="Verification"/>
                      <w:tag w:val="Verification"/>
                      <w:id w:val="1735961720"/>
                      <w:placeholder>
                        <w:docPart w:val="D03092B16FA84782A2DEDBE3228EED9E"/>
                      </w:placeholder>
                      <w:showingPlcHdr/>
                      <w:dropDownList>
                        <w:listItem w:value="Choose an item."/>
                        <w:listItem w:displayText="1 | YES" w:value="1 | YES"/>
                        <w:listItem w:displayText="2 | No" w:value="2 | No"/>
                        <w:listItem w:displayText="3 | N/A" w:value="3 | N/A"/>
                      </w:dropDownList>
                    </w:sdtPr>
                    <w:sdtContent>
                      <w:p w:rsidR="009343BB" w:rsidRPr="009343BB" w:rsidRDefault="009343BB" w:rsidP="00B47E41">
                        <w:pPr>
                          <w:rPr>
                            <w:kern w:val="0"/>
                            <w14:ligatures w14:val="none"/>
                          </w:rPr>
                        </w:pPr>
                        <w:r w:rsidRPr="009343BB">
                          <w:t>Choose an item.</w:t>
                        </w:r>
                      </w:p>
                    </w:sdtContent>
                  </w:sdt>
                </w:sdtContent>
              </w:sdt>
            </w:sdtContent>
          </w:sdt>
        </w:tc>
        <w:tc>
          <w:tcPr>
            <w:tcW w:w="3060" w:type="dxa"/>
          </w:tcPr>
          <w:p w:rsidR="009343BB" w:rsidRPr="009343BB" w:rsidRDefault="009343BB" w:rsidP="00B47E41"/>
        </w:tc>
      </w:tr>
      <w:tr w:rsidR="009343BB" w:rsidRPr="009343BB" w:rsidTr="00AE7070">
        <w:tc>
          <w:tcPr>
            <w:tcW w:w="5941" w:type="dxa"/>
          </w:tcPr>
          <w:p w:rsidR="009343BB" w:rsidRPr="009343BB" w:rsidRDefault="009343BB" w:rsidP="00B47E41">
            <w:r w:rsidRPr="009343BB">
              <w:t>Have quality responsibilities been assigned and documented and the applicable personnel notified?</w:t>
            </w:r>
          </w:p>
        </w:tc>
        <w:tc>
          <w:tcPr>
            <w:tcW w:w="1799" w:type="dxa"/>
          </w:tcPr>
          <w:p w:rsidR="009343BB" w:rsidRPr="009343BB" w:rsidRDefault="009343BB" w:rsidP="00B47E41"/>
        </w:tc>
        <w:tc>
          <w:tcPr>
            <w:tcW w:w="3060" w:type="dxa"/>
          </w:tcPr>
          <w:p w:rsidR="009343BB" w:rsidRPr="009343BB" w:rsidRDefault="009343BB" w:rsidP="00B47E41"/>
        </w:tc>
      </w:tr>
      <w:tr w:rsidR="009343BB" w:rsidRPr="009343BB" w:rsidTr="00AE7070">
        <w:tc>
          <w:tcPr>
            <w:tcW w:w="5941" w:type="dxa"/>
          </w:tcPr>
          <w:p w:rsidR="009343BB" w:rsidRPr="009343BB" w:rsidRDefault="009343BB" w:rsidP="00B47E41">
            <w:r w:rsidRPr="009343BB">
              <w:t>Have all appropriate team members been notified of their required participation in quality reviews?</w:t>
            </w:r>
          </w:p>
        </w:tc>
        <w:tc>
          <w:tcPr>
            <w:tcW w:w="1799" w:type="dxa"/>
          </w:tcPr>
          <w:sdt>
            <w:sdtPr>
              <w:id w:val="219024522"/>
              <w:placeholder>
                <w:docPart w:val="E3F1E8F4B77F4672A0AD2A53B05B41FF"/>
              </w:placeholder>
            </w:sdtPr>
            <w:sdtContent>
              <w:sdt>
                <w:sdtPr>
                  <w:id w:val="1569837722"/>
                  <w:placeholder>
                    <w:docPart w:val="E3F1E8F4B77F4672A0AD2A53B05B41FF"/>
                  </w:placeholder>
                </w:sdtPr>
                <w:sdtContent>
                  <w:sdt>
                    <w:sdtPr>
                      <w:alias w:val="Verification"/>
                      <w:tag w:val="Verification"/>
                      <w:id w:val="-935976211"/>
                      <w:placeholder>
                        <w:docPart w:val="0202AF1C512F4CA58C3A3B3CEB825848"/>
                      </w:placeholder>
                      <w:showingPlcHdr/>
                      <w:dropDownList>
                        <w:listItem w:value="Choose an item."/>
                        <w:listItem w:displayText="1 | YES" w:value="1 | YES"/>
                        <w:listItem w:displayText="2 | No" w:value="2 | No"/>
                        <w:listItem w:displayText="3 | N/A" w:value="3 | N/A"/>
                      </w:dropDownList>
                    </w:sdtPr>
                    <w:sdtContent>
                      <w:p w:rsidR="009343BB" w:rsidRPr="009343BB" w:rsidRDefault="009343BB" w:rsidP="00B47E41">
                        <w:pPr>
                          <w:rPr>
                            <w:kern w:val="0"/>
                            <w14:ligatures w14:val="none"/>
                          </w:rPr>
                        </w:pPr>
                        <w:r w:rsidRPr="009343BB">
                          <w:t>Choose an item.</w:t>
                        </w:r>
                      </w:p>
                    </w:sdtContent>
                  </w:sdt>
                </w:sdtContent>
              </w:sdt>
            </w:sdtContent>
          </w:sdt>
        </w:tc>
        <w:tc>
          <w:tcPr>
            <w:tcW w:w="3060" w:type="dxa"/>
          </w:tcPr>
          <w:p w:rsidR="009343BB" w:rsidRPr="009343BB" w:rsidRDefault="009343BB" w:rsidP="00B47E41"/>
        </w:tc>
      </w:tr>
      <w:tr w:rsidR="009343BB" w:rsidRPr="009343BB" w:rsidTr="00AE7070">
        <w:tc>
          <w:tcPr>
            <w:tcW w:w="5941" w:type="dxa"/>
          </w:tcPr>
          <w:p w:rsidR="009343BB" w:rsidRPr="009343BB" w:rsidRDefault="009343BB" w:rsidP="00B47E41">
            <w:r w:rsidRPr="009343BB">
              <w:rPr>
                <w:sz w:val="24"/>
              </w:rPr>
              <w:t>Have product and process quality standards been established, documented, and communicated?</w:t>
            </w:r>
          </w:p>
        </w:tc>
        <w:tc>
          <w:tcPr>
            <w:tcW w:w="1799" w:type="dxa"/>
          </w:tcPr>
          <w:sdt>
            <w:sdtPr>
              <w:alias w:val="Verification"/>
              <w:tag w:val="Verification"/>
              <w:id w:val="956306234"/>
              <w:placeholder>
                <w:docPart w:val="2BA85CD9EA344048AB505BA68EAEEB9F"/>
              </w:placeholder>
              <w:showingPlcHdr/>
              <w:dropDownList>
                <w:listItem w:value="Choose an item."/>
                <w:listItem w:displayText="1 | YES" w:value="1 | YES"/>
                <w:listItem w:displayText="2 | No" w:value="2 | No"/>
                <w:listItem w:displayText="3 | N/A" w:value="3 | N/A"/>
              </w:dropDownList>
            </w:sdtPr>
            <w:sdtContent>
              <w:p w:rsidR="009343BB" w:rsidRPr="009343BB" w:rsidRDefault="009343BB" w:rsidP="009343BB">
                <w:r w:rsidRPr="009343BB">
                  <w:t>Choose an item.</w:t>
                </w:r>
              </w:p>
            </w:sdtContent>
          </w:sdt>
        </w:tc>
        <w:tc>
          <w:tcPr>
            <w:tcW w:w="3060" w:type="dxa"/>
          </w:tcPr>
          <w:p w:rsidR="009343BB" w:rsidRPr="009343BB" w:rsidRDefault="009343BB" w:rsidP="009343BB"/>
        </w:tc>
      </w:tr>
      <w:tr w:rsidR="009343BB" w:rsidRPr="009343BB" w:rsidTr="00AE7070">
        <w:tc>
          <w:tcPr>
            <w:tcW w:w="5941" w:type="dxa"/>
          </w:tcPr>
          <w:p w:rsidR="009343BB" w:rsidRPr="009343BB" w:rsidRDefault="009343BB" w:rsidP="00B47E41">
            <w:pPr>
              <w:rPr>
                <w:sz w:val="24"/>
              </w:rPr>
            </w:pPr>
            <w:r w:rsidRPr="009343BB">
              <w:rPr>
                <w:sz w:val="24"/>
              </w:rPr>
              <w:t>Have quality thresholds and limits been established, documented, and communicated?</w:t>
            </w:r>
          </w:p>
        </w:tc>
        <w:tc>
          <w:tcPr>
            <w:tcW w:w="1799" w:type="dxa"/>
          </w:tcPr>
          <w:sdt>
            <w:sdtPr>
              <w:alias w:val="Verification"/>
              <w:tag w:val="Verification"/>
              <w:id w:val="-1108965087"/>
              <w:placeholder>
                <w:docPart w:val="7C073EA3B26B495A809F51EF983D39A2"/>
              </w:placeholder>
              <w:showingPlcHdr/>
              <w:dropDownList>
                <w:listItem w:value="Choose an item."/>
                <w:listItem w:displayText="1 | YES" w:value="1 | YES"/>
                <w:listItem w:displayText="2 | No" w:value="2 | No"/>
                <w:listItem w:displayText="3 | N/A" w:value="3 | N/A"/>
              </w:dropDownList>
            </w:sdtPr>
            <w:sdtContent>
              <w:p w:rsidR="009343BB" w:rsidRPr="009343BB" w:rsidRDefault="009343BB" w:rsidP="009343BB">
                <w:r w:rsidRPr="009343BB">
                  <w:t>Choose an item.</w:t>
                </w:r>
              </w:p>
            </w:sdtContent>
          </w:sdt>
        </w:tc>
        <w:tc>
          <w:tcPr>
            <w:tcW w:w="3060" w:type="dxa"/>
          </w:tcPr>
          <w:p w:rsidR="009343BB" w:rsidRPr="009343BB" w:rsidRDefault="009343BB" w:rsidP="009343BB"/>
        </w:tc>
      </w:tr>
      <w:tr w:rsidR="009343BB" w:rsidRPr="009343BB" w:rsidTr="00AE7070">
        <w:tc>
          <w:tcPr>
            <w:tcW w:w="5941" w:type="dxa"/>
          </w:tcPr>
          <w:p w:rsidR="009343BB" w:rsidRPr="009343BB" w:rsidRDefault="009343BB" w:rsidP="009343BB">
            <w:pPr>
              <w:ind w:left="0"/>
              <w:rPr>
                <w:sz w:val="24"/>
              </w:rPr>
            </w:pPr>
            <w:r w:rsidRPr="009343BB">
              <w:rPr>
                <w:sz w:val="24"/>
              </w:rPr>
              <w:t>Does the change control process accommodate project changes based on quality improvements?</w:t>
            </w:r>
          </w:p>
        </w:tc>
        <w:tc>
          <w:tcPr>
            <w:tcW w:w="1799" w:type="dxa"/>
          </w:tcPr>
          <w:sdt>
            <w:sdtPr>
              <w:alias w:val="Verification"/>
              <w:tag w:val="Verification"/>
              <w:id w:val="-1573038461"/>
              <w:placeholder>
                <w:docPart w:val="06DBC35ABFC14103A3181043B2F24322"/>
              </w:placeholder>
              <w:showingPlcHdr/>
              <w:dropDownList>
                <w:listItem w:value="Choose an item."/>
                <w:listItem w:displayText="1 | YES" w:value="1 | YES"/>
                <w:listItem w:displayText="2 | No" w:value="2 | No"/>
                <w:listItem w:displayText="3 | N/A" w:value="3 | N/A"/>
              </w:dropDownList>
            </w:sdtPr>
            <w:sdtContent>
              <w:p w:rsidR="009343BB" w:rsidRPr="009343BB" w:rsidRDefault="009343BB" w:rsidP="009343BB">
                <w:r w:rsidRPr="009343BB">
                  <w:t>Choose an item.</w:t>
                </w:r>
              </w:p>
            </w:sdtContent>
          </w:sdt>
        </w:tc>
        <w:tc>
          <w:tcPr>
            <w:tcW w:w="3060" w:type="dxa"/>
          </w:tcPr>
          <w:p w:rsidR="009343BB" w:rsidRPr="009343BB" w:rsidRDefault="009343BB" w:rsidP="009343BB"/>
        </w:tc>
      </w:tr>
      <w:tr w:rsidR="009343BB" w:rsidRPr="009343BB" w:rsidTr="00AE7070">
        <w:tc>
          <w:tcPr>
            <w:tcW w:w="5941" w:type="dxa"/>
          </w:tcPr>
          <w:p w:rsidR="009343BB" w:rsidRPr="009343BB" w:rsidRDefault="009343BB" w:rsidP="009343BB">
            <w:pPr>
              <w:ind w:left="0"/>
              <w:rPr>
                <w:sz w:val="24"/>
              </w:rPr>
            </w:pPr>
            <w:r w:rsidRPr="009343BB">
              <w:rPr>
                <w:sz w:val="24"/>
              </w:rPr>
              <w:t>Has a project quality manager been assigned?</w:t>
            </w:r>
          </w:p>
        </w:tc>
        <w:tc>
          <w:tcPr>
            <w:tcW w:w="1799" w:type="dxa"/>
          </w:tcPr>
          <w:sdt>
            <w:sdtPr>
              <w:alias w:val="Verification"/>
              <w:tag w:val="Verification"/>
              <w:id w:val="688806208"/>
              <w:placeholder>
                <w:docPart w:val="799CA0960CC942FCBA4954E002DFB263"/>
              </w:placeholder>
              <w:showingPlcHdr/>
              <w:dropDownList>
                <w:listItem w:value="Choose an item."/>
                <w:listItem w:displayText="1 | YES" w:value="1 | YES"/>
                <w:listItem w:displayText="2 | No" w:value="2 | No"/>
                <w:listItem w:displayText="3 | N/A" w:value="3 | N/A"/>
              </w:dropDownList>
            </w:sdtPr>
            <w:sdtContent>
              <w:p w:rsidR="009343BB" w:rsidRPr="009343BB" w:rsidRDefault="009343BB" w:rsidP="009343BB">
                <w:r w:rsidRPr="009343BB">
                  <w:t>Choose an item.</w:t>
                </w:r>
              </w:p>
            </w:sdtContent>
          </w:sdt>
        </w:tc>
        <w:tc>
          <w:tcPr>
            <w:tcW w:w="3060" w:type="dxa"/>
          </w:tcPr>
          <w:p w:rsidR="009343BB" w:rsidRPr="009343BB" w:rsidRDefault="009343BB" w:rsidP="009343BB"/>
        </w:tc>
      </w:tr>
      <w:tr w:rsidR="009343BB" w:rsidRPr="009343BB" w:rsidTr="00AE7070">
        <w:tc>
          <w:tcPr>
            <w:tcW w:w="5941" w:type="dxa"/>
          </w:tcPr>
          <w:p w:rsidR="009343BB" w:rsidRPr="009343BB" w:rsidRDefault="009343BB" w:rsidP="009343BB">
            <w:pPr>
              <w:ind w:left="0"/>
              <w:rPr>
                <w:sz w:val="24"/>
              </w:rPr>
            </w:pPr>
            <w:r w:rsidRPr="009343BB">
              <w:rPr>
                <w:sz w:val="24"/>
              </w:rPr>
              <w:t>Is the project sponsor aware of his/her responsibilities relating to quality acceptance?</w:t>
            </w:r>
          </w:p>
        </w:tc>
        <w:tc>
          <w:tcPr>
            <w:tcW w:w="1799" w:type="dxa"/>
          </w:tcPr>
          <w:sdt>
            <w:sdtPr>
              <w:alias w:val="Verification"/>
              <w:tag w:val="Verification"/>
              <w:id w:val="-26495142"/>
              <w:placeholder>
                <w:docPart w:val="60FC6443C4A64F648E027DC561EF31CC"/>
              </w:placeholder>
              <w:showingPlcHdr/>
              <w:dropDownList>
                <w:listItem w:value="Choose an item."/>
                <w:listItem w:displayText="1 | YES" w:value="1 | YES"/>
                <w:listItem w:displayText="2 | No" w:value="2 | No"/>
                <w:listItem w:displayText="3 | N/A" w:value="3 | N/A"/>
              </w:dropDownList>
            </w:sdtPr>
            <w:sdtContent>
              <w:p w:rsidR="009343BB" w:rsidRPr="009343BB" w:rsidRDefault="009343BB" w:rsidP="009343BB">
                <w:r w:rsidRPr="009343BB">
                  <w:t>Choose an item.</w:t>
                </w:r>
              </w:p>
            </w:sdtContent>
          </w:sdt>
        </w:tc>
        <w:tc>
          <w:tcPr>
            <w:tcW w:w="3060" w:type="dxa"/>
          </w:tcPr>
          <w:p w:rsidR="009343BB" w:rsidRPr="009343BB" w:rsidRDefault="009343BB" w:rsidP="009343BB"/>
        </w:tc>
      </w:tr>
      <w:tr w:rsidR="009343BB" w:rsidRPr="009343BB" w:rsidTr="00AE7070">
        <w:tc>
          <w:tcPr>
            <w:tcW w:w="5941" w:type="dxa"/>
          </w:tcPr>
          <w:p w:rsidR="009343BB" w:rsidRPr="009343BB" w:rsidRDefault="009343BB" w:rsidP="009343BB">
            <w:pPr>
              <w:keepLines/>
              <w:rPr>
                <w:sz w:val="24"/>
              </w:rPr>
            </w:pPr>
            <w:r w:rsidRPr="009343BB">
              <w:rPr>
                <w:sz w:val="24"/>
              </w:rPr>
              <w:t>Is the customer aware of his/her responsibilities relating to quality acceptance?</w:t>
            </w:r>
          </w:p>
        </w:tc>
        <w:tc>
          <w:tcPr>
            <w:tcW w:w="1799" w:type="dxa"/>
          </w:tcPr>
          <w:sdt>
            <w:sdtPr>
              <w:alias w:val="Verification"/>
              <w:tag w:val="Verification"/>
              <w:id w:val="306211236"/>
              <w:placeholder>
                <w:docPart w:val="31C02394516D4230B2684BA2E7F87F21"/>
              </w:placeholder>
              <w:showingPlcHdr/>
              <w:dropDownList>
                <w:listItem w:value="Choose an item."/>
                <w:listItem w:displayText="1 | YES" w:value="1 | YES"/>
                <w:listItem w:displayText="2 | No" w:value="2 | No"/>
                <w:listItem w:displayText="3 | N/A" w:value="3 | N/A"/>
              </w:dropDownList>
            </w:sdtPr>
            <w:sdtContent>
              <w:p w:rsidR="009343BB" w:rsidRPr="009343BB" w:rsidRDefault="009343BB" w:rsidP="009343BB">
                <w:r w:rsidRPr="009343BB">
                  <w:t>Choose an item.</w:t>
                </w:r>
              </w:p>
            </w:sdtContent>
          </w:sdt>
        </w:tc>
        <w:tc>
          <w:tcPr>
            <w:tcW w:w="3060" w:type="dxa"/>
          </w:tcPr>
          <w:p w:rsidR="009343BB" w:rsidRPr="009343BB" w:rsidRDefault="009343BB" w:rsidP="009343BB"/>
        </w:tc>
      </w:tr>
    </w:tbl>
    <w:p w:rsidR="00B036DE" w:rsidRPr="009343BB" w:rsidRDefault="00A441B2">
      <w:pPr>
        <w:pStyle w:val="Heading3"/>
        <w:rPr>
          <w:color w:val="auto"/>
        </w:rPr>
      </w:pPr>
      <w:r w:rsidRPr="009343BB">
        <w:rPr>
          <w:color w:val="auto"/>
        </w:rPr>
        <w:t>Additional comments</w:t>
      </w:r>
    </w:p>
    <w:sdt>
      <w:sdtPr>
        <w:id w:val="-1591920992"/>
        <w:placeholder>
          <w:docPart w:val="8E30BBA87F0B4F4A96165751A7A4620E"/>
        </w:placeholder>
        <w:temporary/>
        <w:showingPlcHdr/>
        <w15:appearance w15:val="hidden"/>
      </w:sdtPr>
      <w:sdtEndPr/>
      <w:sdtContent>
        <w:p w:rsidR="00B036DE" w:rsidRPr="009343BB" w:rsidRDefault="00A441B2">
          <w:r w:rsidRPr="009343BB">
            <w:t>[Response]</w:t>
          </w:r>
        </w:p>
      </w:sdtContent>
    </w:sdt>
    <w:p w:rsidR="00B036DE" w:rsidRPr="009343BB" w:rsidRDefault="00B036DE"/>
    <w:sectPr w:rsidR="00B036DE" w:rsidRPr="009343BB" w:rsidSect="00B47E41">
      <w:footerReference w:type="default" r:id="rId8"/>
      <w:pgSz w:w="12240" w:h="15840"/>
      <w:pgMar w:top="72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1B2" w:rsidRDefault="00A441B2">
      <w:pPr>
        <w:spacing w:after="0"/>
      </w:pPr>
      <w:r>
        <w:separator/>
      </w:r>
    </w:p>
    <w:p w:rsidR="00A441B2" w:rsidRDefault="00A441B2"/>
  </w:endnote>
  <w:endnote w:type="continuationSeparator" w:id="0">
    <w:p w:rsidR="00A441B2" w:rsidRDefault="00A441B2">
      <w:pPr>
        <w:spacing w:after="0"/>
      </w:pPr>
      <w:r>
        <w:continuationSeparator/>
      </w:r>
    </w:p>
    <w:p w:rsidR="00A441B2" w:rsidRDefault="00A441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DE" w:rsidRDefault="00A441B2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0D5094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1B2" w:rsidRDefault="00A441B2">
      <w:pPr>
        <w:spacing w:after="0"/>
      </w:pPr>
      <w:r>
        <w:separator/>
      </w:r>
    </w:p>
    <w:p w:rsidR="00A441B2" w:rsidRDefault="00A441B2"/>
  </w:footnote>
  <w:footnote w:type="continuationSeparator" w:id="0">
    <w:p w:rsidR="00A441B2" w:rsidRDefault="00A441B2">
      <w:pPr>
        <w:spacing w:after="0"/>
      </w:pPr>
      <w:r>
        <w:continuationSeparator/>
      </w:r>
    </w:p>
    <w:p w:rsidR="00A441B2" w:rsidRDefault="00A441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C62DF8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02617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7D41F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3906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40240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AA1F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9E8A5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C4C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EACD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7FAFF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E41"/>
    <w:rsid w:val="000D5094"/>
    <w:rsid w:val="005A43B9"/>
    <w:rsid w:val="009343BB"/>
    <w:rsid w:val="00A441B2"/>
    <w:rsid w:val="00AE7070"/>
    <w:rsid w:val="00B036DE"/>
    <w:rsid w:val="00B47E41"/>
    <w:rsid w:val="00D0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9C9F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00" w:after="100"/>
      <w:ind w:left="72" w:right="72"/>
    </w:pPr>
    <w:rPr>
      <w:sz w:val="20"/>
      <w:szCs w:val="20"/>
    </w:rPr>
  </w:style>
  <w:style w:type="paragraph" w:styleId="Heading1">
    <w:name w:val="heading 1"/>
    <w:basedOn w:val="Normal"/>
    <w:next w:val="Normal"/>
    <w:qFormat/>
    <w:pPr>
      <w:spacing w:before="0" w:after="60"/>
      <w:jc w:val="center"/>
      <w:outlineLvl w:val="0"/>
    </w:pPr>
    <w:rPr>
      <w:rFonts w:asciiTheme="majorHAnsi" w:eastAsiaTheme="majorEastAsia" w:hAnsiTheme="majorHAnsi" w:cstheme="majorBidi"/>
      <w:b/>
      <w:bCs/>
      <w:color w:val="DD8047" w:themeColor="accent2"/>
      <w:kern w:val="28"/>
      <w:sz w:val="32"/>
      <w:szCs w:val="32"/>
    </w:rPr>
  </w:style>
  <w:style w:type="paragraph" w:styleId="Heading2">
    <w:name w:val="heading 2"/>
    <w:basedOn w:val="Normal"/>
    <w:next w:val="Normal"/>
    <w:unhideWhenUsed/>
    <w:qFormat/>
    <w:pPr>
      <w:spacing w:before="0" w:after="0"/>
      <w:jc w:val="center"/>
      <w:outlineLvl w:val="1"/>
    </w:pPr>
    <w:rPr>
      <w:b/>
      <w:bCs/>
      <w:color w:val="548AB7" w:themeColor="accent1" w:themeShade="BF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color w:val="DD8047" w:themeColor="accent2"/>
      <w:kern w:val="22"/>
      <w14:ligatures w14:val="standard"/>
    </w:rPr>
  </w:style>
  <w:style w:type="paragraph" w:styleId="Heading4">
    <w:name w:val="heading 4"/>
    <w:basedOn w:val="Heading3"/>
    <w:next w:val="Normal"/>
    <w:link w:val="Heading4Char"/>
    <w:uiPriority w:val="9"/>
    <w:unhideWhenUsed/>
    <w:pPr>
      <w:spacing w:before="240"/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spacing w:before="240" w:after="60"/>
      <w:outlineLvl w:val="4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40" w:after="60"/>
      <w:outlineLvl w:val="6"/>
    </w:pPr>
    <w:rPr>
      <w:rFonts w:asciiTheme="majorHAnsi" w:eastAsiaTheme="majorEastAsia" w:hAnsiTheme="majorHAnsi"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40" w:after="60"/>
      <w:outlineLvl w:val="7"/>
    </w:pPr>
    <w:rPr>
      <w:rFonts w:asciiTheme="majorHAnsi" w:eastAsiaTheme="majorEastAsia" w:hAnsiTheme="majorHAnsi"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GridTable1Light-Accent1">
    <w:name w:val="Grid Table 1 Light Accent 1"/>
    <w:aliases w:val="Sample questionnaires table"/>
    <w:basedOn w:val="TableNormal"/>
    <w:uiPriority w:val="46"/>
    <w:rPr>
      <w:kern w:val="22"/>
      <w14:ligatures w14:val="standard"/>
    </w:rPr>
    <w:tblPr>
      <w:tblStyleRowBandSize w:val="1"/>
      <w:tblStyleColBandSize w:val="1"/>
      <w:tblBorders>
        <w:insideH w:val="single" w:sz="4" w:space="0" w:color="94B6D2" w:themeColor="accent1"/>
      </w:tblBorders>
      <w:tblCellMar>
        <w:top w:w="29" w:type="dxa"/>
        <w:bottom w:w="29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94B6D2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styleId="Footer">
    <w:name w:val="footer"/>
    <w:basedOn w:val="Normal"/>
    <w:link w:val="FooterChar"/>
    <w:uiPriority w:val="1"/>
    <w:unhideWhenUsed/>
    <w:pPr>
      <w:tabs>
        <w:tab w:val="left" w:pos="9977"/>
      </w:tabs>
      <w:spacing w:before="0" w:after="0"/>
    </w:pPr>
    <w:rPr>
      <w:color w:val="000000" w:themeColor="text1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1"/>
    <w:rPr>
      <w:color w:val="000000" w:themeColor="text1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Pr>
      <w:color w:val="DD8047" w:themeColor="accent2"/>
      <w:kern w:val="22"/>
      <w:sz w:val="20"/>
      <w:szCs w:val="20"/>
      <w14:ligatures w14:val="standard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actinfo">
    <w:name w:val="Contact info"/>
    <w:basedOn w:val="Normal"/>
    <w:qFormat/>
    <w:pPr>
      <w:spacing w:after="240"/>
      <w:contextualSpacing/>
      <w:jc w:val="center"/>
    </w:pPr>
    <w:rPr>
      <w:color w:val="548AB7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Travel%20services%20surve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7AECAFD9FB34D17BB2562016C968B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1F293-E0EA-446A-AD10-8F6B3F8F7122}"/>
      </w:docPartPr>
      <w:docPartBody>
        <w:p w:rsidR="00000000" w:rsidRDefault="004222A1">
          <w:pPr>
            <w:pStyle w:val="C7AECAFD9FB34D17BB2562016C968BC7"/>
          </w:pPr>
          <w:r>
            <w:t>[Street Address]</w:t>
          </w:r>
        </w:p>
      </w:docPartBody>
    </w:docPart>
    <w:docPart>
      <w:docPartPr>
        <w:name w:val="E58C44AD75414D06A10594E6BABF7A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D3890F-3553-4234-A447-4F132145EF74}"/>
      </w:docPartPr>
      <w:docPartBody>
        <w:p w:rsidR="00000000" w:rsidRDefault="004222A1">
          <w:pPr>
            <w:pStyle w:val="E58C44AD75414D06A10594E6BABF7AA5"/>
          </w:pPr>
          <w:r>
            <w:t>[City, ST  ZIP Code]</w:t>
          </w:r>
        </w:p>
      </w:docPartBody>
    </w:docPart>
    <w:docPart>
      <w:docPartPr>
        <w:name w:val="558BC1C3FE044B6F95E4EDB11B223A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E32B8F-A9EC-4F49-816D-196B9FA8EB94}"/>
      </w:docPartPr>
      <w:docPartBody>
        <w:p w:rsidR="00000000" w:rsidRDefault="004222A1">
          <w:pPr>
            <w:pStyle w:val="558BC1C3FE044B6F95E4EDB11B223AB5"/>
          </w:pPr>
          <w:r>
            <w:t>[Phone]</w:t>
          </w:r>
        </w:p>
      </w:docPartBody>
    </w:docPart>
    <w:docPart>
      <w:docPartPr>
        <w:name w:val="FBFF058316EB434AABDF8DAFF7C144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CA37BA-D2B2-4214-9689-844952C89082}"/>
      </w:docPartPr>
      <w:docPartBody>
        <w:p w:rsidR="00000000" w:rsidRDefault="004222A1">
          <w:pPr>
            <w:pStyle w:val="FBFF058316EB434AABDF8DAFF7C14480"/>
          </w:pPr>
          <w:r>
            <w:t>[Fax]</w:t>
          </w:r>
        </w:p>
      </w:docPartBody>
    </w:docPart>
    <w:docPart>
      <w:docPartPr>
        <w:name w:val="4902AF28647646ABBC53710456C8A8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D615E8-65F7-4030-B104-F5A182E94D03}"/>
      </w:docPartPr>
      <w:docPartBody>
        <w:p w:rsidR="00000000" w:rsidRDefault="004222A1">
          <w:pPr>
            <w:pStyle w:val="4902AF28647646ABBC53710456C8A8E6"/>
          </w:pPr>
          <w:r>
            <w:t>[Website]</w:t>
          </w:r>
        </w:p>
      </w:docPartBody>
    </w:docPart>
    <w:docPart>
      <w:docPartPr>
        <w:name w:val="1A0725EA5EA746E191B6C62601A30E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3A1EC1-903B-401D-80D6-1FA95F6BBD92}"/>
      </w:docPartPr>
      <w:docPartBody>
        <w:p w:rsidR="00000000" w:rsidRDefault="004222A1">
          <w:pPr>
            <w:pStyle w:val="1A0725EA5EA746E191B6C62601A30EC8"/>
          </w:pPr>
          <w:r>
            <w:t>[Email]</w:t>
          </w:r>
        </w:p>
      </w:docPartBody>
    </w:docPart>
    <w:docPart>
      <w:docPartPr>
        <w:name w:val="8E30BBA87F0B4F4A96165751A7A462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18875F-9932-47D4-A19C-90BAE75F81C4}"/>
      </w:docPartPr>
      <w:docPartBody>
        <w:p w:rsidR="00000000" w:rsidRDefault="004222A1">
          <w:pPr>
            <w:pStyle w:val="8E30BBA87F0B4F4A96165751A7A4620E"/>
          </w:pPr>
          <w:r>
            <w:t>[Response]</w:t>
          </w:r>
        </w:p>
      </w:docPartBody>
    </w:docPart>
    <w:docPart>
      <w:docPartPr>
        <w:name w:val="20EA3AF8BFB249FD89BE5F81001EDE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D4546-35A5-4008-AB5C-3C09A1261EB1}"/>
      </w:docPartPr>
      <w:docPartBody>
        <w:p w:rsidR="00000000" w:rsidRDefault="0071526E" w:rsidP="0071526E">
          <w:pPr>
            <w:pStyle w:val="20EA3AF8BFB249FD89BE5F81001EDEEE"/>
          </w:pPr>
          <w:r w:rsidRPr="005277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4A7C25BC5D43A382853DD028DB2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F6F12D-2469-4E2E-B19A-38FEC5E8A1B3}"/>
      </w:docPartPr>
      <w:docPartBody>
        <w:p w:rsidR="00000000" w:rsidRDefault="0071526E" w:rsidP="0071526E">
          <w:pPr>
            <w:pStyle w:val="CF4A7C25BC5D43A382853DD028DB2829"/>
          </w:pPr>
          <w:r>
            <w:t>Choose an item.</w:t>
          </w:r>
        </w:p>
      </w:docPartBody>
    </w:docPart>
    <w:docPart>
      <w:docPartPr>
        <w:name w:val="3334D4E6F8CE461AB554B260CF3D31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9A8238-F8BC-4973-9D68-94BEC004F268}"/>
      </w:docPartPr>
      <w:docPartBody>
        <w:p w:rsidR="00000000" w:rsidRDefault="0071526E" w:rsidP="0071526E">
          <w:pPr>
            <w:pStyle w:val="3334D4E6F8CE461AB554B260CF3D31E1"/>
          </w:pPr>
          <w:r w:rsidRPr="005277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0B445E9BC546CDA6AA3432843E9B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50DC57-B458-4923-83D8-BBCA592C74EE}"/>
      </w:docPartPr>
      <w:docPartBody>
        <w:p w:rsidR="00000000" w:rsidRDefault="0071526E" w:rsidP="0071526E">
          <w:pPr>
            <w:pStyle w:val="420B445E9BC546CDA6AA3432843E9BF1"/>
          </w:pPr>
          <w:r>
            <w:t>Choose an item.</w:t>
          </w:r>
        </w:p>
      </w:docPartBody>
    </w:docPart>
    <w:docPart>
      <w:docPartPr>
        <w:name w:val="E941A0DA6B2942F683B9F5B86BE73A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826A10-66D3-4E70-BFFD-AD9D9597B88B}"/>
      </w:docPartPr>
      <w:docPartBody>
        <w:p w:rsidR="00000000" w:rsidRDefault="0071526E" w:rsidP="0071526E">
          <w:pPr>
            <w:pStyle w:val="E941A0DA6B2942F683B9F5B86BE73AFB"/>
          </w:pPr>
          <w:r w:rsidRPr="005277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F4709A62E440B4BD37A6CF6B6EF9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38DF4E-90E2-4A07-A1C0-6177AB899024}"/>
      </w:docPartPr>
      <w:docPartBody>
        <w:p w:rsidR="00000000" w:rsidRDefault="0071526E" w:rsidP="0071526E">
          <w:pPr>
            <w:pStyle w:val="78F4709A62E440B4BD37A6CF6B6EF9FA"/>
          </w:pPr>
          <w:r>
            <w:t>Choose an item.</w:t>
          </w:r>
        </w:p>
      </w:docPartBody>
    </w:docPart>
    <w:docPart>
      <w:docPartPr>
        <w:name w:val="7EDA6B0817154932AEFB5D4DDABE90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569DD8-F7D6-4B99-8E42-2D5E4CA0C3DE}"/>
      </w:docPartPr>
      <w:docPartBody>
        <w:p w:rsidR="00000000" w:rsidRDefault="0071526E" w:rsidP="0071526E">
          <w:pPr>
            <w:pStyle w:val="7EDA6B0817154932AEFB5D4DDABE9081"/>
          </w:pPr>
          <w:r w:rsidRPr="005277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C31F6C824A74B499F2346C1177BDF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B9C495-60F2-43A3-AD15-BDFF2EB0D121}"/>
      </w:docPartPr>
      <w:docPartBody>
        <w:p w:rsidR="00000000" w:rsidRDefault="0071526E" w:rsidP="0071526E">
          <w:pPr>
            <w:pStyle w:val="0C31F6C824A74B499F2346C1177BDF73"/>
          </w:pPr>
          <w:r>
            <w:t>Choose an item.</w:t>
          </w:r>
        </w:p>
      </w:docPartBody>
    </w:docPart>
    <w:docPart>
      <w:docPartPr>
        <w:name w:val="84E54E68153D4D56B83DE0D3DF8E1A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EE0995-0315-4843-A5F5-E7AD521FEECF}"/>
      </w:docPartPr>
      <w:docPartBody>
        <w:p w:rsidR="00000000" w:rsidRDefault="0071526E" w:rsidP="0071526E">
          <w:pPr>
            <w:pStyle w:val="84E54E68153D4D56B83DE0D3DF8E1A63"/>
          </w:pPr>
          <w:r w:rsidRPr="005277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40E9709B9304E289F830E8732F17C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3D6B7D-EB98-4A00-8B99-B9A0BFBBD947}"/>
      </w:docPartPr>
      <w:docPartBody>
        <w:p w:rsidR="00000000" w:rsidRDefault="0071526E" w:rsidP="0071526E">
          <w:pPr>
            <w:pStyle w:val="640E9709B9304E289F830E8732F17C1A"/>
          </w:pPr>
          <w:r>
            <w:t>Choose an item.</w:t>
          </w:r>
        </w:p>
      </w:docPartBody>
    </w:docPart>
    <w:docPart>
      <w:docPartPr>
        <w:name w:val="0E2B36F764634FC09A86EFCA9828E9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3F3A78-E4D9-4C5F-A686-71D7CFB6985B}"/>
      </w:docPartPr>
      <w:docPartBody>
        <w:p w:rsidR="00000000" w:rsidRDefault="0071526E" w:rsidP="0071526E">
          <w:pPr>
            <w:pStyle w:val="0E2B36F764634FC09A86EFCA9828E952"/>
          </w:pPr>
          <w:r w:rsidRPr="005277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0E0C7ECEB0246379CB80877525D53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23264-A384-4ABC-B252-391B3D291D40}"/>
      </w:docPartPr>
      <w:docPartBody>
        <w:p w:rsidR="00000000" w:rsidRDefault="0071526E" w:rsidP="0071526E">
          <w:pPr>
            <w:pStyle w:val="D0E0C7ECEB0246379CB80877525D53AD"/>
          </w:pPr>
          <w:r>
            <w:t>Choose an item.</w:t>
          </w:r>
        </w:p>
      </w:docPartBody>
    </w:docPart>
    <w:docPart>
      <w:docPartPr>
        <w:name w:val="A84A22287A2F49ACA8977B6A091EA1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DC404-4B95-4F5A-B692-3A99166DB29C}"/>
      </w:docPartPr>
      <w:docPartBody>
        <w:p w:rsidR="00000000" w:rsidRDefault="0071526E" w:rsidP="0071526E">
          <w:pPr>
            <w:pStyle w:val="A84A22287A2F49ACA8977B6A091EA169"/>
          </w:pPr>
          <w:r w:rsidRPr="005277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0B78D5D348A4072A6AC451B1EA04D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68BC5F-B061-467A-9757-3E320F28DCDE}"/>
      </w:docPartPr>
      <w:docPartBody>
        <w:p w:rsidR="00000000" w:rsidRDefault="0071526E" w:rsidP="0071526E">
          <w:pPr>
            <w:pStyle w:val="50B78D5D348A4072A6AC451B1EA04D84"/>
          </w:pPr>
          <w:r>
            <w:t>Choose an item.</w:t>
          </w:r>
        </w:p>
      </w:docPartBody>
    </w:docPart>
    <w:docPart>
      <w:docPartPr>
        <w:name w:val="A3CAA7699B004A7DBF76084CB2D26F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9DC12F-2645-4CE9-8643-81009B3E7855}"/>
      </w:docPartPr>
      <w:docPartBody>
        <w:p w:rsidR="00000000" w:rsidRDefault="0071526E" w:rsidP="0071526E">
          <w:pPr>
            <w:pStyle w:val="A3CAA7699B004A7DBF76084CB2D26F05"/>
          </w:pPr>
          <w:r w:rsidRPr="005277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9EEBE4CEA04B4F98E8E4C3D3940D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68964-E3E5-48CB-A151-2121962C709C}"/>
      </w:docPartPr>
      <w:docPartBody>
        <w:p w:rsidR="00000000" w:rsidRDefault="0071526E" w:rsidP="0071526E">
          <w:pPr>
            <w:pStyle w:val="879EEBE4CEA04B4F98E8E4C3D3940D23"/>
          </w:pPr>
          <w:r>
            <w:t>Choose an item.</w:t>
          </w:r>
        </w:p>
      </w:docPartBody>
    </w:docPart>
    <w:docPart>
      <w:docPartPr>
        <w:name w:val="D08ABA45B45E4400AE8327E4332EB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EDF206-F1AF-4C41-92AD-1F2635591688}"/>
      </w:docPartPr>
      <w:docPartBody>
        <w:p w:rsidR="00000000" w:rsidRDefault="0071526E" w:rsidP="0071526E">
          <w:pPr>
            <w:pStyle w:val="D08ABA45B45E4400AE8327E4332EBD41"/>
          </w:pPr>
          <w:r w:rsidRPr="005277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3AB9E4440D7413B8A5B2EC68D4D74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4AED5D-2B0C-4DD2-8D36-06BC312333CE}"/>
      </w:docPartPr>
      <w:docPartBody>
        <w:p w:rsidR="00000000" w:rsidRDefault="0071526E" w:rsidP="0071526E">
          <w:pPr>
            <w:pStyle w:val="73AB9E4440D7413B8A5B2EC68D4D749E"/>
          </w:pPr>
          <w:r>
            <w:t>Choose an item.</w:t>
          </w:r>
        </w:p>
      </w:docPartBody>
    </w:docPart>
    <w:docPart>
      <w:docPartPr>
        <w:name w:val="4F2B76C854CD4376A89C15A71B7FD7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D027C2-E2A7-47C1-990A-DE7B321CBF24}"/>
      </w:docPartPr>
      <w:docPartBody>
        <w:p w:rsidR="00000000" w:rsidRDefault="0071526E" w:rsidP="0071526E">
          <w:pPr>
            <w:pStyle w:val="4F2B76C854CD4376A89C15A71B7FD78E"/>
          </w:pPr>
          <w:r w:rsidRPr="005277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8E4333416CE4D47B5F6D557FEA46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54E68E-2E5A-4A44-B799-D038B62DF23A}"/>
      </w:docPartPr>
      <w:docPartBody>
        <w:p w:rsidR="00000000" w:rsidRDefault="0071526E" w:rsidP="0071526E">
          <w:pPr>
            <w:pStyle w:val="A8E4333416CE4D47B5F6D557FEA464D0"/>
          </w:pPr>
          <w:r>
            <w:t>Choose an item.</w:t>
          </w:r>
        </w:p>
      </w:docPartBody>
    </w:docPart>
    <w:docPart>
      <w:docPartPr>
        <w:name w:val="B1D59A85E4CD49208D5882D36574E7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677F0-96A2-4A16-8880-5ED362B092D0}"/>
      </w:docPartPr>
      <w:docPartBody>
        <w:p w:rsidR="00000000" w:rsidRDefault="0071526E" w:rsidP="0071526E">
          <w:pPr>
            <w:pStyle w:val="B1D59A85E4CD49208D5882D36574E745"/>
          </w:pPr>
          <w:r>
            <w:t>Choose an item.</w:t>
          </w:r>
        </w:p>
      </w:docPartBody>
    </w:docPart>
    <w:docPart>
      <w:docPartPr>
        <w:name w:val="CD26BCB375B74C1F82A2FFE18AC4E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2943DC-36A0-43A7-A7E4-72F9C50D62E3}"/>
      </w:docPartPr>
      <w:docPartBody>
        <w:p w:rsidR="00000000" w:rsidRDefault="0071526E" w:rsidP="0071526E">
          <w:pPr>
            <w:pStyle w:val="CD26BCB375B74C1F82A2FFE18AC4EB0F"/>
          </w:pPr>
          <w:r>
            <w:t>Choose an item.</w:t>
          </w:r>
        </w:p>
      </w:docPartBody>
    </w:docPart>
    <w:docPart>
      <w:docPartPr>
        <w:name w:val="85F05906BBA6488AA7BAEDE9F0650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141AF-98D2-4669-A058-E3C6F738ED52}"/>
      </w:docPartPr>
      <w:docPartBody>
        <w:p w:rsidR="00000000" w:rsidRDefault="0071526E" w:rsidP="0071526E">
          <w:pPr>
            <w:pStyle w:val="85F05906BBA6488AA7BAEDE9F0650370"/>
          </w:pPr>
          <w:r>
            <w:t>Choose an item.</w:t>
          </w:r>
        </w:p>
      </w:docPartBody>
    </w:docPart>
    <w:docPart>
      <w:docPartPr>
        <w:name w:val="07D30D1FC31E45C5A62D4D41EC781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38DA4-80FD-467B-A436-47CB1C5B2B4A}"/>
      </w:docPartPr>
      <w:docPartBody>
        <w:p w:rsidR="00000000" w:rsidRDefault="0071526E" w:rsidP="0071526E">
          <w:pPr>
            <w:pStyle w:val="07D30D1FC31E45C5A62D4D41EC78102C"/>
          </w:pPr>
          <w:r>
            <w:t>Choose an item.</w:t>
          </w:r>
        </w:p>
      </w:docPartBody>
    </w:docPart>
    <w:docPart>
      <w:docPartPr>
        <w:name w:val="4C9A128E5D4948238D10C5888CA23B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AF2C54-7B11-4365-B416-F7D4B90F9902}"/>
      </w:docPartPr>
      <w:docPartBody>
        <w:p w:rsidR="00000000" w:rsidRDefault="0071526E" w:rsidP="0071526E">
          <w:pPr>
            <w:pStyle w:val="4C9A128E5D4948238D10C5888CA23BCF"/>
          </w:pPr>
          <w:r w:rsidRPr="005277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03092B16FA84782A2DEDBE3228EE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18EA12-4039-4F4A-A400-8D5330182E0B}"/>
      </w:docPartPr>
      <w:docPartBody>
        <w:p w:rsidR="00000000" w:rsidRDefault="0071526E" w:rsidP="0071526E">
          <w:pPr>
            <w:pStyle w:val="D03092B16FA84782A2DEDBE3228EED9E"/>
          </w:pPr>
          <w:r>
            <w:t>Choose an item.</w:t>
          </w:r>
        </w:p>
      </w:docPartBody>
    </w:docPart>
    <w:docPart>
      <w:docPartPr>
        <w:name w:val="E3F1E8F4B77F4672A0AD2A53B05B41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0EF13F-FDF5-4446-BF1D-F35AE90AAF62}"/>
      </w:docPartPr>
      <w:docPartBody>
        <w:p w:rsidR="00000000" w:rsidRDefault="0071526E" w:rsidP="0071526E">
          <w:pPr>
            <w:pStyle w:val="E3F1E8F4B77F4672A0AD2A53B05B41FF"/>
          </w:pPr>
          <w:r w:rsidRPr="005277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02AF1C512F4CA58C3A3B3CEB8258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C2139D-C69E-4DAB-B0B6-B09A74DADBC1}"/>
      </w:docPartPr>
      <w:docPartBody>
        <w:p w:rsidR="00000000" w:rsidRDefault="0071526E" w:rsidP="0071526E">
          <w:pPr>
            <w:pStyle w:val="0202AF1C512F4CA58C3A3B3CEB825848"/>
          </w:pPr>
          <w:r>
            <w:t>Choose an item.</w:t>
          </w:r>
        </w:p>
      </w:docPartBody>
    </w:docPart>
    <w:docPart>
      <w:docPartPr>
        <w:name w:val="2BA85CD9EA344048AB505BA68EAE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E5A2E4-F875-4BFE-AF2B-6B37CEC664EB}"/>
      </w:docPartPr>
      <w:docPartBody>
        <w:p w:rsidR="00000000" w:rsidRDefault="0071526E" w:rsidP="0071526E">
          <w:pPr>
            <w:pStyle w:val="2BA85CD9EA344048AB505BA68EAEEB9F"/>
          </w:pPr>
          <w:r>
            <w:t>Choose an item.</w:t>
          </w:r>
        </w:p>
      </w:docPartBody>
    </w:docPart>
    <w:docPart>
      <w:docPartPr>
        <w:name w:val="7C073EA3B26B495A809F51EF983D3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51EEB-6824-4577-A16C-B1C84DD71A66}"/>
      </w:docPartPr>
      <w:docPartBody>
        <w:p w:rsidR="00000000" w:rsidRDefault="0071526E" w:rsidP="0071526E">
          <w:pPr>
            <w:pStyle w:val="7C073EA3B26B495A809F51EF983D39A2"/>
          </w:pPr>
          <w:r>
            <w:t>Choose an item.</w:t>
          </w:r>
        </w:p>
      </w:docPartBody>
    </w:docPart>
    <w:docPart>
      <w:docPartPr>
        <w:name w:val="06DBC35ABFC14103A3181043B2F243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9A427-199C-4106-B03E-E4C16D7ECD65}"/>
      </w:docPartPr>
      <w:docPartBody>
        <w:p w:rsidR="00000000" w:rsidRDefault="0071526E" w:rsidP="0071526E">
          <w:pPr>
            <w:pStyle w:val="06DBC35ABFC14103A3181043B2F24322"/>
          </w:pPr>
          <w:r>
            <w:t>Choose an item.</w:t>
          </w:r>
        </w:p>
      </w:docPartBody>
    </w:docPart>
    <w:docPart>
      <w:docPartPr>
        <w:name w:val="799CA0960CC942FCBA4954E002DFB2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3BC35-B304-4753-BFBD-9E14184298C4}"/>
      </w:docPartPr>
      <w:docPartBody>
        <w:p w:rsidR="00000000" w:rsidRDefault="0071526E" w:rsidP="0071526E">
          <w:pPr>
            <w:pStyle w:val="799CA0960CC942FCBA4954E002DFB263"/>
          </w:pPr>
          <w:r>
            <w:t>Choose an item.</w:t>
          </w:r>
        </w:p>
      </w:docPartBody>
    </w:docPart>
    <w:docPart>
      <w:docPartPr>
        <w:name w:val="60FC6443C4A64F648E027DC561EF3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D63DD-BBD0-4742-B12B-8FCD988E7B17}"/>
      </w:docPartPr>
      <w:docPartBody>
        <w:p w:rsidR="00000000" w:rsidRDefault="0071526E" w:rsidP="0071526E">
          <w:pPr>
            <w:pStyle w:val="60FC6443C4A64F648E027DC561EF31CC"/>
          </w:pPr>
          <w:r>
            <w:t>Choose an item.</w:t>
          </w:r>
        </w:p>
      </w:docPartBody>
    </w:docPart>
    <w:docPart>
      <w:docPartPr>
        <w:name w:val="31C02394516D4230B2684BA2E7F87F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43F5B9-3ADF-4BB5-8566-D9901D6FFD53}"/>
      </w:docPartPr>
      <w:docPartBody>
        <w:p w:rsidR="00000000" w:rsidRDefault="0071526E" w:rsidP="0071526E">
          <w:pPr>
            <w:pStyle w:val="31C02394516D4230B2684BA2E7F87F21"/>
          </w:pPr>
          <w: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26E"/>
    <w:rsid w:val="004222A1"/>
    <w:rsid w:val="0071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0639A83E534AA4839561B6462D22A3">
    <w:name w:val="F80639A83E534AA4839561B6462D22A3"/>
  </w:style>
  <w:style w:type="paragraph" w:customStyle="1" w:styleId="057A92A7108E457796BE810938CE5BDA">
    <w:name w:val="057A92A7108E457796BE810938CE5BDA"/>
  </w:style>
  <w:style w:type="paragraph" w:customStyle="1" w:styleId="C7AECAFD9FB34D17BB2562016C968BC7">
    <w:name w:val="C7AECAFD9FB34D17BB2562016C968BC7"/>
  </w:style>
  <w:style w:type="paragraph" w:customStyle="1" w:styleId="E58C44AD75414D06A10594E6BABF7AA5">
    <w:name w:val="E58C44AD75414D06A10594E6BABF7AA5"/>
  </w:style>
  <w:style w:type="paragraph" w:customStyle="1" w:styleId="558BC1C3FE044B6F95E4EDB11B223AB5">
    <w:name w:val="558BC1C3FE044B6F95E4EDB11B223AB5"/>
  </w:style>
  <w:style w:type="paragraph" w:customStyle="1" w:styleId="FBFF058316EB434AABDF8DAFF7C14480">
    <w:name w:val="FBFF058316EB434AABDF8DAFF7C14480"/>
  </w:style>
  <w:style w:type="paragraph" w:customStyle="1" w:styleId="4902AF28647646ABBC53710456C8A8E6">
    <w:name w:val="4902AF28647646ABBC53710456C8A8E6"/>
  </w:style>
  <w:style w:type="paragraph" w:customStyle="1" w:styleId="1A0725EA5EA746E191B6C62601A30EC8">
    <w:name w:val="1A0725EA5EA746E191B6C62601A30EC8"/>
  </w:style>
  <w:style w:type="paragraph" w:customStyle="1" w:styleId="0A0F65775AF649A0A27741D2A03EF1B7">
    <w:name w:val="0A0F65775AF649A0A27741D2A03EF1B7"/>
  </w:style>
  <w:style w:type="paragraph" w:customStyle="1" w:styleId="5F2DD5028EA548D4BB62BC4D1EBCC723">
    <w:name w:val="5F2DD5028EA548D4BB62BC4D1EBCC723"/>
  </w:style>
  <w:style w:type="paragraph" w:customStyle="1" w:styleId="55F1BA2308A94896A62B1FFF86257B16">
    <w:name w:val="55F1BA2308A94896A62B1FFF86257B16"/>
  </w:style>
  <w:style w:type="character" w:styleId="PlaceholderText">
    <w:name w:val="Placeholder Text"/>
    <w:basedOn w:val="DefaultParagraphFont"/>
    <w:uiPriority w:val="99"/>
    <w:semiHidden/>
    <w:rsid w:val="0071526E"/>
    <w:rPr>
      <w:color w:val="808080"/>
    </w:rPr>
  </w:style>
  <w:style w:type="paragraph" w:customStyle="1" w:styleId="C05CD366F587422697D1A961DDF01E44">
    <w:name w:val="C05CD366F587422697D1A961DDF01E44"/>
  </w:style>
  <w:style w:type="paragraph" w:customStyle="1" w:styleId="07AD20C496294B588C438E7164FD9CA1">
    <w:name w:val="07AD20C496294B588C438E7164FD9CA1"/>
  </w:style>
  <w:style w:type="paragraph" w:customStyle="1" w:styleId="8B42387C51854EFEBB916C8E816F4F2D">
    <w:name w:val="8B42387C51854EFEBB916C8E816F4F2D"/>
  </w:style>
  <w:style w:type="paragraph" w:customStyle="1" w:styleId="2D7EA3E8CA564917ABEA294C55F65AF3">
    <w:name w:val="2D7EA3E8CA564917ABEA294C55F65AF3"/>
  </w:style>
  <w:style w:type="paragraph" w:customStyle="1" w:styleId="34D7E5920AB94F6F8718FB7EF478E37E">
    <w:name w:val="34D7E5920AB94F6F8718FB7EF478E37E"/>
  </w:style>
  <w:style w:type="paragraph" w:customStyle="1" w:styleId="C71AAE5819E948FF9711F0F03EE2E6B7">
    <w:name w:val="C71AAE5819E948FF9711F0F03EE2E6B7"/>
  </w:style>
  <w:style w:type="paragraph" w:customStyle="1" w:styleId="4BB204CCCC1540AEAE263D1459058B5C">
    <w:name w:val="4BB204CCCC1540AEAE263D1459058B5C"/>
  </w:style>
  <w:style w:type="paragraph" w:customStyle="1" w:styleId="3D878C2DC0FE4C9CBC9FB7A17B1B6BD9">
    <w:name w:val="3D878C2DC0FE4C9CBC9FB7A17B1B6BD9"/>
  </w:style>
  <w:style w:type="paragraph" w:customStyle="1" w:styleId="5D691A191C1D4B3C86CC1D865C37BD8F">
    <w:name w:val="5D691A191C1D4B3C86CC1D865C37BD8F"/>
  </w:style>
  <w:style w:type="paragraph" w:customStyle="1" w:styleId="50A33A480C00498C880DD41C0C9C5F70">
    <w:name w:val="50A33A480C00498C880DD41C0C9C5F70"/>
  </w:style>
  <w:style w:type="paragraph" w:customStyle="1" w:styleId="601C1FE2AB9446388501F19964EC07F1">
    <w:name w:val="601C1FE2AB9446388501F19964EC07F1"/>
  </w:style>
  <w:style w:type="paragraph" w:customStyle="1" w:styleId="8E30BBA87F0B4F4A96165751A7A4620E">
    <w:name w:val="8E30BBA87F0B4F4A96165751A7A4620E"/>
  </w:style>
  <w:style w:type="paragraph" w:customStyle="1" w:styleId="3332A73B69464E8BB0757D8A8E3E80CA">
    <w:name w:val="3332A73B69464E8BB0757D8A8E3E80CA"/>
    <w:rsid w:val="0071526E"/>
  </w:style>
  <w:style w:type="paragraph" w:customStyle="1" w:styleId="B8028D1A43874EE99C62534286B29299">
    <w:name w:val="B8028D1A43874EE99C62534286B29299"/>
    <w:rsid w:val="0071526E"/>
  </w:style>
  <w:style w:type="paragraph" w:customStyle="1" w:styleId="36DFE8165C234D158204EDB6CE2B9112">
    <w:name w:val="36DFE8165C234D158204EDB6CE2B9112"/>
    <w:rsid w:val="0071526E"/>
  </w:style>
  <w:style w:type="paragraph" w:customStyle="1" w:styleId="CE7B1F8A41B1452894087C80CDEF5801">
    <w:name w:val="CE7B1F8A41B1452894087C80CDEF5801"/>
    <w:rsid w:val="0071526E"/>
  </w:style>
  <w:style w:type="paragraph" w:customStyle="1" w:styleId="A85D9B42BA564A499507B2CB6C1A0808">
    <w:name w:val="A85D9B42BA564A499507B2CB6C1A0808"/>
    <w:rsid w:val="0071526E"/>
  </w:style>
  <w:style w:type="paragraph" w:customStyle="1" w:styleId="6FF88D50D0394063A26104F9AD8882D8">
    <w:name w:val="6FF88D50D0394063A26104F9AD8882D8"/>
    <w:rsid w:val="0071526E"/>
  </w:style>
  <w:style w:type="paragraph" w:customStyle="1" w:styleId="C760DA40CA534CC8810E7BF13F39045D">
    <w:name w:val="C760DA40CA534CC8810E7BF13F39045D"/>
    <w:rsid w:val="0071526E"/>
  </w:style>
  <w:style w:type="paragraph" w:customStyle="1" w:styleId="0EA88276F1704925936339224E735EE3">
    <w:name w:val="0EA88276F1704925936339224E735EE3"/>
    <w:rsid w:val="0071526E"/>
  </w:style>
  <w:style w:type="paragraph" w:customStyle="1" w:styleId="9527DDBA6F6D42A6A85BE701796A66F7">
    <w:name w:val="9527DDBA6F6D42A6A85BE701796A66F7"/>
    <w:rsid w:val="0071526E"/>
  </w:style>
  <w:style w:type="paragraph" w:customStyle="1" w:styleId="0FFBC19BA5F244488114095EE4AA9D0E">
    <w:name w:val="0FFBC19BA5F244488114095EE4AA9D0E"/>
    <w:rsid w:val="0071526E"/>
  </w:style>
  <w:style w:type="paragraph" w:customStyle="1" w:styleId="22BFC461632F413C93B7523EE690AF65">
    <w:name w:val="22BFC461632F413C93B7523EE690AF65"/>
    <w:rsid w:val="0071526E"/>
  </w:style>
  <w:style w:type="paragraph" w:customStyle="1" w:styleId="DDEE9217EA5F47F18F60BD3EE9B1B499">
    <w:name w:val="DDEE9217EA5F47F18F60BD3EE9B1B499"/>
    <w:rsid w:val="0071526E"/>
  </w:style>
  <w:style w:type="paragraph" w:customStyle="1" w:styleId="D82CC5D8603C4BE3A4C502CCAA51FBB1">
    <w:name w:val="D82CC5D8603C4BE3A4C502CCAA51FBB1"/>
    <w:rsid w:val="0071526E"/>
  </w:style>
  <w:style w:type="paragraph" w:customStyle="1" w:styleId="C857E0D6E55F482B9460AC9F7560FF2A">
    <w:name w:val="C857E0D6E55F482B9460AC9F7560FF2A"/>
    <w:rsid w:val="0071526E"/>
  </w:style>
  <w:style w:type="paragraph" w:customStyle="1" w:styleId="5121E4776AA74D3BB8385EC43C96B144">
    <w:name w:val="5121E4776AA74D3BB8385EC43C96B144"/>
    <w:rsid w:val="0071526E"/>
  </w:style>
  <w:style w:type="paragraph" w:customStyle="1" w:styleId="C450C40FF70D4E88845D33F336962DC0">
    <w:name w:val="C450C40FF70D4E88845D33F336962DC0"/>
    <w:rsid w:val="0071526E"/>
  </w:style>
  <w:style w:type="paragraph" w:customStyle="1" w:styleId="E5E78029DD37426B944C7446CCFF3FD1">
    <w:name w:val="E5E78029DD37426B944C7446CCFF3FD1"/>
    <w:rsid w:val="0071526E"/>
  </w:style>
  <w:style w:type="paragraph" w:customStyle="1" w:styleId="FC276C705898497A9FF57CE64957AA63">
    <w:name w:val="FC276C705898497A9FF57CE64957AA63"/>
    <w:rsid w:val="0071526E"/>
  </w:style>
  <w:style w:type="paragraph" w:customStyle="1" w:styleId="79859F572B9548C7B9AAF85CC9E4D32C">
    <w:name w:val="79859F572B9548C7B9AAF85CC9E4D32C"/>
    <w:rsid w:val="0071526E"/>
  </w:style>
  <w:style w:type="paragraph" w:customStyle="1" w:styleId="787F1DD9949041F48D09F85280744C11">
    <w:name w:val="787F1DD9949041F48D09F85280744C11"/>
    <w:rsid w:val="0071526E"/>
  </w:style>
  <w:style w:type="paragraph" w:customStyle="1" w:styleId="09A0E40FBEE742B2B06C44A1C62D10A7">
    <w:name w:val="09A0E40FBEE742B2B06C44A1C62D10A7"/>
    <w:rsid w:val="0071526E"/>
  </w:style>
  <w:style w:type="paragraph" w:customStyle="1" w:styleId="F848195AC3A444789DE73DE75BAB81F9">
    <w:name w:val="F848195AC3A444789DE73DE75BAB81F9"/>
    <w:rsid w:val="0071526E"/>
  </w:style>
  <w:style w:type="paragraph" w:customStyle="1" w:styleId="507602BD5D08491AB62D9AEE75BACD6D">
    <w:name w:val="507602BD5D08491AB62D9AEE75BACD6D"/>
    <w:rsid w:val="0071526E"/>
  </w:style>
  <w:style w:type="paragraph" w:customStyle="1" w:styleId="663CD1A3CA8649359CEEB98AAEF8AE3D">
    <w:name w:val="663CD1A3CA8649359CEEB98AAEF8AE3D"/>
    <w:rsid w:val="0071526E"/>
  </w:style>
  <w:style w:type="paragraph" w:customStyle="1" w:styleId="07B58A90875B43FBBF83F221594541C2">
    <w:name w:val="07B58A90875B43FBBF83F221594541C2"/>
    <w:rsid w:val="0071526E"/>
  </w:style>
  <w:style w:type="paragraph" w:customStyle="1" w:styleId="91EB48783E884CEDAC60A6C2ECABB602">
    <w:name w:val="91EB48783E884CEDAC60A6C2ECABB602"/>
    <w:rsid w:val="0071526E"/>
  </w:style>
  <w:style w:type="paragraph" w:customStyle="1" w:styleId="2BDEBBF2BAD94356AB22D4DAABCFB509">
    <w:name w:val="2BDEBBF2BAD94356AB22D4DAABCFB509"/>
    <w:rsid w:val="0071526E"/>
  </w:style>
  <w:style w:type="paragraph" w:customStyle="1" w:styleId="54DD7CBFC7A14948A26726277F5392E3">
    <w:name w:val="54DD7CBFC7A14948A26726277F5392E3"/>
    <w:rsid w:val="0071526E"/>
  </w:style>
  <w:style w:type="paragraph" w:customStyle="1" w:styleId="970A1F09F8254C868B80104EBA5D70F5">
    <w:name w:val="970A1F09F8254C868B80104EBA5D70F5"/>
    <w:rsid w:val="0071526E"/>
  </w:style>
  <w:style w:type="paragraph" w:customStyle="1" w:styleId="4C1183ACE34543DA9AC72189E7451DE7">
    <w:name w:val="4C1183ACE34543DA9AC72189E7451DE7"/>
    <w:rsid w:val="0071526E"/>
  </w:style>
  <w:style w:type="paragraph" w:customStyle="1" w:styleId="A5CFD050B2F84F0E9899927070DD22C5">
    <w:name w:val="A5CFD050B2F84F0E9899927070DD22C5"/>
    <w:rsid w:val="0071526E"/>
  </w:style>
  <w:style w:type="paragraph" w:customStyle="1" w:styleId="BB738531CFAD4343BB2B670BFD730CB5">
    <w:name w:val="BB738531CFAD4343BB2B670BFD730CB5"/>
    <w:rsid w:val="0071526E"/>
  </w:style>
  <w:style w:type="paragraph" w:customStyle="1" w:styleId="E56236B2E8204295B9B5ED4924E4301C">
    <w:name w:val="E56236B2E8204295B9B5ED4924E4301C"/>
    <w:rsid w:val="0071526E"/>
  </w:style>
  <w:style w:type="paragraph" w:customStyle="1" w:styleId="7B8FFB3691764075878BC5335E1AD71E">
    <w:name w:val="7B8FFB3691764075878BC5335E1AD71E"/>
    <w:rsid w:val="0071526E"/>
  </w:style>
  <w:style w:type="paragraph" w:customStyle="1" w:styleId="13BACBDBDE6045E391E95431A007FDAF">
    <w:name w:val="13BACBDBDE6045E391E95431A007FDAF"/>
    <w:rsid w:val="0071526E"/>
  </w:style>
  <w:style w:type="paragraph" w:customStyle="1" w:styleId="49A1886D02CD4724B0D917702DFC21E2">
    <w:name w:val="49A1886D02CD4724B0D917702DFC21E2"/>
    <w:rsid w:val="0071526E"/>
  </w:style>
  <w:style w:type="paragraph" w:customStyle="1" w:styleId="AA56065283F245A4BC8B2C38390813E8">
    <w:name w:val="AA56065283F245A4BC8B2C38390813E8"/>
    <w:rsid w:val="0071526E"/>
  </w:style>
  <w:style w:type="paragraph" w:customStyle="1" w:styleId="EA58A243453E4ED3BC95339A7D3680A3">
    <w:name w:val="EA58A243453E4ED3BC95339A7D3680A3"/>
    <w:rsid w:val="0071526E"/>
  </w:style>
  <w:style w:type="paragraph" w:customStyle="1" w:styleId="17D33234D910455ABE0170B689F15357">
    <w:name w:val="17D33234D910455ABE0170B689F15357"/>
    <w:rsid w:val="0071526E"/>
  </w:style>
  <w:style w:type="paragraph" w:customStyle="1" w:styleId="CFC820FE6A324292BDAA09852EC5C043">
    <w:name w:val="CFC820FE6A324292BDAA09852EC5C043"/>
    <w:rsid w:val="0071526E"/>
  </w:style>
  <w:style w:type="paragraph" w:customStyle="1" w:styleId="E644F47BACA047C9AB30071A86BE9226">
    <w:name w:val="E644F47BACA047C9AB30071A86BE9226"/>
    <w:rsid w:val="0071526E"/>
  </w:style>
  <w:style w:type="paragraph" w:customStyle="1" w:styleId="4762AA2CAAB44273927E989DC545F79D">
    <w:name w:val="4762AA2CAAB44273927E989DC545F79D"/>
    <w:rsid w:val="0071526E"/>
  </w:style>
  <w:style w:type="paragraph" w:customStyle="1" w:styleId="BFE530351DF341B09518BE19233596B3">
    <w:name w:val="BFE530351DF341B09518BE19233596B3"/>
    <w:rsid w:val="0071526E"/>
  </w:style>
  <w:style w:type="paragraph" w:customStyle="1" w:styleId="20EA3AF8BFB249FD89BE5F81001EDEEE">
    <w:name w:val="20EA3AF8BFB249FD89BE5F81001EDEEE"/>
    <w:rsid w:val="0071526E"/>
  </w:style>
  <w:style w:type="paragraph" w:customStyle="1" w:styleId="CF4A7C25BC5D43A382853DD028DB2829">
    <w:name w:val="CF4A7C25BC5D43A382853DD028DB2829"/>
    <w:rsid w:val="0071526E"/>
  </w:style>
  <w:style w:type="paragraph" w:customStyle="1" w:styleId="3334D4E6F8CE461AB554B260CF3D31E1">
    <w:name w:val="3334D4E6F8CE461AB554B260CF3D31E1"/>
    <w:rsid w:val="0071526E"/>
  </w:style>
  <w:style w:type="paragraph" w:customStyle="1" w:styleId="420B445E9BC546CDA6AA3432843E9BF1">
    <w:name w:val="420B445E9BC546CDA6AA3432843E9BF1"/>
    <w:rsid w:val="0071526E"/>
  </w:style>
  <w:style w:type="paragraph" w:customStyle="1" w:styleId="E941A0DA6B2942F683B9F5B86BE73AFB">
    <w:name w:val="E941A0DA6B2942F683B9F5B86BE73AFB"/>
    <w:rsid w:val="0071526E"/>
  </w:style>
  <w:style w:type="paragraph" w:customStyle="1" w:styleId="78F4709A62E440B4BD37A6CF6B6EF9FA">
    <w:name w:val="78F4709A62E440B4BD37A6CF6B6EF9FA"/>
    <w:rsid w:val="0071526E"/>
  </w:style>
  <w:style w:type="paragraph" w:customStyle="1" w:styleId="7EDA6B0817154932AEFB5D4DDABE9081">
    <w:name w:val="7EDA6B0817154932AEFB5D4DDABE9081"/>
    <w:rsid w:val="0071526E"/>
  </w:style>
  <w:style w:type="paragraph" w:customStyle="1" w:styleId="0C31F6C824A74B499F2346C1177BDF73">
    <w:name w:val="0C31F6C824A74B499F2346C1177BDF73"/>
    <w:rsid w:val="0071526E"/>
  </w:style>
  <w:style w:type="paragraph" w:customStyle="1" w:styleId="84E54E68153D4D56B83DE0D3DF8E1A63">
    <w:name w:val="84E54E68153D4D56B83DE0D3DF8E1A63"/>
    <w:rsid w:val="0071526E"/>
  </w:style>
  <w:style w:type="paragraph" w:customStyle="1" w:styleId="640E9709B9304E289F830E8732F17C1A">
    <w:name w:val="640E9709B9304E289F830E8732F17C1A"/>
    <w:rsid w:val="0071526E"/>
  </w:style>
  <w:style w:type="paragraph" w:customStyle="1" w:styleId="0E2B36F764634FC09A86EFCA9828E952">
    <w:name w:val="0E2B36F764634FC09A86EFCA9828E952"/>
    <w:rsid w:val="0071526E"/>
  </w:style>
  <w:style w:type="paragraph" w:customStyle="1" w:styleId="D0E0C7ECEB0246379CB80877525D53AD">
    <w:name w:val="D0E0C7ECEB0246379CB80877525D53AD"/>
    <w:rsid w:val="0071526E"/>
  </w:style>
  <w:style w:type="paragraph" w:customStyle="1" w:styleId="A84A22287A2F49ACA8977B6A091EA169">
    <w:name w:val="A84A22287A2F49ACA8977B6A091EA169"/>
    <w:rsid w:val="0071526E"/>
  </w:style>
  <w:style w:type="paragraph" w:customStyle="1" w:styleId="50B78D5D348A4072A6AC451B1EA04D84">
    <w:name w:val="50B78D5D348A4072A6AC451B1EA04D84"/>
    <w:rsid w:val="0071526E"/>
  </w:style>
  <w:style w:type="paragraph" w:customStyle="1" w:styleId="A3CAA7699B004A7DBF76084CB2D26F05">
    <w:name w:val="A3CAA7699B004A7DBF76084CB2D26F05"/>
    <w:rsid w:val="0071526E"/>
  </w:style>
  <w:style w:type="paragraph" w:customStyle="1" w:styleId="879EEBE4CEA04B4F98E8E4C3D3940D23">
    <w:name w:val="879EEBE4CEA04B4F98E8E4C3D3940D23"/>
    <w:rsid w:val="0071526E"/>
  </w:style>
  <w:style w:type="paragraph" w:customStyle="1" w:styleId="D08ABA45B45E4400AE8327E4332EBD41">
    <w:name w:val="D08ABA45B45E4400AE8327E4332EBD41"/>
    <w:rsid w:val="0071526E"/>
  </w:style>
  <w:style w:type="paragraph" w:customStyle="1" w:styleId="73AB9E4440D7413B8A5B2EC68D4D749E">
    <w:name w:val="73AB9E4440D7413B8A5B2EC68D4D749E"/>
    <w:rsid w:val="0071526E"/>
  </w:style>
  <w:style w:type="paragraph" w:customStyle="1" w:styleId="4F2B76C854CD4376A89C15A71B7FD78E">
    <w:name w:val="4F2B76C854CD4376A89C15A71B7FD78E"/>
    <w:rsid w:val="0071526E"/>
  </w:style>
  <w:style w:type="paragraph" w:customStyle="1" w:styleId="A8E4333416CE4D47B5F6D557FEA464D0">
    <w:name w:val="A8E4333416CE4D47B5F6D557FEA464D0"/>
    <w:rsid w:val="0071526E"/>
  </w:style>
  <w:style w:type="paragraph" w:customStyle="1" w:styleId="B1D59A85E4CD49208D5882D36574E745">
    <w:name w:val="B1D59A85E4CD49208D5882D36574E745"/>
    <w:rsid w:val="0071526E"/>
  </w:style>
  <w:style w:type="paragraph" w:customStyle="1" w:styleId="CD26BCB375B74C1F82A2FFE18AC4EB0F">
    <w:name w:val="CD26BCB375B74C1F82A2FFE18AC4EB0F"/>
    <w:rsid w:val="0071526E"/>
  </w:style>
  <w:style w:type="paragraph" w:customStyle="1" w:styleId="85F05906BBA6488AA7BAEDE9F0650370">
    <w:name w:val="85F05906BBA6488AA7BAEDE9F0650370"/>
    <w:rsid w:val="0071526E"/>
  </w:style>
  <w:style w:type="paragraph" w:customStyle="1" w:styleId="07D30D1FC31E45C5A62D4D41EC78102C">
    <w:name w:val="07D30D1FC31E45C5A62D4D41EC78102C"/>
    <w:rsid w:val="0071526E"/>
  </w:style>
  <w:style w:type="paragraph" w:customStyle="1" w:styleId="4C9A128E5D4948238D10C5888CA23BCF">
    <w:name w:val="4C9A128E5D4948238D10C5888CA23BCF"/>
    <w:rsid w:val="0071526E"/>
  </w:style>
  <w:style w:type="paragraph" w:customStyle="1" w:styleId="D03092B16FA84782A2DEDBE3228EED9E">
    <w:name w:val="D03092B16FA84782A2DEDBE3228EED9E"/>
    <w:rsid w:val="0071526E"/>
  </w:style>
  <w:style w:type="paragraph" w:customStyle="1" w:styleId="E3F1E8F4B77F4672A0AD2A53B05B41FF">
    <w:name w:val="E3F1E8F4B77F4672A0AD2A53B05B41FF"/>
    <w:rsid w:val="0071526E"/>
  </w:style>
  <w:style w:type="paragraph" w:customStyle="1" w:styleId="0202AF1C512F4CA58C3A3B3CEB825848">
    <w:name w:val="0202AF1C512F4CA58C3A3B3CEB825848"/>
    <w:rsid w:val="0071526E"/>
  </w:style>
  <w:style w:type="paragraph" w:customStyle="1" w:styleId="2BA85CD9EA344048AB505BA68EAEEB9F">
    <w:name w:val="2BA85CD9EA344048AB505BA68EAEEB9F"/>
    <w:rsid w:val="0071526E"/>
  </w:style>
  <w:style w:type="paragraph" w:customStyle="1" w:styleId="7C073EA3B26B495A809F51EF983D39A2">
    <w:name w:val="7C073EA3B26B495A809F51EF983D39A2"/>
    <w:rsid w:val="0071526E"/>
  </w:style>
  <w:style w:type="paragraph" w:customStyle="1" w:styleId="06DBC35ABFC14103A3181043B2F24322">
    <w:name w:val="06DBC35ABFC14103A3181043B2F24322"/>
    <w:rsid w:val="0071526E"/>
  </w:style>
  <w:style w:type="paragraph" w:customStyle="1" w:styleId="799CA0960CC942FCBA4954E002DFB263">
    <w:name w:val="799CA0960CC942FCBA4954E002DFB263"/>
    <w:rsid w:val="0071526E"/>
  </w:style>
  <w:style w:type="paragraph" w:customStyle="1" w:styleId="60FC6443C4A64F648E027DC561EF31CC">
    <w:name w:val="60FC6443C4A64F648E027DC561EF31CC"/>
    <w:rsid w:val="0071526E"/>
  </w:style>
  <w:style w:type="paragraph" w:customStyle="1" w:styleId="31C02394516D4230B2684BA2E7F87F21">
    <w:name w:val="31C02394516D4230B2684BA2E7F87F21"/>
    <w:rsid w:val="007152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on-Auditorium-Staging22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00FBE8E-9136-4EF2-A18B-18868B6181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Travel services survey.dotx</Template>
  <TotalTime>0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Project Quality Checklist</vt:lpstr>
      <vt:lpstr>    [COMPANY NAME]</vt:lpstr>
      <vt:lpstr>        Additional comments</vt:lpstr>
    </vt:vector>
  </TitlesOfParts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2018-01-15T08:43:00Z</dcterms:created>
  <dcterms:modified xsi:type="dcterms:W3CDTF">2018-01-15T10:01:00Z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TC034631069991</vt:lpwstr>
  </property>
</Properties>
</file>