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25E" w:rsidRPr="00F13EAB" w:rsidRDefault="00BA068A">
      <w:pPr>
        <w:pStyle w:val="Heading1"/>
        <w:rPr>
          <w:rFonts w:asciiTheme="minorHAnsi" w:hAnsiTheme="minorHAnsi" w:cstheme="minorHAnsi"/>
          <w:b/>
          <w:color w:val="auto"/>
          <w:sz w:val="38"/>
          <w:szCs w:val="24"/>
        </w:rPr>
      </w:pPr>
      <w:r>
        <w:rPr>
          <w:rFonts w:asciiTheme="minorHAnsi" w:hAnsiTheme="minorHAnsi" w:cstheme="minorHAnsi"/>
          <w:b/>
          <w:color w:val="auto"/>
          <w:sz w:val="38"/>
          <w:szCs w:val="24"/>
        </w:rPr>
        <w:t>Memorial Notice</w:t>
      </w:r>
    </w:p>
    <w:sdt>
      <w:sdtPr>
        <w:rPr>
          <w:rFonts w:cstheme="minorHAnsi"/>
          <w:sz w:val="24"/>
          <w:szCs w:val="24"/>
        </w:rPr>
        <w:id w:val="53748965"/>
        <w:placeholder>
          <w:docPart w:val="1944116033EB49BC8A6107066969A1D6"/>
        </w:placeholder>
        <w:temporary/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0725E" w:rsidRPr="00F13EAB" w:rsidRDefault="003805C5">
          <w:pPr>
            <w:pStyle w:val="Date"/>
            <w:rPr>
              <w:rFonts w:cstheme="minorHAnsi"/>
              <w:sz w:val="24"/>
              <w:szCs w:val="24"/>
            </w:rPr>
          </w:pPr>
          <w:r w:rsidRPr="00F13EAB">
            <w:rPr>
              <w:rFonts w:cstheme="minorHAnsi"/>
              <w:sz w:val="24"/>
              <w:szCs w:val="24"/>
            </w:rPr>
            <w:t>[Date]</w:t>
          </w:r>
        </w:p>
      </w:sdtContent>
    </w:sdt>
    <w:p w:rsidR="00D0725E" w:rsidRPr="00F13EAB" w:rsidRDefault="003805C5">
      <w:pPr>
        <w:rPr>
          <w:rFonts w:cstheme="minorHAnsi"/>
          <w:sz w:val="24"/>
          <w:szCs w:val="24"/>
        </w:rPr>
      </w:pPr>
      <w:r w:rsidRPr="00F13EAB">
        <w:rPr>
          <w:rFonts w:cstheme="minorHAnsi"/>
          <w:sz w:val="24"/>
          <w:szCs w:val="24"/>
        </w:rPr>
        <w:t>To:</w:t>
      </w:r>
      <w:r w:rsidRPr="00F13EAB">
        <w:rPr>
          <w:rFonts w:cstheme="minorHAnsi"/>
          <w:sz w:val="24"/>
          <w:szCs w:val="24"/>
        </w:rPr>
        <w:tab/>
      </w:r>
      <w:r w:rsidR="00F13EAB" w:rsidRPr="00F13EAB">
        <w:rPr>
          <w:rFonts w:cstheme="minorHAnsi"/>
          <w:sz w:val="24"/>
          <w:szCs w:val="24"/>
        </w:rPr>
        <w:t>[Recipient Name]</w:t>
      </w:r>
    </w:p>
    <w:p w:rsidR="00BA068A" w:rsidRPr="00BA068A" w:rsidRDefault="00BA068A">
      <w:pPr>
        <w:pStyle w:val="Closing"/>
        <w:rPr>
          <w:sz w:val="24"/>
          <w:szCs w:val="24"/>
        </w:rPr>
      </w:pPr>
      <w:r w:rsidRPr="00BA068A">
        <w:rPr>
          <w:sz w:val="24"/>
          <w:szCs w:val="24"/>
        </w:rPr>
        <w:t xml:space="preserve">Our very own </w:t>
      </w:r>
      <w:r w:rsidRPr="00C86AD2">
        <w:rPr>
          <w:b/>
          <w:sz w:val="24"/>
          <w:szCs w:val="24"/>
        </w:rPr>
        <w:t>Nathan Smith</w:t>
      </w:r>
      <w:r w:rsidRPr="00BA068A">
        <w:rPr>
          <w:sz w:val="24"/>
          <w:szCs w:val="24"/>
        </w:rPr>
        <w:t xml:space="preserve"> from Hertfordshire passed on 27/01/18 after fighting a long-lasting battle with cancer. H</w:t>
      </w:r>
      <w:bookmarkStart w:id="0" w:name="_GoBack"/>
      <w:bookmarkEnd w:id="0"/>
      <w:r w:rsidRPr="00BA068A">
        <w:rPr>
          <w:sz w:val="24"/>
          <w:szCs w:val="24"/>
        </w:rPr>
        <w:t>e was the loving father of Bob and the most caring husband of Liz. He was not only a wonderful father and husband but also a very compassionate human being who always believed in giving back to the society. Even after his death, we will be working to carry on his legacy.</w:t>
      </w:r>
      <w:r w:rsidRPr="00BA068A">
        <w:rPr>
          <w:sz w:val="24"/>
          <w:szCs w:val="24"/>
        </w:rPr>
        <w:br/>
      </w:r>
      <w:r w:rsidRPr="00BA068A">
        <w:rPr>
          <w:sz w:val="24"/>
          <w:szCs w:val="24"/>
        </w:rPr>
        <w:br/>
        <w:t>All the relatives and friends are requested to attend his funeral services held at the St. Joseph church on Sunday at 10:30 a.m. followed by interment at the cemetery.</w:t>
      </w:r>
    </w:p>
    <w:p w:rsidR="00D0725E" w:rsidRPr="00F13EAB" w:rsidRDefault="003805C5">
      <w:pPr>
        <w:pStyle w:val="Closing"/>
        <w:rPr>
          <w:rFonts w:cstheme="minorHAnsi"/>
          <w:sz w:val="24"/>
          <w:szCs w:val="24"/>
        </w:rPr>
      </w:pPr>
      <w:r w:rsidRPr="00F13EAB">
        <w:rPr>
          <w:rFonts w:cstheme="minorHAnsi"/>
          <w:sz w:val="24"/>
          <w:szCs w:val="24"/>
        </w:rPr>
        <w:t>Sincerely,</w:t>
      </w:r>
    </w:p>
    <w:p w:rsidR="007D4C29" w:rsidRDefault="007D4C29">
      <w:pPr>
        <w:pStyle w:val="Address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[Your Name]</w:t>
      </w:r>
    </w:p>
    <w:p w:rsidR="007D4C29" w:rsidRDefault="007D4C29">
      <w:pPr>
        <w:pStyle w:val="Address"/>
        <w:rPr>
          <w:rFonts w:cstheme="minorHAnsi"/>
          <w:sz w:val="24"/>
          <w:szCs w:val="24"/>
        </w:rPr>
      </w:pPr>
    </w:p>
    <w:p w:rsidR="00D0725E" w:rsidRPr="00F13EAB" w:rsidRDefault="00AD778D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BF46FCD9C0E740D199F5995BBD2CCB6B"/>
          </w:placeholder>
          <w:temporary/>
          <w:showingPlcHdr/>
          <w15:appearance w15:val="hidden"/>
        </w:sdtPr>
        <w:sdtEndPr/>
        <w:sdtContent>
          <w:r w:rsidR="003805C5" w:rsidRPr="00F13EAB">
            <w:rPr>
              <w:rFonts w:cstheme="minorHAnsi"/>
              <w:sz w:val="24"/>
              <w:szCs w:val="24"/>
            </w:rPr>
            <w:t>[Street Address]</w:t>
          </w:r>
        </w:sdtContent>
      </w:sdt>
    </w:p>
    <w:sdt>
      <w:sdtPr>
        <w:rPr>
          <w:rFonts w:cstheme="minorHAnsi"/>
          <w:sz w:val="24"/>
          <w:szCs w:val="24"/>
        </w:rPr>
        <w:id w:val="2091195522"/>
        <w:placeholder>
          <w:docPart w:val="4B0A216B30E34AC8A1F5C8E32347BE44"/>
        </w:placeholder>
        <w:temporary/>
        <w:showingPlcHdr/>
        <w15:appearance w15:val="hidden"/>
      </w:sdtPr>
      <w:sdtEndPr/>
      <w:sdtContent>
        <w:p w:rsidR="00D0725E" w:rsidRPr="00F13EAB" w:rsidRDefault="003805C5">
          <w:pPr>
            <w:pStyle w:val="Address"/>
            <w:rPr>
              <w:rFonts w:cstheme="minorHAnsi"/>
              <w:sz w:val="24"/>
              <w:szCs w:val="24"/>
            </w:rPr>
          </w:pPr>
          <w:r w:rsidRPr="00F13EAB">
            <w:rPr>
              <w:rFonts w:cstheme="minorHAnsi"/>
              <w:sz w:val="24"/>
              <w:szCs w:val="24"/>
            </w:rPr>
            <w:t>[City, ST ZIP Code]</w:t>
          </w:r>
        </w:p>
      </w:sdtContent>
    </w:sdt>
    <w:p w:rsidR="00D0725E" w:rsidRPr="00F13EAB" w:rsidRDefault="00AD778D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89033386"/>
          <w:placeholder>
            <w:docPart w:val="65BA15AB17F342749CE210172E2A41FF"/>
          </w:placeholder>
          <w:temporary/>
          <w:showingPlcHdr/>
          <w15:appearance w15:val="hidden"/>
        </w:sdtPr>
        <w:sdtEndPr/>
        <w:sdtContent>
          <w:r w:rsidR="003805C5" w:rsidRPr="00F13EAB">
            <w:rPr>
              <w:rFonts w:cstheme="minorHAnsi"/>
              <w:sz w:val="24"/>
              <w:szCs w:val="24"/>
            </w:rPr>
            <w:t>[phone]</w:t>
          </w:r>
        </w:sdtContent>
      </w:sdt>
    </w:p>
    <w:p w:rsidR="00D0725E" w:rsidRPr="00F13EAB" w:rsidRDefault="00AD778D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972090785"/>
          <w:placeholder>
            <w:docPart w:val="A03C13C4B8EE43F5932AB9BA483804F8"/>
          </w:placeholder>
          <w:temporary/>
          <w:showingPlcHdr/>
          <w15:appearance w15:val="hidden"/>
        </w:sdtPr>
        <w:sdtEndPr/>
        <w:sdtContent>
          <w:r w:rsidR="003805C5" w:rsidRPr="00F13EAB">
            <w:rPr>
              <w:rFonts w:cstheme="minorHAnsi"/>
              <w:sz w:val="24"/>
              <w:szCs w:val="24"/>
            </w:rPr>
            <w:t>[cell phone]</w:t>
          </w:r>
        </w:sdtContent>
      </w:sdt>
    </w:p>
    <w:p w:rsidR="00D0725E" w:rsidRPr="00F13EAB" w:rsidRDefault="00AD778D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77173739"/>
          <w:placeholder>
            <w:docPart w:val="7C68B8CA81C74BF8A498DD1DC3D80C27"/>
          </w:placeholder>
          <w:temporary/>
          <w:showingPlcHdr/>
          <w15:appearance w15:val="hidden"/>
        </w:sdtPr>
        <w:sdtEndPr/>
        <w:sdtContent>
          <w:r w:rsidR="003805C5" w:rsidRPr="00F13EAB">
            <w:rPr>
              <w:rFonts w:cstheme="minorHAnsi"/>
              <w:sz w:val="24"/>
              <w:szCs w:val="24"/>
            </w:rPr>
            <w:t>[email]</w:t>
          </w:r>
        </w:sdtContent>
      </w:sdt>
    </w:p>
    <w:sectPr w:rsidR="00D0725E" w:rsidRPr="00F13EAB" w:rsidSect="00C86AD2">
      <w:headerReference w:type="default" r:id="rId7"/>
      <w:footerReference w:type="first" r:id="rId8"/>
      <w:pgSz w:w="12240" w:h="15840"/>
      <w:pgMar w:top="207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78D" w:rsidRDefault="00AD778D">
      <w:pPr>
        <w:spacing w:after="0" w:line="240" w:lineRule="auto"/>
      </w:pPr>
      <w:r>
        <w:separator/>
      </w:r>
    </w:p>
    <w:p w:rsidR="00AD778D" w:rsidRDefault="00AD778D"/>
  </w:endnote>
  <w:endnote w:type="continuationSeparator" w:id="0">
    <w:p w:rsidR="00AD778D" w:rsidRDefault="00AD778D">
      <w:pPr>
        <w:spacing w:after="0" w:line="240" w:lineRule="auto"/>
      </w:pPr>
      <w:r>
        <w:continuationSeparator/>
      </w:r>
    </w:p>
    <w:p w:rsidR="00AD778D" w:rsidRDefault="00AD77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EAB" w:rsidRDefault="00F13EAB">
    <w:pPr>
      <w:pStyle w:val="Footer"/>
    </w:pPr>
    <w:r>
      <w:t>wordexceltemplates.com</w:t>
    </w:r>
  </w:p>
  <w:p w:rsidR="00F13EAB" w:rsidRDefault="00F13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78D" w:rsidRDefault="00AD778D">
      <w:pPr>
        <w:spacing w:after="0" w:line="240" w:lineRule="auto"/>
      </w:pPr>
      <w:r>
        <w:separator/>
      </w:r>
    </w:p>
    <w:p w:rsidR="00AD778D" w:rsidRDefault="00AD778D"/>
  </w:footnote>
  <w:footnote w:type="continuationSeparator" w:id="0">
    <w:p w:rsidR="00AD778D" w:rsidRDefault="00AD778D">
      <w:pPr>
        <w:spacing w:after="0" w:line="240" w:lineRule="auto"/>
      </w:pPr>
      <w:r>
        <w:continuationSeparator/>
      </w:r>
    </w:p>
    <w:p w:rsidR="00AD778D" w:rsidRDefault="00AD77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25E" w:rsidRDefault="00AD778D">
    <w:sdt>
      <w:sdtPr>
        <w:alias w:val="Tenant's Name"/>
        <w:tag w:val=""/>
        <w:id w:val="1981802200"/>
        <w:placeholder>
          <w:docPart w:val="C978E8B4E2C641F9A6C87264AC1E6C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r w:rsidR="003805C5">
          <w:rPr>
            <w:rStyle w:val="PlaceholderText"/>
          </w:rPr>
          <w:t>[Tenant’s Name]</w:t>
        </w:r>
      </w:sdtContent>
    </w:sdt>
  </w:p>
  <w:sdt>
    <w:sdtPr>
      <w:alias w:val="Date"/>
      <w:tag w:val="Date"/>
      <w:id w:val="1244524683"/>
      <w:placeholder>
        <w:docPart w:val="1944116033EB49BC8A6107066969A1D6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D0725E" w:rsidRDefault="003805C5">
        <w:r>
          <w:t>[Date]</w:t>
        </w:r>
      </w:p>
    </w:sdtContent>
  </w:sdt>
  <w:p w:rsidR="00D0725E" w:rsidRDefault="003805C5"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EAB"/>
    <w:rsid w:val="003805C5"/>
    <w:rsid w:val="007D4C29"/>
    <w:rsid w:val="00AD778D"/>
    <w:rsid w:val="00BA068A"/>
    <w:rsid w:val="00BE764C"/>
    <w:rsid w:val="00C86AD2"/>
    <w:rsid w:val="00D0725E"/>
    <w:rsid w:val="00F1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14A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uiPriority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1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Pr>
      <w:spacing w:val="4"/>
      <w:sz w:val="20"/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before="360" w:after="360" w:line="240" w:lineRule="auto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2"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link w:val="ClosingChar"/>
    <w:uiPriority w:val="1"/>
    <w:qFormat/>
    <w:pPr>
      <w:spacing w:after="6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spacing w:val="4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13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13EA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EAB"/>
    <w:rPr>
      <w:spacing w:val="4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EAB"/>
    <w:rPr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of%20rent%20increase%20(form%20lette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44116033EB49BC8A6107066969A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CDD0B-B65E-4317-A9FC-FC490EAE7F49}"/>
      </w:docPartPr>
      <w:docPartBody>
        <w:p w:rsidR="008C25FF" w:rsidRDefault="00CA355A">
          <w:pPr>
            <w:pStyle w:val="1944116033EB49BC8A6107066969A1D6"/>
          </w:pPr>
          <w:r>
            <w:t>[Date]</w:t>
          </w:r>
        </w:p>
      </w:docPartBody>
    </w:docPart>
    <w:docPart>
      <w:docPartPr>
        <w:name w:val="C978E8B4E2C641F9A6C87264AC1E6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55995-39CD-4E07-96A3-1CB3F621156C}"/>
      </w:docPartPr>
      <w:docPartBody>
        <w:p w:rsidR="008C25FF" w:rsidRDefault="00CA355A">
          <w:pPr>
            <w:pStyle w:val="C978E8B4E2C641F9A6C87264AC1E6CFD"/>
          </w:pPr>
          <w:r>
            <w:rPr>
              <w:rStyle w:val="PlaceholderText"/>
            </w:rPr>
            <w:t>[Tenant’s Name]</w:t>
          </w:r>
        </w:p>
      </w:docPartBody>
    </w:docPart>
    <w:docPart>
      <w:docPartPr>
        <w:name w:val="BF46FCD9C0E740D199F5995BBD2CC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59765-DCCF-4CDC-B1B2-95F42BDA17CF}"/>
      </w:docPartPr>
      <w:docPartBody>
        <w:p w:rsidR="008C25FF" w:rsidRDefault="00CA355A">
          <w:pPr>
            <w:pStyle w:val="BF46FCD9C0E740D199F5995BBD2CCB6B"/>
          </w:pPr>
          <w:r>
            <w:t>[Street Address]</w:t>
          </w:r>
        </w:p>
      </w:docPartBody>
    </w:docPart>
    <w:docPart>
      <w:docPartPr>
        <w:name w:val="4B0A216B30E34AC8A1F5C8E32347B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84C5D-0A56-4FE1-9C75-F5D51705532C}"/>
      </w:docPartPr>
      <w:docPartBody>
        <w:p w:rsidR="008C25FF" w:rsidRDefault="00CA355A">
          <w:pPr>
            <w:pStyle w:val="4B0A216B30E34AC8A1F5C8E32347BE44"/>
          </w:pPr>
          <w:r>
            <w:t>[City, ST ZIP Code]</w:t>
          </w:r>
        </w:p>
      </w:docPartBody>
    </w:docPart>
    <w:docPart>
      <w:docPartPr>
        <w:name w:val="65BA15AB17F342749CE210172E2A4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8503D-17D0-4BD0-82AE-6EDE32B4D478}"/>
      </w:docPartPr>
      <w:docPartBody>
        <w:p w:rsidR="008C25FF" w:rsidRDefault="00CA355A">
          <w:pPr>
            <w:pStyle w:val="65BA15AB17F342749CE210172E2A41FF"/>
          </w:pPr>
          <w:r>
            <w:t>[phone]</w:t>
          </w:r>
        </w:p>
      </w:docPartBody>
    </w:docPart>
    <w:docPart>
      <w:docPartPr>
        <w:name w:val="A03C13C4B8EE43F5932AB9BA48380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20070-2EBD-4CF0-B587-B5156FEA98EC}"/>
      </w:docPartPr>
      <w:docPartBody>
        <w:p w:rsidR="008C25FF" w:rsidRDefault="00CA355A">
          <w:pPr>
            <w:pStyle w:val="A03C13C4B8EE43F5932AB9BA483804F8"/>
          </w:pPr>
          <w:r>
            <w:t>[cell phone]</w:t>
          </w:r>
        </w:p>
      </w:docPartBody>
    </w:docPart>
    <w:docPart>
      <w:docPartPr>
        <w:name w:val="7C68B8CA81C74BF8A498DD1DC3D80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ACF61-2BEA-4A87-B416-49839EB900D0}"/>
      </w:docPartPr>
      <w:docPartBody>
        <w:p w:rsidR="008C25FF" w:rsidRDefault="00CA355A">
          <w:pPr>
            <w:pStyle w:val="7C68B8CA81C74BF8A498DD1DC3D80C27"/>
          </w:pPr>
          <w: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A63"/>
    <w:rsid w:val="00200FAF"/>
    <w:rsid w:val="008C25FF"/>
    <w:rsid w:val="00B01A63"/>
    <w:rsid w:val="00CA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2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44116033EB49BC8A6107066969A1D6">
    <w:name w:val="1944116033EB49BC8A6107066969A1D6"/>
  </w:style>
  <w:style w:type="character" w:styleId="PlaceholderText">
    <w:name w:val="Placeholder Text"/>
    <w:basedOn w:val="DefaultParagraphFont"/>
    <w:uiPriority w:val="2"/>
    <w:rPr>
      <w:color w:val="808080"/>
    </w:rPr>
  </w:style>
  <w:style w:type="paragraph" w:customStyle="1" w:styleId="C978E8B4E2C641F9A6C87264AC1E6CFD">
    <w:name w:val="C978E8B4E2C641F9A6C87264AC1E6CFD"/>
  </w:style>
  <w:style w:type="paragraph" w:customStyle="1" w:styleId="2FCD64A8D0EA4DD784952DFFBC71EFCF">
    <w:name w:val="2FCD64A8D0EA4DD784952DFFBC71EFCF"/>
  </w:style>
  <w:style w:type="paragraph" w:customStyle="1" w:styleId="7046120BE84549138E022C80CB9F3B45">
    <w:name w:val="7046120BE84549138E022C80CB9F3B45"/>
  </w:style>
  <w:style w:type="paragraph" w:customStyle="1" w:styleId="29CAD9B03F3A4B7D9CD903F06F9954AA">
    <w:name w:val="29CAD9B03F3A4B7D9CD903F06F9954AA"/>
  </w:style>
  <w:style w:type="paragraph" w:customStyle="1" w:styleId="DCFE567217DB4B65B60EF0327828E266">
    <w:name w:val="DCFE567217DB4B65B60EF0327828E266"/>
  </w:style>
  <w:style w:type="paragraph" w:customStyle="1" w:styleId="225863543DC6410F90EC58E1D44277E2">
    <w:name w:val="225863543DC6410F90EC58E1D44277E2"/>
  </w:style>
  <w:style w:type="paragraph" w:customStyle="1" w:styleId="904FC6254ACA436DA40CF30DD7E6C0ED">
    <w:name w:val="904FC6254ACA436DA40CF30DD7E6C0ED"/>
  </w:style>
  <w:style w:type="paragraph" w:customStyle="1" w:styleId="BF46FCD9C0E740D199F5995BBD2CCB6B">
    <w:name w:val="BF46FCD9C0E740D199F5995BBD2CCB6B"/>
  </w:style>
  <w:style w:type="paragraph" w:customStyle="1" w:styleId="4B0A216B30E34AC8A1F5C8E32347BE44">
    <w:name w:val="4B0A216B30E34AC8A1F5C8E32347BE44"/>
  </w:style>
  <w:style w:type="paragraph" w:customStyle="1" w:styleId="65BA15AB17F342749CE210172E2A41FF">
    <w:name w:val="65BA15AB17F342749CE210172E2A41FF"/>
  </w:style>
  <w:style w:type="paragraph" w:customStyle="1" w:styleId="A03C13C4B8EE43F5932AB9BA483804F8">
    <w:name w:val="A03C13C4B8EE43F5932AB9BA483804F8"/>
  </w:style>
  <w:style w:type="paragraph" w:customStyle="1" w:styleId="7C68B8CA81C74BF8A498DD1DC3D80C27">
    <w:name w:val="7C68B8CA81C74BF8A498DD1DC3D80C27"/>
  </w:style>
  <w:style w:type="paragraph" w:customStyle="1" w:styleId="579A37773F6D40EFA74F73CF568C259C">
    <w:name w:val="579A37773F6D40EFA74F73CF568C259C"/>
    <w:rsid w:val="00B01A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118AB8-9C9B-40AB-BB57-246E4338D6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of rent increase (form letter).dotx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Memorial Notice</vt:lpstr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2018-05-17T10:22:00Z</dcterms:created>
  <dcterms:modified xsi:type="dcterms:W3CDTF">2018-05-17T10:24:00Z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TC040218849991</vt:lpwstr>
  </property>
</Properties>
</file>