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15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  <w:tblDescription w:val="Table for sender information inside of a light grey box"/>
      </w:tblPr>
      <w:tblGrid>
        <w:gridCol w:w="9641"/>
      </w:tblGrid>
      <w:tr w:rsidR="00133187" w:rsidRPr="00133187" w:rsidTr="00133187">
        <w:trPr>
          <w:jc w:val="center"/>
        </w:trPr>
        <w:tc>
          <w:tcPr>
            <w:tcW w:w="5000" w:type="pct"/>
            <w:shd w:val="thinDiagStripe" w:color="F9F9F9" w:fill="auto"/>
          </w:tcPr>
          <w:p w:rsidR="00490BA5" w:rsidRPr="00133187" w:rsidRDefault="00301428" w:rsidP="003833F7">
            <w:pPr>
              <w:pStyle w:val="Title"/>
              <w:rPr>
                <w:rFonts w:cstheme="minorHAnsi"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alias w:val="Enter your name:"/>
                <w:tag w:val="Enter your name:"/>
                <w:id w:val="-662085402"/>
                <w:placeholder>
                  <w:docPart w:val="75E2770C6DD54F12BF650E84A30C6C89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15:appearance w15:val="hidden"/>
                <w:text w:multiLine="1"/>
              </w:sdtPr>
              <w:sdtEndPr/>
              <w:sdtContent>
                <w:r w:rsidR="00490BA5" w:rsidRPr="00133187">
                  <w:rPr>
                    <w:rStyle w:val="TitleChar"/>
                    <w:rFonts w:cstheme="minorHAnsi"/>
                    <w:b/>
                    <w:color w:val="000000" w:themeColor="text1"/>
                    <w:sz w:val="46"/>
                  </w:rPr>
                  <w:t>Your Name</w:t>
                </w:r>
              </w:sdtContent>
            </w:sdt>
          </w:p>
          <w:p w:rsidR="00490BA5" w:rsidRPr="00133187" w:rsidRDefault="00301428" w:rsidP="005D2F2D">
            <w:pPr>
              <w:pStyle w:val="ContactInfo"/>
              <w:rPr>
                <w:rStyle w:val="ContactInfoChar"/>
                <w:rFonts w:cstheme="minorHAnsi"/>
              </w:rPr>
            </w:pPr>
            <w:sdt>
              <w:sdtPr>
                <w:rPr>
                  <w:rFonts w:cstheme="minorHAnsi"/>
                </w:rPr>
                <w:alias w:val="Enter your street address:"/>
                <w:tag w:val="Enter your street address:"/>
                <w:id w:val="13960783"/>
                <w:placeholder>
                  <w:docPart w:val="1322C6AA09CE430FBDB998F2F0102629"/>
                </w:placeholder>
                <w:temporary/>
                <w:showingPlcHdr/>
                <w15:appearance w15:val="hidden"/>
              </w:sdtPr>
              <w:sdtEndPr>
                <w:rPr>
                  <w:rStyle w:val="ContactInfoChar"/>
                </w:rPr>
              </w:sdtEndPr>
              <w:sdtContent>
                <w:r w:rsidR="004A57F8" w:rsidRPr="00133187">
                  <w:rPr>
                    <w:rStyle w:val="ContactInfoChar"/>
                    <w:rFonts w:cstheme="minorHAnsi"/>
                  </w:rPr>
                  <w:t>Street Address</w:t>
                </w:r>
              </w:sdtContent>
            </w:sdt>
          </w:p>
          <w:p w:rsidR="00164FBF" w:rsidRPr="00133187" w:rsidRDefault="00301428" w:rsidP="005D2F2D">
            <w:pPr>
              <w:pStyle w:val="ContactInf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alias w:val="Enter your city, st zip code:"/>
                <w:tag w:val="Enter your city, st zip code:"/>
                <w:id w:val="-930274845"/>
                <w:placeholder>
                  <w:docPart w:val="8AFCB206240E41CF91F3BA85EB871862"/>
                </w:placeholder>
                <w:temporary/>
                <w:showingPlcHdr/>
                <w15:appearance w15:val="hidden"/>
              </w:sdtPr>
              <w:sdtEndPr/>
              <w:sdtContent>
                <w:r w:rsidR="00164FBF" w:rsidRPr="00133187">
                  <w:rPr>
                    <w:rStyle w:val="ContactInfoChar"/>
                    <w:rFonts w:cstheme="minorHAnsi"/>
                  </w:rPr>
                  <w:t>City, ST ZIP Code</w:t>
                </w:r>
              </w:sdtContent>
            </w:sdt>
          </w:p>
          <w:p w:rsidR="00164FBF" w:rsidRPr="00133187" w:rsidRDefault="00301428" w:rsidP="005D2F2D">
            <w:pPr>
              <w:pStyle w:val="ContactInf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alias w:val="Enter your phone:"/>
                <w:tag w:val="Enter your phone:"/>
                <w:id w:val="-992948638"/>
                <w:placeholder>
                  <w:docPart w:val="B9EE16E6FCAE4A5DA53A1C4C960DADF1"/>
                </w:placeholder>
                <w:temporary/>
                <w:showingPlcHdr/>
                <w15:appearance w15:val="hidden"/>
              </w:sdtPr>
              <w:sdtEndPr/>
              <w:sdtContent>
                <w:r w:rsidR="00164FBF" w:rsidRPr="00133187">
                  <w:rPr>
                    <w:rStyle w:val="ContactInfoChar"/>
                    <w:rFonts w:cstheme="minorHAnsi"/>
                  </w:rPr>
                  <w:t>Phone</w:t>
                </w:r>
              </w:sdtContent>
            </w:sdt>
          </w:p>
          <w:p w:rsidR="00164FBF" w:rsidRPr="00133187" w:rsidRDefault="00301428" w:rsidP="005D2F2D">
            <w:pPr>
              <w:pStyle w:val="ContactInf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alias w:val="Enter your email:"/>
                <w:tag w:val="Enter your email:"/>
                <w:id w:val="374659520"/>
                <w:placeholder>
                  <w:docPart w:val="549FFA741621434A91ABA1BA0B4FCB66"/>
                </w:placeholder>
                <w:temporary/>
                <w:showingPlcHdr/>
                <w15:appearance w15:val="hidden"/>
              </w:sdtPr>
              <w:sdtEndPr/>
              <w:sdtContent>
                <w:r w:rsidR="00164FBF" w:rsidRPr="00133187">
                  <w:rPr>
                    <w:rStyle w:val="ContactInfoChar"/>
                    <w:rFonts w:cstheme="minorHAnsi"/>
                  </w:rPr>
                  <w:t>Email</w:t>
                </w:r>
              </w:sdtContent>
            </w:sdt>
          </w:p>
          <w:p w:rsidR="00A91C92" w:rsidRPr="00133187" w:rsidRDefault="00301428" w:rsidP="005D2F2D">
            <w:pPr>
              <w:pStyle w:val="ContactInf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alias w:val="Enter your website:"/>
                <w:tag w:val="Enter your website:"/>
                <w:id w:val="19881094"/>
                <w:placeholder>
                  <w:docPart w:val="7237F3154A4E47BC986FB9894F6F1A18"/>
                </w:placeholder>
                <w:temporary/>
                <w:showingPlcHdr/>
                <w15:appearance w15:val="hidden"/>
              </w:sdtPr>
              <w:sdtEndPr/>
              <w:sdtContent>
                <w:r w:rsidR="004A57F8" w:rsidRPr="00133187">
                  <w:rPr>
                    <w:rStyle w:val="ContactInfoChar"/>
                    <w:rFonts w:cstheme="minorHAnsi"/>
                  </w:rPr>
                  <w:t>Website</w:t>
                </w:r>
              </w:sdtContent>
            </w:sdt>
          </w:p>
        </w:tc>
      </w:tr>
    </w:tbl>
    <w:sdt>
      <w:sdtPr>
        <w:rPr>
          <w:rStyle w:val="RecipientChar"/>
          <w:rFonts w:cstheme="minorHAnsi"/>
          <w:b/>
          <w:noProof w:val="0"/>
          <w:color w:val="000000" w:themeColor="text1"/>
          <w:sz w:val="22"/>
        </w:rPr>
        <w:alias w:val="Enter date:"/>
        <w:tag w:val="Enter date:"/>
        <w:id w:val="906959856"/>
        <w:placeholder>
          <w:docPart w:val="708962198FD94FF48A08E131CFB6F40E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>
        <w:rPr>
          <w:rStyle w:val="RecipientChar"/>
        </w:rPr>
      </w:sdtEndPr>
      <w:sdtContent>
        <w:p w:rsidR="00A91C92" w:rsidRPr="00133187" w:rsidRDefault="00F27D09" w:rsidP="00F27D09">
          <w:pPr>
            <w:pStyle w:val="Date"/>
            <w:rPr>
              <w:rFonts w:cstheme="minorHAnsi"/>
              <w:color w:val="000000" w:themeColor="text1"/>
            </w:rPr>
          </w:pPr>
          <w:r w:rsidRPr="00133187">
            <w:rPr>
              <w:rFonts w:cstheme="minorHAnsi"/>
              <w:color w:val="000000" w:themeColor="text1"/>
            </w:rPr>
            <w:t>Date</w:t>
          </w:r>
        </w:p>
      </w:sdtContent>
    </w:sdt>
    <w:sdt>
      <w:sdtPr>
        <w:rPr>
          <w:rFonts w:cstheme="minorHAnsi"/>
          <w:color w:val="000000" w:themeColor="text1"/>
        </w:rPr>
        <w:alias w:val="Enter recipient name:"/>
        <w:tag w:val="Enter recipient name:"/>
        <w:id w:val="381761537"/>
        <w:placeholder>
          <w:docPart w:val="A1C2B46505AE4D5FBE27CADC08A1BC46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appearance w15:val="hidden"/>
        <w:text w:multiLine="1"/>
      </w:sdtPr>
      <w:sdtEndPr/>
      <w:sdtContent>
        <w:p w:rsidR="00497BE8" w:rsidRPr="00133187" w:rsidRDefault="005652BE" w:rsidP="005652BE">
          <w:pPr>
            <w:pStyle w:val="Recipient"/>
            <w:rPr>
              <w:rFonts w:cstheme="minorHAnsi"/>
              <w:color w:val="000000" w:themeColor="text1"/>
            </w:rPr>
          </w:pPr>
          <w:r w:rsidRPr="00133187">
            <w:rPr>
              <w:rFonts w:cstheme="minorHAnsi"/>
              <w:color w:val="000000" w:themeColor="text1"/>
            </w:rPr>
            <w:t>Recipient Name</w:t>
          </w:r>
        </w:p>
      </w:sdtContent>
    </w:sdt>
    <w:p w:rsidR="00497BE8" w:rsidRPr="00133187" w:rsidRDefault="00301428" w:rsidP="00497BE8">
      <w:pPr>
        <w:pStyle w:val="ContactInfo"/>
        <w:rPr>
          <w:rFonts w:cstheme="minorHAnsi"/>
        </w:rPr>
      </w:pPr>
      <w:sdt>
        <w:sdtPr>
          <w:rPr>
            <w:rFonts w:cstheme="minorHAnsi"/>
          </w:rPr>
          <w:alias w:val="Enter recipient title:"/>
          <w:tag w:val="Enter recipient title:"/>
          <w:id w:val="19881072"/>
          <w:placeholder>
            <w:docPart w:val="544CFD2C1E0E46E39C85AF13CF32F785"/>
          </w:placeholder>
          <w:temporary/>
          <w:showingPlcHdr/>
          <w15:appearance w15:val="hidden"/>
        </w:sdtPr>
        <w:sdtEndPr/>
        <w:sdtContent>
          <w:r w:rsidR="004A57F8" w:rsidRPr="00133187">
            <w:rPr>
              <w:rFonts w:cstheme="minorHAnsi"/>
            </w:rPr>
            <w:t>Title</w:t>
          </w:r>
        </w:sdtContent>
      </w:sdt>
    </w:p>
    <w:p w:rsidR="00497BE8" w:rsidRPr="00133187" w:rsidRDefault="00301428" w:rsidP="00497BE8">
      <w:pPr>
        <w:pStyle w:val="ContactInfo"/>
        <w:rPr>
          <w:rFonts w:cstheme="minorHAnsi"/>
        </w:rPr>
      </w:pPr>
      <w:sdt>
        <w:sdtPr>
          <w:rPr>
            <w:rFonts w:cstheme="minorHAnsi"/>
          </w:rPr>
          <w:alias w:val="Enter recipient company name:"/>
          <w:tag w:val="Enter recipient company name:"/>
          <w:id w:val="19881073"/>
          <w:placeholder>
            <w:docPart w:val="DDA39045347F4AFB949C03D07251590A"/>
          </w:placeholder>
          <w:temporary/>
          <w:showingPlcHdr/>
          <w15:appearance w15:val="hidden"/>
        </w:sdtPr>
        <w:sdtEndPr/>
        <w:sdtContent>
          <w:r w:rsidR="004A57F8" w:rsidRPr="00133187">
            <w:rPr>
              <w:rStyle w:val="ContactInfoChar"/>
              <w:rFonts w:cstheme="minorHAnsi"/>
            </w:rPr>
            <w:t>Company Name</w:t>
          </w:r>
        </w:sdtContent>
      </w:sdt>
    </w:p>
    <w:p w:rsidR="00497BE8" w:rsidRPr="00133187" w:rsidRDefault="00301428" w:rsidP="00497BE8">
      <w:pPr>
        <w:pStyle w:val="ContactInfo"/>
        <w:rPr>
          <w:rFonts w:cstheme="minorHAnsi"/>
        </w:rPr>
      </w:pPr>
      <w:sdt>
        <w:sdtPr>
          <w:rPr>
            <w:rFonts w:cstheme="minorHAnsi"/>
          </w:rPr>
          <w:alias w:val="Enter recipient street address:"/>
          <w:tag w:val="Enter recipient street address:"/>
          <w:id w:val="19881074"/>
          <w:placeholder>
            <w:docPart w:val="AD324AC3DB464B49838ACC802C027F0B"/>
          </w:placeholder>
          <w:temporary/>
          <w:showingPlcHdr/>
          <w15:appearance w15:val="hidden"/>
        </w:sdtPr>
        <w:sdtEndPr/>
        <w:sdtContent>
          <w:r w:rsidR="004A57F8" w:rsidRPr="00133187">
            <w:rPr>
              <w:rStyle w:val="ContactInfoChar"/>
              <w:rFonts w:cstheme="minorHAnsi"/>
            </w:rPr>
            <w:t>Street Address</w:t>
          </w:r>
        </w:sdtContent>
      </w:sdt>
    </w:p>
    <w:p w:rsidR="00A91C92" w:rsidRPr="00133187" w:rsidRDefault="00301428">
      <w:pPr>
        <w:rPr>
          <w:rFonts w:cstheme="minorHAnsi"/>
          <w:b/>
          <w:color w:val="000000" w:themeColor="text1"/>
        </w:rPr>
      </w:pPr>
      <w:sdt>
        <w:sdtPr>
          <w:rPr>
            <w:rFonts w:cstheme="minorHAnsi"/>
            <w:color w:val="000000" w:themeColor="text1"/>
          </w:rPr>
          <w:alias w:val="Enter recipient city, st zip code:"/>
          <w:tag w:val="Enter recipient city, st zip code:"/>
          <w:id w:val="19881076"/>
          <w:placeholder>
            <w:docPart w:val="515E78C76C9148DF8BF7523390FF6934"/>
          </w:placeholder>
          <w:temporary/>
          <w:showingPlcHdr/>
          <w15:appearance w15:val="hidden"/>
        </w:sdtPr>
        <w:sdtEndPr/>
        <w:sdtContent>
          <w:r w:rsidR="004A57F8" w:rsidRPr="00133187">
            <w:rPr>
              <w:rStyle w:val="ContactInfoChar"/>
              <w:rFonts w:cstheme="minorHAnsi"/>
            </w:rPr>
            <w:t>City, ST ZIP Code</w:t>
          </w:r>
        </w:sdtContent>
      </w:sdt>
    </w:p>
    <w:p w:rsidR="00A91C92" w:rsidRPr="00133187" w:rsidRDefault="004A57F8" w:rsidP="005652BE">
      <w:pPr>
        <w:pStyle w:val="Salutation"/>
        <w:rPr>
          <w:rFonts w:cstheme="minorHAnsi"/>
          <w:color w:val="000000" w:themeColor="text1"/>
        </w:rPr>
      </w:pPr>
      <w:r w:rsidRPr="00133187">
        <w:rPr>
          <w:rFonts w:cstheme="minorHAnsi"/>
          <w:color w:val="000000" w:themeColor="text1"/>
        </w:rPr>
        <w:t>Dear</w:t>
      </w:r>
      <w:r w:rsidR="005652BE" w:rsidRPr="00133187">
        <w:rPr>
          <w:rFonts w:cstheme="minorHAnsi"/>
          <w:color w:val="000000" w:themeColor="text1"/>
        </w:rPr>
        <w:t xml:space="preserve"> </w:t>
      </w:r>
      <w:sdt>
        <w:sdtPr>
          <w:rPr>
            <w:rFonts w:cstheme="minorHAnsi"/>
            <w:color w:val="000000" w:themeColor="text1"/>
          </w:rPr>
          <w:alias w:val="Recipient name:"/>
          <w:tag w:val="Recipient name:"/>
          <w:id w:val="1468626496"/>
          <w:placeholder>
            <w:docPart w:val="B97DAAC1C0A74D489960910FEDDD8E36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15:appearance w15:val="hidden"/>
          <w:text w:multiLine="1"/>
        </w:sdtPr>
        <w:sdtEndPr>
          <w:rPr>
            <w:rStyle w:val="Strong"/>
            <w:b/>
            <w:bCs/>
          </w:rPr>
        </w:sdtEndPr>
        <w:sdtContent>
          <w:r w:rsidR="005652BE" w:rsidRPr="00133187">
            <w:rPr>
              <w:rStyle w:val="Strong"/>
              <w:rFonts w:cstheme="minorHAnsi"/>
              <w:color w:val="000000" w:themeColor="text1"/>
            </w:rPr>
            <w:t>Recipient Name</w:t>
          </w:r>
        </w:sdtContent>
      </w:sdt>
      <w:r w:rsidRPr="00133187">
        <w:rPr>
          <w:rFonts w:cstheme="minorHAnsi"/>
          <w:color w:val="000000" w:themeColor="text1"/>
        </w:rPr>
        <w:t>:</w:t>
      </w:r>
    </w:p>
    <w:p w:rsidR="00133187" w:rsidRPr="00133187" w:rsidRDefault="00133187" w:rsidP="00133187">
      <w:p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133187">
        <w:rPr>
          <w:rFonts w:eastAsia="Times New Roman" w:cstheme="minorHAnsi"/>
          <w:color w:val="000000" w:themeColor="text1"/>
          <w:sz w:val="24"/>
          <w:szCs w:val="24"/>
        </w:rPr>
        <w:t>I am [Name Here]. I read the advertisement for the job in your company. I am interested in doing the job of the required post of [post name] in your organization. The reason for my interest is that it is a challenging job and I am always ready to accept the challenges. I must say my skills are meeting the requ</w:t>
      </w:r>
      <w:bookmarkStart w:id="0" w:name="_GoBack"/>
      <w:bookmarkEnd w:id="0"/>
      <w:r w:rsidRPr="00133187">
        <w:rPr>
          <w:rFonts w:eastAsia="Times New Roman" w:cstheme="minorHAnsi"/>
          <w:color w:val="000000" w:themeColor="text1"/>
          <w:sz w:val="24"/>
          <w:szCs w:val="24"/>
        </w:rPr>
        <w:t>irements of the job and your organization. Enclosed with the letter is my resume. You can contact for further information.</w:t>
      </w:r>
    </w:p>
    <w:p w:rsidR="00133187" w:rsidRPr="00133187" w:rsidRDefault="00133187" w:rsidP="00133187">
      <w:p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133187">
        <w:rPr>
          <w:rFonts w:eastAsia="Times New Roman" w:cstheme="minorHAnsi"/>
          <w:color w:val="000000" w:themeColor="text1"/>
          <w:sz w:val="24"/>
          <w:szCs w:val="24"/>
        </w:rPr>
        <w:t>I would be grateful to hear back soon.</w:t>
      </w:r>
    </w:p>
    <w:p w:rsidR="00A91C92" w:rsidRPr="00133187" w:rsidRDefault="00301428" w:rsidP="007F4BFC">
      <w:pPr>
        <w:pStyle w:val="Closing"/>
        <w:rPr>
          <w:rFonts w:cstheme="minorHAnsi"/>
          <w:color w:val="000000" w:themeColor="text1"/>
        </w:rPr>
      </w:pPr>
      <w:sdt>
        <w:sdtPr>
          <w:rPr>
            <w:rFonts w:cstheme="minorHAnsi"/>
            <w:color w:val="000000" w:themeColor="text1"/>
          </w:rPr>
          <w:alias w:val="Sincerely:"/>
          <w:tag w:val="Sincerely:"/>
          <w:id w:val="-1171488655"/>
          <w:placeholder>
            <w:docPart w:val="1C68A3A2E71E44D7BAB8E6A61C36FF4A"/>
          </w:placeholder>
          <w:temporary/>
          <w:showingPlcHdr/>
          <w15:appearance w15:val="hidden"/>
        </w:sdtPr>
        <w:sdtEndPr/>
        <w:sdtContent>
          <w:r w:rsidR="00103288" w:rsidRPr="00133187">
            <w:rPr>
              <w:rFonts w:cstheme="minorHAnsi"/>
              <w:color w:val="000000" w:themeColor="text1"/>
            </w:rPr>
            <w:t>Sincerely</w:t>
          </w:r>
        </w:sdtContent>
      </w:sdt>
      <w:r w:rsidR="00FD581A" w:rsidRPr="00133187">
        <w:rPr>
          <w:rFonts w:cstheme="minorHAnsi"/>
          <w:color w:val="000000" w:themeColor="text1"/>
        </w:rPr>
        <w:t>,</w:t>
      </w:r>
    </w:p>
    <w:p w:rsidR="00EA67B2" w:rsidRPr="00133187" w:rsidRDefault="00301428" w:rsidP="007F4BFC">
      <w:pPr>
        <w:pStyle w:val="Signature"/>
        <w:rPr>
          <w:rStyle w:val="SignatureChar"/>
          <w:rFonts w:cstheme="minorHAnsi"/>
          <w:b/>
          <w:color w:val="000000" w:themeColor="text1"/>
        </w:rPr>
      </w:pPr>
      <w:sdt>
        <w:sdtPr>
          <w:rPr>
            <w:rStyle w:val="SignatureChar"/>
            <w:rFonts w:cstheme="minorHAnsi"/>
            <w:b/>
            <w:color w:val="000000" w:themeColor="text1"/>
          </w:rPr>
          <w:alias w:val="Enter your name:"/>
          <w:tag w:val="Enter your name:"/>
          <w:id w:val="2079164868"/>
          <w:placeholder>
            <w:docPart w:val="B8EA112D04354E2A8029235580A7ED83"/>
          </w:placeholder>
          <w:showingPlcHdr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appearance w15:val="hidden"/>
          <w:text w:multiLine="1"/>
        </w:sdtPr>
        <w:sdtEndPr>
          <w:rPr>
            <w:rStyle w:val="SignatureChar"/>
          </w:rPr>
        </w:sdtEndPr>
        <w:sdtContent>
          <w:r w:rsidR="00EA67B2" w:rsidRPr="00133187">
            <w:rPr>
              <w:rStyle w:val="SignatureChar"/>
              <w:rFonts w:cstheme="minorHAnsi"/>
              <w:b/>
              <w:color w:val="000000" w:themeColor="text1"/>
            </w:rPr>
            <w:t>Your Name</w:t>
          </w:r>
        </w:sdtContent>
      </w:sdt>
    </w:p>
    <w:sdt>
      <w:sdtPr>
        <w:rPr>
          <w:rFonts w:cstheme="minorHAnsi"/>
          <w:color w:val="000000" w:themeColor="text1"/>
        </w:rPr>
        <w:alias w:val="Enter encloser:"/>
        <w:tag w:val="Enter encloser:"/>
        <w:id w:val="831730893"/>
        <w:placeholder>
          <w:docPart w:val="54BE9A57ED894320A6BBADE504DDAED8"/>
        </w:placeholder>
        <w:temporary/>
        <w:showingPlcHdr/>
        <w15:appearance w15:val="hidden"/>
      </w:sdtPr>
      <w:sdtEndPr>
        <w:rPr>
          <w:rStyle w:val="SignatureChar"/>
          <w:b/>
        </w:rPr>
      </w:sdtEndPr>
      <w:sdtContent>
        <w:p w:rsidR="005D2F2D" w:rsidRPr="00133187" w:rsidRDefault="00103288" w:rsidP="00103288">
          <w:pPr>
            <w:rPr>
              <w:rFonts w:cstheme="minorHAnsi"/>
              <w:color w:val="000000" w:themeColor="text1"/>
            </w:rPr>
          </w:pPr>
          <w:r w:rsidRPr="00133187">
            <w:rPr>
              <w:rFonts w:cstheme="minorHAnsi"/>
              <w:color w:val="000000" w:themeColor="text1"/>
            </w:rPr>
            <w:t>Enclosure</w:t>
          </w:r>
        </w:p>
      </w:sdtContent>
    </w:sdt>
    <w:sectPr w:rsidR="005D2F2D" w:rsidRPr="00133187" w:rsidSect="005D2F2D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1428" w:rsidRDefault="00301428">
      <w:pPr>
        <w:spacing w:after="0" w:line="240" w:lineRule="auto"/>
      </w:pPr>
      <w:r>
        <w:separator/>
      </w:r>
    </w:p>
  </w:endnote>
  <w:endnote w:type="continuationSeparator" w:id="0">
    <w:p w:rsidR="00301428" w:rsidRDefault="00301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35747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D2F2D" w:rsidRDefault="005D2F2D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7D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187" w:rsidRDefault="00133187">
    <w:pPr>
      <w:pStyle w:val="Footer"/>
    </w:pPr>
    <w:r>
      <w:t>wordexceltemplates.com</w:t>
    </w:r>
  </w:p>
  <w:p w:rsidR="00133187" w:rsidRDefault="001331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1428" w:rsidRDefault="00301428">
      <w:pPr>
        <w:spacing w:after="0" w:line="240" w:lineRule="auto"/>
      </w:pPr>
      <w:r>
        <w:separator/>
      </w:r>
    </w:p>
  </w:footnote>
  <w:footnote w:type="continuationSeparator" w:id="0">
    <w:p w:rsidR="00301428" w:rsidRDefault="00301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F2D" w:rsidRDefault="005D2F2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32320" cy="9418320"/>
              <wp:effectExtent l="0" t="0" r="19685" b="27305"/>
              <wp:wrapNone/>
              <wp:docPr id="1" name="Rectangle 1" descr="Single line border around pa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32320" cy="941832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91800</wp14:pctWidth>
              </wp14:sizeRelH>
              <wp14:sizeRelV relativeFrom="page">
                <wp14:pctHeight>93700</wp14:pctHeight>
              </wp14:sizeRelV>
            </wp:anchor>
          </w:drawing>
        </mc:Choice>
        <mc:Fallback>
          <w:pict>
            <v:rect w14:anchorId="2856C5B1" id="Rectangle 1" o:spid="_x0000_s1026" alt="Single line border around page" style="position:absolute;margin-left:0;margin-top:0;width:561.6pt;height:741.6pt;z-index:251659264;visibility:visible;mso-wrap-style:square;mso-width-percent:918;mso-height-percent:937;mso-wrap-distance-left:9pt;mso-wrap-distance-top:0;mso-wrap-distance-right:9pt;mso-wrap-distance-bottom:0;mso-position-horizontal:center;mso-position-horizontal-relative:page;mso-position-vertical:center;mso-position-vertical-relative:page;mso-width-percent:918;mso-height-percent:937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W5ougIAANkFAAAOAAAAZHJzL2Uyb0RvYy54bWysVE1v2zAMvQ/YfxB0X+2kaZsadYqgRYcB&#10;XVs0HXpWZDkWIImapMTJfv0o2XGCLthh2MWW+PFIPpG8ud1qRTbCeQmmpKOznBJhOFTSrEr64+3h&#10;y5QSH5ipmAIjSroTnt7OPn+6aW0hxtCAqoQjCGJ80dqSNiHYIss8b4Rm/gysMKiswWkW8OpWWeVY&#10;i+haZeM8v8xacJV1wIX3KL3vlHSW8Ota8PBc114EokqKuYX0dem7jN9sdsOKlWO2kbxPg/1DFppJ&#10;g0EHqHsWGFk7+QeUltyBhzqccdAZ1LXkItWA1YzyD9UsGmZFqgXJ8Xagyf8/WP60eXFEVvh2lBim&#10;8YlekTRmVkoQFFXCc6RrgdyiQEkjyBIZxzdjDtamIpatRGSxtb5AsIV9cf3N4zFSsq2djn8slmwT&#10;87uBebENhKPwanQ+Ph/jA3HUXU9G03hBnOzgbp0PXwVoEg8ldZhlYpxtHn3oTPcmMZqBB6kUylmh&#10;DGlLenl+kScHD0pWURl1qdHEnXJkw7BFlqtRslFr/R2qTja9yPN9MoN5Su0ICRNVBoWRhq7wdAo7&#10;JboUXkWNNGOp4y6J2OCHuIxzYUIX2zesEl3oGPl0aGUQMCLXWMiA3QOcxu446u2jq0jzMTj37PzN&#10;efBIkcGEwVlLA+5UZQqr6iN39nuSOmoiS0uodtiEDrrp9JY/SHzjR+bDC3M4jtgXuGLCM35qBfiW&#10;0J8oacD9OiWP9jglqKWkxfEuqf+5Zk5Qor4ZnJ/r0WQS90G6TC6uYu+5Y83yWGPW+g6wPXAgMLt0&#10;jPZB7Y+1A/2OczGPUVHFDMfYJeXB7S93oVs7uMu4mM+TGe4Ay8KjWVgewSOrsYfftu/M2b7RA87I&#10;E+xXASs+9HtnGz0NzNcBapmG4cBrzzfuj9Sz/a6LC+r4nqwOG3n2GwAA//8DAFBLAwQUAAYACAAA&#10;ACEA08aa6N0AAAAHAQAADwAAAGRycy9kb3ducmV2LnhtbEyPQU/DMAyF70j8h8hI3Fi6glhVmk7d&#10;BGgHODDgnjamrdY4XZNu3b+fxwUu1rOe9fy9bDnZThxw8K0jBfNZBAKpcqalWsHX58tdAsIHTUZ3&#10;jlDBCT0s8+urTKfGHekDD9tQCw4hn2oFTQh9KqWvGrTaz1yPxN6PG6wOvA61NIM+crjtZBxFj9Lq&#10;lvhDo3tcN1jttqNV8D6u3sqp2CWbxX7z+r1aFM+hLJS6vZmKJxABp/B3DBd8RoecmUo3kvGiU8BF&#10;wu+8ePP4PgZRsnpIWMk8k//58zMAAAD//wMAUEsBAi0AFAAGAAgAAAAhALaDOJL+AAAA4QEAABMA&#10;AAAAAAAAAAAAAAAAAAAAAFtDb250ZW50X1R5cGVzXS54bWxQSwECLQAUAAYACAAAACEAOP0h/9YA&#10;AACUAQAACwAAAAAAAAAAAAAAAAAvAQAAX3JlbHMvLnJlbHNQSwECLQAUAAYACAAAACEAA5FuaLoC&#10;AADZBQAADgAAAAAAAAAAAAAAAAAuAgAAZHJzL2Uyb0RvYy54bWxQSwECLQAUAAYACAAAACEA08aa&#10;6N0AAAAHAQAADwAAAAAAAAAAAAAAAAAUBQAAZHJzL2Rvd25yZXYueG1sUEsFBgAAAAAEAAQA8wAA&#10;AB4GAAAAAA==&#10;" filled="f" strokecolor="#d8d8d8 [2732]" strokeweight=".5pt">
              <w10:wrap anchorx="page" anchory="page"/>
              <w10:anchorlock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F2D" w:rsidRDefault="005D2F2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5373AFF" wp14:editId="62DF4FA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32320" cy="9418320"/>
              <wp:effectExtent l="0" t="0" r="19685" b="27305"/>
              <wp:wrapNone/>
              <wp:docPr id="2" name="Rectangle 2" descr="Single line border around pa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32320" cy="941832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91800</wp14:pctWidth>
              </wp14:sizeRelH>
              <wp14:sizeRelV relativeFrom="page">
                <wp14:pctHeight>93700</wp14:pctHeight>
              </wp14:sizeRelV>
            </wp:anchor>
          </w:drawing>
        </mc:Choice>
        <mc:Fallback>
          <w:pict>
            <v:rect w14:anchorId="1788859E" id="Rectangle 2" o:spid="_x0000_s1026" alt="Single line border around page" style="position:absolute;margin-left:0;margin-top:0;width:561.6pt;height:741.6pt;z-index:251661312;visibility:visible;mso-wrap-style:square;mso-width-percent:918;mso-height-percent:937;mso-wrap-distance-left:9pt;mso-wrap-distance-top:0;mso-wrap-distance-right:9pt;mso-wrap-distance-bottom:0;mso-position-horizontal:center;mso-position-horizontal-relative:page;mso-position-vertical:center;mso-position-vertical-relative:page;mso-width-percent:918;mso-height-percent:937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dCruwIAANkFAAAOAAAAZHJzL2Uyb0RvYy54bWysVE1v2zAMvQ/YfxB0X+2kaZsadYqgRYcB&#10;XVs0HXpWZCk2IImapMTJfv0o2XGCLthh2MWW+PFIPpG8ud1qRTbC+QZMSUdnOSXCcKgasyrpj7eH&#10;L1NKfGCmYgqMKOlOeHo7+/zpprWFGEMNqhKOIIjxRWtLWodgiyzzvBaa+TOwwqBSgtMs4NWtssqx&#10;FtG1ysZ5fpm14CrrgAvvUXrfKeks4UspeHiW0otAVEkxt5C+Ln2X8ZvNblixcszWDe/TYP+QhWaN&#10;waAD1D0LjKxd8weUbrgDDzKccdAZSNlwkWrAakb5h2oWNbMi1YLkeDvQ5P8fLH/avDjSVCUdU2KY&#10;xid6RdKYWSlBUFQJz5GuBXKLAtUYQZbIOL4Zc7A2FbFsJSKLrfUFgi3si+tvHo+Rkq10Ov6xWLJN&#10;zO8G5sU2EI7Cq9H5+HyMD8RRdz0ZTeMFcbKDu3U+fBWgSTyU1GGWiXG2efShM92bxGgGHhqlUM4K&#10;ZUhb0svzizw5eFBNFZVRlxpN3ClHNgxbZLkaJRu11t+h6mTTizzfJzOYp9SOkDBRZVAYaegKT6ew&#10;U6JL4VVIpBlLHXdJxAY/xGWcCxO62L5mlehCx8inQyuDgBFZYiEDdg9wGrvjqLePriLNx+Dcs/M3&#10;58EjRQYTBmfdGHCnKlNYVR+5s9+T1FETWVpCtcMmdNBNp7f8ocE3fmQ+vDCH44h9gSsmPONHKsC3&#10;hP5ESQ3u1yl5tMcpQS0lLY53Sf3PNXOCEvXN4PxcjyaTuA/SZXJxFXvPHWuWxxqz1neA7THCZWZ5&#10;Okb7oPZH6UC/41zMY1RUMcMxdkl5cPvLXejWDu4yLubzZIY7wLLwaBaWR/DIauzht+07c7Zv9IAz&#10;8gT7VcCKD/3e2UZPA/N1ANmkYTjw2vON+yP1bL/r4oI6vierw0ae/QYAAP//AwBQSwMEFAAGAAgA&#10;AAAhANPGmujdAAAABwEAAA8AAABkcnMvZG93bnJldi54bWxMj0FPwzAMhe9I/IfISNxYuoJYVZpO&#10;3QRoBzgw4J42pq3WOF2Tbt2/n8cFLtaznvX8vWw52U4ccPCtIwXzWQQCqXKmpVrB1+fLXQLCB01G&#10;d45QwQk9LPPrq0ynxh3pAw/bUAsOIZ9qBU0IfSqlrxq02s9cj8TejxusDrwOtTSDPnK47WQcRY/S&#10;6pb4Q6N7XDdY7bajVfA+rt7Kqdglm8V+8/q9WhTPoSyUur2ZiicQAafwdwwXfEaHnJlKN5LxolPA&#10;RcLvvHjz+D4GUbJ6SFjJPJP/+fMzAAAA//8DAFBLAQItABQABgAIAAAAIQC2gziS/gAAAOEBAAAT&#10;AAAAAAAAAAAAAAAAAAAAAABbQ29udGVudF9UeXBlc10ueG1sUEsBAi0AFAAGAAgAAAAhADj9If/W&#10;AAAAlAEAAAsAAAAAAAAAAAAAAAAALwEAAF9yZWxzLy5yZWxzUEsBAi0AFAAGAAgAAAAhAOAh0Ku7&#10;AgAA2QUAAA4AAAAAAAAAAAAAAAAALgIAAGRycy9lMm9Eb2MueG1sUEsBAi0AFAAGAAgAAAAhANPG&#10;mujdAAAABwEAAA8AAAAAAAAAAAAAAAAAFQUAAGRycy9kb3ducmV2LnhtbFBLBQYAAAAABAAEAPMA&#10;AAAfBgAAAAA=&#10;" filled="f" strokecolor="#d8d8d8 [2732]" strokeweight=".5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D1A324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6609BD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9E62A5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A5442F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468252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4545D3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BE594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5EEEA9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F2BFA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E03C5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3C65C54"/>
    <w:multiLevelType w:val="hybridMultilevel"/>
    <w:tmpl w:val="874AA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attachedTemplate r:id="rId1"/>
  <w:defaultTabStop w:val="720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187"/>
    <w:rsid w:val="00035644"/>
    <w:rsid w:val="00103288"/>
    <w:rsid w:val="001177C5"/>
    <w:rsid w:val="00133187"/>
    <w:rsid w:val="00137E6D"/>
    <w:rsid w:val="00164FBF"/>
    <w:rsid w:val="00165A42"/>
    <w:rsid w:val="001A2CAF"/>
    <w:rsid w:val="001E73BE"/>
    <w:rsid w:val="002B18E3"/>
    <w:rsid w:val="00301428"/>
    <w:rsid w:val="00377ED3"/>
    <w:rsid w:val="003833F7"/>
    <w:rsid w:val="0041311A"/>
    <w:rsid w:val="00436753"/>
    <w:rsid w:val="00455A29"/>
    <w:rsid w:val="00466C6C"/>
    <w:rsid w:val="00490BA5"/>
    <w:rsid w:val="00497BE8"/>
    <w:rsid w:val="004A57F8"/>
    <w:rsid w:val="004E3B86"/>
    <w:rsid w:val="004E7187"/>
    <w:rsid w:val="00523EB5"/>
    <w:rsid w:val="005652BE"/>
    <w:rsid w:val="00584747"/>
    <w:rsid w:val="005A1D18"/>
    <w:rsid w:val="005D2F2D"/>
    <w:rsid w:val="005E593A"/>
    <w:rsid w:val="005F7112"/>
    <w:rsid w:val="00645824"/>
    <w:rsid w:val="0064615E"/>
    <w:rsid w:val="006C3A91"/>
    <w:rsid w:val="00711278"/>
    <w:rsid w:val="00755985"/>
    <w:rsid w:val="00784F5A"/>
    <w:rsid w:val="007B53A1"/>
    <w:rsid w:val="007C3B24"/>
    <w:rsid w:val="007E2F0D"/>
    <w:rsid w:val="007F4BFC"/>
    <w:rsid w:val="0080179B"/>
    <w:rsid w:val="00844ACF"/>
    <w:rsid w:val="008D3382"/>
    <w:rsid w:val="008D6599"/>
    <w:rsid w:val="0097171E"/>
    <w:rsid w:val="009D264B"/>
    <w:rsid w:val="00A4696C"/>
    <w:rsid w:val="00A91C92"/>
    <w:rsid w:val="00B33E59"/>
    <w:rsid w:val="00BD5253"/>
    <w:rsid w:val="00C932F9"/>
    <w:rsid w:val="00E07ED4"/>
    <w:rsid w:val="00E61E00"/>
    <w:rsid w:val="00E97DF9"/>
    <w:rsid w:val="00EA67B2"/>
    <w:rsid w:val="00EF0D01"/>
    <w:rsid w:val="00EF368C"/>
    <w:rsid w:val="00F05457"/>
    <w:rsid w:val="00F27D09"/>
    <w:rsid w:val="00F3381E"/>
    <w:rsid w:val="00F84984"/>
    <w:rsid w:val="00F9594C"/>
    <w:rsid w:val="00FD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E7B02"/>
  <w15:docId w15:val="{1224A7A6-5690-4BD7-9972-7682AD8AD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4ACF"/>
  </w:style>
  <w:style w:type="paragraph" w:styleId="Heading1">
    <w:name w:val="heading 1"/>
    <w:basedOn w:val="Normal"/>
    <w:link w:val="Heading1Char"/>
    <w:uiPriority w:val="9"/>
    <w:qFormat/>
    <w:rsid w:val="00E61E00"/>
    <w:pPr>
      <w:keepNext/>
      <w:keepLines/>
      <w:spacing w:before="240" w:after="0"/>
      <w:contextualSpacing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38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38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38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381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38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381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1E0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1E0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1C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5E593A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93A"/>
  </w:style>
  <w:style w:type="paragraph" w:styleId="Footer">
    <w:name w:val="footer"/>
    <w:basedOn w:val="Normal"/>
    <w:link w:val="FooterChar"/>
    <w:uiPriority w:val="99"/>
    <w:unhideWhenUsed/>
    <w:rsid w:val="005E593A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93A"/>
  </w:style>
  <w:style w:type="paragraph" w:styleId="Bibliography">
    <w:name w:val="Bibliography"/>
    <w:basedOn w:val="Normal"/>
    <w:next w:val="Normal"/>
    <w:uiPriority w:val="37"/>
    <w:semiHidden/>
    <w:unhideWhenUsed/>
    <w:rsid w:val="00F3381E"/>
  </w:style>
  <w:style w:type="character" w:styleId="PlaceholderText">
    <w:name w:val="Placeholder Text"/>
    <w:basedOn w:val="DefaultParagraphFont"/>
    <w:uiPriority w:val="99"/>
    <w:semiHidden/>
    <w:rsid w:val="00A91C92"/>
    <w:rPr>
      <w:color w:val="808080"/>
    </w:rPr>
  </w:style>
  <w:style w:type="paragraph" w:styleId="BlockText">
    <w:name w:val="Block Text"/>
    <w:basedOn w:val="Normal"/>
    <w:uiPriority w:val="99"/>
    <w:semiHidden/>
    <w:unhideWhenUsed/>
    <w:rsid w:val="00E61E00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eastAsiaTheme="minorEastAsia"/>
      <w:i/>
      <w:iCs/>
      <w:color w:val="365F91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E00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E00"/>
    <w:rPr>
      <w:rFonts w:ascii="Tahoma" w:hAnsi="Tahoma" w:cs="Tahoma"/>
      <w:szCs w:val="16"/>
    </w:rPr>
  </w:style>
  <w:style w:type="paragraph" w:customStyle="1" w:styleId="Recipient">
    <w:name w:val="Recipient"/>
    <w:basedOn w:val="Normal"/>
    <w:link w:val="RecipientChar"/>
    <w:uiPriority w:val="4"/>
    <w:qFormat/>
    <w:rsid w:val="00164FBF"/>
    <w:pPr>
      <w:spacing w:after="0" w:line="240" w:lineRule="auto"/>
    </w:pPr>
    <w:rPr>
      <w:b/>
      <w:noProof/>
      <w:color w:val="984806" w:themeColor="accent6" w:themeShade="80"/>
      <w:sz w:val="24"/>
    </w:rPr>
  </w:style>
  <w:style w:type="character" w:customStyle="1" w:styleId="RecipientChar">
    <w:name w:val="Recipient Char"/>
    <w:basedOn w:val="DefaultParagraphFont"/>
    <w:link w:val="Recipient"/>
    <w:uiPriority w:val="4"/>
    <w:rsid w:val="00164FBF"/>
    <w:rPr>
      <w:b/>
      <w:noProof/>
      <w:color w:val="984806" w:themeColor="accent6" w:themeShade="80"/>
      <w:sz w:val="24"/>
    </w:rPr>
  </w:style>
  <w:style w:type="paragraph" w:customStyle="1" w:styleId="ContactInfo">
    <w:name w:val="Contact Info"/>
    <w:basedOn w:val="Normal"/>
    <w:link w:val="ContactInfoChar"/>
    <w:uiPriority w:val="2"/>
    <w:qFormat/>
    <w:rsid w:val="00A91C92"/>
    <w:pPr>
      <w:spacing w:after="0" w:line="240" w:lineRule="auto"/>
    </w:pPr>
    <w:rPr>
      <w:color w:val="000000" w:themeColor="text1"/>
    </w:rPr>
  </w:style>
  <w:style w:type="character" w:customStyle="1" w:styleId="ContactInfoChar">
    <w:name w:val="Contact Info Char"/>
    <w:basedOn w:val="DefaultParagraphFont"/>
    <w:link w:val="ContactInfo"/>
    <w:uiPriority w:val="2"/>
    <w:rsid w:val="005F7112"/>
    <w:rPr>
      <w:color w:val="000000" w:themeColor="text1"/>
    </w:rPr>
  </w:style>
  <w:style w:type="paragraph" w:styleId="Signature">
    <w:name w:val="Signature"/>
    <w:basedOn w:val="Normal"/>
    <w:link w:val="SignatureChar"/>
    <w:uiPriority w:val="8"/>
    <w:qFormat/>
    <w:rsid w:val="007F4BFC"/>
    <w:pPr>
      <w:spacing w:after="0" w:line="240" w:lineRule="auto"/>
    </w:pPr>
    <w:rPr>
      <w:b/>
    </w:rPr>
  </w:style>
  <w:style w:type="character" w:customStyle="1" w:styleId="SignatureChar">
    <w:name w:val="Signature Char"/>
    <w:basedOn w:val="DefaultParagraphFont"/>
    <w:link w:val="Signature"/>
    <w:uiPriority w:val="8"/>
    <w:rsid w:val="005E593A"/>
    <w:rPr>
      <w:b/>
    </w:rPr>
  </w:style>
  <w:style w:type="paragraph" w:styleId="Date">
    <w:name w:val="Date"/>
    <w:basedOn w:val="Normal"/>
    <w:next w:val="Normal"/>
    <w:link w:val="DateChar"/>
    <w:uiPriority w:val="3"/>
    <w:qFormat/>
    <w:rsid w:val="00377ED3"/>
    <w:pPr>
      <w:spacing w:before="360" w:after="360" w:line="240" w:lineRule="auto"/>
    </w:pPr>
    <w:rPr>
      <w:b/>
    </w:rPr>
  </w:style>
  <w:style w:type="character" w:customStyle="1" w:styleId="DateChar">
    <w:name w:val="Date Char"/>
    <w:basedOn w:val="DefaultParagraphFont"/>
    <w:link w:val="Date"/>
    <w:uiPriority w:val="3"/>
    <w:rsid w:val="005E593A"/>
    <w:rPr>
      <w:b/>
    </w:rPr>
  </w:style>
  <w:style w:type="paragraph" w:styleId="Title">
    <w:name w:val="Title"/>
    <w:basedOn w:val="Normal"/>
    <w:link w:val="TitleChar"/>
    <w:uiPriority w:val="1"/>
    <w:qFormat/>
    <w:rsid w:val="00F9594C"/>
    <w:pPr>
      <w:spacing w:after="0" w:line="264" w:lineRule="auto"/>
    </w:pPr>
    <w:rPr>
      <w:rFonts w:eastAsiaTheme="majorEastAsia" w:cstheme="majorBidi"/>
      <w:b/>
      <w:color w:val="215868" w:themeColor="accent5" w:themeShade="80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F9594C"/>
    <w:rPr>
      <w:rFonts w:eastAsiaTheme="majorEastAsia" w:cstheme="majorBidi"/>
      <w:b/>
      <w:color w:val="215868" w:themeColor="accent5" w:themeShade="80"/>
      <w:sz w:val="32"/>
      <w:szCs w:val="56"/>
    </w:rPr>
  </w:style>
  <w:style w:type="paragraph" w:styleId="BodyText">
    <w:name w:val="Body Text"/>
    <w:basedOn w:val="Normal"/>
    <w:link w:val="BodyTextChar"/>
    <w:uiPriority w:val="99"/>
    <w:semiHidden/>
    <w:unhideWhenUsed/>
    <w:rsid w:val="00F3381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3381E"/>
  </w:style>
  <w:style w:type="paragraph" w:styleId="BodyText2">
    <w:name w:val="Body Text 2"/>
    <w:basedOn w:val="Normal"/>
    <w:link w:val="BodyText2Char"/>
    <w:uiPriority w:val="99"/>
    <w:semiHidden/>
    <w:unhideWhenUsed/>
    <w:rsid w:val="00F3381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3381E"/>
  </w:style>
  <w:style w:type="paragraph" w:styleId="BodyText3">
    <w:name w:val="Body Text 3"/>
    <w:basedOn w:val="Normal"/>
    <w:link w:val="BodyText3Char"/>
    <w:uiPriority w:val="99"/>
    <w:semiHidden/>
    <w:unhideWhenUsed/>
    <w:rsid w:val="00E61E00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61E00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3381E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3381E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3381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3381E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3381E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3381E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3381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3381E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61E00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61E00"/>
    <w:rPr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61E00"/>
    <w:pPr>
      <w:spacing w:line="240" w:lineRule="auto"/>
    </w:pPr>
    <w:rPr>
      <w:i/>
      <w:iCs/>
      <w:color w:val="1F497D" w:themeColor="text2"/>
      <w:szCs w:val="18"/>
    </w:rPr>
  </w:style>
  <w:style w:type="paragraph" w:styleId="Closing">
    <w:name w:val="Closing"/>
    <w:basedOn w:val="Normal"/>
    <w:next w:val="Signature"/>
    <w:link w:val="ClosingChar"/>
    <w:uiPriority w:val="7"/>
    <w:qFormat/>
    <w:rsid w:val="007F4BFC"/>
    <w:pPr>
      <w:spacing w:after="96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sid w:val="005E593A"/>
  </w:style>
  <w:style w:type="table" w:styleId="ColorfulGrid">
    <w:name w:val="Colorful Grid"/>
    <w:basedOn w:val="TableNormal"/>
    <w:uiPriority w:val="73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61E00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1E0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1E0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1E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1E00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F3381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F3381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F3381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F3381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F3381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F3381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F3381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E61E00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61E00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3381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3381E"/>
  </w:style>
  <w:style w:type="character" w:styleId="EndnoteReference">
    <w:name w:val="endnote reference"/>
    <w:basedOn w:val="DefaultParagraphFont"/>
    <w:uiPriority w:val="99"/>
    <w:semiHidden/>
    <w:unhideWhenUsed/>
    <w:rsid w:val="00F3381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61E00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61E00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F3381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E61E00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3381E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F3381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61E00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61E00"/>
    <w:rPr>
      <w:szCs w:val="20"/>
    </w:rPr>
  </w:style>
  <w:style w:type="table" w:styleId="GridTable1Light">
    <w:name w:val="Grid Table 1 Light"/>
    <w:basedOn w:val="TableNormal"/>
    <w:uiPriority w:val="46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F3381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F3381E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F3381E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F3381E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F3381E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F3381E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F3381E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F3381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F3381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F3381E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F338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F3381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F3381E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F3381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F3381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F3381E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F338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F3381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F3381E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E61E0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38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38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381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381E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381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38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1E00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1E00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F3381E"/>
  </w:style>
  <w:style w:type="paragraph" w:styleId="HTMLAddress">
    <w:name w:val="HTML Address"/>
    <w:basedOn w:val="Normal"/>
    <w:link w:val="HTMLAddressChar"/>
    <w:uiPriority w:val="99"/>
    <w:semiHidden/>
    <w:unhideWhenUsed/>
    <w:rsid w:val="00F3381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3381E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F3381E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E61E00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F3381E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E61E00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61E00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61E00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F3381E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E61E00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F3381E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F3381E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3381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F3381E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F3381E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F3381E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F3381E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F3381E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F3381E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F3381E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F3381E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3381E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F3381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F3381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F3381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F3381E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F338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F3381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F3381E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F3381E"/>
  </w:style>
  <w:style w:type="paragraph" w:styleId="List">
    <w:name w:val="List"/>
    <w:basedOn w:val="Normal"/>
    <w:uiPriority w:val="99"/>
    <w:semiHidden/>
    <w:unhideWhenUsed/>
    <w:rsid w:val="00F3381E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F3381E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F3381E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381E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F3381E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F3381E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F3381E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F3381E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F3381E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F3381E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F3381E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3381E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3381E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3381E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3381E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F3381E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F3381E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F3381E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F3381E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F3381E"/>
    <w:pPr>
      <w:numPr>
        <w:numId w:val="11"/>
      </w:numPr>
      <w:contextualSpacing/>
    </w:pPr>
  </w:style>
  <w:style w:type="table" w:styleId="ListTable1Light">
    <w:name w:val="List Table 1 Light"/>
    <w:basedOn w:val="TableNormal"/>
    <w:uiPriority w:val="46"/>
    <w:rsid w:val="00F3381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F3381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F3381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F3381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F3381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F3381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F3381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F3381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F3381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F3381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F3381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F3381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F3381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F3381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F3381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F3381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F3381E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F338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F3381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F3381E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F3381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F3381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F3381E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F338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F3381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F3381E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E61E0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61E00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F338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F338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F338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F338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F338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F338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F338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F338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F338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F338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F338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F338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F338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F338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3381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3381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F3381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3381E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3381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3381E"/>
  </w:style>
  <w:style w:type="character" w:styleId="PageNumber">
    <w:name w:val="page number"/>
    <w:basedOn w:val="DefaultParagraphFont"/>
    <w:uiPriority w:val="99"/>
    <w:semiHidden/>
    <w:unhideWhenUsed/>
    <w:rsid w:val="00F3381E"/>
  </w:style>
  <w:style w:type="table" w:styleId="PlainTable1">
    <w:name w:val="Plain Table 1"/>
    <w:basedOn w:val="TableNormal"/>
    <w:uiPriority w:val="41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F3381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F3381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F3381E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E61E00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61E00"/>
    <w:rPr>
      <w:rFonts w:ascii="Consolas" w:hAnsi="Consolas"/>
      <w:szCs w:val="21"/>
    </w:rPr>
  </w:style>
  <w:style w:type="paragraph" w:styleId="Salutation">
    <w:name w:val="Salutation"/>
    <w:basedOn w:val="Normal"/>
    <w:next w:val="Normal"/>
    <w:link w:val="SalutationChar"/>
    <w:uiPriority w:val="5"/>
    <w:qFormat/>
    <w:rsid w:val="00F3381E"/>
  </w:style>
  <w:style w:type="character" w:customStyle="1" w:styleId="SalutationChar">
    <w:name w:val="Salutation Char"/>
    <w:basedOn w:val="DefaultParagraphFont"/>
    <w:link w:val="Salutation"/>
    <w:uiPriority w:val="5"/>
    <w:rsid w:val="005E593A"/>
  </w:style>
  <w:style w:type="character" w:styleId="Strong">
    <w:name w:val="Strong"/>
    <w:basedOn w:val="DefaultParagraphFont"/>
    <w:uiPriority w:val="6"/>
    <w:qFormat/>
    <w:rsid w:val="00F3381E"/>
    <w:rPr>
      <w:b/>
      <w:bCs/>
    </w:rPr>
  </w:style>
  <w:style w:type="table" w:styleId="Table3Deffects1">
    <w:name w:val="Table 3D effects 1"/>
    <w:basedOn w:val="TableNormal"/>
    <w:uiPriority w:val="99"/>
    <w:semiHidden/>
    <w:unhideWhenUsed/>
    <w:rsid w:val="00F3381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3381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3381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F3381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3381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3381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3381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3381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3381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3381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F3381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3381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3381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3381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3381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F3381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3381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F3381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3381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3381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3381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3381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3381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3381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3381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F3381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F3381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3381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3381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3381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3381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3381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3381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3381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F3381E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F3381E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F3381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3381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3381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3381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3381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3381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33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F3381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3381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3381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F3381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F3381E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F3381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F3381E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F3381E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F3381E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F3381E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F3381E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F3381E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F3381E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3381E"/>
    <w:pPr>
      <w:outlineLvl w:val="9"/>
    </w:pPr>
  </w:style>
  <w:style w:type="paragraph" w:styleId="Subtitle">
    <w:name w:val="Subtitle"/>
    <w:basedOn w:val="Normal"/>
    <w:link w:val="SubtitleChar"/>
    <w:uiPriority w:val="11"/>
    <w:semiHidden/>
    <w:unhideWhenUsed/>
    <w:rsid w:val="00164FBF"/>
    <w:pPr>
      <w:numPr>
        <w:ilvl w:val="1"/>
      </w:numPr>
      <w:spacing w:after="160"/>
      <w:contextualSpacing/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164FBF"/>
    <w:rPr>
      <w:rFonts w:eastAsiaTheme="minorEastAsia"/>
      <w:color w:val="5A5A5A" w:themeColor="text1" w:themeTint="A5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8D3382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8D338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8D338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8D3382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rsid w:val="008D3382"/>
    <w:rPr>
      <w:b/>
      <w:bCs/>
      <w:caps w:val="0"/>
      <w:smallCaps/>
      <w:color w:val="365F91" w:themeColor="accent1" w:themeShade="BF"/>
      <w:spacing w:val="0"/>
    </w:rPr>
  </w:style>
  <w:style w:type="character" w:styleId="BookTitle">
    <w:name w:val="Book Title"/>
    <w:basedOn w:val="DefaultParagraphFont"/>
    <w:uiPriority w:val="33"/>
    <w:semiHidden/>
    <w:unhideWhenUsed/>
    <w:rsid w:val="008D3382"/>
    <w:rPr>
      <w:b/>
      <w:bCs/>
      <w:i/>
      <w:iCs/>
      <w:spacing w:val="0"/>
    </w:rPr>
  </w:style>
  <w:style w:type="character" w:styleId="IntenseEmphasis">
    <w:name w:val="Intense Emphasis"/>
    <w:basedOn w:val="DefaultParagraphFont"/>
    <w:uiPriority w:val="21"/>
    <w:semiHidden/>
    <w:unhideWhenUsed/>
    <w:rsid w:val="00E61E00"/>
    <w:rPr>
      <w:i/>
      <w:iCs/>
      <w:color w:val="365F91" w:themeColor="accent1" w:themeShade="BF"/>
    </w:rPr>
  </w:style>
  <w:style w:type="character" w:styleId="Emphasis">
    <w:name w:val="Emphasis"/>
    <w:basedOn w:val="DefaultParagraphFont"/>
    <w:uiPriority w:val="20"/>
    <w:semiHidden/>
    <w:unhideWhenUsed/>
    <w:rsid w:val="004E3B86"/>
    <w:rPr>
      <w:i/>
      <w:iCs/>
    </w:rPr>
  </w:style>
  <w:style w:type="paragraph" w:styleId="ListParagraph">
    <w:name w:val="List Paragraph"/>
    <w:basedOn w:val="Normal"/>
    <w:uiPriority w:val="34"/>
    <w:semiHidden/>
    <w:unhideWhenUsed/>
    <w:rsid w:val="004E3B86"/>
    <w:pPr>
      <w:ind w:left="720"/>
      <w:contextualSpacing/>
    </w:pPr>
  </w:style>
  <w:style w:type="paragraph" w:styleId="NoSpacing">
    <w:name w:val="No Spacing"/>
    <w:uiPriority w:val="1"/>
    <w:semiHidden/>
    <w:unhideWhenUsed/>
    <w:rsid w:val="004E3B86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semiHidden/>
    <w:unhideWhenUsed/>
    <w:rsid w:val="004E3B86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rsid w:val="004E3B86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ver%20letter%20for%20functional%20resume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5E2770C6DD54F12BF650E84A30C6C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02C54-805C-49FD-ADDA-1CBA05848457}"/>
      </w:docPartPr>
      <w:docPartBody>
        <w:p w:rsidR="00000000" w:rsidRDefault="003C3A91">
          <w:pPr>
            <w:pStyle w:val="75E2770C6DD54F12BF650E84A30C6C89"/>
          </w:pPr>
          <w:r w:rsidRPr="003833F7">
            <w:rPr>
              <w:rStyle w:val="TitleChar"/>
            </w:rPr>
            <w:t>Your Name</w:t>
          </w:r>
        </w:p>
      </w:docPartBody>
    </w:docPart>
    <w:docPart>
      <w:docPartPr>
        <w:name w:val="1322C6AA09CE430FBDB998F2F0102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AAE3C9-6E9D-4E37-B116-0CF00DC0728C}"/>
      </w:docPartPr>
      <w:docPartBody>
        <w:p w:rsidR="00000000" w:rsidRDefault="003C3A91">
          <w:pPr>
            <w:pStyle w:val="1322C6AA09CE430FBDB998F2F0102629"/>
          </w:pPr>
          <w:r w:rsidRPr="00377ED3">
            <w:rPr>
              <w:rStyle w:val="ContactInfoChar"/>
            </w:rPr>
            <w:t>Street Address</w:t>
          </w:r>
        </w:p>
      </w:docPartBody>
    </w:docPart>
    <w:docPart>
      <w:docPartPr>
        <w:name w:val="8AFCB206240E41CF91F3BA85EB8718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4B77E-9C85-4008-9825-95DC3C81955C}"/>
      </w:docPartPr>
      <w:docPartBody>
        <w:p w:rsidR="00000000" w:rsidRDefault="003C3A91">
          <w:pPr>
            <w:pStyle w:val="8AFCB206240E41CF91F3BA85EB871862"/>
          </w:pPr>
          <w:r>
            <w:rPr>
              <w:rStyle w:val="ContactInfoChar"/>
            </w:rPr>
            <w:t>City, ST ZIP Code</w:t>
          </w:r>
        </w:p>
      </w:docPartBody>
    </w:docPart>
    <w:docPart>
      <w:docPartPr>
        <w:name w:val="B9EE16E6FCAE4A5DA53A1C4C960DAD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104D27-E3D9-4CF6-9BE4-8FED9758DF8B}"/>
      </w:docPartPr>
      <w:docPartBody>
        <w:p w:rsidR="00000000" w:rsidRDefault="003C3A91">
          <w:pPr>
            <w:pStyle w:val="B9EE16E6FCAE4A5DA53A1C4C960DADF1"/>
          </w:pPr>
          <w:r>
            <w:rPr>
              <w:rStyle w:val="ContactInfoChar"/>
            </w:rPr>
            <w:t>Phone</w:t>
          </w:r>
        </w:p>
      </w:docPartBody>
    </w:docPart>
    <w:docPart>
      <w:docPartPr>
        <w:name w:val="549FFA741621434A91ABA1BA0B4FCB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0410EC-7CAA-4122-ADFD-445995DD64CC}"/>
      </w:docPartPr>
      <w:docPartBody>
        <w:p w:rsidR="00000000" w:rsidRDefault="003C3A91">
          <w:pPr>
            <w:pStyle w:val="549FFA741621434A91ABA1BA0B4FCB66"/>
          </w:pPr>
          <w:r>
            <w:rPr>
              <w:rStyle w:val="ContactInfoChar"/>
            </w:rPr>
            <w:t>Email</w:t>
          </w:r>
        </w:p>
      </w:docPartBody>
    </w:docPart>
    <w:docPart>
      <w:docPartPr>
        <w:name w:val="7237F3154A4E47BC986FB9894F6F1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44EA1A-F13E-480A-830E-586D13C87FC4}"/>
      </w:docPartPr>
      <w:docPartBody>
        <w:p w:rsidR="00000000" w:rsidRDefault="003C3A91">
          <w:pPr>
            <w:pStyle w:val="7237F3154A4E47BC986FB9894F6F1A18"/>
          </w:pPr>
          <w:r>
            <w:rPr>
              <w:rStyle w:val="ContactInfoChar"/>
            </w:rPr>
            <w:t>Website</w:t>
          </w:r>
        </w:p>
      </w:docPartBody>
    </w:docPart>
    <w:docPart>
      <w:docPartPr>
        <w:name w:val="708962198FD94FF48A08E131CFB6F4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3F391D-AA46-47CB-A4E0-1E8AAE167F9F}"/>
      </w:docPartPr>
      <w:docPartBody>
        <w:p w:rsidR="00000000" w:rsidRDefault="003C3A91">
          <w:pPr>
            <w:pStyle w:val="708962198FD94FF48A08E131CFB6F40E"/>
          </w:pPr>
          <w:r w:rsidRPr="00F27D09">
            <w:t>Date</w:t>
          </w:r>
        </w:p>
      </w:docPartBody>
    </w:docPart>
    <w:docPart>
      <w:docPartPr>
        <w:name w:val="A1C2B46505AE4D5FBE27CADC08A1BC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A388E1-69DF-4BDF-BD6A-8320D39035B1}"/>
      </w:docPartPr>
      <w:docPartBody>
        <w:p w:rsidR="00000000" w:rsidRDefault="003C3A91">
          <w:pPr>
            <w:pStyle w:val="A1C2B46505AE4D5FBE27CADC08A1BC46"/>
          </w:pPr>
          <w:r w:rsidRPr="005652BE">
            <w:t>Recipient Name</w:t>
          </w:r>
        </w:p>
      </w:docPartBody>
    </w:docPart>
    <w:docPart>
      <w:docPartPr>
        <w:name w:val="544CFD2C1E0E46E39C85AF13CF32F7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D0C80D-1D1F-43B8-9ACF-B32E9FBFC2E7}"/>
      </w:docPartPr>
      <w:docPartBody>
        <w:p w:rsidR="00000000" w:rsidRDefault="003C3A91">
          <w:pPr>
            <w:pStyle w:val="544CFD2C1E0E46E39C85AF13CF32F785"/>
          </w:pPr>
          <w:r w:rsidRPr="00497BE8">
            <w:t>Title</w:t>
          </w:r>
        </w:p>
      </w:docPartBody>
    </w:docPart>
    <w:docPart>
      <w:docPartPr>
        <w:name w:val="DDA39045347F4AFB949C03D0725159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02A5C0-B457-4DEA-A53E-BA1F9BE4E021}"/>
      </w:docPartPr>
      <w:docPartBody>
        <w:p w:rsidR="00000000" w:rsidRDefault="003C3A91">
          <w:pPr>
            <w:pStyle w:val="DDA39045347F4AFB949C03D07251590A"/>
          </w:pPr>
          <w:r>
            <w:rPr>
              <w:rStyle w:val="ContactInfoChar"/>
            </w:rPr>
            <w:t>Company Name</w:t>
          </w:r>
        </w:p>
      </w:docPartBody>
    </w:docPart>
    <w:docPart>
      <w:docPartPr>
        <w:name w:val="AD324AC3DB464B49838ACC802C027F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B96EE7-AD6E-4F85-9FFD-7E806B56EF71}"/>
      </w:docPartPr>
      <w:docPartBody>
        <w:p w:rsidR="00000000" w:rsidRDefault="003C3A91">
          <w:pPr>
            <w:pStyle w:val="AD324AC3DB464B49838ACC802C027F0B"/>
          </w:pPr>
          <w:r>
            <w:rPr>
              <w:rStyle w:val="ContactInfoChar"/>
            </w:rPr>
            <w:t>Street Address</w:t>
          </w:r>
        </w:p>
      </w:docPartBody>
    </w:docPart>
    <w:docPart>
      <w:docPartPr>
        <w:name w:val="515E78C76C9148DF8BF7523390FF69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0FAD75-DC33-4597-B6C6-EAD69D756C5A}"/>
      </w:docPartPr>
      <w:docPartBody>
        <w:p w:rsidR="00000000" w:rsidRDefault="003C3A91">
          <w:pPr>
            <w:pStyle w:val="515E78C76C9148DF8BF7523390FF6934"/>
          </w:pPr>
          <w:r>
            <w:rPr>
              <w:rStyle w:val="ContactInfoChar"/>
            </w:rPr>
            <w:t>City, ST ZIP Code</w:t>
          </w:r>
        </w:p>
      </w:docPartBody>
    </w:docPart>
    <w:docPart>
      <w:docPartPr>
        <w:name w:val="B97DAAC1C0A74D489960910FEDDD8E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DAF2EF-4616-48C0-9C4E-757946A0D5FD}"/>
      </w:docPartPr>
      <w:docPartBody>
        <w:p w:rsidR="00000000" w:rsidRDefault="003C3A91">
          <w:pPr>
            <w:pStyle w:val="B97DAAC1C0A74D489960910FEDDD8E36"/>
          </w:pPr>
          <w:r w:rsidRPr="005652BE">
            <w:rPr>
              <w:rStyle w:val="Strong"/>
            </w:rPr>
            <w:t>Recipient Name</w:t>
          </w:r>
        </w:p>
      </w:docPartBody>
    </w:docPart>
    <w:docPart>
      <w:docPartPr>
        <w:name w:val="1C68A3A2E71E44D7BAB8E6A61C36F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BB56C0-7D73-4356-96ED-45F82E7D6093}"/>
      </w:docPartPr>
      <w:docPartBody>
        <w:p w:rsidR="00000000" w:rsidRDefault="003C3A91">
          <w:pPr>
            <w:pStyle w:val="1C68A3A2E71E44D7BAB8E6A61C36FF4A"/>
          </w:pPr>
          <w:r>
            <w:t>Sincerely</w:t>
          </w:r>
        </w:p>
      </w:docPartBody>
    </w:docPart>
    <w:docPart>
      <w:docPartPr>
        <w:name w:val="B8EA112D04354E2A8029235580A7ED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5DD646-AD87-47F4-9FC3-65287383FAC6}"/>
      </w:docPartPr>
      <w:docPartBody>
        <w:p w:rsidR="00000000" w:rsidRDefault="003C3A91">
          <w:pPr>
            <w:pStyle w:val="B8EA112D04354E2A8029235580A7ED83"/>
          </w:pPr>
          <w:r w:rsidRPr="007F4BFC">
            <w:rPr>
              <w:rStyle w:val="SignatureChar"/>
            </w:rPr>
            <w:t>Your Name</w:t>
          </w:r>
        </w:p>
      </w:docPartBody>
    </w:docPart>
    <w:docPart>
      <w:docPartPr>
        <w:name w:val="54BE9A57ED894320A6BBADE504DDAE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000FBB-CF26-4092-9A3D-9B5ACCC1301F}"/>
      </w:docPartPr>
      <w:docPartBody>
        <w:p w:rsidR="00000000" w:rsidRDefault="003C3A91">
          <w:pPr>
            <w:pStyle w:val="54BE9A57ED894320A6BBADE504DDAED8"/>
          </w:pPr>
          <w:r>
            <w:t>Enclos</w:t>
          </w:r>
          <w:r>
            <w:t>ure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263"/>
    <w:rsid w:val="003C3A91"/>
    <w:rsid w:val="0043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pPr>
      <w:spacing w:after="0" w:line="264" w:lineRule="auto"/>
    </w:pPr>
    <w:rPr>
      <w:rFonts w:eastAsiaTheme="majorEastAsia" w:cstheme="majorBidi"/>
      <w:b/>
      <w:color w:val="1F4E79" w:themeColor="accent5" w:themeShade="80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eastAsiaTheme="majorEastAsia" w:cstheme="majorBidi"/>
      <w:b/>
      <w:color w:val="1F4E79" w:themeColor="accent5" w:themeShade="80"/>
      <w:sz w:val="32"/>
      <w:szCs w:val="56"/>
    </w:rPr>
  </w:style>
  <w:style w:type="paragraph" w:customStyle="1" w:styleId="75E2770C6DD54F12BF650E84A30C6C89">
    <w:name w:val="75E2770C6DD54F12BF650E84A30C6C89"/>
  </w:style>
  <w:style w:type="paragraph" w:customStyle="1" w:styleId="ContactInfo">
    <w:name w:val="Contact Info"/>
    <w:basedOn w:val="Normal"/>
    <w:link w:val="ContactInfoChar"/>
    <w:uiPriority w:val="2"/>
    <w:qFormat/>
    <w:pPr>
      <w:spacing w:after="0" w:line="240" w:lineRule="auto"/>
    </w:pPr>
    <w:rPr>
      <w:rFonts w:eastAsiaTheme="minorHAnsi"/>
      <w:color w:val="000000" w:themeColor="text1"/>
    </w:rPr>
  </w:style>
  <w:style w:type="character" w:customStyle="1" w:styleId="ContactInfoChar">
    <w:name w:val="Contact Info Char"/>
    <w:basedOn w:val="DefaultParagraphFont"/>
    <w:link w:val="ContactInfo"/>
    <w:uiPriority w:val="2"/>
    <w:rPr>
      <w:rFonts w:eastAsiaTheme="minorHAnsi"/>
      <w:color w:val="000000" w:themeColor="text1"/>
    </w:rPr>
  </w:style>
  <w:style w:type="paragraph" w:customStyle="1" w:styleId="1322C6AA09CE430FBDB998F2F0102629">
    <w:name w:val="1322C6AA09CE430FBDB998F2F0102629"/>
  </w:style>
  <w:style w:type="paragraph" w:customStyle="1" w:styleId="8AFCB206240E41CF91F3BA85EB871862">
    <w:name w:val="8AFCB206240E41CF91F3BA85EB871862"/>
  </w:style>
  <w:style w:type="paragraph" w:customStyle="1" w:styleId="B9EE16E6FCAE4A5DA53A1C4C960DADF1">
    <w:name w:val="B9EE16E6FCAE4A5DA53A1C4C960DADF1"/>
  </w:style>
  <w:style w:type="paragraph" w:customStyle="1" w:styleId="549FFA741621434A91ABA1BA0B4FCB66">
    <w:name w:val="549FFA741621434A91ABA1BA0B4FCB66"/>
  </w:style>
  <w:style w:type="paragraph" w:customStyle="1" w:styleId="7237F3154A4E47BC986FB9894F6F1A18">
    <w:name w:val="7237F3154A4E47BC986FB9894F6F1A18"/>
  </w:style>
  <w:style w:type="paragraph" w:customStyle="1" w:styleId="708962198FD94FF48A08E131CFB6F40E">
    <w:name w:val="708962198FD94FF48A08E131CFB6F40E"/>
  </w:style>
  <w:style w:type="paragraph" w:customStyle="1" w:styleId="A1C2B46505AE4D5FBE27CADC08A1BC46">
    <w:name w:val="A1C2B46505AE4D5FBE27CADC08A1BC46"/>
  </w:style>
  <w:style w:type="paragraph" w:customStyle="1" w:styleId="544CFD2C1E0E46E39C85AF13CF32F785">
    <w:name w:val="544CFD2C1E0E46E39C85AF13CF32F785"/>
  </w:style>
  <w:style w:type="paragraph" w:customStyle="1" w:styleId="DDA39045347F4AFB949C03D07251590A">
    <w:name w:val="DDA39045347F4AFB949C03D07251590A"/>
  </w:style>
  <w:style w:type="paragraph" w:customStyle="1" w:styleId="AD324AC3DB464B49838ACC802C027F0B">
    <w:name w:val="AD324AC3DB464B49838ACC802C027F0B"/>
  </w:style>
  <w:style w:type="paragraph" w:customStyle="1" w:styleId="515E78C76C9148DF8BF7523390FF6934">
    <w:name w:val="515E78C76C9148DF8BF7523390FF6934"/>
  </w:style>
  <w:style w:type="character" w:styleId="Strong">
    <w:name w:val="Strong"/>
    <w:basedOn w:val="DefaultParagraphFont"/>
    <w:uiPriority w:val="6"/>
    <w:qFormat/>
    <w:rPr>
      <w:b/>
      <w:bCs/>
    </w:rPr>
  </w:style>
  <w:style w:type="paragraph" w:customStyle="1" w:styleId="B97DAAC1C0A74D489960910FEDDD8E36">
    <w:name w:val="B97DAAC1C0A74D489960910FEDDD8E36"/>
  </w:style>
  <w:style w:type="paragraph" w:customStyle="1" w:styleId="A267A6671BF541EA8FE51C0A15B6E30B">
    <w:name w:val="A267A6671BF541EA8FE51C0A15B6E30B"/>
  </w:style>
  <w:style w:type="paragraph" w:customStyle="1" w:styleId="52820DA4C07F486D86B7C9304FF5A083">
    <w:name w:val="52820DA4C07F486D86B7C9304FF5A083"/>
  </w:style>
  <w:style w:type="paragraph" w:customStyle="1" w:styleId="3C0868CC19E143E7ACF3E5A5FCF5D6C9">
    <w:name w:val="3C0868CC19E143E7ACF3E5A5FCF5D6C9"/>
  </w:style>
  <w:style w:type="paragraph" w:customStyle="1" w:styleId="39E3AD521344484EA8558BB7BD8AAFD3">
    <w:name w:val="39E3AD521344484EA8558BB7BD8AAFD3"/>
  </w:style>
  <w:style w:type="paragraph" w:customStyle="1" w:styleId="FFFD5CA2A0C04576B7BBF962B06CC953">
    <w:name w:val="FFFD5CA2A0C04576B7BBF962B06CC953"/>
  </w:style>
  <w:style w:type="paragraph" w:customStyle="1" w:styleId="2CE54B2952C54B65AD3D46321B417602">
    <w:name w:val="2CE54B2952C54B65AD3D46321B417602"/>
  </w:style>
  <w:style w:type="paragraph" w:customStyle="1" w:styleId="B3F901C8EED947369FF82E6E4A7BEEA4">
    <w:name w:val="B3F901C8EED947369FF82E6E4A7BEEA4"/>
  </w:style>
  <w:style w:type="paragraph" w:customStyle="1" w:styleId="E5B5738D500F4B4AB782A6FE4F2BC589">
    <w:name w:val="E5B5738D500F4B4AB782A6FE4F2BC589"/>
  </w:style>
  <w:style w:type="paragraph" w:customStyle="1" w:styleId="79A4A2520F8C4824B86550D68A6523D8">
    <w:name w:val="79A4A2520F8C4824B86550D68A6523D8"/>
  </w:style>
  <w:style w:type="paragraph" w:customStyle="1" w:styleId="2F4E9587802B40EF865829B2F35929A3">
    <w:name w:val="2F4E9587802B40EF865829B2F35929A3"/>
  </w:style>
  <w:style w:type="paragraph" w:customStyle="1" w:styleId="9CA0169B588F47519CB4C76F20EEB098">
    <w:name w:val="9CA0169B588F47519CB4C76F20EEB098"/>
  </w:style>
  <w:style w:type="paragraph" w:customStyle="1" w:styleId="CF6EDC8DA3614FC3B656E51B979F163B">
    <w:name w:val="CF6EDC8DA3614FC3B656E51B979F163B"/>
  </w:style>
  <w:style w:type="paragraph" w:customStyle="1" w:styleId="66248F62893E4DAAADE4086C9548485C">
    <w:name w:val="66248F62893E4DAAADE4086C9548485C"/>
  </w:style>
  <w:style w:type="paragraph" w:customStyle="1" w:styleId="73076E95495E47D4B45CC2CAABA182CC">
    <w:name w:val="73076E95495E47D4B45CC2CAABA182CC"/>
  </w:style>
  <w:style w:type="paragraph" w:customStyle="1" w:styleId="E7C01347A2824A88BB665E9D8356D8ED">
    <w:name w:val="E7C01347A2824A88BB665E9D8356D8ED"/>
  </w:style>
  <w:style w:type="paragraph" w:customStyle="1" w:styleId="1C600AEFC966427088CA4AEC43DCC9BA">
    <w:name w:val="1C600AEFC966427088CA4AEC43DCC9BA"/>
  </w:style>
  <w:style w:type="paragraph" w:customStyle="1" w:styleId="BEB6E629F36B408384573B995ACE1166">
    <w:name w:val="BEB6E629F36B408384573B995ACE1166"/>
  </w:style>
  <w:style w:type="paragraph" w:customStyle="1" w:styleId="6BF5419C0EFE4ACF9A8E3C5BD21792A4">
    <w:name w:val="6BF5419C0EFE4ACF9A8E3C5BD21792A4"/>
  </w:style>
  <w:style w:type="paragraph" w:customStyle="1" w:styleId="0B525E638534499B90C79BAEBBB2499A">
    <w:name w:val="0B525E638534499B90C79BAEBBB2499A"/>
  </w:style>
  <w:style w:type="paragraph" w:customStyle="1" w:styleId="1C68A3A2E71E44D7BAB8E6A61C36FF4A">
    <w:name w:val="1C68A3A2E71E44D7BAB8E6A61C36FF4A"/>
  </w:style>
  <w:style w:type="paragraph" w:styleId="Signature">
    <w:name w:val="Signature"/>
    <w:basedOn w:val="Normal"/>
    <w:link w:val="SignatureChar"/>
    <w:uiPriority w:val="8"/>
    <w:qFormat/>
    <w:pPr>
      <w:spacing w:after="0" w:line="240" w:lineRule="auto"/>
    </w:pPr>
    <w:rPr>
      <w:rFonts w:eastAsiaTheme="minorHAnsi"/>
      <w:b/>
    </w:rPr>
  </w:style>
  <w:style w:type="character" w:customStyle="1" w:styleId="SignatureChar">
    <w:name w:val="Signature Char"/>
    <w:basedOn w:val="DefaultParagraphFont"/>
    <w:link w:val="Signature"/>
    <w:uiPriority w:val="8"/>
    <w:rPr>
      <w:rFonts w:eastAsiaTheme="minorHAnsi"/>
      <w:b/>
    </w:rPr>
  </w:style>
  <w:style w:type="paragraph" w:customStyle="1" w:styleId="B8EA112D04354E2A8029235580A7ED83">
    <w:name w:val="B8EA112D04354E2A8029235580A7ED83"/>
  </w:style>
  <w:style w:type="paragraph" w:customStyle="1" w:styleId="54BE9A57ED894320A6BBADE504DDAED8">
    <w:name w:val="54BE9A57ED894320A6BBADE504DDAED8"/>
  </w:style>
  <w:style w:type="paragraph" w:customStyle="1" w:styleId="E03A063010694BD18542D38ECDB470CC">
    <w:name w:val="E03A063010694BD18542D38ECDB470CC"/>
    <w:rsid w:val="004362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Cover letter for functional resume(2).dotx</Template>
  <TotalTime>1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Alex</dc:creator>
  <cp:lastModifiedBy>Alex</cp:lastModifiedBy>
  <cp:revision>1</cp:revision>
  <dcterms:created xsi:type="dcterms:W3CDTF">2018-01-02T12:24:00Z</dcterms:created>
  <dcterms:modified xsi:type="dcterms:W3CDTF">2018-01-02T12:25:00Z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mageGenCounter">
    <vt:lpwstr>0</vt:lpwstr>
  </property>
  <property fmtid="{D5CDD505-2E9C-101B-9397-08002B2CF9AE}" pid="4" name="ViolationReportStatus">
    <vt:lpwstr>None</vt:lpwstr>
  </property>
  <property fmtid="{D5CDD505-2E9C-101B-9397-08002B2CF9AE}" pid="5" name="ImageGenStatus">
    <vt:lpwstr>0</vt:lpwstr>
  </property>
  <property fmtid="{D5CDD505-2E9C-101B-9397-08002B2CF9AE}" pid="6" name="PolicheckStatus">
    <vt:lpwstr>0</vt:lpwstr>
  </property>
  <property fmtid="{D5CDD505-2E9C-101B-9397-08002B2CF9AE}" pid="7" name="Applications">
    <vt:lpwstr>79;#Template 12;#95;#Microsoft Office Word 2007;#448;#Microsoft Office Word 2010</vt:lpwstr>
  </property>
  <property fmtid="{D5CDD505-2E9C-101B-9397-08002B2CF9AE}" pid="8" name="PolicheckCounter">
    <vt:lpwstr>0</vt:lpwstr>
  </property>
  <property fmtid="{D5CDD505-2E9C-101B-9397-08002B2CF9AE}" pid="9" name="APTrustLevel">
    <vt:r8>1</vt:r8>
  </property>
</Properties>
</file>