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DD8" w:rsidRPr="00CA3C23" w:rsidRDefault="00AA1CA7" w:rsidP="00DA63E3">
      <w:pPr>
        <w:pStyle w:val="Address"/>
        <w:spacing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Adney Adolf Aiken</w:t>
      </w: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ED91016A541D4FC5A9CAE20716FB4C41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A12DD8" w:rsidRPr="00CA3C23" w:rsidRDefault="004D5358" w:rsidP="00DA63E3">
          <w:pPr>
            <w:pStyle w:val="Date"/>
            <w:spacing w:line="480" w:lineRule="auto"/>
            <w:rPr>
              <w:rFonts w:cstheme="minorHAnsi"/>
              <w:sz w:val="24"/>
              <w:szCs w:val="24"/>
            </w:rPr>
          </w:pPr>
          <w:r w:rsidRPr="00CA3C23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5FCAEB0478C947C4B2835A4CF4CB76D6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A12DD8" w:rsidRPr="00CA3C23" w:rsidRDefault="004D5358">
          <w:pPr>
            <w:pStyle w:val="Address"/>
            <w:rPr>
              <w:rFonts w:cstheme="minorHAnsi"/>
              <w:sz w:val="24"/>
              <w:szCs w:val="24"/>
            </w:rPr>
          </w:pPr>
          <w:r w:rsidRPr="00CA3C23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A12DD8" w:rsidRPr="00CA3C23" w:rsidRDefault="00AD0844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550E672993947C5AD3DA4DB534CA97A"/>
          </w:placeholder>
          <w:temporary/>
          <w:showingPlcHdr/>
          <w15:appearance w15:val="hidden"/>
        </w:sdtPr>
        <w:sdtEndPr/>
        <w:sdtContent>
          <w:bookmarkStart w:id="0" w:name="_GoBack"/>
          <w:r w:rsidR="004D5358" w:rsidRPr="00CA3C23">
            <w:rPr>
              <w:rFonts w:cstheme="minorHAnsi"/>
              <w:sz w:val="24"/>
              <w:szCs w:val="24"/>
            </w:rPr>
            <w:t>[Title]</w:t>
          </w:r>
          <w:bookmarkEnd w:id="0"/>
        </w:sdtContent>
      </w:sdt>
    </w:p>
    <w:p w:rsidR="00A12DD8" w:rsidRPr="00CA3C23" w:rsidRDefault="00CA3C23">
      <w:pPr>
        <w:pStyle w:val="Address"/>
        <w:rPr>
          <w:rFonts w:cstheme="minorHAnsi"/>
          <w:sz w:val="24"/>
          <w:szCs w:val="24"/>
        </w:rPr>
      </w:pPr>
      <w:r w:rsidRPr="00CA3C23">
        <w:rPr>
          <w:rFonts w:cstheme="minorHAnsi"/>
          <w:sz w:val="24"/>
          <w:szCs w:val="24"/>
        </w:rPr>
        <w:t>[Company Name]</w:t>
      </w:r>
    </w:p>
    <w:p w:rsidR="00A12DD8" w:rsidRPr="00CA3C23" w:rsidRDefault="00AD0844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22AB6D9823F74A60809798C168454E9F"/>
          </w:placeholder>
          <w:temporary/>
          <w:showingPlcHdr/>
          <w15:appearance w15:val="hidden"/>
        </w:sdtPr>
        <w:sdtEndPr/>
        <w:sdtContent>
          <w:r w:rsidR="004D5358" w:rsidRPr="00CA3C23">
            <w:rPr>
              <w:rFonts w:cstheme="minorHAnsi"/>
              <w:sz w:val="24"/>
              <w:szCs w:val="24"/>
            </w:rPr>
            <w:t>[Street Address]</w:t>
          </w:r>
        </w:sdtContent>
      </w:sdt>
      <w:r w:rsidR="004A1D58" w:rsidRPr="00CA3C23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B66CACBBA3CE42C79D4BBF25B773B1E8"/>
          </w:placeholder>
          <w:temporary/>
          <w:showingPlcHdr/>
          <w15:appearance w15:val="hidden"/>
        </w:sdtPr>
        <w:sdtEndPr/>
        <w:sdtContent>
          <w:r w:rsidR="004D5358" w:rsidRPr="00CA3C23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A12DD8" w:rsidRPr="00CA3C23" w:rsidRDefault="004D5358">
      <w:pPr>
        <w:pStyle w:val="Salutation"/>
        <w:rPr>
          <w:rFonts w:cstheme="minorHAnsi"/>
          <w:sz w:val="24"/>
          <w:szCs w:val="24"/>
        </w:rPr>
      </w:pPr>
      <w:r w:rsidRPr="00CA3C23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5FCAEB0478C947C4B2835A4CF4CB76D6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CA3C23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CA3C23">
        <w:rPr>
          <w:rFonts w:cstheme="minorHAnsi"/>
          <w:sz w:val="24"/>
          <w:szCs w:val="24"/>
        </w:rPr>
        <w:t>:</w:t>
      </w:r>
    </w:p>
    <w:p w:rsidR="00BE23C3" w:rsidRDefault="00CA3C23" w:rsidP="00CA3C23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A3C23">
        <w:rPr>
          <w:rFonts w:eastAsia="Times New Roman" w:cstheme="minorHAnsi"/>
          <w:color w:val="333333"/>
          <w:spacing w:val="0"/>
          <w:sz w:val="24"/>
          <w:szCs w:val="24"/>
        </w:rPr>
        <w:t>Please accept my resignation from the position of advertising account manager. The last day of my empl</w:t>
      </w:r>
      <w:r w:rsidR="00BE23C3">
        <w:rPr>
          <w:rFonts w:eastAsia="Times New Roman" w:cstheme="minorHAnsi"/>
          <w:color w:val="333333"/>
          <w:spacing w:val="0"/>
          <w:sz w:val="24"/>
          <w:szCs w:val="24"/>
        </w:rPr>
        <w:t>oyment will be August 23, 2018.</w:t>
      </w:r>
    </w:p>
    <w:p w:rsidR="00CA3C23" w:rsidRPr="00CA3C23" w:rsidRDefault="00CA3C23" w:rsidP="00CA3C23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A3C23">
        <w:rPr>
          <w:rFonts w:eastAsia="Times New Roman" w:cstheme="minorHAnsi"/>
          <w:color w:val="333333"/>
          <w:spacing w:val="0"/>
          <w:sz w:val="24"/>
          <w:szCs w:val="24"/>
        </w:rPr>
        <w:t>I have received an offer of working as a senior advertising account manager and after careful consideration, I have realized that this is a much better opportunity for me. </w:t>
      </w:r>
    </w:p>
    <w:p w:rsidR="00CA3C23" w:rsidRPr="00CA3C23" w:rsidRDefault="00CA3C23" w:rsidP="00CA3C23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A3C23">
        <w:rPr>
          <w:rFonts w:eastAsia="Times New Roman" w:cstheme="minorHAnsi"/>
          <w:color w:val="333333"/>
          <w:spacing w:val="0"/>
          <w:sz w:val="24"/>
          <w:szCs w:val="24"/>
        </w:rPr>
        <w:t>It has been a pleasure working with you and your staff over the last 10 years. I have learned a lot by working in your company. I wish your company for continued growth and success. </w:t>
      </w:r>
    </w:p>
    <w:p w:rsidR="00CA3C23" w:rsidRPr="00CA3C23" w:rsidRDefault="00CA3C23" w:rsidP="00CA3C23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A3C23">
        <w:rPr>
          <w:rFonts w:eastAsia="Times New Roman" w:cstheme="minorHAnsi"/>
          <w:color w:val="333333"/>
          <w:spacing w:val="0"/>
          <w:sz w:val="24"/>
          <w:szCs w:val="24"/>
        </w:rPr>
        <w:t>I would like to help you as much as possible to keep the system continue working smoothly after my departure. I'm also available for recruiting the replacement and training. I will complete all the pending work before my last day of work. Feel free to contact me whenever you need.</w:t>
      </w:r>
    </w:p>
    <w:p w:rsidR="00A12DD8" w:rsidRPr="00CA3C23" w:rsidRDefault="004D5358">
      <w:pPr>
        <w:pStyle w:val="Closing"/>
        <w:rPr>
          <w:rFonts w:cstheme="minorHAnsi"/>
          <w:sz w:val="24"/>
          <w:szCs w:val="24"/>
        </w:rPr>
      </w:pPr>
      <w:r w:rsidRPr="00CA3C23">
        <w:rPr>
          <w:rFonts w:cstheme="minorHAnsi"/>
          <w:sz w:val="24"/>
          <w:szCs w:val="24"/>
        </w:rPr>
        <w:t>Sincerely,</w:t>
      </w:r>
    </w:p>
    <w:sdt>
      <w:sdtPr>
        <w:rPr>
          <w:rFonts w:cstheme="minorHAnsi"/>
          <w:sz w:val="24"/>
          <w:szCs w:val="24"/>
        </w:rPr>
        <w:alias w:val="Your Name"/>
        <w:tag w:val="Your Name"/>
        <w:id w:val="-409692515"/>
        <w:placeholder>
          <w:docPart w:val="92A5F5A57509428AB7B6AECF22CD4B37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A12DD8" w:rsidRPr="00CA3C23" w:rsidRDefault="00EA6889">
          <w:pPr>
            <w:pStyle w:val="Signature"/>
            <w:rPr>
              <w:rFonts w:cstheme="minorHAnsi"/>
              <w:sz w:val="24"/>
              <w:szCs w:val="24"/>
            </w:rPr>
          </w:pPr>
          <w:r>
            <w:t>[Your Name]</w:t>
          </w:r>
        </w:p>
      </w:sdtContent>
    </w:sdt>
    <w:p w:rsidR="00A12DD8" w:rsidRPr="00CA3C23" w:rsidRDefault="004D5358">
      <w:pPr>
        <w:rPr>
          <w:rFonts w:cstheme="minorHAnsi"/>
          <w:sz w:val="24"/>
          <w:szCs w:val="24"/>
        </w:rPr>
      </w:pPr>
      <w:r w:rsidRPr="00CA3C23">
        <w:rPr>
          <w:rFonts w:cstheme="minorHAnsi"/>
          <w:sz w:val="24"/>
          <w:szCs w:val="24"/>
        </w:rPr>
        <w:t>Enclosure</w:t>
      </w:r>
    </w:p>
    <w:sectPr w:rsidR="00A12DD8" w:rsidRPr="00CA3C23" w:rsidSect="004A1D58">
      <w:headerReference w:type="default" r:id="rId7"/>
      <w:footerReference w:type="first" r:id="rId8"/>
      <w:pgSz w:w="12240" w:h="15840"/>
      <w:pgMar w:top="1350" w:right="990" w:bottom="1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844" w:rsidRDefault="00AD0844">
      <w:pPr>
        <w:spacing w:after="0" w:line="240" w:lineRule="auto"/>
      </w:pPr>
      <w:r>
        <w:separator/>
      </w:r>
    </w:p>
  </w:endnote>
  <w:endnote w:type="continuationSeparator" w:id="0">
    <w:p w:rsidR="00AD0844" w:rsidRDefault="00AD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889" w:rsidRDefault="00EA6889">
    <w:pPr>
      <w:pStyle w:val="Footer"/>
    </w:pPr>
    <w:r>
      <w:t>wordexceltemplates.com</w:t>
    </w:r>
  </w:p>
  <w:p w:rsidR="00DA63E3" w:rsidRDefault="00DA63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844" w:rsidRDefault="00AD0844">
      <w:pPr>
        <w:spacing w:after="0" w:line="240" w:lineRule="auto"/>
      </w:pPr>
      <w:r>
        <w:separator/>
      </w:r>
    </w:p>
  </w:footnote>
  <w:footnote w:type="continuationSeparator" w:id="0">
    <w:p w:rsidR="00AD0844" w:rsidRDefault="00AD0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164623866"/>
      <w:placeholder>
        <w:docPart w:val="9E1785D85021489085B66AE1C53D1A5C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A12DD8" w:rsidRDefault="004D5358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2059085851"/>
      <w:placeholder>
        <w:docPart w:val="ED91016A541D4FC5A9CAE20716FB4C4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A12DD8" w:rsidRDefault="004D5358">
        <w:pPr>
          <w:pStyle w:val="Header"/>
        </w:pPr>
        <w:r>
          <w:t>[Date]</w:t>
        </w:r>
      </w:p>
    </w:sdtContent>
  </w:sdt>
  <w:p w:rsidR="00A12DD8" w:rsidRDefault="004D535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A1D5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58"/>
    <w:rsid w:val="003E3041"/>
    <w:rsid w:val="00410619"/>
    <w:rsid w:val="004A1D58"/>
    <w:rsid w:val="004D5358"/>
    <w:rsid w:val="004E66C2"/>
    <w:rsid w:val="00524601"/>
    <w:rsid w:val="0054708F"/>
    <w:rsid w:val="00952A3F"/>
    <w:rsid w:val="00A12DD8"/>
    <w:rsid w:val="00AA1CA7"/>
    <w:rsid w:val="00AD0844"/>
    <w:rsid w:val="00BE23C3"/>
    <w:rsid w:val="00CA3C23"/>
    <w:rsid w:val="00D100A8"/>
    <w:rsid w:val="00DA63E3"/>
    <w:rsid w:val="00E30839"/>
    <w:rsid w:val="00EA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8C0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NoSpacing">
    <w:name w:val="No Spacing"/>
    <w:uiPriority w:val="1"/>
    <w:qFormat/>
    <w:pPr>
      <w:spacing w:after="0" w:line="240" w:lineRule="auto"/>
    </w:pPr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A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6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3E3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requesting%20genealogy%20records%20from%20librar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A5F5A57509428AB7B6AECF22CD4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D7744-123D-438B-A069-281B8A9D2189}"/>
      </w:docPartPr>
      <w:docPartBody>
        <w:p w:rsidR="007D42C2" w:rsidRDefault="005E2F50">
          <w:pPr>
            <w:pStyle w:val="92A5F5A57509428AB7B6AECF22CD4B37"/>
          </w:pPr>
          <w:r>
            <w:t>[Your Name]</w:t>
          </w:r>
        </w:p>
      </w:docPartBody>
    </w:docPart>
    <w:docPart>
      <w:docPartPr>
        <w:name w:val="22AB6D9823F74A60809798C168454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FCDEB-7342-4C30-81A2-9B40CC979A0B}"/>
      </w:docPartPr>
      <w:docPartBody>
        <w:p w:rsidR="007D42C2" w:rsidRDefault="005E2F50">
          <w:pPr>
            <w:pStyle w:val="22AB6D9823F74A60809798C168454E9F"/>
          </w:pPr>
          <w:r>
            <w:t>[Street Address]</w:t>
          </w:r>
        </w:p>
      </w:docPartBody>
    </w:docPart>
    <w:docPart>
      <w:docPartPr>
        <w:name w:val="B66CACBBA3CE42C79D4BBF25B773B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CCF03-8FC8-4BC3-9B32-9A25A9851C8A}"/>
      </w:docPartPr>
      <w:docPartBody>
        <w:p w:rsidR="007D42C2" w:rsidRDefault="005E2F50">
          <w:pPr>
            <w:pStyle w:val="B66CACBBA3CE42C79D4BBF25B773B1E8"/>
          </w:pPr>
          <w:r>
            <w:t>[City, ST ZIP Code]</w:t>
          </w:r>
        </w:p>
      </w:docPartBody>
    </w:docPart>
    <w:docPart>
      <w:docPartPr>
        <w:name w:val="ED91016A541D4FC5A9CAE20716FB4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4C729-5D60-4242-82F2-CEA7769AC6B0}"/>
      </w:docPartPr>
      <w:docPartBody>
        <w:p w:rsidR="007D42C2" w:rsidRDefault="005E2F50">
          <w:pPr>
            <w:pStyle w:val="ED91016A541D4FC5A9CAE20716FB4C41"/>
          </w:pPr>
          <w:r>
            <w:t>[Date]</w:t>
          </w:r>
        </w:p>
      </w:docPartBody>
    </w:docPart>
    <w:docPart>
      <w:docPartPr>
        <w:name w:val="5FCAEB0478C947C4B2835A4CF4CB7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54363-2E1A-4D7A-92F4-F1C5D21214B5}"/>
      </w:docPartPr>
      <w:docPartBody>
        <w:p w:rsidR="007D42C2" w:rsidRDefault="005E2F50">
          <w:pPr>
            <w:pStyle w:val="5FCAEB0478C947C4B2835A4CF4CB76D6"/>
          </w:pPr>
          <w:r>
            <w:t>[Recipient Name]</w:t>
          </w:r>
        </w:p>
      </w:docPartBody>
    </w:docPart>
    <w:docPart>
      <w:docPartPr>
        <w:name w:val="F550E672993947C5AD3DA4DB534CA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28B92-8574-43D2-925C-8DCAABC7885C}"/>
      </w:docPartPr>
      <w:docPartBody>
        <w:p w:rsidR="007D42C2" w:rsidRDefault="005E2F50">
          <w:pPr>
            <w:pStyle w:val="F550E672993947C5AD3DA4DB534CA97A"/>
          </w:pPr>
          <w:r>
            <w:t>[Title]</w:t>
          </w:r>
        </w:p>
      </w:docPartBody>
    </w:docPart>
    <w:docPart>
      <w:docPartPr>
        <w:name w:val="9E1785D85021489085B66AE1C53D1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9398F-C88B-4282-91C7-1E0A26679B59}"/>
      </w:docPartPr>
      <w:docPartBody>
        <w:p w:rsidR="007D42C2" w:rsidRDefault="005E2F50">
          <w:pPr>
            <w:pStyle w:val="9E1785D85021489085B66AE1C53D1A5C"/>
          </w:pPr>
          <w:r>
            <w:t>[Library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50"/>
    <w:rsid w:val="002A2F43"/>
    <w:rsid w:val="003B1F62"/>
    <w:rsid w:val="00495F17"/>
    <w:rsid w:val="005E2F50"/>
    <w:rsid w:val="007D42C2"/>
    <w:rsid w:val="009E12D9"/>
    <w:rsid w:val="00AE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A5F5A57509428AB7B6AECF22CD4B37">
    <w:name w:val="92A5F5A57509428AB7B6AECF22CD4B37"/>
  </w:style>
  <w:style w:type="paragraph" w:customStyle="1" w:styleId="22AB6D9823F74A60809798C168454E9F">
    <w:name w:val="22AB6D9823F74A60809798C168454E9F"/>
  </w:style>
  <w:style w:type="paragraph" w:customStyle="1" w:styleId="B66CACBBA3CE42C79D4BBF25B773B1E8">
    <w:name w:val="B66CACBBA3CE42C79D4BBF25B773B1E8"/>
  </w:style>
  <w:style w:type="paragraph" w:customStyle="1" w:styleId="ED91016A541D4FC5A9CAE20716FB4C41">
    <w:name w:val="ED91016A541D4FC5A9CAE20716FB4C41"/>
  </w:style>
  <w:style w:type="paragraph" w:customStyle="1" w:styleId="5FCAEB0478C947C4B2835A4CF4CB76D6">
    <w:name w:val="5FCAEB0478C947C4B2835A4CF4CB76D6"/>
  </w:style>
  <w:style w:type="paragraph" w:customStyle="1" w:styleId="F550E672993947C5AD3DA4DB534CA97A">
    <w:name w:val="F550E672993947C5AD3DA4DB534CA97A"/>
  </w:style>
  <w:style w:type="paragraph" w:customStyle="1" w:styleId="9E1785D85021489085B66AE1C53D1A5C">
    <w:name w:val="9E1785D85021489085B66AE1C53D1A5C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BBFDEB775DF4FAB9A79F61E61AC8AEF">
    <w:name w:val="5BBFDEB775DF4FAB9A79F61E61AC8AEF"/>
  </w:style>
  <w:style w:type="paragraph" w:customStyle="1" w:styleId="C801B87F0A7B4AD8BE6C2C566CF42E57">
    <w:name w:val="C801B87F0A7B4AD8BE6C2C566CF42E57"/>
  </w:style>
  <w:style w:type="paragraph" w:customStyle="1" w:styleId="688D424D9A494A129A947D610302E19B">
    <w:name w:val="688D424D9A494A129A947D610302E19B"/>
  </w:style>
  <w:style w:type="paragraph" w:customStyle="1" w:styleId="959B0C8CE1DE44368038098184EBD540">
    <w:name w:val="959B0C8CE1DE44368038098184EBD540"/>
  </w:style>
  <w:style w:type="paragraph" w:customStyle="1" w:styleId="EE70A79211C044E48840D455EBD6C027">
    <w:name w:val="EE70A79211C044E48840D455EBD6C027"/>
  </w:style>
  <w:style w:type="paragraph" w:customStyle="1" w:styleId="022EA920BB5D43ECAF5B22D2C4315FB3">
    <w:name w:val="022EA920BB5D43ECAF5B22D2C4315FB3"/>
  </w:style>
  <w:style w:type="paragraph" w:customStyle="1" w:styleId="912856E79D0B4B49B72BB4B6B9CCFC51">
    <w:name w:val="912856E79D0B4B49B72BB4B6B9CCFC51"/>
  </w:style>
  <w:style w:type="paragraph" w:customStyle="1" w:styleId="84BFD52A852840089EED9C93E81079FA">
    <w:name w:val="84BFD52A852840089EED9C93E81079FA"/>
    <w:rsid w:val="007D42C2"/>
  </w:style>
  <w:style w:type="paragraph" w:customStyle="1" w:styleId="C7D1BE0B7DFE44EE8B610E98F42D5220">
    <w:name w:val="C7D1BE0B7DFE44EE8B610E98F42D5220"/>
    <w:rsid w:val="003B1F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FC7B461-D93E-4FCA-8E1B-9F8E1149F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requesting genealogy records from library.dotx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2018-01-30T09:53:00Z</dcterms:created>
  <dcterms:modified xsi:type="dcterms:W3CDTF">2018-01-30T10:08:00Z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TC034649639991</vt:lpwstr>
  </property>
</Properties>
</file>