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DD8" w:rsidRPr="00151F5E" w:rsidRDefault="00200F43" w:rsidP="00DA63E3">
      <w:pPr>
        <w:pStyle w:val="Address"/>
        <w:spacing w:line="48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Adney Adolf Aiken</w:t>
      </w:r>
      <w:bookmarkStart w:id="0" w:name="_GoBack"/>
      <w:bookmarkEnd w:id="0"/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ED91016A541D4FC5A9CAE20716FB4C41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A12DD8" w:rsidRPr="00151F5E" w:rsidRDefault="004D5358" w:rsidP="00DA63E3">
          <w:pPr>
            <w:pStyle w:val="Date"/>
            <w:spacing w:line="480" w:lineRule="auto"/>
            <w:rPr>
              <w:rFonts w:cstheme="minorHAnsi"/>
              <w:sz w:val="24"/>
              <w:szCs w:val="24"/>
            </w:rPr>
          </w:pPr>
          <w:r w:rsidRPr="00151F5E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378937380"/>
        <w:placeholder>
          <w:docPart w:val="5FCAEB0478C947C4B2835A4CF4CB76D6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A12DD8" w:rsidRPr="00151F5E" w:rsidRDefault="004D5358">
          <w:pPr>
            <w:pStyle w:val="Address"/>
            <w:rPr>
              <w:rFonts w:cstheme="minorHAnsi"/>
              <w:sz w:val="24"/>
              <w:szCs w:val="24"/>
            </w:rPr>
          </w:pPr>
          <w:r w:rsidRPr="00151F5E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A12DD8" w:rsidRPr="00151F5E" w:rsidRDefault="00F45ED4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F550E672993947C5AD3DA4DB534CA97A"/>
          </w:placeholder>
          <w:temporary/>
          <w:showingPlcHdr/>
          <w15:appearance w15:val="hidden"/>
        </w:sdtPr>
        <w:sdtEndPr/>
        <w:sdtContent>
          <w:r w:rsidR="004D5358" w:rsidRPr="00151F5E">
            <w:rPr>
              <w:rFonts w:cstheme="minorHAnsi"/>
              <w:sz w:val="24"/>
              <w:szCs w:val="24"/>
            </w:rPr>
            <w:t>[Title]</w:t>
          </w:r>
        </w:sdtContent>
      </w:sdt>
    </w:p>
    <w:p w:rsidR="00A12DD8" w:rsidRPr="00151F5E" w:rsidRDefault="00CA3C23">
      <w:pPr>
        <w:pStyle w:val="Address"/>
        <w:rPr>
          <w:rFonts w:cstheme="minorHAnsi"/>
          <w:sz w:val="24"/>
          <w:szCs w:val="24"/>
        </w:rPr>
      </w:pPr>
      <w:r w:rsidRPr="00151F5E">
        <w:rPr>
          <w:rFonts w:cstheme="minorHAnsi"/>
          <w:sz w:val="24"/>
          <w:szCs w:val="24"/>
        </w:rPr>
        <w:t>[Company Name]</w:t>
      </w:r>
    </w:p>
    <w:p w:rsidR="00A12DD8" w:rsidRPr="00151F5E" w:rsidRDefault="00F45ED4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22AB6D9823F74A60809798C168454E9F"/>
          </w:placeholder>
          <w:temporary/>
          <w:showingPlcHdr/>
          <w15:appearance w15:val="hidden"/>
        </w:sdtPr>
        <w:sdtEndPr/>
        <w:sdtContent>
          <w:r w:rsidR="004D5358" w:rsidRPr="00151F5E">
            <w:rPr>
              <w:rFonts w:cstheme="minorHAnsi"/>
              <w:sz w:val="24"/>
              <w:szCs w:val="24"/>
            </w:rPr>
            <w:t>[Street Address]</w:t>
          </w:r>
        </w:sdtContent>
      </w:sdt>
      <w:r w:rsidR="004A1D58" w:rsidRPr="00151F5E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B66CACBBA3CE42C79D4BBF25B773B1E8"/>
          </w:placeholder>
          <w:temporary/>
          <w:showingPlcHdr/>
          <w15:appearance w15:val="hidden"/>
        </w:sdtPr>
        <w:sdtEndPr/>
        <w:sdtContent>
          <w:r w:rsidR="004D5358" w:rsidRPr="00151F5E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A12DD8" w:rsidRPr="00151F5E" w:rsidRDefault="004D5358">
      <w:pPr>
        <w:pStyle w:val="Salutation"/>
        <w:rPr>
          <w:rFonts w:cstheme="minorHAnsi"/>
          <w:sz w:val="24"/>
          <w:szCs w:val="24"/>
        </w:rPr>
      </w:pPr>
      <w:r w:rsidRPr="00151F5E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231501734"/>
          <w:placeholder>
            <w:docPart w:val="5FCAEB0478C947C4B2835A4CF4CB76D6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151F5E">
            <w:rPr>
              <w:rFonts w:cstheme="minorHAnsi"/>
              <w:sz w:val="24"/>
              <w:szCs w:val="24"/>
            </w:rPr>
            <w:t>[Recipient Name]</w:t>
          </w:r>
        </w:sdtContent>
      </w:sdt>
      <w:r w:rsidRPr="00151F5E">
        <w:rPr>
          <w:rFonts w:cstheme="minorHAnsi"/>
          <w:sz w:val="24"/>
          <w:szCs w:val="24"/>
        </w:rPr>
        <w:t>:</w:t>
      </w:r>
    </w:p>
    <w:p w:rsidR="00151F5E" w:rsidRPr="00151F5E" w:rsidRDefault="00151F5E" w:rsidP="00151F5E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151F5E">
        <w:rPr>
          <w:rFonts w:eastAsia="Times New Roman" w:cstheme="minorHAnsi"/>
          <w:color w:val="333333"/>
          <w:spacing w:val="0"/>
          <w:sz w:val="24"/>
          <w:szCs w:val="24"/>
        </w:rPr>
        <w:t>Please accept this formal letter of resignation from the position of affiliate manager in the company [XYZ] effective one month from today. My last day here will be 20</w:t>
      </w:r>
      <w:r w:rsidRPr="00151F5E">
        <w:rPr>
          <w:rFonts w:eastAsia="Times New Roman" w:cstheme="minorHAnsi"/>
          <w:color w:val="333333"/>
          <w:spacing w:val="0"/>
          <w:sz w:val="24"/>
          <w:szCs w:val="24"/>
          <w:vertAlign w:val="superscript"/>
        </w:rPr>
        <w:t>th</w:t>
      </w:r>
      <w:r w:rsidRPr="00151F5E">
        <w:rPr>
          <w:rFonts w:eastAsia="Times New Roman" w:cstheme="minorHAnsi"/>
          <w:color w:val="333333"/>
          <w:spacing w:val="0"/>
          <w:sz w:val="24"/>
          <w:szCs w:val="24"/>
        </w:rPr>
        <w:t> September.</w:t>
      </w:r>
    </w:p>
    <w:p w:rsidR="00151F5E" w:rsidRPr="00151F5E" w:rsidRDefault="00151F5E" w:rsidP="00151F5E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151F5E">
        <w:rPr>
          <w:rFonts w:eastAsia="Times New Roman" w:cstheme="minorHAnsi"/>
          <w:color w:val="333333"/>
          <w:spacing w:val="0"/>
          <w:sz w:val="24"/>
          <w:szCs w:val="24"/>
        </w:rPr>
        <w:t>I have decided to accept the job offer from another company. Taking this decision was not easy for me. I could decide it after a much consideration. Think it is a new challenge in my life and I will be able to grow.</w:t>
      </w:r>
    </w:p>
    <w:p w:rsidR="00151F5E" w:rsidRPr="00151F5E" w:rsidRDefault="00151F5E" w:rsidP="00151F5E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151F5E">
        <w:rPr>
          <w:rFonts w:eastAsia="Times New Roman" w:cstheme="minorHAnsi"/>
          <w:color w:val="333333"/>
          <w:spacing w:val="0"/>
          <w:sz w:val="24"/>
          <w:szCs w:val="24"/>
        </w:rPr>
        <w:t>Working for your company is no doubt a wonderful experience. I feel honored for being a part of your skilled and professional team. I appreciate the opportunities provided to me during my job. I am very grateful to you for all this. I hope that we will stay in touch in future. I wish you and your company best of luck in future.</w:t>
      </w:r>
    </w:p>
    <w:p w:rsidR="00A12DD8" w:rsidRPr="00151F5E" w:rsidRDefault="004D5358">
      <w:pPr>
        <w:pStyle w:val="Closing"/>
        <w:rPr>
          <w:rFonts w:cstheme="minorHAnsi"/>
          <w:sz w:val="24"/>
          <w:szCs w:val="24"/>
        </w:rPr>
      </w:pPr>
      <w:r w:rsidRPr="00151F5E">
        <w:rPr>
          <w:rFonts w:cstheme="minorHAnsi"/>
          <w:sz w:val="24"/>
          <w:szCs w:val="24"/>
        </w:rPr>
        <w:t>Sincerely,</w:t>
      </w:r>
    </w:p>
    <w:sdt>
      <w:sdtPr>
        <w:rPr>
          <w:rFonts w:cstheme="minorHAnsi"/>
          <w:sz w:val="24"/>
          <w:szCs w:val="24"/>
        </w:rPr>
        <w:alias w:val="Your Name"/>
        <w:tag w:val="Your Name"/>
        <w:id w:val="-409692515"/>
        <w:placeholder>
          <w:docPart w:val="92A5F5A57509428AB7B6AECF22CD4B37"/>
        </w:placeholder>
        <w:showingPlcHdr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A12DD8" w:rsidRPr="00151F5E" w:rsidRDefault="00052B18">
          <w:pPr>
            <w:pStyle w:val="Signature"/>
            <w:rPr>
              <w:rFonts w:cstheme="minorHAnsi"/>
              <w:sz w:val="24"/>
              <w:szCs w:val="24"/>
            </w:rPr>
          </w:pPr>
          <w:r>
            <w:t>[Your Name]</w:t>
          </w:r>
        </w:p>
      </w:sdtContent>
    </w:sdt>
    <w:p w:rsidR="00A12DD8" w:rsidRPr="00151F5E" w:rsidRDefault="004D5358">
      <w:pPr>
        <w:rPr>
          <w:rFonts w:cstheme="minorHAnsi"/>
          <w:sz w:val="24"/>
          <w:szCs w:val="24"/>
        </w:rPr>
      </w:pPr>
      <w:r w:rsidRPr="00151F5E">
        <w:rPr>
          <w:rFonts w:cstheme="minorHAnsi"/>
          <w:sz w:val="24"/>
          <w:szCs w:val="24"/>
        </w:rPr>
        <w:t>Enclosure</w:t>
      </w:r>
    </w:p>
    <w:sectPr w:rsidR="00A12DD8" w:rsidRPr="00151F5E" w:rsidSect="004A1D58">
      <w:headerReference w:type="default" r:id="rId7"/>
      <w:footerReference w:type="first" r:id="rId8"/>
      <w:pgSz w:w="12240" w:h="15840"/>
      <w:pgMar w:top="1350" w:right="990" w:bottom="1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ED4" w:rsidRDefault="00F45ED4">
      <w:pPr>
        <w:spacing w:after="0" w:line="240" w:lineRule="auto"/>
      </w:pPr>
      <w:r>
        <w:separator/>
      </w:r>
    </w:p>
  </w:endnote>
  <w:endnote w:type="continuationSeparator" w:id="0">
    <w:p w:rsidR="00F45ED4" w:rsidRDefault="00F45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B18" w:rsidRDefault="00052B18">
    <w:pPr>
      <w:pStyle w:val="Footer"/>
    </w:pPr>
    <w:r>
      <w:t>wordexceltemplates.com</w:t>
    </w:r>
  </w:p>
  <w:p w:rsidR="00DA63E3" w:rsidRDefault="00DA63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ED4" w:rsidRDefault="00F45ED4">
      <w:pPr>
        <w:spacing w:after="0" w:line="240" w:lineRule="auto"/>
      </w:pPr>
      <w:r>
        <w:separator/>
      </w:r>
    </w:p>
  </w:footnote>
  <w:footnote w:type="continuationSeparator" w:id="0">
    <w:p w:rsidR="00F45ED4" w:rsidRDefault="00F45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1164623866"/>
      <w:placeholder>
        <w:docPart w:val="9E1785D85021489085B66AE1C53D1A5C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A12DD8" w:rsidRDefault="004D5358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2059085851"/>
      <w:placeholder>
        <w:docPart w:val="ED91016A541D4FC5A9CAE20716FB4C4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A12DD8" w:rsidRDefault="004D5358">
        <w:pPr>
          <w:pStyle w:val="Header"/>
        </w:pPr>
        <w:r>
          <w:t>[Date]</w:t>
        </w:r>
      </w:p>
    </w:sdtContent>
  </w:sdt>
  <w:p w:rsidR="00A12DD8" w:rsidRDefault="004D5358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A1D58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D58"/>
    <w:rsid w:val="00052B18"/>
    <w:rsid w:val="00151F5E"/>
    <w:rsid w:val="00200F43"/>
    <w:rsid w:val="003368B2"/>
    <w:rsid w:val="003E3041"/>
    <w:rsid w:val="00410619"/>
    <w:rsid w:val="0045374D"/>
    <w:rsid w:val="004A1D58"/>
    <w:rsid w:val="004D5358"/>
    <w:rsid w:val="004E66C2"/>
    <w:rsid w:val="00524601"/>
    <w:rsid w:val="0054708F"/>
    <w:rsid w:val="008B69C4"/>
    <w:rsid w:val="00952A3F"/>
    <w:rsid w:val="00A12DD8"/>
    <w:rsid w:val="00B5139F"/>
    <w:rsid w:val="00CA3C23"/>
    <w:rsid w:val="00D100A8"/>
    <w:rsid w:val="00D333DE"/>
    <w:rsid w:val="00D624F6"/>
    <w:rsid w:val="00DA63E3"/>
    <w:rsid w:val="00E30839"/>
    <w:rsid w:val="00F4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607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qFormat/>
    <w:pPr>
      <w:keepNext/>
      <w:spacing w:after="1000" w:line="240" w:lineRule="auto"/>
    </w:pPr>
  </w:style>
  <w:style w:type="paragraph" w:styleId="Signature">
    <w:name w:val="Signature"/>
    <w:basedOn w:val="Normal"/>
    <w:qFormat/>
    <w:pPr>
      <w:keepNext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paragraph" w:styleId="NoSpacing">
    <w:name w:val="No Spacing"/>
    <w:uiPriority w:val="1"/>
    <w:qFormat/>
    <w:pPr>
      <w:spacing w:after="0" w:line="240" w:lineRule="auto"/>
    </w:pPr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DA6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A63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3E3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4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requesting%20genealogy%20records%20from%20librar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2A5F5A57509428AB7B6AECF22CD4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D7744-123D-438B-A069-281B8A9D2189}"/>
      </w:docPartPr>
      <w:docPartBody>
        <w:p w:rsidR="007D42C2" w:rsidRDefault="005E2F50">
          <w:pPr>
            <w:pStyle w:val="92A5F5A57509428AB7B6AECF22CD4B37"/>
          </w:pPr>
          <w:r>
            <w:t>[Your Name]</w:t>
          </w:r>
        </w:p>
      </w:docPartBody>
    </w:docPart>
    <w:docPart>
      <w:docPartPr>
        <w:name w:val="22AB6D9823F74A60809798C168454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FCDEB-7342-4C30-81A2-9B40CC979A0B}"/>
      </w:docPartPr>
      <w:docPartBody>
        <w:p w:rsidR="007D42C2" w:rsidRDefault="005E2F50">
          <w:pPr>
            <w:pStyle w:val="22AB6D9823F74A60809798C168454E9F"/>
          </w:pPr>
          <w:r>
            <w:t>[Street Address]</w:t>
          </w:r>
        </w:p>
      </w:docPartBody>
    </w:docPart>
    <w:docPart>
      <w:docPartPr>
        <w:name w:val="B66CACBBA3CE42C79D4BBF25B773B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5CCF03-8FC8-4BC3-9B32-9A25A9851C8A}"/>
      </w:docPartPr>
      <w:docPartBody>
        <w:p w:rsidR="007D42C2" w:rsidRDefault="005E2F50">
          <w:pPr>
            <w:pStyle w:val="B66CACBBA3CE42C79D4BBF25B773B1E8"/>
          </w:pPr>
          <w:r>
            <w:t>[City, ST ZIP Code]</w:t>
          </w:r>
        </w:p>
      </w:docPartBody>
    </w:docPart>
    <w:docPart>
      <w:docPartPr>
        <w:name w:val="ED91016A541D4FC5A9CAE20716FB4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4C729-5D60-4242-82F2-CEA7769AC6B0}"/>
      </w:docPartPr>
      <w:docPartBody>
        <w:p w:rsidR="007D42C2" w:rsidRDefault="005E2F50">
          <w:pPr>
            <w:pStyle w:val="ED91016A541D4FC5A9CAE20716FB4C41"/>
          </w:pPr>
          <w:r>
            <w:t>[Date]</w:t>
          </w:r>
        </w:p>
      </w:docPartBody>
    </w:docPart>
    <w:docPart>
      <w:docPartPr>
        <w:name w:val="5FCAEB0478C947C4B2835A4CF4CB7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54363-2E1A-4D7A-92F4-F1C5D21214B5}"/>
      </w:docPartPr>
      <w:docPartBody>
        <w:p w:rsidR="007D42C2" w:rsidRDefault="005E2F50">
          <w:pPr>
            <w:pStyle w:val="5FCAEB0478C947C4B2835A4CF4CB76D6"/>
          </w:pPr>
          <w:r>
            <w:t>[Recipient Name]</w:t>
          </w:r>
        </w:p>
      </w:docPartBody>
    </w:docPart>
    <w:docPart>
      <w:docPartPr>
        <w:name w:val="F550E672993947C5AD3DA4DB534CA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28B92-8574-43D2-925C-8DCAABC7885C}"/>
      </w:docPartPr>
      <w:docPartBody>
        <w:p w:rsidR="007D42C2" w:rsidRDefault="005E2F50">
          <w:pPr>
            <w:pStyle w:val="F550E672993947C5AD3DA4DB534CA97A"/>
          </w:pPr>
          <w:r>
            <w:t>[Title]</w:t>
          </w:r>
        </w:p>
      </w:docPartBody>
    </w:docPart>
    <w:docPart>
      <w:docPartPr>
        <w:name w:val="9E1785D85021489085B66AE1C53D1A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9398F-C88B-4282-91C7-1E0A26679B59}"/>
      </w:docPartPr>
      <w:docPartBody>
        <w:p w:rsidR="007D42C2" w:rsidRDefault="005E2F50">
          <w:pPr>
            <w:pStyle w:val="9E1785D85021489085B66AE1C53D1A5C"/>
          </w:pPr>
          <w:r>
            <w:t>[Library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50"/>
    <w:rsid w:val="002E6EE6"/>
    <w:rsid w:val="00495F17"/>
    <w:rsid w:val="00580E1C"/>
    <w:rsid w:val="005E2F50"/>
    <w:rsid w:val="00710ECD"/>
    <w:rsid w:val="007D42C2"/>
    <w:rsid w:val="008C7DAA"/>
    <w:rsid w:val="009E12D9"/>
    <w:rsid w:val="00AE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A5F5A57509428AB7B6AECF22CD4B37">
    <w:name w:val="92A5F5A57509428AB7B6AECF22CD4B37"/>
  </w:style>
  <w:style w:type="paragraph" w:customStyle="1" w:styleId="22AB6D9823F74A60809798C168454E9F">
    <w:name w:val="22AB6D9823F74A60809798C168454E9F"/>
  </w:style>
  <w:style w:type="paragraph" w:customStyle="1" w:styleId="B66CACBBA3CE42C79D4BBF25B773B1E8">
    <w:name w:val="B66CACBBA3CE42C79D4BBF25B773B1E8"/>
  </w:style>
  <w:style w:type="paragraph" w:customStyle="1" w:styleId="ED91016A541D4FC5A9CAE20716FB4C41">
    <w:name w:val="ED91016A541D4FC5A9CAE20716FB4C41"/>
  </w:style>
  <w:style w:type="paragraph" w:customStyle="1" w:styleId="5FCAEB0478C947C4B2835A4CF4CB76D6">
    <w:name w:val="5FCAEB0478C947C4B2835A4CF4CB76D6"/>
  </w:style>
  <w:style w:type="paragraph" w:customStyle="1" w:styleId="F550E672993947C5AD3DA4DB534CA97A">
    <w:name w:val="F550E672993947C5AD3DA4DB534CA97A"/>
  </w:style>
  <w:style w:type="paragraph" w:customStyle="1" w:styleId="9E1785D85021489085B66AE1C53D1A5C">
    <w:name w:val="9E1785D85021489085B66AE1C53D1A5C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BBFDEB775DF4FAB9A79F61E61AC8AEF">
    <w:name w:val="5BBFDEB775DF4FAB9A79F61E61AC8AEF"/>
  </w:style>
  <w:style w:type="paragraph" w:customStyle="1" w:styleId="C801B87F0A7B4AD8BE6C2C566CF42E57">
    <w:name w:val="C801B87F0A7B4AD8BE6C2C566CF42E57"/>
  </w:style>
  <w:style w:type="paragraph" w:customStyle="1" w:styleId="688D424D9A494A129A947D610302E19B">
    <w:name w:val="688D424D9A494A129A947D610302E19B"/>
  </w:style>
  <w:style w:type="paragraph" w:customStyle="1" w:styleId="959B0C8CE1DE44368038098184EBD540">
    <w:name w:val="959B0C8CE1DE44368038098184EBD540"/>
  </w:style>
  <w:style w:type="paragraph" w:customStyle="1" w:styleId="EE70A79211C044E48840D455EBD6C027">
    <w:name w:val="EE70A79211C044E48840D455EBD6C027"/>
  </w:style>
  <w:style w:type="paragraph" w:customStyle="1" w:styleId="022EA920BB5D43ECAF5B22D2C4315FB3">
    <w:name w:val="022EA920BB5D43ECAF5B22D2C4315FB3"/>
  </w:style>
  <w:style w:type="paragraph" w:customStyle="1" w:styleId="912856E79D0B4B49B72BB4B6B9CCFC51">
    <w:name w:val="912856E79D0B4B49B72BB4B6B9CCFC51"/>
  </w:style>
  <w:style w:type="paragraph" w:customStyle="1" w:styleId="84BFD52A852840089EED9C93E81079FA">
    <w:name w:val="84BFD52A852840089EED9C93E81079FA"/>
    <w:rsid w:val="007D42C2"/>
  </w:style>
  <w:style w:type="paragraph" w:customStyle="1" w:styleId="319AF0C680004DE5A41CC85AFDC68D23">
    <w:name w:val="319AF0C680004DE5A41CC85AFDC68D23"/>
    <w:rsid w:val="002E6E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FC7B461-D93E-4FCA-8E1B-9F8E1149F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requesting genealogy records from library.dotx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2018-01-30T09:54:00Z</dcterms:created>
  <dcterms:modified xsi:type="dcterms:W3CDTF">2018-01-30T10:09:00Z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TC034649639991</vt:lpwstr>
  </property>
</Properties>
</file>