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48F" w:rsidRPr="00716275" w:rsidRDefault="005D348F" w:rsidP="005D348F">
      <w:pPr>
        <w:pStyle w:val="Title"/>
        <w:jc w:val="left"/>
      </w:pPr>
    </w:p>
    <w:p w:rsidR="00A267D5" w:rsidRPr="00716275" w:rsidRDefault="001F1107" w:rsidP="005D348F">
      <w:pPr>
        <w:pStyle w:val="Title"/>
        <w:jc w:val="both"/>
        <w:rPr>
          <w:color w:val="0070C0"/>
        </w:rPr>
      </w:pPr>
      <w:r w:rsidRPr="00716275">
        <w:rPr>
          <w:color w:val="0070C0"/>
          <w:sz w:val="32"/>
        </w:rPr>
        <w:t>Employee Performance Review</w:t>
      </w:r>
    </w:p>
    <w:tbl>
      <w:tblPr>
        <w:tblW w:w="4988" w:type="pct"/>
        <w:tblLayout w:type="fixed"/>
        <w:tblCellMar>
          <w:top w:w="115" w:type="dxa"/>
          <w:left w:w="0" w:type="dxa"/>
          <w:right w:w="0" w:type="dxa"/>
        </w:tblCellMar>
        <w:tblLook w:val="0000" w:firstRow="0" w:lastRow="0" w:firstColumn="0" w:lastColumn="0" w:noHBand="0" w:noVBand="0"/>
        <w:tblDescription w:val="Layout table"/>
      </w:tblPr>
      <w:tblGrid>
        <w:gridCol w:w="1961"/>
        <w:gridCol w:w="2827"/>
        <w:gridCol w:w="429"/>
        <w:gridCol w:w="1792"/>
        <w:gridCol w:w="2508"/>
      </w:tblGrid>
      <w:tr w:rsidR="006A50B0" w:rsidRPr="00716275" w:rsidTr="006A50B0">
        <w:tc>
          <w:tcPr>
            <w:tcW w:w="1961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Employee Name:</w:t>
            </w:r>
          </w:p>
        </w:tc>
        <w:tc>
          <w:tcPr>
            <w:tcW w:w="2827" w:type="dxa"/>
            <w:tcBorders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 w:rsidRPr="00716275">
              <w:t>[Employee Name]</w:t>
            </w:r>
          </w:p>
        </w:tc>
        <w:tc>
          <w:tcPr>
            <w:tcW w:w="429" w:type="dxa"/>
            <w:vAlign w:val="bottom"/>
          </w:tcPr>
          <w:p w:rsidR="006A50B0" w:rsidRPr="00716275" w:rsidRDefault="006A50B0" w:rsidP="006A50B0"/>
        </w:tc>
        <w:tc>
          <w:tcPr>
            <w:tcW w:w="1792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Employee ID: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 w:rsidRPr="00716275">
              <w:t>Period</w:t>
            </w:r>
          </w:p>
        </w:tc>
      </w:tr>
      <w:tr w:rsidR="006A50B0" w:rsidRPr="00716275" w:rsidTr="006A50B0">
        <w:tc>
          <w:tcPr>
            <w:tcW w:w="1961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Job Title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 w:rsidRPr="00716275">
              <w:t>Job Title</w:t>
            </w:r>
          </w:p>
        </w:tc>
        <w:tc>
          <w:tcPr>
            <w:tcW w:w="429" w:type="dxa"/>
            <w:vAlign w:val="bottom"/>
          </w:tcPr>
          <w:p w:rsidR="006A50B0" w:rsidRPr="00716275" w:rsidRDefault="006A50B0" w:rsidP="006A50B0"/>
        </w:tc>
        <w:tc>
          <w:tcPr>
            <w:tcW w:w="1792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Date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 w:rsidRPr="00716275">
              <w:t>ID</w:t>
            </w:r>
          </w:p>
        </w:tc>
      </w:tr>
      <w:tr w:rsidR="006A50B0" w:rsidRPr="00716275" w:rsidTr="006A50B0">
        <w:tc>
          <w:tcPr>
            <w:tcW w:w="1961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Department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>
              <w:t>[Department]</w:t>
            </w:r>
          </w:p>
        </w:tc>
        <w:tc>
          <w:tcPr>
            <w:tcW w:w="429" w:type="dxa"/>
            <w:vAlign w:val="bottom"/>
          </w:tcPr>
          <w:p w:rsidR="006A50B0" w:rsidRPr="00716275" w:rsidRDefault="006A50B0" w:rsidP="006A50B0"/>
        </w:tc>
        <w:tc>
          <w:tcPr>
            <w:tcW w:w="1792" w:type="dxa"/>
            <w:vAlign w:val="bottom"/>
          </w:tcPr>
          <w:p w:rsidR="006A50B0" w:rsidRPr="00716275" w:rsidRDefault="006A50B0" w:rsidP="006A50B0">
            <w:pPr>
              <w:rPr>
                <w:b/>
              </w:rPr>
            </w:pPr>
            <w:r w:rsidRPr="00716275">
              <w:rPr>
                <w:b/>
              </w:rPr>
              <w:t>Manager: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0B0" w:rsidRPr="00716275" w:rsidRDefault="006A50B0" w:rsidP="006A50B0">
            <w:r w:rsidRPr="00716275">
              <w:t>Date</w:t>
            </w:r>
          </w:p>
        </w:tc>
      </w:tr>
      <w:tr w:rsidR="00716275" w:rsidRPr="00716275" w:rsidTr="006A50B0">
        <w:tc>
          <w:tcPr>
            <w:tcW w:w="1961" w:type="dxa"/>
            <w:vAlign w:val="bottom"/>
          </w:tcPr>
          <w:p w:rsidR="00A267D5" w:rsidRPr="00716275" w:rsidRDefault="006A50B0">
            <w:r>
              <w:rPr>
                <w:b/>
              </w:rPr>
              <w:t>Review Period</w:t>
            </w:r>
          </w:p>
        </w:tc>
        <w:tc>
          <w:tcPr>
            <w:tcW w:w="2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7D5" w:rsidRPr="00716275" w:rsidRDefault="00A267D5"/>
        </w:tc>
        <w:tc>
          <w:tcPr>
            <w:tcW w:w="429" w:type="dxa"/>
            <w:vAlign w:val="bottom"/>
          </w:tcPr>
          <w:p w:rsidR="00A267D5" w:rsidRPr="00716275" w:rsidRDefault="00A267D5"/>
        </w:tc>
        <w:tc>
          <w:tcPr>
            <w:tcW w:w="1792" w:type="dxa"/>
            <w:vAlign w:val="bottom"/>
          </w:tcPr>
          <w:p w:rsidR="00A267D5" w:rsidRPr="00716275" w:rsidRDefault="006A50B0">
            <w:pPr>
              <w:rPr>
                <w:b/>
              </w:rPr>
            </w:pPr>
            <w:r>
              <w:rPr>
                <w:b/>
              </w:rPr>
              <w:t>To: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7D5" w:rsidRPr="00716275" w:rsidRDefault="00A267D5"/>
        </w:tc>
      </w:tr>
    </w:tbl>
    <w:p w:rsidR="00A267D5" w:rsidRPr="00716275" w:rsidRDefault="00DD2C28">
      <w:pPr>
        <w:pStyle w:val="Instructions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Analysis, </w:t>
      </w:r>
      <w:r w:rsidR="001F1107" w:rsidRPr="00716275">
        <w:rPr>
          <w:b/>
          <w:color w:val="0070C0"/>
          <w:sz w:val="28"/>
        </w:rPr>
        <w:t>Rating</w:t>
      </w:r>
      <w:r>
        <w:rPr>
          <w:b/>
          <w:color w:val="0070C0"/>
          <w:sz w:val="28"/>
        </w:rPr>
        <w:t xml:space="preserve"> &amp; Evaluation</w:t>
      </w:r>
    </w:p>
    <w:tbl>
      <w:tblPr>
        <w:tblW w:w="5099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70"/>
        <w:gridCol w:w="650"/>
        <w:gridCol w:w="1321"/>
        <w:gridCol w:w="1321"/>
        <w:gridCol w:w="1321"/>
        <w:gridCol w:w="1327"/>
        <w:gridCol w:w="9"/>
      </w:tblGrid>
      <w:tr w:rsidR="00716275" w:rsidRPr="00716275" w:rsidTr="00DD2C28">
        <w:trPr>
          <w:trHeight w:hRule="exact" w:val="312"/>
        </w:trPr>
        <w:tc>
          <w:tcPr>
            <w:tcW w:w="3110" w:type="dxa"/>
            <w:vAlign w:val="center"/>
          </w:tcPr>
          <w:p w:rsidR="001F1107" w:rsidRPr="00716275" w:rsidRDefault="001F1107" w:rsidP="00562A91"/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Heading3"/>
            </w:pPr>
            <w:r w:rsidRPr="00716275">
              <w:t>1 = Poor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Heading3"/>
            </w:pPr>
            <w:r w:rsidRPr="00716275">
              <w:t>2 = Fair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Heading3"/>
            </w:pPr>
            <w:r w:rsidRPr="00716275">
              <w:t>3 = Satisfactory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Heading3"/>
            </w:pPr>
            <w:r w:rsidRPr="00716275">
              <w:t>4 = Good</w:t>
            </w: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Heading3"/>
            </w:pPr>
            <w:r w:rsidRPr="00716275">
              <w:t>5 = Excellent</w:t>
            </w:r>
          </w:p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562A91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Job Knowledge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562A91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1F1107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Work Quality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1F1107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1F1107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Attendance/Punctuality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1F1107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1F1107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Initiative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1F1107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1F1107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Communication/Listening Skills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1F1107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1F1107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Dependability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1F1107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1F1107"/>
        </w:tc>
      </w:tr>
      <w:tr w:rsidR="00716275" w:rsidRPr="00716275" w:rsidTr="00DD2C28">
        <w:trPr>
          <w:trHeight w:hRule="exact" w:val="309"/>
        </w:trPr>
        <w:tc>
          <w:tcPr>
            <w:tcW w:w="3110" w:type="dxa"/>
            <w:vAlign w:val="center"/>
          </w:tcPr>
          <w:p w:rsidR="001F1107" w:rsidRPr="00716275" w:rsidRDefault="001F1107" w:rsidP="00562A91">
            <w:pPr>
              <w:pStyle w:val="Heading4"/>
              <w:rPr>
                <w:b w:val="0"/>
                <w:sz w:val="24"/>
              </w:rPr>
            </w:pPr>
            <w:r w:rsidRPr="00716275">
              <w:rPr>
                <w:b w:val="0"/>
                <w:sz w:val="20"/>
              </w:rPr>
              <w:t>Overall Rating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center"/>
          </w:tcPr>
          <w:p w:rsidR="001F1107" w:rsidRPr="00716275" w:rsidRDefault="001F1107" w:rsidP="00562A91">
            <w:pPr>
              <w:pStyle w:val="CheckBox"/>
              <w:rPr>
                <w:color w:val="auto"/>
              </w:rPr>
            </w:pPr>
          </w:p>
        </w:tc>
      </w:tr>
      <w:tr w:rsidR="00716275" w:rsidRPr="00716275" w:rsidTr="00DD2C28">
        <w:trPr>
          <w:trHeight w:hRule="exact" w:val="433"/>
        </w:trPr>
        <w:tc>
          <w:tcPr>
            <w:tcW w:w="9729" w:type="dxa"/>
            <w:gridSpan w:val="8"/>
            <w:vAlign w:val="center"/>
          </w:tcPr>
          <w:p w:rsidR="001F1107" w:rsidRPr="00716275" w:rsidRDefault="001F1107" w:rsidP="00562A91"/>
        </w:tc>
      </w:tr>
      <w:tr w:rsidR="00716275" w:rsidRPr="00716275" w:rsidTr="00DD2C28">
        <w:tblPrEx>
          <w:tblBorders>
            <w:insideV w:val="none" w:sz="0" w:space="0" w:color="auto"/>
          </w:tblBorders>
        </w:tblPrEx>
        <w:trPr>
          <w:gridAfter w:val="1"/>
          <w:wAfter w:w="9" w:type="dxa"/>
          <w:trHeight w:val="687"/>
        </w:trPr>
        <w:tc>
          <w:tcPr>
            <w:tcW w:w="3780" w:type="dxa"/>
            <w:gridSpan w:val="2"/>
          </w:tcPr>
          <w:p w:rsidR="00716275" w:rsidRPr="00716275" w:rsidRDefault="00716275" w:rsidP="00562A91">
            <w:pPr>
              <w:pStyle w:val="Heading5"/>
              <w:rPr>
                <w:color w:val="auto"/>
              </w:rPr>
            </w:pPr>
            <w:r w:rsidRPr="00716275">
              <w:rPr>
                <w:color w:val="auto"/>
              </w:rPr>
              <w:t>Additional Comments</w:t>
            </w:r>
          </w:p>
        </w:tc>
        <w:tc>
          <w:tcPr>
            <w:tcW w:w="5940" w:type="dxa"/>
            <w:gridSpan w:val="5"/>
          </w:tcPr>
          <w:p w:rsidR="00716275" w:rsidRPr="00716275" w:rsidRDefault="00716275" w:rsidP="00562A91"/>
        </w:tc>
      </w:tr>
      <w:tr w:rsidR="00716275" w:rsidRPr="00716275" w:rsidTr="00DD2C28">
        <w:tblPrEx>
          <w:tblBorders>
            <w:insideV w:val="none" w:sz="0" w:space="0" w:color="auto"/>
          </w:tblBorders>
        </w:tblPrEx>
        <w:trPr>
          <w:gridAfter w:val="1"/>
          <w:wAfter w:w="9" w:type="dxa"/>
          <w:trHeight w:val="864"/>
        </w:trPr>
        <w:tc>
          <w:tcPr>
            <w:tcW w:w="9720" w:type="dxa"/>
            <w:gridSpan w:val="7"/>
          </w:tcPr>
          <w:p w:rsidR="00716275" w:rsidRPr="00716275" w:rsidRDefault="00716275" w:rsidP="00562A91">
            <w:pPr>
              <w:pStyle w:val="Heading5"/>
              <w:rPr>
                <w:color w:val="auto"/>
              </w:rPr>
            </w:pPr>
            <w:r w:rsidRPr="00716275">
              <w:rPr>
                <w:color w:val="auto"/>
              </w:rPr>
              <w:t xml:space="preserve">Goals </w:t>
            </w:r>
          </w:p>
          <w:p w:rsidR="00716275" w:rsidRPr="00716275" w:rsidRDefault="00716275" w:rsidP="00562A91">
            <w:r w:rsidRPr="00716275">
              <w:t>(as agreed upon by employee and manager)</w:t>
            </w:r>
          </w:p>
        </w:tc>
      </w:tr>
    </w:tbl>
    <w:p w:rsidR="001F1107" w:rsidRPr="00716275" w:rsidRDefault="001F1107" w:rsidP="001F1107">
      <w:pPr>
        <w:pStyle w:val="Answer"/>
        <w:numPr>
          <w:ilvl w:val="0"/>
          <w:numId w:val="0"/>
        </w:numPr>
        <w:ind w:left="720"/>
      </w:pPr>
    </w:p>
    <w:p w:rsidR="00716275" w:rsidRPr="00716275" w:rsidRDefault="00716275" w:rsidP="00716275">
      <w:pPr>
        <w:pStyle w:val="Heading2"/>
        <w:rPr>
          <w:b/>
          <w:color w:val="0070C0"/>
          <w:sz w:val="28"/>
        </w:rPr>
      </w:pPr>
      <w:r w:rsidRPr="00716275">
        <w:rPr>
          <w:b/>
          <w:color w:val="0070C0"/>
          <w:sz w:val="28"/>
        </w:rPr>
        <w:t>Verification of Review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4001"/>
        <w:gridCol w:w="599"/>
        <w:gridCol w:w="2980"/>
      </w:tblGrid>
      <w:tr w:rsidR="00716275" w:rsidRPr="00716275" w:rsidTr="00562A91">
        <w:trPr>
          <w:trHeight w:val="534"/>
        </w:trPr>
        <w:tc>
          <w:tcPr>
            <w:tcW w:w="10811" w:type="dxa"/>
            <w:gridSpan w:val="4"/>
            <w:vAlign w:val="center"/>
          </w:tcPr>
          <w:p w:rsidR="00716275" w:rsidRPr="00716275" w:rsidRDefault="00716275" w:rsidP="00562A91">
            <w:pPr>
              <w:pStyle w:val="Italic"/>
            </w:pPr>
            <w:r w:rsidRPr="00716275">
              <w:t>By signing this form, you confirm that you have discussed this review in detail with your supervisor. Signing this form does not necessarily indicate that you agree with this evaluation.</w:t>
            </w:r>
          </w:p>
        </w:tc>
      </w:tr>
      <w:tr w:rsidR="00716275" w:rsidRPr="00716275" w:rsidTr="00562A91">
        <w:trPr>
          <w:trHeight w:val="403"/>
        </w:trPr>
        <w:tc>
          <w:tcPr>
            <w:tcW w:w="2221" w:type="dxa"/>
            <w:vAlign w:val="bottom"/>
          </w:tcPr>
          <w:p w:rsidR="00716275" w:rsidRPr="00716275" w:rsidRDefault="00716275" w:rsidP="00562A91">
            <w:r w:rsidRPr="00716275">
              <w:t>Employee Signature</w:t>
            </w:r>
          </w:p>
        </w:tc>
        <w:tc>
          <w:tcPr>
            <w:tcW w:w="4536" w:type="dxa"/>
            <w:vAlign w:val="bottom"/>
          </w:tcPr>
          <w:p w:rsidR="00716275" w:rsidRPr="00716275" w:rsidRDefault="00716275" w:rsidP="00562A91"/>
        </w:tc>
        <w:tc>
          <w:tcPr>
            <w:tcW w:w="676" w:type="dxa"/>
            <w:vAlign w:val="bottom"/>
          </w:tcPr>
          <w:p w:rsidR="00716275" w:rsidRPr="00716275" w:rsidRDefault="00716275" w:rsidP="00562A91">
            <w:r w:rsidRPr="00716275">
              <w:t>Date</w:t>
            </w:r>
          </w:p>
        </w:tc>
        <w:tc>
          <w:tcPr>
            <w:tcW w:w="3378" w:type="dxa"/>
            <w:vAlign w:val="bottom"/>
          </w:tcPr>
          <w:p w:rsidR="00716275" w:rsidRPr="00716275" w:rsidRDefault="00716275" w:rsidP="00562A91"/>
        </w:tc>
      </w:tr>
      <w:tr w:rsidR="00716275" w:rsidRPr="00716275" w:rsidTr="00562A91">
        <w:trPr>
          <w:trHeight w:val="403"/>
        </w:trPr>
        <w:tc>
          <w:tcPr>
            <w:tcW w:w="2221" w:type="dxa"/>
            <w:vAlign w:val="bottom"/>
          </w:tcPr>
          <w:p w:rsidR="00716275" w:rsidRPr="00716275" w:rsidRDefault="00716275" w:rsidP="00562A91">
            <w:r w:rsidRPr="00716275">
              <w:t>Manager Signature</w:t>
            </w:r>
          </w:p>
        </w:tc>
        <w:tc>
          <w:tcPr>
            <w:tcW w:w="4536" w:type="dxa"/>
            <w:vAlign w:val="bottom"/>
          </w:tcPr>
          <w:p w:rsidR="00716275" w:rsidRPr="00716275" w:rsidRDefault="00716275" w:rsidP="00562A91"/>
        </w:tc>
        <w:tc>
          <w:tcPr>
            <w:tcW w:w="676" w:type="dxa"/>
            <w:vAlign w:val="bottom"/>
          </w:tcPr>
          <w:p w:rsidR="00716275" w:rsidRPr="00716275" w:rsidRDefault="00716275" w:rsidP="00562A91">
            <w:r w:rsidRPr="00716275">
              <w:t>Date</w:t>
            </w:r>
          </w:p>
        </w:tc>
        <w:tc>
          <w:tcPr>
            <w:tcW w:w="3378" w:type="dxa"/>
            <w:vAlign w:val="bottom"/>
          </w:tcPr>
          <w:p w:rsidR="00716275" w:rsidRPr="00716275" w:rsidRDefault="00716275" w:rsidP="00562A91"/>
        </w:tc>
      </w:tr>
    </w:tbl>
    <w:p w:rsidR="00716275" w:rsidRPr="00716275" w:rsidRDefault="00716275" w:rsidP="00931B03">
      <w:pPr>
        <w:pStyle w:val="Answer"/>
        <w:numPr>
          <w:ilvl w:val="0"/>
          <w:numId w:val="0"/>
        </w:numPr>
      </w:pPr>
    </w:p>
    <w:sectPr w:rsidR="00716275" w:rsidRPr="00716275" w:rsidSect="00716275">
      <w:footerReference w:type="default" r:id="rId7"/>
      <w:pgSz w:w="12240" w:h="15840"/>
      <w:pgMar w:top="180" w:right="1440" w:bottom="720" w:left="1260" w:header="3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C70" w:rsidRDefault="00BD6C70">
      <w:pPr>
        <w:spacing w:line="240" w:lineRule="auto"/>
      </w:pPr>
      <w:r>
        <w:separator/>
      </w:r>
    </w:p>
  </w:endnote>
  <w:endnote w:type="continuationSeparator" w:id="0">
    <w:p w:rsidR="00BD6C70" w:rsidRDefault="00BD6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7D5" w:rsidRDefault="005D3159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D6C7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C70" w:rsidRDefault="00BD6C70">
      <w:pPr>
        <w:spacing w:line="240" w:lineRule="auto"/>
      </w:pPr>
      <w:r>
        <w:separator/>
      </w:r>
    </w:p>
  </w:footnote>
  <w:footnote w:type="continuationSeparator" w:id="0">
    <w:p w:rsidR="00BD6C70" w:rsidRDefault="00BD6C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D23048B"/>
    <w:multiLevelType w:val="hybridMultilevel"/>
    <w:tmpl w:val="5A12E1B8"/>
    <w:lvl w:ilvl="0" w:tplc="99BAFD8E">
      <w:start w:val="1"/>
      <w:numFmt w:val="decimal"/>
      <w:pStyle w:val="Ques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AF0901E">
      <w:start w:val="1"/>
      <w:numFmt w:val="lowerLetter"/>
      <w:pStyle w:val="Ans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07"/>
    <w:rsid w:val="001F1107"/>
    <w:rsid w:val="00295965"/>
    <w:rsid w:val="003C0CA0"/>
    <w:rsid w:val="005D3159"/>
    <w:rsid w:val="005D348F"/>
    <w:rsid w:val="006A50B0"/>
    <w:rsid w:val="00716275"/>
    <w:rsid w:val="00931B03"/>
    <w:rsid w:val="00A267D5"/>
    <w:rsid w:val="00BD6C70"/>
    <w:rsid w:val="00BE566F"/>
    <w:rsid w:val="00C70C08"/>
    <w:rsid w:val="00DD2C28"/>
    <w:rsid w:val="00E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29DD8"/>
  <w15:chartTrackingRefBased/>
  <w15:docId w15:val="{9C965E1C-6C1C-4A45-A8E3-F96269EF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5965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20" w:after="360"/>
      <w:jc w:val="center"/>
      <w:outlineLvl w:val="0"/>
    </w:pPr>
    <w:rPr>
      <w:rFonts w:asciiTheme="majorHAnsi" w:eastAsiaTheme="majorEastAsia" w:hAnsiTheme="majorHAnsi" w:cs="Times New Roman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4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F1107"/>
    <w:pPr>
      <w:spacing w:before="40" w:line="240" w:lineRule="auto"/>
      <w:jc w:val="center"/>
      <w:outlineLvl w:val="2"/>
    </w:pPr>
    <w:rPr>
      <w:rFonts w:eastAsia="Times New Roman" w:cs="Times New Roman"/>
      <w:sz w:val="16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1F1107"/>
    <w:pPr>
      <w:spacing w:before="40" w:line="240" w:lineRule="auto"/>
      <w:outlineLvl w:val="3"/>
    </w:pPr>
    <w:rPr>
      <w:rFonts w:eastAsia="Times New Roman" w:cs="Times New Roman"/>
      <w:b/>
      <w:sz w:val="16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48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F81BD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="Times New Roman"/>
      <w:b/>
      <w:bCs/>
      <w:sz w:val="28"/>
      <w:szCs w:val="28"/>
      <w:lang w:eastAsia="en-US"/>
    </w:rPr>
  </w:style>
  <w:style w:type="paragraph" w:customStyle="1" w:styleId="Question">
    <w:name w:val="Question"/>
    <w:basedOn w:val="Normal"/>
    <w:uiPriority w:val="3"/>
    <w:qFormat/>
    <w:rsid w:val="00295965"/>
    <w:pPr>
      <w:keepNext/>
      <w:numPr>
        <w:numId w:val="1"/>
      </w:numPr>
      <w:spacing w:before="480" w:after="120"/>
    </w:pPr>
    <w:rPr>
      <w:rFonts w:eastAsia="Times New Roman" w:cs="Times New Roman"/>
      <w:szCs w:val="24"/>
      <w:lang w:eastAsia="en-US"/>
    </w:rPr>
  </w:style>
  <w:style w:type="paragraph" w:customStyle="1" w:styleId="Answer">
    <w:name w:val="Answer"/>
    <w:basedOn w:val="Normal"/>
    <w:uiPriority w:val="4"/>
    <w:qFormat/>
    <w:rsid w:val="00295965"/>
    <w:pPr>
      <w:numPr>
        <w:ilvl w:val="1"/>
        <w:numId w:val="3"/>
      </w:numPr>
      <w:spacing w:after="120"/>
    </w:pPr>
    <w:rPr>
      <w:rFonts w:eastAsia="Century Gothic" w:cs="Times New Roman"/>
      <w:szCs w:val="22"/>
      <w:lang w:eastAsia="en-US"/>
    </w:rPr>
  </w:style>
  <w:style w:type="paragraph" w:customStyle="1" w:styleId="Instructions">
    <w:name w:val="Instructions"/>
    <w:basedOn w:val="Normal"/>
    <w:next w:val="Question"/>
    <w:uiPriority w:val="2"/>
    <w:qFormat/>
    <w:pPr>
      <w:pBdr>
        <w:bottom w:val="single" w:sz="4" w:space="3" w:color="auto"/>
      </w:pBdr>
      <w:spacing w:before="400" w:line="240" w:lineRule="auto"/>
    </w:pPr>
    <w:rPr>
      <w:rFonts w:eastAsia="Times New Roman" w:cs="Times New Roman"/>
      <w:i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1"/>
    <w:qFormat/>
    <w:pPr>
      <w:spacing w:before="120" w:after="360"/>
      <w:contextualSpacing/>
      <w:jc w:val="center"/>
    </w:pPr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Heading3Char">
    <w:name w:val="Heading 3 Char"/>
    <w:basedOn w:val="DefaultParagraphFont"/>
    <w:link w:val="Heading3"/>
    <w:rsid w:val="001F1107"/>
    <w:rPr>
      <w:rFonts w:eastAsia="Times New Roman" w:cs="Times New Roman"/>
      <w:sz w:val="16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1F1107"/>
    <w:rPr>
      <w:rFonts w:eastAsia="Times New Roman" w:cs="Times New Roman"/>
      <w:b/>
      <w:sz w:val="16"/>
      <w:szCs w:val="24"/>
      <w:lang w:eastAsia="en-US"/>
    </w:rPr>
  </w:style>
  <w:style w:type="paragraph" w:customStyle="1" w:styleId="CheckBox">
    <w:name w:val="Check Box"/>
    <w:basedOn w:val="Normal"/>
    <w:link w:val="CheckBoxChar"/>
    <w:unhideWhenUsed/>
    <w:qFormat/>
    <w:rsid w:val="001F1107"/>
    <w:pPr>
      <w:spacing w:before="40" w:line="240" w:lineRule="auto"/>
      <w:jc w:val="center"/>
    </w:pPr>
    <w:rPr>
      <w:rFonts w:eastAsia="Times New Roman" w:cs="Times New Roman"/>
      <w:color w:val="999999"/>
      <w:sz w:val="16"/>
      <w:szCs w:val="24"/>
      <w:lang w:eastAsia="en-US"/>
    </w:rPr>
  </w:style>
  <w:style w:type="character" w:customStyle="1" w:styleId="CheckBoxChar">
    <w:name w:val="Check Box Char"/>
    <w:basedOn w:val="DefaultParagraphFont"/>
    <w:link w:val="CheckBox"/>
    <w:rsid w:val="001F1107"/>
    <w:rPr>
      <w:rFonts w:eastAsia="Times New Roman" w:cs="Times New Roman"/>
      <w:color w:val="999999"/>
      <w:sz w:val="16"/>
      <w:szCs w:val="24"/>
      <w:lang w:eastAsia="en-US"/>
    </w:rPr>
  </w:style>
  <w:style w:type="paragraph" w:customStyle="1" w:styleId="Italic">
    <w:name w:val="Italic"/>
    <w:basedOn w:val="Heading4"/>
    <w:qFormat/>
    <w:rsid w:val="001F1107"/>
    <w:rPr>
      <w:b w:val="0"/>
      <w:i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4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48F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ultiple-choice%20test%20or%20survey%20(3-answer)(3).dotx" TargetMode="External"/></Relationships>
</file>

<file path=word/theme/theme1.xml><?xml version="1.0" encoding="utf-8"?>
<a:theme xmlns:a="http://schemas.openxmlformats.org/drawingml/2006/main" name="Multiple Ch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Multiple-choice test or survey (3-answer)(3).dotx</Template>
  <TotalTime>21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Verification of Review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</cp:revision>
  <dcterms:created xsi:type="dcterms:W3CDTF">2018-01-30T11:47:00Z</dcterms:created>
  <dcterms:modified xsi:type="dcterms:W3CDTF">2018-01-30T12:11:00Z</dcterms:modified>
</cp:coreProperties>
</file>