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91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9991"/>
      </w:tblGrid>
      <w:tr w:rsidR="00C9134C" w:rsidRPr="00F94D66" w:rsidTr="007C61E6">
        <w:trPr>
          <w:trHeight w:val="789"/>
        </w:trPr>
        <w:tc>
          <w:tcPr>
            <w:tcW w:w="9991" w:type="dxa"/>
            <w:tcBorders>
              <w:bottom w:val="single" w:sz="8" w:space="0" w:color="CCCCCC" w:themeColor="background2"/>
            </w:tcBorders>
          </w:tcPr>
          <w:p w:rsidR="00756B5A" w:rsidRPr="00F94D66" w:rsidRDefault="00E308E9">
            <w:pPr>
              <w:pStyle w:val="CompanyName"/>
              <w:rPr>
                <w:rFonts w:ascii="Calibri" w:hAnsi="Calibri" w:cs="Calibri"/>
                <w:color w:val="auto"/>
              </w:rPr>
            </w:pPr>
            <w:sdt>
              <w:sdtPr>
                <w:rPr>
                  <w:rFonts w:ascii="Calibri" w:hAnsi="Calibri" w:cs="Calibri"/>
                  <w:color w:val="auto"/>
                </w:rPr>
                <w:alias w:val="Name"/>
                <w:tag w:val=""/>
                <w:id w:val="1599831477"/>
                <w:placeholder>
                  <w:docPart w:val="3C0C284A225349CEB7774D5995864611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F94D66">
                  <w:rPr>
                    <w:rFonts w:ascii="Calibri" w:hAnsi="Calibri" w:cs="Calibri"/>
                    <w:color w:val="auto"/>
                  </w:rPr>
                  <w:t>Company Name</w:t>
                </w:r>
              </w:sdtContent>
            </w:sdt>
          </w:p>
        </w:tc>
      </w:tr>
      <w:tr w:rsidR="00C9134C" w:rsidRPr="00F94D66" w:rsidTr="007C61E6">
        <w:trPr>
          <w:trHeight w:hRule="exact" w:val="891"/>
        </w:trPr>
        <w:tc>
          <w:tcPr>
            <w:tcW w:w="9991" w:type="dxa"/>
            <w:tcBorders>
              <w:top w:val="single" w:sz="8" w:space="0" w:color="CCCCCC" w:themeColor="background2"/>
              <w:bottom w:val="nil"/>
            </w:tcBorders>
          </w:tcPr>
          <w:p w:rsidR="00756B5A" w:rsidRPr="00F94D66" w:rsidRDefault="00756B5A">
            <w:pPr>
              <w:pStyle w:val="Header"/>
              <w:rPr>
                <w:rFonts w:ascii="Calibri" w:hAnsi="Calibri" w:cs="Calibri"/>
                <w:color w:val="auto"/>
              </w:rPr>
            </w:pPr>
          </w:p>
        </w:tc>
      </w:tr>
    </w:tbl>
    <w:p w:rsidR="00756B5A" w:rsidRPr="00F94D66" w:rsidRDefault="009D5D0E">
      <w:pPr>
        <w:pStyle w:val="Heading1"/>
        <w:rPr>
          <w:rFonts w:ascii="Calibri" w:hAnsi="Calibri" w:cs="Calibri"/>
          <w:color w:val="auto"/>
        </w:rPr>
      </w:pPr>
      <w:r w:rsidRPr="00F94D66">
        <w:rPr>
          <w:rFonts w:ascii="Calibri" w:hAnsi="Calibri" w:cs="Calibri"/>
          <w:color w:val="auto"/>
        </w:rPr>
        <w:t>Leave Request</w:t>
      </w:r>
    </w:p>
    <w:p w:rsidR="00756B5A" w:rsidRPr="00F94D66" w:rsidRDefault="008678F9">
      <w:pPr>
        <w:pStyle w:val="ContactInfo"/>
        <w:rPr>
          <w:rFonts w:ascii="Calibri" w:hAnsi="Calibri" w:cs="Calibri"/>
          <w:color w:val="auto"/>
        </w:rPr>
      </w:pPr>
      <w:r w:rsidRPr="00F94D66">
        <w:rPr>
          <w:rFonts w:ascii="Calibri" w:hAnsi="Calibri" w:cs="Calibri"/>
          <w:color w:val="auto"/>
        </w:rPr>
        <w:t xml:space="preserve">To: </w:t>
      </w:r>
      <w:sdt>
        <w:sdtPr>
          <w:rPr>
            <w:rFonts w:ascii="Calibri" w:hAnsi="Calibri" w:cs="Calibri"/>
            <w:color w:val="auto"/>
          </w:rPr>
          <w:id w:val="305602035"/>
          <w:placeholder>
            <w:docPart w:val="FE7441C1D58C4D1393BBE183DB08D5C2"/>
          </w:placeholder>
          <w:temporary/>
          <w:showingPlcHdr/>
          <w15:appearance w15:val="hidden"/>
        </w:sdtPr>
        <w:sdtEndPr/>
        <w:sdtContent>
          <w:r w:rsidRPr="00F94D66">
            <w:rPr>
              <w:rFonts w:ascii="Calibri" w:hAnsi="Calibri" w:cs="Calibri"/>
              <w:color w:val="auto"/>
            </w:rPr>
            <w:t>Recipient Name</w:t>
          </w:r>
        </w:sdtContent>
      </w:sdt>
    </w:p>
    <w:p w:rsidR="00756B5A" w:rsidRPr="00F94D66" w:rsidRDefault="008678F9">
      <w:pPr>
        <w:pStyle w:val="ContactInfo"/>
        <w:rPr>
          <w:rFonts w:ascii="Calibri" w:hAnsi="Calibri" w:cs="Calibri"/>
          <w:color w:val="auto"/>
        </w:rPr>
      </w:pPr>
      <w:r w:rsidRPr="00F94D66">
        <w:rPr>
          <w:rFonts w:ascii="Calibri" w:hAnsi="Calibri" w:cs="Calibri"/>
          <w:color w:val="auto"/>
        </w:rPr>
        <w:t xml:space="preserve">From: </w:t>
      </w:r>
      <w:sdt>
        <w:sdtPr>
          <w:rPr>
            <w:rFonts w:ascii="Calibri" w:hAnsi="Calibri" w:cs="Calibri"/>
            <w:color w:val="auto"/>
          </w:rPr>
          <w:id w:val="-1177721877"/>
          <w:placeholder>
            <w:docPart w:val="6C181487A3BB4433BD8B5FFEFE442D17"/>
          </w:placeholder>
          <w:temporary/>
          <w:showingPlcHdr/>
          <w15:appearance w15:val="hidden"/>
        </w:sdtPr>
        <w:sdtEndPr/>
        <w:sdtContent>
          <w:r w:rsidRPr="00F94D66">
            <w:rPr>
              <w:rFonts w:ascii="Calibri" w:hAnsi="Calibri" w:cs="Calibri"/>
              <w:color w:val="auto"/>
            </w:rPr>
            <w:t>Your Name</w:t>
          </w:r>
        </w:sdtContent>
      </w:sdt>
    </w:p>
    <w:p w:rsidR="00C9134C" w:rsidRPr="00F94D66" w:rsidRDefault="00C9134C" w:rsidP="00C9134C">
      <w:pPr>
        <w:rPr>
          <w:rFonts w:ascii="Calibri" w:hAnsi="Calibri" w:cs="Calibri"/>
        </w:rPr>
      </w:pPr>
      <w:r w:rsidRPr="00F94D66">
        <w:rPr>
          <w:rFonts w:ascii="Calibri" w:hAnsi="Calibri" w:cs="Calibri"/>
          <w:b/>
        </w:rPr>
        <w:t>SUBJECT:</w:t>
      </w:r>
      <w:r w:rsidRPr="00F94D66">
        <w:rPr>
          <w:rFonts w:ascii="Calibri" w:hAnsi="Calibri" w:cs="Calibri"/>
        </w:rPr>
        <w:t xml:space="preserve"> Leave Application</w:t>
      </w:r>
    </w:p>
    <w:p w:rsidR="00F94D66" w:rsidRPr="00F94D66" w:rsidRDefault="00F94D66" w:rsidP="00F94D66">
      <w:pPr>
        <w:pStyle w:val="NormalWeb"/>
        <w:rPr>
          <w:rFonts w:ascii="Calibri" w:hAnsi="Calibri" w:cs="Calibri"/>
          <w:color w:val="333333"/>
        </w:rPr>
      </w:pPr>
      <w:r w:rsidRPr="00F94D66">
        <w:rPr>
          <w:rFonts w:ascii="Calibri" w:hAnsi="Calibri" w:cs="Calibri"/>
          <w:color w:val="333333"/>
        </w:rPr>
        <w:t>I am writing to request a leave of an absence from the office from May 12 to June 3, 2018.</w:t>
      </w:r>
    </w:p>
    <w:p w:rsidR="00F94D66" w:rsidRPr="00F94D66" w:rsidRDefault="00F94D66" w:rsidP="00F94D66">
      <w:pPr>
        <w:pStyle w:val="NormalWeb"/>
        <w:rPr>
          <w:rFonts w:ascii="Calibri" w:hAnsi="Calibri" w:cs="Calibri"/>
          <w:color w:val="333333"/>
        </w:rPr>
      </w:pPr>
      <w:r w:rsidRPr="00F94D66">
        <w:rPr>
          <w:rFonts w:ascii="Calibri" w:hAnsi="Calibri" w:cs="Calibri"/>
          <w:color w:val="333333"/>
        </w:rPr>
        <w:t>I am working with your organization for the last three years and in this time, span I had never taken an off from my work. I know that it’s the policy of a company that we can take a formal leave of only two weeks in one go.</w:t>
      </w:r>
      <w:bookmarkStart w:id="0" w:name="_GoBack"/>
      <w:bookmarkEnd w:id="0"/>
    </w:p>
    <w:p w:rsidR="00F94D66" w:rsidRPr="00F94D66" w:rsidRDefault="00F94D66" w:rsidP="00F94D66">
      <w:pPr>
        <w:pStyle w:val="NormalWeb"/>
        <w:rPr>
          <w:rFonts w:ascii="Calibri" w:hAnsi="Calibri" w:cs="Calibri"/>
          <w:color w:val="333333"/>
        </w:rPr>
      </w:pPr>
      <w:r w:rsidRPr="00F94D66">
        <w:rPr>
          <w:rFonts w:ascii="Calibri" w:hAnsi="Calibri" w:cs="Calibri"/>
          <w:color w:val="333333"/>
        </w:rPr>
        <w:t>I request you to give me an approval for this. As doing this favor can help me to give some precious time to my family that is being ignored lately.</w:t>
      </w:r>
    </w:p>
    <w:p w:rsidR="00F94D66" w:rsidRPr="00F94D66" w:rsidRDefault="00F94D66" w:rsidP="00F94D66">
      <w:pPr>
        <w:pStyle w:val="NormalWeb"/>
        <w:rPr>
          <w:rFonts w:ascii="Calibri" w:hAnsi="Calibri" w:cs="Calibri"/>
          <w:color w:val="333333"/>
        </w:rPr>
      </w:pPr>
      <w:r w:rsidRPr="00F94D66">
        <w:rPr>
          <w:rFonts w:ascii="Calibri" w:hAnsi="Calibri" w:cs="Calibri"/>
          <w:color w:val="333333"/>
        </w:rPr>
        <w:t>All my tasks are up to date. Mr. John would work as a temporary replacement for me if needed as I have guided and trained him. I would also be available for any assistance if required, while I am not here.</w:t>
      </w:r>
    </w:p>
    <w:p w:rsidR="00F94D66" w:rsidRPr="00F94D66" w:rsidRDefault="00F94D66" w:rsidP="00F94D66">
      <w:pPr>
        <w:pStyle w:val="NormalWeb"/>
        <w:rPr>
          <w:rFonts w:ascii="Calibri" w:hAnsi="Calibri" w:cs="Calibri"/>
          <w:color w:val="333333"/>
        </w:rPr>
      </w:pPr>
      <w:r w:rsidRPr="00F94D66">
        <w:rPr>
          <w:rFonts w:ascii="Calibri" w:hAnsi="Calibri" w:cs="Calibri"/>
          <w:color w:val="333333"/>
        </w:rPr>
        <w:t>Please consider my request. I look forward to your response. Kindly let me know if you need any other information.</w:t>
      </w:r>
    </w:p>
    <w:p w:rsidR="00F94D66" w:rsidRPr="00F94D66" w:rsidRDefault="00F94D66" w:rsidP="00F94D66">
      <w:pPr>
        <w:pStyle w:val="NormalWeb"/>
        <w:rPr>
          <w:rFonts w:ascii="Calibri" w:hAnsi="Calibri" w:cs="Calibri"/>
          <w:color w:val="333333"/>
        </w:rPr>
      </w:pPr>
      <w:r w:rsidRPr="00F94D66">
        <w:rPr>
          <w:rFonts w:ascii="Calibri" w:hAnsi="Calibri" w:cs="Calibri"/>
          <w:color w:val="333333"/>
        </w:rPr>
        <w:t>Sincerely,</w:t>
      </w:r>
    </w:p>
    <w:p w:rsidR="00F94D66" w:rsidRPr="00F94D66" w:rsidRDefault="00F94D66" w:rsidP="00F94D66">
      <w:pPr>
        <w:spacing w:line="240" w:lineRule="auto"/>
        <w:rPr>
          <w:rFonts w:ascii="Calibri" w:hAnsi="Calibri" w:cs="Calibri"/>
        </w:rPr>
      </w:pPr>
      <w:r w:rsidRPr="00F94D66">
        <w:rPr>
          <w:rFonts w:ascii="Calibri" w:hAnsi="Calibri" w:cs="Calibri"/>
        </w:rPr>
        <w:t>ABC</w:t>
      </w:r>
    </w:p>
    <w:p w:rsidR="00F94D66" w:rsidRPr="00F94D66" w:rsidRDefault="00F94D66" w:rsidP="00F94D66">
      <w:pPr>
        <w:rPr>
          <w:rFonts w:ascii="Calibri" w:hAnsi="Calibri" w:cs="Calibri"/>
        </w:rPr>
      </w:pPr>
      <w:r w:rsidRPr="00F94D66">
        <w:rPr>
          <w:rFonts w:ascii="Calibri" w:hAnsi="Calibri" w:cs="Calibri"/>
        </w:rPr>
        <w:t>Email. abcd@gmail.com</w:t>
      </w:r>
    </w:p>
    <w:p w:rsidR="008678F9" w:rsidRPr="00F94D66" w:rsidRDefault="008678F9" w:rsidP="00C9134C">
      <w:pPr>
        <w:rPr>
          <w:rFonts w:ascii="Calibri" w:hAnsi="Calibri" w:cs="Calibri"/>
        </w:rPr>
      </w:pPr>
    </w:p>
    <w:sectPr w:rsidR="008678F9" w:rsidRPr="00F94D66" w:rsidSect="00C62E1F">
      <w:headerReference w:type="default" r:id="rId6"/>
      <w:footerReference w:type="default" r:id="rId7"/>
      <w:footerReference w:type="first" r:id="rId8"/>
      <w:pgSz w:w="12240" w:h="15840"/>
      <w:pgMar w:top="1080" w:right="117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8E9" w:rsidRDefault="00E308E9">
      <w:pPr>
        <w:spacing w:after="0" w:line="240" w:lineRule="auto"/>
      </w:pPr>
      <w:r>
        <w:separator/>
      </w:r>
    </w:p>
  </w:endnote>
  <w:endnote w:type="continuationSeparator" w:id="0">
    <w:p w:rsidR="00E308E9" w:rsidRDefault="00E3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3037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BA60210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A30" w:rsidRPr="00410A30" w:rsidRDefault="00410A30">
    <w:pPr>
      <w:pStyle w:val="Footer"/>
      <w:rPr>
        <w:color w:val="auto"/>
      </w:rPr>
    </w:pPr>
    <w:r w:rsidRPr="00410A30">
      <w:rPr>
        <w:caps w:val="0"/>
        <w:color w:val="auto"/>
      </w:rPr>
      <w:t>wordexceltemplates.com</w:t>
    </w:r>
  </w:p>
  <w:p w:rsidR="00410A30" w:rsidRDefault="00410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8E9" w:rsidRDefault="00E308E9">
      <w:pPr>
        <w:spacing w:after="0" w:line="240" w:lineRule="auto"/>
      </w:pPr>
      <w:r>
        <w:separator/>
      </w:r>
    </w:p>
  </w:footnote>
  <w:footnote w:type="continuationSeparator" w:id="0">
    <w:p w:rsidR="00E308E9" w:rsidRDefault="00E3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2C249B98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E6"/>
    <w:rsid w:val="00410A30"/>
    <w:rsid w:val="00756B5A"/>
    <w:rsid w:val="007C61E6"/>
    <w:rsid w:val="008678F9"/>
    <w:rsid w:val="009D5D0E"/>
    <w:rsid w:val="00A6116B"/>
    <w:rsid w:val="00B9061C"/>
    <w:rsid w:val="00C62E1F"/>
    <w:rsid w:val="00C9134C"/>
    <w:rsid w:val="00E308E9"/>
    <w:rsid w:val="00F9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53997"/>
  <w15:chartTrackingRefBased/>
  <w15:docId w15:val="{F14536D7-8C1D-42AC-A4C1-B06D0597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unhideWhenUsed/>
    <w:rsid w:val="00C9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0C284A225349CEB7774D5995864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C1A70-3DC6-4E3F-B9A3-397AC4505507}"/>
      </w:docPartPr>
      <w:docPartBody>
        <w:p w:rsidR="006D2BD1" w:rsidRDefault="00C46DF0">
          <w:pPr>
            <w:pStyle w:val="3C0C284A225349CEB7774D5995864611"/>
          </w:pPr>
          <w:r>
            <w:t>Company Name</w:t>
          </w:r>
        </w:p>
      </w:docPartBody>
    </w:docPart>
    <w:docPart>
      <w:docPartPr>
        <w:name w:val="FE7441C1D58C4D1393BBE183DB08D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46E35-742D-47A1-9CCB-FBF99A6FC0CE}"/>
      </w:docPartPr>
      <w:docPartBody>
        <w:p w:rsidR="006D2BD1" w:rsidRDefault="00C46DF0">
          <w:pPr>
            <w:pStyle w:val="FE7441C1D58C4D1393BBE183DB08D5C2"/>
          </w:pPr>
          <w:r>
            <w:t>Recipient Name</w:t>
          </w:r>
        </w:p>
      </w:docPartBody>
    </w:docPart>
    <w:docPart>
      <w:docPartPr>
        <w:name w:val="6C181487A3BB4433BD8B5FFEFE442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AFEFB-7AC4-4BB0-916A-CFCCF3EA7AB9}"/>
      </w:docPartPr>
      <w:docPartBody>
        <w:p w:rsidR="006D2BD1" w:rsidRDefault="00C46DF0">
          <w:pPr>
            <w:pStyle w:val="6C181487A3BB4433BD8B5FFEFE442D17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F0"/>
    <w:rsid w:val="006D2BD1"/>
    <w:rsid w:val="008B3BCB"/>
    <w:rsid w:val="00945082"/>
    <w:rsid w:val="00C4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0C284A225349CEB7774D5995864611">
    <w:name w:val="3C0C284A225349CEB7774D5995864611"/>
  </w:style>
  <w:style w:type="paragraph" w:customStyle="1" w:styleId="ADFDC1B277E84CE2BBD3ABE221875B6E">
    <w:name w:val="ADFDC1B277E84CE2BBD3ABE221875B6E"/>
  </w:style>
  <w:style w:type="paragraph" w:customStyle="1" w:styleId="FE7441C1D58C4D1393BBE183DB08D5C2">
    <w:name w:val="FE7441C1D58C4D1393BBE183DB08D5C2"/>
  </w:style>
  <w:style w:type="paragraph" w:customStyle="1" w:styleId="6C181487A3BB4433BD8B5FFEFE442D17">
    <w:name w:val="6C181487A3BB4433BD8B5FFEFE442D17"/>
  </w:style>
  <w:style w:type="paragraph" w:customStyle="1" w:styleId="D5FBFC400D114A1DBDB05F58A78951B1">
    <w:name w:val="D5FBFC400D114A1DBDB05F58A78951B1"/>
  </w:style>
  <w:style w:type="paragraph" w:customStyle="1" w:styleId="73B39676FDBC4B4DAC16C16BBE36D691">
    <w:name w:val="73B39676FDBC4B4DAC16C16BBE36D691"/>
  </w:style>
  <w:style w:type="paragraph" w:customStyle="1" w:styleId="B26B087BA6B54BA1BD5918D0E4BB9972">
    <w:name w:val="B26B087BA6B54BA1BD5918D0E4BB9972"/>
  </w:style>
  <w:style w:type="paragraph" w:customStyle="1" w:styleId="F131180C325E492CBBCB0C093AD63B9E">
    <w:name w:val="F131180C325E492CBBCB0C093AD63B9E"/>
    <w:rsid w:val="006D2B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Leave Request</vt:lpstr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2018-01-30T09:19:00Z</dcterms:created>
  <dcterms:modified xsi:type="dcterms:W3CDTF">2018-01-30T09:19:00Z</dcterms:modified>
</cp:coreProperties>
</file>