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91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9991"/>
      </w:tblGrid>
      <w:tr w:rsidR="00C9134C" w:rsidRPr="00C9134C" w:rsidTr="007C61E6">
        <w:trPr>
          <w:trHeight w:val="789"/>
        </w:trPr>
        <w:tc>
          <w:tcPr>
            <w:tcW w:w="9991" w:type="dxa"/>
            <w:tcBorders>
              <w:bottom w:val="single" w:sz="8" w:space="0" w:color="CCCCCC" w:themeColor="background2"/>
            </w:tcBorders>
          </w:tcPr>
          <w:p w:rsidR="00756B5A" w:rsidRPr="00C9134C" w:rsidRDefault="00975B5B">
            <w:pPr>
              <w:pStyle w:val="CompanyName"/>
              <w:rPr>
                <w:rFonts w:asciiTheme="majorHAnsi" w:hAnsiTheme="majorHAnsi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alias w:val="Name"/>
                <w:tag w:val=""/>
                <w:id w:val="1599831477"/>
                <w:placeholder>
                  <w:docPart w:val="3C0C284A225349CEB7774D5995864611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C9134C">
                  <w:rPr>
                    <w:rFonts w:asciiTheme="majorHAnsi" w:hAnsiTheme="majorHAnsi" w:cstheme="majorHAnsi"/>
                    <w:color w:val="auto"/>
                  </w:rPr>
                  <w:t>Company Name</w:t>
                </w:r>
              </w:sdtContent>
            </w:sdt>
          </w:p>
        </w:tc>
      </w:tr>
      <w:tr w:rsidR="00C9134C" w:rsidRPr="00C9134C" w:rsidTr="007C61E6">
        <w:trPr>
          <w:trHeight w:hRule="exact" w:val="891"/>
        </w:trPr>
        <w:tc>
          <w:tcPr>
            <w:tcW w:w="9991" w:type="dxa"/>
            <w:tcBorders>
              <w:top w:val="single" w:sz="8" w:space="0" w:color="CCCCCC" w:themeColor="background2"/>
              <w:bottom w:val="nil"/>
            </w:tcBorders>
          </w:tcPr>
          <w:p w:rsidR="00756B5A" w:rsidRPr="00C9134C" w:rsidRDefault="00756B5A">
            <w:pPr>
              <w:pStyle w:val="Header"/>
              <w:rPr>
                <w:rFonts w:asciiTheme="majorHAnsi" w:hAnsiTheme="majorHAnsi" w:cstheme="majorHAnsi"/>
                <w:color w:val="auto"/>
              </w:rPr>
            </w:pPr>
          </w:p>
        </w:tc>
      </w:tr>
    </w:tbl>
    <w:p w:rsidR="00756B5A" w:rsidRPr="00C9134C" w:rsidRDefault="009D5D0E">
      <w:pPr>
        <w:pStyle w:val="Heading1"/>
        <w:rPr>
          <w:rFonts w:cstheme="majorHAnsi"/>
          <w:color w:val="auto"/>
        </w:rPr>
      </w:pPr>
      <w:r w:rsidRPr="00C9134C">
        <w:rPr>
          <w:rFonts w:cstheme="majorHAnsi"/>
          <w:color w:val="auto"/>
        </w:rPr>
        <w:t>Leave Request</w:t>
      </w:r>
    </w:p>
    <w:p w:rsidR="00756B5A" w:rsidRPr="00C9134C" w:rsidRDefault="008678F9">
      <w:pPr>
        <w:pStyle w:val="ContactInfo"/>
        <w:rPr>
          <w:rFonts w:asciiTheme="majorHAnsi" w:hAnsiTheme="majorHAnsi" w:cstheme="majorHAnsi"/>
          <w:color w:val="auto"/>
        </w:rPr>
      </w:pPr>
      <w:r w:rsidRPr="00C9134C">
        <w:rPr>
          <w:rFonts w:asciiTheme="majorHAnsi" w:hAnsiTheme="majorHAnsi" w:cstheme="majorHAnsi"/>
          <w:color w:val="auto"/>
        </w:rPr>
        <w:t xml:space="preserve">To: </w:t>
      </w:r>
      <w:sdt>
        <w:sdtPr>
          <w:rPr>
            <w:rFonts w:asciiTheme="majorHAnsi" w:hAnsiTheme="majorHAnsi" w:cstheme="majorHAnsi"/>
            <w:color w:val="auto"/>
          </w:rPr>
          <w:id w:val="305602035"/>
          <w:placeholder>
            <w:docPart w:val="FE7441C1D58C4D1393BBE183DB08D5C2"/>
          </w:placeholder>
          <w:temporary/>
          <w:showingPlcHdr/>
          <w15:appearance w15:val="hidden"/>
        </w:sdtPr>
        <w:sdtEndPr/>
        <w:sdtContent>
          <w:r w:rsidRPr="00C9134C">
            <w:rPr>
              <w:rFonts w:asciiTheme="majorHAnsi" w:hAnsiTheme="majorHAnsi" w:cstheme="majorHAnsi"/>
              <w:color w:val="auto"/>
            </w:rPr>
            <w:t>Recipient Name</w:t>
          </w:r>
        </w:sdtContent>
      </w:sdt>
    </w:p>
    <w:p w:rsidR="00756B5A" w:rsidRPr="00C9134C" w:rsidRDefault="008678F9">
      <w:pPr>
        <w:pStyle w:val="ContactInfo"/>
        <w:rPr>
          <w:rFonts w:asciiTheme="majorHAnsi" w:hAnsiTheme="majorHAnsi" w:cstheme="majorHAnsi"/>
          <w:color w:val="auto"/>
        </w:rPr>
      </w:pPr>
      <w:r w:rsidRPr="00C9134C">
        <w:rPr>
          <w:rFonts w:asciiTheme="majorHAnsi" w:hAnsiTheme="majorHAnsi" w:cstheme="majorHAnsi"/>
          <w:color w:val="auto"/>
        </w:rPr>
        <w:t xml:space="preserve">From: </w:t>
      </w:r>
      <w:sdt>
        <w:sdtPr>
          <w:rPr>
            <w:rFonts w:asciiTheme="majorHAnsi" w:hAnsiTheme="majorHAnsi" w:cstheme="majorHAnsi"/>
            <w:color w:val="auto"/>
          </w:rPr>
          <w:id w:val="-1177721877"/>
          <w:placeholder>
            <w:docPart w:val="6C181487A3BB4433BD8B5FFEFE442D17"/>
          </w:placeholder>
          <w:temporary/>
          <w:showingPlcHdr/>
          <w15:appearance w15:val="hidden"/>
        </w:sdtPr>
        <w:sdtEndPr/>
        <w:sdtContent>
          <w:r w:rsidRPr="00C9134C">
            <w:rPr>
              <w:rFonts w:asciiTheme="majorHAnsi" w:hAnsiTheme="majorHAnsi" w:cstheme="majorHAnsi"/>
              <w:color w:val="auto"/>
            </w:rPr>
            <w:t>Your Name</w:t>
          </w:r>
        </w:sdtContent>
      </w:sdt>
    </w:p>
    <w:p w:rsidR="00C9134C" w:rsidRPr="00C9134C" w:rsidRDefault="00C9134C" w:rsidP="00C9134C">
      <w:pPr>
        <w:rPr>
          <w:rFonts w:cs="Calibri"/>
        </w:rPr>
      </w:pPr>
      <w:r w:rsidRPr="00C9134C">
        <w:rPr>
          <w:rFonts w:cs="Calibri"/>
          <w:b/>
        </w:rPr>
        <w:t>SUBJECT:</w:t>
      </w:r>
      <w:r w:rsidRPr="00C9134C">
        <w:rPr>
          <w:rFonts w:cs="Calibri"/>
        </w:rPr>
        <w:t xml:space="preserve"> Leave Application</w:t>
      </w:r>
    </w:p>
    <w:p w:rsidR="00C9134C" w:rsidRPr="00C9134C" w:rsidRDefault="00C9134C" w:rsidP="00C9134C">
      <w:pPr>
        <w:rPr>
          <w:rFonts w:cs="Calibri"/>
        </w:rPr>
      </w:pPr>
      <w:bookmarkStart w:id="0" w:name="_GoBack"/>
      <w:bookmarkEnd w:id="0"/>
    </w:p>
    <w:p w:rsidR="00C9134C" w:rsidRPr="00C9134C" w:rsidRDefault="00C9134C" w:rsidP="00C9134C">
      <w:pPr>
        <w:pStyle w:val="NormalWeb"/>
        <w:rPr>
          <w:rFonts w:ascii="Calibri" w:hAnsi="Calibri" w:cs="Calibri"/>
          <w:shd w:val="clear" w:color="auto" w:fill="FFFFFF"/>
        </w:rPr>
      </w:pPr>
      <w:r w:rsidRPr="00C9134C">
        <w:rPr>
          <w:rFonts w:ascii="Calibri" w:hAnsi="Calibri" w:cs="Calibri"/>
          <w:shd w:val="clear" w:color="auto" w:fill="FFFFFF"/>
        </w:rPr>
        <w:t>Respected Sir/Madam [Name Here],</w:t>
      </w:r>
    </w:p>
    <w:p w:rsidR="00C9134C" w:rsidRPr="00C9134C" w:rsidRDefault="00C9134C" w:rsidP="00C9134C">
      <w:pPr>
        <w:pStyle w:val="NormalWeb"/>
        <w:rPr>
          <w:rFonts w:ascii="Calibri" w:hAnsi="Calibri" w:cs="Calibri"/>
        </w:rPr>
      </w:pPr>
      <w:r w:rsidRPr="00C9134C">
        <w:rPr>
          <w:rFonts w:ascii="Calibri" w:hAnsi="Calibri" w:cs="Calibri"/>
        </w:rPr>
        <w:t>I need a full day leave due to an emergency at home. I will be joining again and even will try to arrive after the situation is soothed.</w:t>
      </w:r>
    </w:p>
    <w:p w:rsidR="00C9134C" w:rsidRPr="00C9134C" w:rsidRDefault="00C9134C" w:rsidP="00C9134C">
      <w:pPr>
        <w:pStyle w:val="NormalWeb"/>
        <w:rPr>
          <w:rFonts w:ascii="Calibri" w:hAnsi="Calibri" w:cs="Calibri"/>
        </w:rPr>
      </w:pPr>
      <w:r w:rsidRPr="00C9134C">
        <w:rPr>
          <w:rFonts w:ascii="Calibri" w:hAnsi="Calibri" w:cs="Calibri"/>
        </w:rPr>
        <w:t>Sir/Madam, I require this leave due to the long-term disease of my [Insert Details] who is going to get operated soon. He/she has been admitted to [Name] international hospital for [Details].</w:t>
      </w:r>
    </w:p>
    <w:p w:rsidR="00C9134C" w:rsidRPr="00C9134C" w:rsidRDefault="00C9134C" w:rsidP="00C9134C">
      <w:pPr>
        <w:pStyle w:val="NormalWeb"/>
        <w:rPr>
          <w:rFonts w:ascii="Calibri" w:hAnsi="Calibri" w:cs="Calibri"/>
        </w:rPr>
      </w:pPr>
      <w:r w:rsidRPr="00C9134C">
        <w:rPr>
          <w:rFonts w:ascii="Calibri" w:hAnsi="Calibri" w:cs="Calibri"/>
        </w:rPr>
        <w:t>I need to stay with him/her in this situation as none of my ménage belongs to this country and we are living apart from our families. I am a responsible employee and never leave my office unless there is a dire emergency.</w:t>
      </w:r>
    </w:p>
    <w:p w:rsidR="00C9134C" w:rsidRPr="00C9134C" w:rsidRDefault="00C9134C" w:rsidP="00C9134C">
      <w:pPr>
        <w:pStyle w:val="NormalWeb"/>
        <w:rPr>
          <w:rFonts w:ascii="Calibri" w:hAnsi="Calibri" w:cs="Calibri"/>
        </w:rPr>
      </w:pPr>
      <w:r w:rsidRPr="00C9134C">
        <w:rPr>
          <w:rFonts w:ascii="Calibri" w:hAnsi="Calibri" w:cs="Calibri"/>
        </w:rPr>
        <w:t>According to my previous records which may be checked if needed, I have been keen and very particular with my professionalism and work and have never been informing with any complain issued regarding any of my discourses.</w:t>
      </w:r>
    </w:p>
    <w:p w:rsidR="00C9134C" w:rsidRPr="00C9134C" w:rsidRDefault="00C9134C" w:rsidP="00C9134C">
      <w:pPr>
        <w:pStyle w:val="NormalWeb"/>
        <w:rPr>
          <w:rFonts w:ascii="Calibri" w:hAnsi="Calibri" w:cs="Calibri"/>
        </w:rPr>
      </w:pPr>
      <w:r w:rsidRPr="00C9134C">
        <w:rPr>
          <w:rFonts w:ascii="Calibri" w:hAnsi="Calibri" w:cs="Calibri"/>
        </w:rPr>
        <w:t>Kindly grant me a leave for [X] day(s). I shall be grateful to you.</w:t>
      </w:r>
    </w:p>
    <w:p w:rsidR="00C9134C" w:rsidRPr="00C9134C" w:rsidRDefault="00C9134C" w:rsidP="00C9134C">
      <w:pPr>
        <w:rPr>
          <w:rFonts w:cs="Calibri"/>
        </w:rPr>
      </w:pPr>
    </w:p>
    <w:p w:rsidR="00C9134C" w:rsidRPr="00C9134C" w:rsidRDefault="00C9134C" w:rsidP="00C9134C">
      <w:pPr>
        <w:rPr>
          <w:rFonts w:cs="Calibri"/>
        </w:rPr>
      </w:pPr>
      <w:r w:rsidRPr="00C9134C">
        <w:rPr>
          <w:rFonts w:cs="Calibri"/>
        </w:rPr>
        <w:t>Thanks, in anticipation.</w:t>
      </w:r>
    </w:p>
    <w:p w:rsidR="00C9134C" w:rsidRPr="00C9134C" w:rsidRDefault="00C9134C" w:rsidP="00C9134C">
      <w:pPr>
        <w:rPr>
          <w:rFonts w:cs="Calibri"/>
        </w:rPr>
      </w:pPr>
    </w:p>
    <w:p w:rsidR="00C9134C" w:rsidRPr="00C9134C" w:rsidRDefault="00C9134C" w:rsidP="00C9134C">
      <w:pPr>
        <w:rPr>
          <w:rFonts w:cs="Calibri"/>
        </w:rPr>
      </w:pPr>
      <w:r w:rsidRPr="00C9134C">
        <w:rPr>
          <w:rFonts w:cs="Calibri"/>
        </w:rPr>
        <w:t>Your sincerely,</w:t>
      </w:r>
    </w:p>
    <w:p w:rsidR="008678F9" w:rsidRPr="00C9134C" w:rsidRDefault="008678F9" w:rsidP="00C9134C">
      <w:pPr>
        <w:rPr>
          <w:rFonts w:asciiTheme="majorHAnsi" w:hAnsiTheme="majorHAnsi" w:cstheme="majorHAnsi"/>
        </w:rPr>
      </w:pPr>
    </w:p>
    <w:sectPr w:rsidR="008678F9" w:rsidRPr="00C9134C" w:rsidSect="00C62E1F">
      <w:headerReference w:type="default" r:id="rId6"/>
      <w:footerReference w:type="default" r:id="rId7"/>
      <w:footerReference w:type="first" r:id="rId8"/>
      <w:pgSz w:w="12240" w:h="15840"/>
      <w:pgMar w:top="1080" w:right="117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B5B" w:rsidRDefault="00975B5B">
      <w:pPr>
        <w:spacing w:after="0" w:line="240" w:lineRule="auto"/>
      </w:pPr>
      <w:r>
        <w:separator/>
      </w:r>
    </w:p>
  </w:endnote>
  <w:endnote w:type="continuationSeparator" w:id="0">
    <w:p w:rsidR="00975B5B" w:rsidRDefault="0097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3037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BA60210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A30" w:rsidRPr="00410A30" w:rsidRDefault="00410A30">
    <w:pPr>
      <w:pStyle w:val="Footer"/>
      <w:rPr>
        <w:color w:val="auto"/>
      </w:rPr>
    </w:pPr>
    <w:r w:rsidRPr="00410A30">
      <w:rPr>
        <w:caps w:val="0"/>
        <w:color w:val="auto"/>
      </w:rPr>
      <w:t>wordexceltemplates.com</w:t>
    </w:r>
  </w:p>
  <w:p w:rsidR="00410A30" w:rsidRDefault="00410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B5B" w:rsidRDefault="00975B5B">
      <w:pPr>
        <w:spacing w:after="0" w:line="240" w:lineRule="auto"/>
      </w:pPr>
      <w:r>
        <w:separator/>
      </w:r>
    </w:p>
  </w:footnote>
  <w:footnote w:type="continuationSeparator" w:id="0">
    <w:p w:rsidR="00975B5B" w:rsidRDefault="0097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2C249B98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E6"/>
    <w:rsid w:val="00410A30"/>
    <w:rsid w:val="00756B5A"/>
    <w:rsid w:val="007C61E6"/>
    <w:rsid w:val="008678F9"/>
    <w:rsid w:val="00975B5B"/>
    <w:rsid w:val="009D5D0E"/>
    <w:rsid w:val="00A6116B"/>
    <w:rsid w:val="00B9061C"/>
    <w:rsid w:val="00C62E1F"/>
    <w:rsid w:val="00C9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4536D7-8C1D-42AC-A4C1-B06D0597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unhideWhenUsed/>
    <w:rsid w:val="00C9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0C284A225349CEB7774D5995864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C1A70-3DC6-4E3F-B9A3-397AC4505507}"/>
      </w:docPartPr>
      <w:docPartBody>
        <w:p w:rsidR="006D2BD1" w:rsidRDefault="00C46DF0">
          <w:pPr>
            <w:pStyle w:val="3C0C284A225349CEB7774D5995864611"/>
          </w:pPr>
          <w:r>
            <w:t>Company Name</w:t>
          </w:r>
        </w:p>
      </w:docPartBody>
    </w:docPart>
    <w:docPart>
      <w:docPartPr>
        <w:name w:val="FE7441C1D58C4D1393BBE183DB08D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46E35-742D-47A1-9CCB-FBF99A6FC0CE}"/>
      </w:docPartPr>
      <w:docPartBody>
        <w:p w:rsidR="006D2BD1" w:rsidRDefault="00C46DF0">
          <w:pPr>
            <w:pStyle w:val="FE7441C1D58C4D1393BBE183DB08D5C2"/>
          </w:pPr>
          <w:r>
            <w:t>Recipient Name</w:t>
          </w:r>
        </w:p>
      </w:docPartBody>
    </w:docPart>
    <w:docPart>
      <w:docPartPr>
        <w:name w:val="6C181487A3BB4433BD8B5FFEFE442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AFEFB-7AC4-4BB0-916A-CFCCF3EA7AB9}"/>
      </w:docPartPr>
      <w:docPartBody>
        <w:p w:rsidR="006D2BD1" w:rsidRDefault="00C46DF0">
          <w:pPr>
            <w:pStyle w:val="6C181487A3BB4433BD8B5FFEFE442D17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F0"/>
    <w:rsid w:val="006D2BD1"/>
    <w:rsid w:val="008B3BCB"/>
    <w:rsid w:val="00AB370E"/>
    <w:rsid w:val="00C4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0C284A225349CEB7774D5995864611">
    <w:name w:val="3C0C284A225349CEB7774D5995864611"/>
  </w:style>
  <w:style w:type="paragraph" w:customStyle="1" w:styleId="ADFDC1B277E84CE2BBD3ABE221875B6E">
    <w:name w:val="ADFDC1B277E84CE2BBD3ABE221875B6E"/>
  </w:style>
  <w:style w:type="paragraph" w:customStyle="1" w:styleId="FE7441C1D58C4D1393BBE183DB08D5C2">
    <w:name w:val="FE7441C1D58C4D1393BBE183DB08D5C2"/>
  </w:style>
  <w:style w:type="paragraph" w:customStyle="1" w:styleId="6C181487A3BB4433BD8B5FFEFE442D17">
    <w:name w:val="6C181487A3BB4433BD8B5FFEFE442D17"/>
  </w:style>
  <w:style w:type="paragraph" w:customStyle="1" w:styleId="D5FBFC400D114A1DBDB05F58A78951B1">
    <w:name w:val="D5FBFC400D114A1DBDB05F58A78951B1"/>
  </w:style>
  <w:style w:type="paragraph" w:customStyle="1" w:styleId="73B39676FDBC4B4DAC16C16BBE36D691">
    <w:name w:val="73B39676FDBC4B4DAC16C16BBE36D691"/>
  </w:style>
  <w:style w:type="paragraph" w:customStyle="1" w:styleId="B26B087BA6B54BA1BD5918D0E4BB9972">
    <w:name w:val="B26B087BA6B54BA1BD5918D0E4BB9972"/>
  </w:style>
  <w:style w:type="paragraph" w:customStyle="1" w:styleId="F131180C325E492CBBCB0C093AD63B9E">
    <w:name w:val="F131180C325E492CBBCB0C093AD63B9E"/>
    <w:rsid w:val="006D2B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Leave Request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2018-01-30T09:17:00Z</dcterms:created>
  <dcterms:modified xsi:type="dcterms:W3CDTF">2018-01-30T09:17:00Z</dcterms:modified>
</cp:coreProperties>
</file>