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E92" w:rsidRPr="00BB6E92" w:rsidRDefault="00BB6E92" w:rsidP="00BB6E92">
      <w:pPr>
        <w:pStyle w:val="Instructions"/>
        <w:ind w:left="-450"/>
        <w:rPr>
          <w:b/>
          <w:sz w:val="34"/>
        </w:rPr>
      </w:pPr>
      <w:r w:rsidRPr="00BB6E92">
        <w:rPr>
          <w:b/>
          <w:sz w:val="34"/>
        </w:rPr>
        <w:t>Employee Injury Report Form</w:t>
      </w:r>
    </w:p>
    <w:tbl>
      <w:tblPr>
        <w:tblW w:w="5288" w:type="pct"/>
        <w:tblInd w:w="-450" w:type="dxa"/>
        <w:tblBorders>
          <w:bottom w:val="single" w:sz="48" w:space="0" w:color="FFFFFF" w:themeColor="background1"/>
          <w:insideH w:val="single" w:sz="48" w:space="0" w:color="FFFFFF" w:themeColor="background1"/>
        </w:tblBorders>
        <w:tblLayout w:type="fixed"/>
        <w:tblCellMar>
          <w:top w:w="115" w:type="dxa"/>
          <w:left w:w="0" w:type="dxa"/>
          <w:right w:w="0" w:type="dxa"/>
        </w:tblCellMar>
        <w:tblLook w:val="0000" w:firstRow="0" w:lastRow="0" w:firstColumn="0" w:lastColumn="0" w:noHBand="0" w:noVBand="0"/>
        <w:tblDescription w:val="Layout table"/>
      </w:tblPr>
      <w:tblGrid>
        <w:gridCol w:w="1243"/>
        <w:gridCol w:w="2945"/>
        <w:gridCol w:w="446"/>
        <w:gridCol w:w="2584"/>
        <w:gridCol w:w="2586"/>
      </w:tblGrid>
      <w:tr w:rsidR="005955DA" w:rsidTr="00BB6E92">
        <w:tc>
          <w:tcPr>
            <w:tcW w:w="9899" w:type="dxa"/>
            <w:gridSpan w:val="5"/>
            <w:shd w:val="clear" w:color="auto" w:fill="auto"/>
            <w:vAlign w:val="bottom"/>
          </w:tcPr>
          <w:p w:rsidR="00BB6E92" w:rsidRDefault="00BB6E92"/>
          <w:p w:rsidR="00E535D4" w:rsidRDefault="005955DA">
            <w:r>
              <w:t xml:space="preserve">I am reporting a work related          </w:t>
            </w:r>
            <w:r w:rsidR="006C57E5">
              <w:rPr>
                <w:rFonts w:ascii="Century Gothic" w:hAnsi="Century Gothic" w:cs="Century Gothic"/>
              </w:rPr>
              <w:t></w:t>
            </w:r>
            <w:r w:rsidR="006C57E5">
              <w:t xml:space="preserve"> </w:t>
            </w:r>
            <w:r>
              <w:t xml:space="preserve">Injury          </w:t>
            </w:r>
            <w:r w:rsidR="006C57E5">
              <w:rPr>
                <w:rFonts w:ascii="Century Gothic" w:hAnsi="Century Gothic" w:cs="Century Gothic"/>
              </w:rPr>
              <w:t></w:t>
            </w:r>
            <w:r w:rsidR="006C57E5">
              <w:t xml:space="preserve"> </w:t>
            </w:r>
            <w:r>
              <w:t xml:space="preserve">Illness          </w:t>
            </w:r>
            <w:r w:rsidR="006C57E5">
              <w:rPr>
                <w:rFonts w:ascii="Century Gothic" w:hAnsi="Century Gothic" w:cs="Century Gothic"/>
              </w:rPr>
              <w:t></w:t>
            </w:r>
            <w:r w:rsidR="006C57E5">
              <w:t xml:space="preserve"> </w:t>
            </w:r>
            <w:r>
              <w:t>Near miss</w:t>
            </w:r>
          </w:p>
        </w:tc>
      </w:tr>
      <w:tr w:rsidR="00A267D5" w:rsidTr="00BB6E92">
        <w:tc>
          <w:tcPr>
            <w:tcW w:w="1255" w:type="dxa"/>
            <w:shd w:val="clear" w:color="auto" w:fill="auto"/>
            <w:vAlign w:val="bottom"/>
          </w:tcPr>
          <w:p w:rsidR="00A267D5" w:rsidRDefault="00CD3316">
            <w:r>
              <w:t>Your Name</w:t>
            </w:r>
            <w:r w:rsidR="005D3159">
              <w:t>:</w:t>
            </w:r>
          </w:p>
        </w:tc>
        <w:tc>
          <w:tcPr>
            <w:tcW w:w="2974" w:type="dxa"/>
            <w:tcBorders>
              <w:top w:val="single" w:sz="48" w:space="0" w:color="FFFFFF" w:themeColor="background1"/>
              <w:bottom w:val="single" w:sz="2" w:space="0" w:color="auto"/>
            </w:tcBorders>
            <w:shd w:val="clear" w:color="auto" w:fill="auto"/>
            <w:vAlign w:val="bottom"/>
          </w:tcPr>
          <w:p w:rsidR="00A267D5" w:rsidRDefault="00CD3316">
            <w:r>
              <w:t>Name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A267D5" w:rsidRDefault="00A267D5"/>
        </w:tc>
        <w:tc>
          <w:tcPr>
            <w:tcW w:w="2609" w:type="dxa"/>
            <w:shd w:val="clear" w:color="auto" w:fill="auto"/>
            <w:vAlign w:val="bottom"/>
          </w:tcPr>
          <w:p w:rsidR="00A267D5" w:rsidRPr="00E535D4" w:rsidRDefault="001F5CC6">
            <w:r w:rsidRPr="00E535D4">
              <w:t>Date of Injury/Near miss</w:t>
            </w:r>
          </w:p>
        </w:tc>
        <w:tc>
          <w:tcPr>
            <w:tcW w:w="2611" w:type="dxa"/>
            <w:tcBorders>
              <w:top w:val="single" w:sz="48" w:space="0" w:color="FFFFFF" w:themeColor="background1"/>
              <w:bottom w:val="single" w:sz="2" w:space="0" w:color="auto"/>
            </w:tcBorders>
            <w:shd w:val="clear" w:color="auto" w:fill="auto"/>
            <w:vAlign w:val="bottom"/>
          </w:tcPr>
          <w:p w:rsidR="00A267D5" w:rsidRDefault="001F5CC6">
            <w:r>
              <w:t>Date</w:t>
            </w:r>
          </w:p>
        </w:tc>
      </w:tr>
      <w:tr w:rsidR="00A267D5" w:rsidTr="00BB6E92">
        <w:tc>
          <w:tcPr>
            <w:tcW w:w="1255" w:type="dxa"/>
            <w:shd w:val="clear" w:color="auto" w:fill="auto"/>
            <w:vAlign w:val="bottom"/>
          </w:tcPr>
          <w:p w:rsidR="00A267D5" w:rsidRDefault="00CD3316">
            <w:r>
              <w:t>Job Title</w:t>
            </w:r>
          </w:p>
        </w:tc>
        <w:tc>
          <w:tcPr>
            <w:tcW w:w="297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A267D5" w:rsidRDefault="00CD3316">
            <w:r>
              <w:t>Job Title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A267D5" w:rsidRDefault="00A267D5"/>
        </w:tc>
        <w:tc>
          <w:tcPr>
            <w:tcW w:w="2609" w:type="dxa"/>
            <w:shd w:val="clear" w:color="auto" w:fill="auto"/>
            <w:vAlign w:val="bottom"/>
          </w:tcPr>
          <w:p w:rsidR="00A267D5" w:rsidRPr="00E535D4" w:rsidRDefault="001F5CC6">
            <w:r w:rsidRPr="00E535D4">
              <w:t>Time of Injury/Near miss</w:t>
            </w:r>
          </w:p>
        </w:tc>
        <w:tc>
          <w:tcPr>
            <w:tcW w:w="2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A267D5" w:rsidRDefault="001F5CC6">
            <w:r>
              <w:t>Time</w:t>
            </w:r>
          </w:p>
        </w:tc>
      </w:tr>
      <w:tr w:rsidR="00A267D5" w:rsidTr="00BB6E92">
        <w:tc>
          <w:tcPr>
            <w:tcW w:w="1255" w:type="dxa"/>
            <w:shd w:val="clear" w:color="auto" w:fill="auto"/>
            <w:vAlign w:val="bottom"/>
          </w:tcPr>
          <w:p w:rsidR="00A267D5" w:rsidRDefault="00CD3316">
            <w:r>
              <w:t>Supervisor</w:t>
            </w:r>
          </w:p>
        </w:tc>
        <w:tc>
          <w:tcPr>
            <w:tcW w:w="297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A267D5" w:rsidRDefault="00E535D4">
            <w:r>
              <w:t>Name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A267D5" w:rsidRDefault="00A267D5"/>
        </w:tc>
        <w:tc>
          <w:tcPr>
            <w:tcW w:w="2609" w:type="dxa"/>
            <w:shd w:val="clear" w:color="auto" w:fill="auto"/>
            <w:vAlign w:val="bottom"/>
          </w:tcPr>
          <w:p w:rsidR="00A267D5" w:rsidRPr="00E535D4" w:rsidRDefault="001F5CC6">
            <w:r w:rsidRPr="00E535D4">
              <w:t>Name of Witness (if any)</w:t>
            </w:r>
          </w:p>
        </w:tc>
        <w:tc>
          <w:tcPr>
            <w:tcW w:w="2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A267D5" w:rsidRDefault="001F5CC6">
            <w:r>
              <w:t>Witness Name</w:t>
            </w:r>
          </w:p>
        </w:tc>
      </w:tr>
      <w:tr w:rsidR="00CD3316" w:rsidTr="00BB6E92">
        <w:tc>
          <w:tcPr>
            <w:tcW w:w="4229" w:type="dxa"/>
            <w:gridSpan w:val="2"/>
            <w:shd w:val="clear" w:color="auto" w:fill="auto"/>
            <w:vAlign w:val="bottom"/>
          </w:tcPr>
          <w:p w:rsidR="00CD3316" w:rsidRDefault="00CD3316"/>
        </w:tc>
        <w:tc>
          <w:tcPr>
            <w:tcW w:w="450" w:type="dxa"/>
            <w:shd w:val="clear" w:color="auto" w:fill="auto"/>
            <w:vAlign w:val="bottom"/>
          </w:tcPr>
          <w:p w:rsidR="00CD3316" w:rsidRDefault="00CD3316"/>
        </w:tc>
        <w:tc>
          <w:tcPr>
            <w:tcW w:w="2609" w:type="dxa"/>
            <w:shd w:val="clear" w:color="auto" w:fill="auto"/>
            <w:vAlign w:val="bottom"/>
          </w:tcPr>
          <w:p w:rsidR="00CD3316" w:rsidRPr="00E535D4" w:rsidRDefault="001F5CC6">
            <w:r w:rsidRPr="00E535D4">
              <w:t>Place of incidence:</w:t>
            </w:r>
          </w:p>
        </w:tc>
        <w:tc>
          <w:tcPr>
            <w:tcW w:w="2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CD3316" w:rsidRDefault="001F5CC6">
            <w:r>
              <w:t>Place</w:t>
            </w:r>
          </w:p>
        </w:tc>
      </w:tr>
    </w:tbl>
    <w:p w:rsidR="00BE566F" w:rsidRDefault="00235E08" w:rsidP="00235E08">
      <w:pPr>
        <w:pStyle w:val="Answer"/>
        <w:numPr>
          <w:ilvl w:val="0"/>
          <w:numId w:val="0"/>
        </w:numPr>
        <w:ind w:left="-270"/>
      </w:pPr>
      <w:r w:rsidRPr="001F5CC6">
        <w:rPr>
          <w:i/>
          <w:color w:val="0070C0"/>
        </w:rPr>
        <w:t>Have you told your supervisor about this injury/illness/near miss?</w:t>
      </w:r>
      <w:r>
        <w:t xml:space="preserve">     Yes </w:t>
      </w:r>
      <w:r>
        <w:rPr>
          <w:rFonts w:ascii="Century Gothic" w:hAnsi="Century Gothic" w:cs="Century Gothic"/>
        </w:rPr>
        <w:t></w:t>
      </w:r>
      <w:r>
        <w:t xml:space="preserve">      No </w:t>
      </w:r>
      <w:r>
        <w:rPr>
          <w:rFonts w:ascii="Century Gothic" w:hAnsi="Century Gothic" w:cs="Century Gothic"/>
        </w:rPr>
        <w:t></w:t>
      </w:r>
    </w:p>
    <w:tbl>
      <w:tblPr>
        <w:tblStyle w:val="TableGrid"/>
        <w:tblW w:w="9895" w:type="dxa"/>
        <w:tblInd w:w="-450" w:type="dxa"/>
        <w:tblLook w:val="04A0" w:firstRow="1" w:lastRow="0" w:firstColumn="1" w:lastColumn="0" w:noHBand="0" w:noVBand="1"/>
      </w:tblPr>
      <w:tblGrid>
        <w:gridCol w:w="3116"/>
        <w:gridCol w:w="182"/>
        <w:gridCol w:w="2935"/>
        <w:gridCol w:w="363"/>
        <w:gridCol w:w="3299"/>
      </w:tblGrid>
      <w:tr w:rsidR="001F5CC6" w:rsidTr="00235E08">
        <w:tc>
          <w:tcPr>
            <w:tcW w:w="9895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1F5CC6" w:rsidRDefault="001F5CC6" w:rsidP="001F5CC6">
            <w:pPr>
              <w:pStyle w:val="Answer"/>
              <w:numPr>
                <w:ilvl w:val="0"/>
                <w:numId w:val="0"/>
              </w:numPr>
            </w:pPr>
            <w:r>
              <w:t>Where exactly did it happen?</w:t>
            </w:r>
          </w:p>
        </w:tc>
      </w:tr>
      <w:tr w:rsidR="001F5CC6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1F5CC6" w:rsidRDefault="001F5CC6" w:rsidP="001F5CC6">
            <w:pPr>
              <w:pStyle w:val="Answer"/>
              <w:numPr>
                <w:ilvl w:val="0"/>
                <w:numId w:val="0"/>
              </w:numPr>
            </w:pPr>
          </w:p>
        </w:tc>
      </w:tr>
      <w:tr w:rsidR="001F5CC6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1F5CC6" w:rsidRDefault="001F5CC6" w:rsidP="001F5CC6">
            <w:pPr>
              <w:pStyle w:val="Answer"/>
              <w:numPr>
                <w:ilvl w:val="0"/>
                <w:numId w:val="0"/>
              </w:numPr>
            </w:pPr>
          </w:p>
        </w:tc>
      </w:tr>
      <w:tr w:rsidR="001F5CC6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1F5CC6" w:rsidRDefault="001F5CC6" w:rsidP="001F5CC6">
            <w:pPr>
              <w:pStyle w:val="Answer"/>
              <w:numPr>
                <w:ilvl w:val="0"/>
                <w:numId w:val="0"/>
              </w:numPr>
            </w:pPr>
          </w:p>
        </w:tc>
      </w:tr>
      <w:tr w:rsidR="001F5CC6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1F5CC6" w:rsidRDefault="00181305" w:rsidP="00B73066">
            <w:pPr>
              <w:pStyle w:val="Answer"/>
              <w:numPr>
                <w:ilvl w:val="0"/>
                <w:numId w:val="0"/>
              </w:numPr>
            </w:pPr>
            <w:r>
              <w:t>Where exactly</w:t>
            </w:r>
            <w:r w:rsidR="006C57E5">
              <w:t xml:space="preserve"> did it happen?</w:t>
            </w:r>
          </w:p>
        </w:tc>
      </w:tr>
      <w:tr w:rsidR="001F5CC6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1F5CC6" w:rsidRDefault="001F5CC6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1F5CC6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1F5CC6" w:rsidRDefault="001F5CC6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1F5CC6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1F5CC6" w:rsidRDefault="006C57E5" w:rsidP="00B73066">
            <w:pPr>
              <w:pStyle w:val="Answer"/>
              <w:numPr>
                <w:ilvl w:val="0"/>
                <w:numId w:val="0"/>
              </w:numPr>
            </w:pPr>
            <w:r>
              <w:t>What were you doing at the time?</w:t>
            </w: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  <w:r>
              <w:t>Describe step by step what l</w:t>
            </w:r>
            <w:r w:rsidR="003805DC">
              <w:t>ed up to the injury/near miss.</w:t>
            </w: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  <w:r>
              <w:t>What could have been done to prevent this injury/near miss?</w:t>
            </w: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  <w:r>
              <w:t>What parts of your body were injured? If a near miss, how could you have been hurt?</w:t>
            </w: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</w:p>
        </w:tc>
      </w:tr>
      <w:tr w:rsidR="006C57E5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6C57E5" w:rsidRDefault="006C57E5" w:rsidP="00B73066">
            <w:pPr>
              <w:pStyle w:val="Answer"/>
              <w:numPr>
                <w:ilvl w:val="0"/>
                <w:numId w:val="0"/>
              </w:numPr>
            </w:pPr>
            <w:r>
              <w:t xml:space="preserve">Did you see a doctor about this injury/illness? </w:t>
            </w:r>
            <w:r>
              <w:rPr>
                <w:rFonts w:ascii="Century Gothic" w:hAnsi="Century Gothic" w:cs="Century Gothic"/>
              </w:rPr>
              <w:t></w:t>
            </w:r>
            <w:r>
              <w:t xml:space="preserve"> Yes </w:t>
            </w:r>
            <w:r>
              <w:rPr>
                <w:rFonts w:ascii="Century Gothic" w:hAnsi="Century Gothic" w:cs="Century Gothic"/>
              </w:rPr>
              <w:t></w:t>
            </w:r>
            <w:r>
              <w:t xml:space="preserve"> No</w:t>
            </w:r>
            <w:r w:rsidR="0037377A">
              <w:t>. If yes, whom did you see?</w:t>
            </w:r>
          </w:p>
        </w:tc>
      </w:tr>
      <w:tr w:rsidR="0037377A" w:rsidTr="00235E08">
        <w:tc>
          <w:tcPr>
            <w:tcW w:w="311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37377A" w:rsidRDefault="0037377A" w:rsidP="0037377A">
            <w:pPr>
              <w:pStyle w:val="Answer"/>
              <w:numPr>
                <w:ilvl w:val="0"/>
                <w:numId w:val="0"/>
              </w:numPr>
            </w:pPr>
            <w:r>
              <w:t>Doctor’s phone number:</w:t>
            </w:r>
          </w:p>
        </w:tc>
        <w:tc>
          <w:tcPr>
            <w:tcW w:w="3117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37377A" w:rsidRDefault="0037377A" w:rsidP="0037377A">
            <w:r>
              <w:t>Date:</w:t>
            </w:r>
          </w:p>
        </w:tc>
        <w:tc>
          <w:tcPr>
            <w:tcW w:w="3662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37377A" w:rsidRDefault="00181305" w:rsidP="0037377A">
            <w:r>
              <w:t>Time</w:t>
            </w:r>
            <w:bookmarkStart w:id="0" w:name="_GoBack"/>
            <w:bookmarkEnd w:id="0"/>
            <w:r w:rsidR="0037377A">
              <w:t>:</w:t>
            </w:r>
          </w:p>
        </w:tc>
      </w:tr>
      <w:tr w:rsidR="0037377A" w:rsidTr="00235E08">
        <w:tc>
          <w:tcPr>
            <w:tcW w:w="9895" w:type="dxa"/>
            <w:gridSpan w:val="5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37377A" w:rsidRDefault="0037377A" w:rsidP="0037377A">
            <w:r>
              <w:t xml:space="preserve">Has this part of your body been injured before? </w:t>
            </w:r>
            <w:r>
              <w:rPr>
                <w:rFonts w:ascii="Century Gothic" w:hAnsi="Century Gothic" w:cs="Century Gothic"/>
              </w:rPr>
              <w:t></w:t>
            </w:r>
            <w:r>
              <w:t xml:space="preserve"> Yes </w:t>
            </w:r>
            <w:r>
              <w:rPr>
                <w:rFonts w:ascii="Century Gothic" w:hAnsi="Century Gothic" w:cs="Century Gothic"/>
              </w:rPr>
              <w:t></w:t>
            </w:r>
            <w:r>
              <w:t xml:space="preserve"> No. If yes, when?</w:t>
            </w:r>
          </w:p>
          <w:p w:rsidR="0037377A" w:rsidRDefault="0037377A" w:rsidP="0037377A"/>
          <w:p w:rsidR="0037377A" w:rsidRDefault="0037377A" w:rsidP="0037377A"/>
        </w:tc>
      </w:tr>
      <w:tr w:rsidR="0037377A" w:rsidTr="00235E08">
        <w:trPr>
          <w:trHeight w:val="395"/>
        </w:trPr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3805DC" w:rsidRDefault="0037377A" w:rsidP="0037377A">
            <w:r>
              <w:t>Your Signature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37377A" w:rsidRDefault="0037377A" w:rsidP="0037377A">
            <w:r>
              <w:t>Supervisor Signature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37377A" w:rsidRDefault="0037377A" w:rsidP="0037377A">
            <w:r>
              <w:t>Date:</w:t>
            </w:r>
          </w:p>
        </w:tc>
      </w:tr>
      <w:tr w:rsidR="003805DC" w:rsidTr="00235E08">
        <w:trPr>
          <w:trHeight w:val="395"/>
        </w:trPr>
        <w:tc>
          <w:tcPr>
            <w:tcW w:w="329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805DC" w:rsidRDefault="003805DC" w:rsidP="0037377A"/>
        </w:tc>
        <w:tc>
          <w:tcPr>
            <w:tcW w:w="329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805DC" w:rsidRDefault="003805DC" w:rsidP="0037377A"/>
        </w:tc>
        <w:tc>
          <w:tcPr>
            <w:tcW w:w="32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805DC" w:rsidRDefault="003805DC" w:rsidP="0037377A"/>
        </w:tc>
      </w:tr>
    </w:tbl>
    <w:p w:rsidR="001F5CC6" w:rsidRDefault="001F5CC6" w:rsidP="001F5CC6">
      <w:pPr>
        <w:pStyle w:val="Answer"/>
        <w:numPr>
          <w:ilvl w:val="0"/>
          <w:numId w:val="0"/>
        </w:numPr>
        <w:ind w:left="-450"/>
      </w:pPr>
    </w:p>
    <w:sectPr w:rsidR="001F5CC6" w:rsidSect="00E1709C">
      <w:footerReference w:type="default" r:id="rId7"/>
      <w:pgSz w:w="12240" w:h="15840"/>
      <w:pgMar w:top="360" w:right="1440" w:bottom="81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925" w:rsidRDefault="004A4925">
      <w:pPr>
        <w:spacing w:line="240" w:lineRule="auto"/>
      </w:pPr>
      <w:r>
        <w:separator/>
      </w:r>
    </w:p>
  </w:endnote>
  <w:endnote w:type="continuationSeparator" w:id="0">
    <w:p w:rsidR="004A4925" w:rsidRDefault="004A4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panose1 w:val="020B0604030504040204"/>
    <w:charset w:val="80"/>
    <w:family w:val="swiss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7D5" w:rsidRDefault="005D3159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A492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925" w:rsidRDefault="004A4925">
      <w:pPr>
        <w:spacing w:line="240" w:lineRule="auto"/>
      </w:pPr>
      <w:r>
        <w:separator/>
      </w:r>
    </w:p>
  </w:footnote>
  <w:footnote w:type="continuationSeparator" w:id="0">
    <w:p w:rsidR="004A4925" w:rsidRDefault="004A49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3048B"/>
    <w:multiLevelType w:val="hybridMultilevel"/>
    <w:tmpl w:val="5A12E1B8"/>
    <w:lvl w:ilvl="0" w:tplc="99BAFD8E">
      <w:start w:val="1"/>
      <w:numFmt w:val="decimal"/>
      <w:pStyle w:val="Questio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AF0901E">
      <w:start w:val="1"/>
      <w:numFmt w:val="lowerLetter"/>
      <w:pStyle w:val="Ans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5DA"/>
    <w:rsid w:val="00181305"/>
    <w:rsid w:val="001F5CC6"/>
    <w:rsid w:val="00235E08"/>
    <w:rsid w:val="00295965"/>
    <w:rsid w:val="0037377A"/>
    <w:rsid w:val="003805DC"/>
    <w:rsid w:val="003C0CA0"/>
    <w:rsid w:val="004A4925"/>
    <w:rsid w:val="005955DA"/>
    <w:rsid w:val="005D3159"/>
    <w:rsid w:val="006C57E5"/>
    <w:rsid w:val="00A267D5"/>
    <w:rsid w:val="00BB6E92"/>
    <w:rsid w:val="00BE566F"/>
    <w:rsid w:val="00C70C08"/>
    <w:rsid w:val="00C8496A"/>
    <w:rsid w:val="00CD3316"/>
    <w:rsid w:val="00E1709C"/>
    <w:rsid w:val="00E5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6CEDC"/>
  <w15:chartTrackingRefBased/>
  <w15:docId w15:val="{3B00A334-ED2A-4DA7-9AF7-84C3FCB7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5965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120" w:after="360"/>
      <w:jc w:val="center"/>
      <w:outlineLvl w:val="0"/>
    </w:pPr>
    <w:rPr>
      <w:rFonts w:asciiTheme="majorHAnsi" w:eastAsiaTheme="majorEastAsia" w:hAnsiTheme="majorHAnsi" w:cs="Times New Roman"/>
      <w:b/>
      <w:b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4F81BD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="Times New Roman"/>
      <w:b/>
      <w:bCs/>
      <w:sz w:val="28"/>
      <w:szCs w:val="28"/>
      <w:lang w:eastAsia="en-US"/>
    </w:rPr>
  </w:style>
  <w:style w:type="paragraph" w:customStyle="1" w:styleId="Question">
    <w:name w:val="Question"/>
    <w:basedOn w:val="Normal"/>
    <w:uiPriority w:val="3"/>
    <w:qFormat/>
    <w:rsid w:val="00295965"/>
    <w:pPr>
      <w:keepNext/>
      <w:numPr>
        <w:numId w:val="1"/>
      </w:numPr>
      <w:spacing w:before="480" w:after="120"/>
    </w:pPr>
    <w:rPr>
      <w:rFonts w:eastAsia="Times New Roman" w:cs="Times New Roman"/>
      <w:szCs w:val="24"/>
      <w:lang w:eastAsia="en-US"/>
    </w:rPr>
  </w:style>
  <w:style w:type="paragraph" w:customStyle="1" w:styleId="Answer">
    <w:name w:val="Answer"/>
    <w:basedOn w:val="Normal"/>
    <w:uiPriority w:val="4"/>
    <w:qFormat/>
    <w:rsid w:val="00295965"/>
    <w:pPr>
      <w:numPr>
        <w:ilvl w:val="1"/>
        <w:numId w:val="3"/>
      </w:numPr>
      <w:spacing w:after="120"/>
    </w:pPr>
    <w:rPr>
      <w:rFonts w:eastAsia="Century Gothic" w:cs="Times New Roman"/>
      <w:szCs w:val="22"/>
      <w:lang w:eastAsia="en-US"/>
    </w:rPr>
  </w:style>
  <w:style w:type="paragraph" w:customStyle="1" w:styleId="Instructions">
    <w:name w:val="Instructions"/>
    <w:basedOn w:val="Normal"/>
    <w:next w:val="Question"/>
    <w:uiPriority w:val="2"/>
    <w:qFormat/>
    <w:pPr>
      <w:pBdr>
        <w:bottom w:val="single" w:sz="4" w:space="3" w:color="auto"/>
      </w:pBdr>
      <w:spacing w:before="400" w:line="240" w:lineRule="auto"/>
    </w:pPr>
    <w:rPr>
      <w:rFonts w:eastAsia="Times New Roman" w:cs="Times New Roman"/>
      <w:i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  <w:jc w:val="right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itle">
    <w:name w:val="Title"/>
    <w:basedOn w:val="Normal"/>
    <w:link w:val="TitleChar"/>
    <w:uiPriority w:val="1"/>
    <w:qFormat/>
    <w:pPr>
      <w:spacing w:before="120" w:after="360"/>
      <w:contextualSpacing/>
      <w:jc w:val="center"/>
    </w:pPr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kern w:val="28"/>
      <w:sz w:val="28"/>
      <w:szCs w:val="56"/>
    </w:rPr>
  </w:style>
  <w:style w:type="table" w:styleId="TableGrid">
    <w:name w:val="Table Grid"/>
    <w:basedOn w:val="TableNormal"/>
    <w:uiPriority w:val="39"/>
    <w:rsid w:val="001F5CC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ultiple-choice%20test%20or%20survey%20(3-answer)(3).dotx" TargetMode="External"/></Relationships>
</file>

<file path=word/theme/theme1.xml><?xml version="1.0" encoding="utf-8"?>
<a:theme xmlns:a="http://schemas.openxmlformats.org/drawingml/2006/main" name="Multiple Cho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Multiple-choice test or survey (3-answer)(3).dotx</Template>
  <TotalTime>39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8</cp:revision>
  <dcterms:created xsi:type="dcterms:W3CDTF">2018-01-31T09:12:00Z</dcterms:created>
  <dcterms:modified xsi:type="dcterms:W3CDTF">2018-01-31T10:00:00Z</dcterms:modified>
</cp:coreProperties>
</file>