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725E" w:rsidRPr="00F13EAB" w:rsidRDefault="00F13EAB">
      <w:pPr>
        <w:pStyle w:val="Heading1"/>
        <w:rPr>
          <w:rFonts w:asciiTheme="minorHAnsi" w:hAnsiTheme="minorHAnsi" w:cstheme="minorHAnsi"/>
          <w:b/>
          <w:color w:val="auto"/>
          <w:sz w:val="38"/>
          <w:szCs w:val="24"/>
        </w:rPr>
      </w:pPr>
      <w:r w:rsidRPr="00F13EAB">
        <w:rPr>
          <w:rFonts w:asciiTheme="minorHAnsi" w:hAnsiTheme="minorHAnsi" w:cstheme="minorHAnsi"/>
          <w:b/>
          <w:color w:val="auto"/>
          <w:sz w:val="38"/>
          <w:szCs w:val="24"/>
        </w:rPr>
        <w:t>Death Notice</w:t>
      </w:r>
    </w:p>
    <w:sdt>
      <w:sdtPr>
        <w:rPr>
          <w:rFonts w:cstheme="minorHAnsi"/>
          <w:sz w:val="24"/>
          <w:szCs w:val="24"/>
        </w:rPr>
        <w:id w:val="53748965"/>
        <w:placeholder>
          <w:docPart w:val="1944116033EB49BC8A6107066969A1D6"/>
        </w:placeholder>
        <w:temporary/>
        <w:showingPlcHdr/>
        <w:dataBinding w:prefixMappings="xmlns:ns0='http://schemas.microsoft.com/office/2006/coverPageProps' " w:xpath="/ns0:CoverPageProperties[1]/ns0:PublishDate[1]" w:storeItemID="{55AF091B-3C7A-41E3-B477-F2FDAA23CFDA}"/>
        <w:date>
          <w:dateFormat w:val="MMMM d, yyyy"/>
          <w:lid w:val="en-US"/>
          <w:storeMappedDataAs w:val="dateTime"/>
          <w:calendar w:val="gregorian"/>
        </w:date>
      </w:sdtPr>
      <w:sdtEndPr/>
      <w:sdtContent>
        <w:p w:rsidR="00D0725E" w:rsidRPr="00F13EAB" w:rsidRDefault="003805C5">
          <w:pPr>
            <w:pStyle w:val="Date"/>
            <w:rPr>
              <w:rFonts w:cstheme="minorHAnsi"/>
              <w:sz w:val="24"/>
              <w:szCs w:val="24"/>
            </w:rPr>
          </w:pPr>
          <w:r w:rsidRPr="00F13EAB">
            <w:rPr>
              <w:rFonts w:cstheme="minorHAnsi"/>
              <w:sz w:val="24"/>
              <w:szCs w:val="24"/>
            </w:rPr>
            <w:t>[Date]</w:t>
          </w:r>
        </w:p>
      </w:sdtContent>
    </w:sdt>
    <w:p w:rsidR="00D0725E" w:rsidRPr="00F13EAB" w:rsidRDefault="003805C5">
      <w:pPr>
        <w:rPr>
          <w:rFonts w:cstheme="minorHAnsi"/>
          <w:sz w:val="24"/>
          <w:szCs w:val="24"/>
        </w:rPr>
      </w:pPr>
      <w:r w:rsidRPr="00F13EAB">
        <w:rPr>
          <w:rFonts w:cstheme="minorHAnsi"/>
          <w:sz w:val="24"/>
          <w:szCs w:val="24"/>
        </w:rPr>
        <w:t>To:</w:t>
      </w:r>
      <w:r w:rsidRPr="00F13EAB">
        <w:rPr>
          <w:rFonts w:cstheme="minorHAnsi"/>
          <w:sz w:val="24"/>
          <w:szCs w:val="24"/>
        </w:rPr>
        <w:tab/>
      </w:r>
      <w:r w:rsidR="00F13EAB" w:rsidRPr="00F13EAB">
        <w:rPr>
          <w:rFonts w:cstheme="minorHAnsi"/>
          <w:sz w:val="24"/>
          <w:szCs w:val="24"/>
        </w:rPr>
        <w:t>[Recipient Name]</w:t>
      </w:r>
    </w:p>
    <w:p w:rsidR="00F13EAB" w:rsidRPr="00F13EAB" w:rsidRDefault="00F13EAB" w:rsidP="00F13EAB">
      <w:pPr>
        <w:pStyle w:val="NormalWeb"/>
        <w:rPr>
          <w:rFonts w:asciiTheme="minorHAnsi" w:hAnsiTheme="minorHAnsi" w:cstheme="minorHAnsi"/>
        </w:rPr>
      </w:pPr>
      <w:r w:rsidRPr="00F13EAB">
        <w:rPr>
          <w:rStyle w:val="Strong"/>
          <w:rFonts w:asciiTheme="minorHAnsi" w:hAnsiTheme="minorHAnsi" w:cstheme="minorHAnsi"/>
        </w:rPr>
        <w:t>Elizabeth Winfrey, </w:t>
      </w:r>
      <w:r w:rsidRPr="00F13EAB">
        <w:rPr>
          <w:rFonts w:asciiTheme="minorHAnsi" w:hAnsiTheme="minorHAnsi" w:cstheme="minorHAnsi"/>
        </w:rPr>
        <w:t>aged 73, died after fighting a long battle with cancer this Saturday dated 22-01-18 in Kent England. She was born on 1</w:t>
      </w:r>
      <w:r w:rsidRPr="00F13EAB">
        <w:rPr>
          <w:rFonts w:asciiTheme="minorHAnsi" w:hAnsiTheme="minorHAnsi" w:cstheme="minorHAnsi"/>
          <w:vertAlign w:val="superscript"/>
        </w:rPr>
        <w:t>st</w:t>
      </w:r>
      <w:r w:rsidRPr="00F13EAB">
        <w:rPr>
          <w:rFonts w:asciiTheme="minorHAnsi" w:hAnsiTheme="minorHAnsi" w:cstheme="minorHAnsi"/>
        </w:rPr>
        <w:t> April [XXXX] in Bristol England to Mr. &amp; Mrs. Romy. In [dd/mm/yyyy] she got married to Lee. She raised 2 sons and one daughter. Elizabeth worked as a nurse in a local hospital in London. She received various awards for her service to humanity.</w:t>
      </w:r>
    </w:p>
    <w:p w:rsidR="00F13EAB" w:rsidRPr="00F13EAB" w:rsidRDefault="00F13EAB" w:rsidP="00F13EAB">
      <w:pPr>
        <w:pStyle w:val="NormalWeb"/>
        <w:rPr>
          <w:rFonts w:asciiTheme="minorHAnsi" w:hAnsiTheme="minorHAnsi" w:cstheme="minorHAnsi"/>
        </w:rPr>
      </w:pPr>
      <w:r w:rsidRPr="00F13EAB">
        <w:rPr>
          <w:rFonts w:asciiTheme="minorHAnsi" w:hAnsiTheme="minorHAnsi" w:cstheme="minorHAnsi"/>
        </w:rPr>
        <w:t>Funeral services will be held on [date] and the venue of funeral will be St. XYZ Church. Memorial donations can be made to the [XXXX] Trust in the name of Elizabeth. Funeral services will be hosted by the close family and friends.</w:t>
      </w:r>
    </w:p>
    <w:p w:rsidR="00D0725E" w:rsidRPr="00F13EAB" w:rsidRDefault="003805C5">
      <w:pPr>
        <w:pStyle w:val="Closing"/>
        <w:rPr>
          <w:rFonts w:cstheme="minorHAnsi"/>
          <w:sz w:val="24"/>
          <w:szCs w:val="24"/>
        </w:rPr>
      </w:pPr>
      <w:r w:rsidRPr="00F13EAB">
        <w:rPr>
          <w:rFonts w:cstheme="minorHAnsi"/>
          <w:sz w:val="24"/>
          <w:szCs w:val="24"/>
        </w:rPr>
        <w:t>Sincerely,</w:t>
      </w:r>
    </w:p>
    <w:p w:rsidR="007D4C29" w:rsidRDefault="007D4C29">
      <w:pPr>
        <w:pStyle w:val="Address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[Your Name]</w:t>
      </w:r>
    </w:p>
    <w:p w:rsidR="007D4C29" w:rsidRDefault="007D4C29">
      <w:pPr>
        <w:pStyle w:val="Address"/>
        <w:rPr>
          <w:rFonts w:cstheme="minorHAnsi"/>
          <w:sz w:val="24"/>
          <w:szCs w:val="24"/>
        </w:rPr>
      </w:pPr>
    </w:p>
    <w:p w:rsidR="00D0725E" w:rsidRPr="00F13EAB" w:rsidRDefault="003805C5">
      <w:pPr>
        <w:pStyle w:val="Address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1634143502"/>
          <w:placeholder>
            <w:docPart w:val="BF46FCD9C0E740D199F5995BBD2CCB6B"/>
          </w:placeholder>
          <w:temporary/>
          <w:showingPlcHdr/>
          <w15:appearance w15:val="hidden"/>
        </w:sdtPr>
        <w:sdtEndPr/>
        <w:sdtContent>
          <w:r w:rsidRPr="00F13EAB">
            <w:rPr>
              <w:rFonts w:cstheme="minorHAnsi"/>
              <w:sz w:val="24"/>
              <w:szCs w:val="24"/>
            </w:rPr>
            <w:t>[St</w:t>
          </w:r>
          <w:r w:rsidRPr="00F13EAB">
            <w:rPr>
              <w:rFonts w:cstheme="minorHAnsi"/>
              <w:sz w:val="24"/>
              <w:szCs w:val="24"/>
            </w:rPr>
            <w:t>reet Address]</w:t>
          </w:r>
        </w:sdtContent>
      </w:sdt>
    </w:p>
    <w:sdt>
      <w:sdtPr>
        <w:rPr>
          <w:rFonts w:cstheme="minorHAnsi"/>
          <w:sz w:val="24"/>
          <w:szCs w:val="24"/>
        </w:rPr>
        <w:id w:val="2091195522"/>
        <w:placeholder>
          <w:docPart w:val="4B0A216B30E34AC8A1F5C8E32347BE44"/>
        </w:placeholder>
        <w:temporary/>
        <w:showingPlcHdr/>
        <w15:appearance w15:val="hidden"/>
      </w:sdtPr>
      <w:sdtEndPr/>
      <w:sdtContent>
        <w:p w:rsidR="00D0725E" w:rsidRPr="00F13EAB" w:rsidRDefault="003805C5">
          <w:pPr>
            <w:pStyle w:val="Address"/>
            <w:rPr>
              <w:rFonts w:cstheme="minorHAnsi"/>
              <w:sz w:val="24"/>
              <w:szCs w:val="24"/>
            </w:rPr>
          </w:pPr>
          <w:r w:rsidRPr="00F13EAB">
            <w:rPr>
              <w:rFonts w:cstheme="minorHAnsi"/>
              <w:sz w:val="24"/>
              <w:szCs w:val="24"/>
            </w:rPr>
            <w:t>[City, ST ZIP Code]</w:t>
          </w:r>
        </w:p>
      </w:sdtContent>
    </w:sdt>
    <w:p w:rsidR="00D0725E" w:rsidRPr="00F13EAB" w:rsidRDefault="003805C5">
      <w:pPr>
        <w:pStyle w:val="Address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1589033386"/>
          <w:placeholder>
            <w:docPart w:val="65BA15AB17F342749CE210172E2A41FF"/>
          </w:placeholder>
          <w:temporary/>
          <w:showingPlcHdr/>
          <w15:appearance w15:val="hidden"/>
        </w:sdtPr>
        <w:sdtEndPr/>
        <w:sdtContent>
          <w:r w:rsidRPr="00F13EAB">
            <w:rPr>
              <w:rFonts w:cstheme="minorHAnsi"/>
              <w:sz w:val="24"/>
              <w:szCs w:val="24"/>
            </w:rPr>
            <w:t>[phone]</w:t>
          </w:r>
        </w:sdtContent>
      </w:sdt>
    </w:p>
    <w:p w:rsidR="00D0725E" w:rsidRPr="00F13EAB" w:rsidRDefault="003805C5">
      <w:pPr>
        <w:pStyle w:val="Address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972090785"/>
          <w:placeholder>
            <w:docPart w:val="A03C13C4B8EE43F5932AB9BA483804F8"/>
          </w:placeholder>
          <w:temporary/>
          <w:showingPlcHdr/>
          <w15:appearance w15:val="hidden"/>
        </w:sdtPr>
        <w:sdtEndPr/>
        <w:sdtContent>
          <w:bookmarkStart w:id="0" w:name="_GoBack"/>
          <w:r w:rsidRPr="00F13EAB">
            <w:rPr>
              <w:rFonts w:cstheme="minorHAnsi"/>
              <w:sz w:val="24"/>
              <w:szCs w:val="24"/>
            </w:rPr>
            <w:t>[cell phone]</w:t>
          </w:r>
          <w:bookmarkEnd w:id="0"/>
        </w:sdtContent>
      </w:sdt>
    </w:p>
    <w:p w:rsidR="00D0725E" w:rsidRPr="00F13EAB" w:rsidRDefault="003805C5">
      <w:pPr>
        <w:pStyle w:val="Address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-1277173739"/>
          <w:placeholder>
            <w:docPart w:val="7C68B8CA81C74BF8A498DD1DC3D80C27"/>
          </w:placeholder>
          <w:temporary/>
          <w:showingPlcHdr/>
          <w15:appearance w15:val="hidden"/>
        </w:sdtPr>
        <w:sdtEndPr/>
        <w:sdtContent>
          <w:r w:rsidRPr="00F13EAB">
            <w:rPr>
              <w:rFonts w:cstheme="minorHAnsi"/>
              <w:sz w:val="24"/>
              <w:szCs w:val="24"/>
            </w:rPr>
            <w:t>[email]</w:t>
          </w:r>
        </w:sdtContent>
      </w:sdt>
    </w:p>
    <w:sectPr w:rsidR="00D0725E" w:rsidRPr="00F13EAB">
      <w:headerReference w:type="default" r:id="rId7"/>
      <w:footerReference w:type="first" r:id="rId8"/>
      <w:pgSz w:w="12240" w:h="15840"/>
      <w:pgMar w:top="216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805C5" w:rsidRDefault="003805C5">
      <w:pPr>
        <w:spacing w:after="0" w:line="240" w:lineRule="auto"/>
      </w:pPr>
      <w:r>
        <w:separator/>
      </w:r>
    </w:p>
    <w:p w:rsidR="003805C5" w:rsidRDefault="003805C5"/>
  </w:endnote>
  <w:endnote w:type="continuationSeparator" w:id="0">
    <w:p w:rsidR="003805C5" w:rsidRDefault="003805C5">
      <w:pPr>
        <w:spacing w:after="0" w:line="240" w:lineRule="auto"/>
      </w:pPr>
      <w:r>
        <w:continuationSeparator/>
      </w:r>
    </w:p>
    <w:p w:rsidR="003805C5" w:rsidRDefault="003805C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3EAB" w:rsidRDefault="00F13EAB">
    <w:pPr>
      <w:pStyle w:val="Footer"/>
    </w:pPr>
    <w:r>
      <w:t>wordexceltemplates.com</w:t>
    </w:r>
  </w:p>
  <w:p w:rsidR="00F13EAB" w:rsidRDefault="00F13EA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805C5" w:rsidRDefault="003805C5">
      <w:pPr>
        <w:spacing w:after="0" w:line="240" w:lineRule="auto"/>
      </w:pPr>
      <w:r>
        <w:separator/>
      </w:r>
    </w:p>
    <w:p w:rsidR="003805C5" w:rsidRDefault="003805C5"/>
  </w:footnote>
  <w:footnote w:type="continuationSeparator" w:id="0">
    <w:p w:rsidR="003805C5" w:rsidRDefault="003805C5">
      <w:pPr>
        <w:spacing w:after="0" w:line="240" w:lineRule="auto"/>
      </w:pPr>
      <w:r>
        <w:continuationSeparator/>
      </w:r>
    </w:p>
    <w:p w:rsidR="003805C5" w:rsidRDefault="003805C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0725E" w:rsidRDefault="003805C5">
    <w:sdt>
      <w:sdtPr>
        <w:alias w:val="Tenant's Name"/>
        <w:tag w:val=""/>
        <w:id w:val="-1539498566"/>
        <w:placeholder>
          <w:docPart w:val="C978E8B4E2C641F9A6C87264AC1E6CFD"/>
        </w:placeholder>
        <w:showingPlcHdr/>
        <w:dataBinding w:prefixMappings="xmlns:ns0='http://schemas.microsoft.com/office/2006/coverPageProps' " w:xpath="/ns0:CoverPageProperties[1]/ns0:CompanyFax[1]" w:storeItemID="{55AF091B-3C7A-41E3-B477-F2FDAA23CFDA}"/>
        <w:text/>
      </w:sdtPr>
      <w:sdtEndPr/>
      <w:sdtContent>
        <w:r>
          <w:rPr>
            <w:rStyle w:val="PlaceholderText"/>
          </w:rPr>
          <w:t>[Tenant’s Name]</w:t>
        </w:r>
      </w:sdtContent>
    </w:sdt>
  </w:p>
  <w:sdt>
    <w:sdtPr>
      <w:alias w:val="Date"/>
      <w:tag w:val="Date"/>
      <w:id w:val="-447781685"/>
      <w:placeholder>
        <w:docPart w:val="1944116033EB49BC8A6107066969A1D6"/>
      </w:placeholder>
      <w:showingPlcHdr/>
      <w:dataBinding w:prefixMappings="xmlns:ns0='http://schemas.microsoft.com/office/2006/coverPageProps' " w:xpath="/ns0:CoverPageProperties[1]/ns0:PublishDate[1]" w:storeItemID="{55AF091B-3C7A-41E3-B477-F2FDAA23CFDA}"/>
      <w:date>
        <w:dateFormat w:val="MMMM d, yyyy"/>
        <w:lid w:val="en-US"/>
        <w:storeMappedDataAs w:val="dateTime"/>
        <w:calendar w:val="gregorian"/>
      </w:date>
    </w:sdtPr>
    <w:sdtEndPr/>
    <w:sdtContent>
      <w:p w:rsidR="00D0725E" w:rsidRDefault="003805C5">
        <w:r>
          <w:t>[Date]</w:t>
        </w:r>
      </w:p>
    </w:sdtContent>
  </w:sdt>
  <w:p w:rsidR="00D0725E" w:rsidRDefault="003805C5"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removePersonalInformation/>
  <w:removeDateAndTime/>
  <w:proofState w:spelling="clean" w:grammar="clean"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3EAB"/>
    <w:rsid w:val="003805C5"/>
    <w:rsid w:val="007D4C29"/>
    <w:rsid w:val="00D0725E"/>
    <w:rsid w:val="00F13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F36761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4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semiHidden="1" w:uiPriority="9" w:unhideWhenUsed="1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uiPriority="1" w:qFormat="1"/>
    <w:lsdException w:name="Signature" w:semiHidden="1" w:uiPriority="1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iPriority="1" w:unhideWhenUsed="1" w:qFormat="1"/>
    <w:lsdException w:name="Date" w:semiHidden="1" w:uiPriority="0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2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pacing w:val="4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1"/>
    <w:qFormat/>
    <w:pPr>
      <w:keepNext/>
      <w:keepLines/>
      <w:spacing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ddress">
    <w:name w:val="Address"/>
    <w:basedOn w:val="Normal"/>
    <w:uiPriority w:val="1"/>
    <w:qFormat/>
    <w:pPr>
      <w:spacing w:after="0"/>
    </w:pPr>
  </w:style>
  <w:style w:type="paragraph" w:styleId="Signature">
    <w:name w:val="Signature"/>
    <w:basedOn w:val="Normal"/>
    <w:next w:val="Normal"/>
    <w:link w:val="SignatureChar"/>
    <w:uiPriority w:val="1"/>
    <w:qFormat/>
    <w:pPr>
      <w:keepNext/>
      <w:spacing w:after="300"/>
      <w:contextualSpacing/>
    </w:pPr>
  </w:style>
  <w:style w:type="character" w:customStyle="1" w:styleId="SignatureChar">
    <w:name w:val="Signature Char"/>
    <w:basedOn w:val="DefaultParagraphFont"/>
    <w:link w:val="Signature"/>
    <w:uiPriority w:val="1"/>
    <w:rPr>
      <w:spacing w:val="4"/>
      <w:sz w:val="20"/>
      <w:szCs w:val="20"/>
    </w:rPr>
  </w:style>
  <w:style w:type="paragraph" w:styleId="Date">
    <w:name w:val="Date"/>
    <w:basedOn w:val="Normal"/>
    <w:next w:val="Normal"/>
    <w:link w:val="DateChar"/>
    <w:uiPriority w:val="1"/>
    <w:qFormat/>
    <w:pPr>
      <w:spacing w:before="360" w:after="360" w:line="240" w:lineRule="auto"/>
    </w:pPr>
  </w:style>
  <w:style w:type="character" w:customStyle="1" w:styleId="DateChar">
    <w:name w:val="Date Char"/>
    <w:basedOn w:val="DefaultParagraphFont"/>
    <w:link w:val="Date"/>
    <w:uiPriority w:val="1"/>
    <w:rPr>
      <w:spacing w:val="4"/>
      <w:sz w:val="20"/>
      <w:szCs w:val="20"/>
    </w:rPr>
  </w:style>
  <w:style w:type="character" w:styleId="PlaceholderText">
    <w:name w:val="Placeholder Text"/>
    <w:basedOn w:val="DefaultParagraphFont"/>
    <w:uiPriority w:val="2"/>
    <w:rPr>
      <w:color w:val="808080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1"/>
    <w:rPr>
      <w:rFonts w:asciiTheme="majorHAnsi" w:eastAsiaTheme="majorEastAsia" w:hAnsiTheme="majorHAnsi" w:cstheme="majorBidi"/>
      <w:color w:val="365F91" w:themeColor="accent1" w:themeShade="BF"/>
      <w:spacing w:val="4"/>
      <w:sz w:val="32"/>
      <w:szCs w:val="32"/>
    </w:rPr>
  </w:style>
  <w:style w:type="paragraph" w:styleId="Closing">
    <w:name w:val="Closing"/>
    <w:basedOn w:val="Normal"/>
    <w:link w:val="ClosingChar"/>
    <w:uiPriority w:val="1"/>
    <w:qFormat/>
    <w:pPr>
      <w:spacing w:after="600" w:line="240" w:lineRule="auto"/>
    </w:pPr>
  </w:style>
  <w:style w:type="character" w:customStyle="1" w:styleId="ClosingChar">
    <w:name w:val="Closing Char"/>
    <w:basedOn w:val="DefaultParagraphFont"/>
    <w:link w:val="Closing"/>
    <w:uiPriority w:val="1"/>
    <w:rPr>
      <w:spacing w:val="4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F13E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pacing w:val="0"/>
      <w:sz w:val="24"/>
      <w:szCs w:val="24"/>
      <w:lang w:eastAsia="en-US"/>
    </w:rPr>
  </w:style>
  <w:style w:type="character" w:styleId="Strong">
    <w:name w:val="Strong"/>
    <w:basedOn w:val="DefaultParagraphFont"/>
    <w:uiPriority w:val="22"/>
    <w:qFormat/>
    <w:rsid w:val="00F13EAB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F13E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13EAB"/>
    <w:rPr>
      <w:spacing w:val="4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F13E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13EAB"/>
    <w:rPr>
      <w:spacing w:val="4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503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Notice%20of%20rent%20increase%20(form%20letter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1944116033EB49BC8A6107066969A1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3CDD0B-B65E-4317-A9FC-FC490EAE7F49}"/>
      </w:docPartPr>
      <w:docPartBody>
        <w:p w:rsidR="00000000" w:rsidRDefault="00CA355A">
          <w:pPr>
            <w:pStyle w:val="1944116033EB49BC8A6107066969A1D6"/>
          </w:pPr>
          <w:r>
            <w:t>[Date]</w:t>
          </w:r>
        </w:p>
      </w:docPartBody>
    </w:docPart>
    <w:docPart>
      <w:docPartPr>
        <w:name w:val="C978E8B4E2C641F9A6C87264AC1E6C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355995-39CD-4E07-96A3-1CB3F621156C}"/>
      </w:docPartPr>
      <w:docPartBody>
        <w:p w:rsidR="00000000" w:rsidRDefault="00CA355A">
          <w:pPr>
            <w:pStyle w:val="C978E8B4E2C641F9A6C87264AC1E6CFD"/>
          </w:pPr>
          <w:r>
            <w:rPr>
              <w:rStyle w:val="PlaceholderText"/>
            </w:rPr>
            <w:t>[Tenant’s Name]</w:t>
          </w:r>
        </w:p>
      </w:docPartBody>
    </w:docPart>
    <w:docPart>
      <w:docPartPr>
        <w:name w:val="BF46FCD9C0E740D199F5995BBD2CCB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C59765-DCCF-4CDC-B1B2-95F42BDA17CF}"/>
      </w:docPartPr>
      <w:docPartBody>
        <w:p w:rsidR="00000000" w:rsidRDefault="00CA355A">
          <w:pPr>
            <w:pStyle w:val="BF46FCD9C0E740D199F5995BBD2CCB6B"/>
          </w:pPr>
          <w:r>
            <w:t>[Street Address]</w:t>
          </w:r>
        </w:p>
      </w:docPartBody>
    </w:docPart>
    <w:docPart>
      <w:docPartPr>
        <w:name w:val="4B0A216B30E34AC8A1F5C8E32347BE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784C5D-0A56-4FE1-9C75-F5D51705532C}"/>
      </w:docPartPr>
      <w:docPartBody>
        <w:p w:rsidR="00000000" w:rsidRDefault="00CA355A">
          <w:pPr>
            <w:pStyle w:val="4B0A216B30E34AC8A1F5C8E32347BE44"/>
          </w:pPr>
          <w:r>
            <w:t>[City, ST ZIP Code]</w:t>
          </w:r>
        </w:p>
      </w:docPartBody>
    </w:docPart>
    <w:docPart>
      <w:docPartPr>
        <w:name w:val="65BA15AB17F342749CE210172E2A41F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A8503D-17D0-4BD0-82AE-6EDE32B4D478}"/>
      </w:docPartPr>
      <w:docPartBody>
        <w:p w:rsidR="00000000" w:rsidRDefault="00CA355A">
          <w:pPr>
            <w:pStyle w:val="65BA15AB17F342749CE210172E2A41FF"/>
          </w:pPr>
          <w:r>
            <w:t>[phone]</w:t>
          </w:r>
        </w:p>
      </w:docPartBody>
    </w:docPart>
    <w:docPart>
      <w:docPartPr>
        <w:name w:val="A03C13C4B8EE43F5932AB9BA483804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A20070-2EBD-4CF0-B587-B5156FEA98EC}"/>
      </w:docPartPr>
      <w:docPartBody>
        <w:p w:rsidR="00000000" w:rsidRDefault="00CA355A">
          <w:pPr>
            <w:pStyle w:val="A03C13C4B8EE43F5932AB9BA483804F8"/>
          </w:pPr>
          <w:r>
            <w:t>[cell phone]</w:t>
          </w:r>
        </w:p>
      </w:docPartBody>
    </w:docPart>
    <w:docPart>
      <w:docPartPr>
        <w:name w:val="7C68B8CA81C74BF8A498DD1DC3D80C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AACF61-2BEA-4A87-B416-49839EB900D0}"/>
      </w:docPartPr>
      <w:docPartBody>
        <w:p w:rsidR="00000000" w:rsidRDefault="00CA355A">
          <w:pPr>
            <w:pStyle w:val="7C68B8CA81C74BF8A498DD1DC3D80C27"/>
          </w:pPr>
          <w:r>
            <w:t>[email]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1A63"/>
    <w:rsid w:val="00B01A63"/>
    <w:rsid w:val="00CA3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2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944116033EB49BC8A6107066969A1D6">
    <w:name w:val="1944116033EB49BC8A6107066969A1D6"/>
  </w:style>
  <w:style w:type="character" w:styleId="PlaceholderText">
    <w:name w:val="Placeholder Text"/>
    <w:basedOn w:val="DefaultParagraphFont"/>
    <w:uiPriority w:val="2"/>
    <w:rPr>
      <w:color w:val="808080"/>
    </w:rPr>
  </w:style>
  <w:style w:type="paragraph" w:customStyle="1" w:styleId="C978E8B4E2C641F9A6C87264AC1E6CFD">
    <w:name w:val="C978E8B4E2C641F9A6C87264AC1E6CFD"/>
  </w:style>
  <w:style w:type="paragraph" w:customStyle="1" w:styleId="2FCD64A8D0EA4DD784952DFFBC71EFCF">
    <w:name w:val="2FCD64A8D0EA4DD784952DFFBC71EFCF"/>
  </w:style>
  <w:style w:type="paragraph" w:customStyle="1" w:styleId="7046120BE84549138E022C80CB9F3B45">
    <w:name w:val="7046120BE84549138E022C80CB9F3B45"/>
  </w:style>
  <w:style w:type="paragraph" w:customStyle="1" w:styleId="29CAD9B03F3A4B7D9CD903F06F9954AA">
    <w:name w:val="29CAD9B03F3A4B7D9CD903F06F9954AA"/>
  </w:style>
  <w:style w:type="paragraph" w:customStyle="1" w:styleId="DCFE567217DB4B65B60EF0327828E266">
    <w:name w:val="DCFE567217DB4B65B60EF0327828E266"/>
  </w:style>
  <w:style w:type="paragraph" w:customStyle="1" w:styleId="225863543DC6410F90EC58E1D44277E2">
    <w:name w:val="225863543DC6410F90EC58E1D44277E2"/>
  </w:style>
  <w:style w:type="paragraph" w:customStyle="1" w:styleId="904FC6254ACA436DA40CF30DD7E6C0ED">
    <w:name w:val="904FC6254ACA436DA40CF30DD7E6C0ED"/>
  </w:style>
  <w:style w:type="paragraph" w:customStyle="1" w:styleId="BF46FCD9C0E740D199F5995BBD2CCB6B">
    <w:name w:val="BF46FCD9C0E740D199F5995BBD2CCB6B"/>
  </w:style>
  <w:style w:type="paragraph" w:customStyle="1" w:styleId="4B0A216B30E34AC8A1F5C8E32347BE44">
    <w:name w:val="4B0A216B30E34AC8A1F5C8E32347BE44"/>
  </w:style>
  <w:style w:type="paragraph" w:customStyle="1" w:styleId="65BA15AB17F342749CE210172E2A41FF">
    <w:name w:val="65BA15AB17F342749CE210172E2A41FF"/>
  </w:style>
  <w:style w:type="paragraph" w:customStyle="1" w:styleId="A03C13C4B8EE43F5932AB9BA483804F8">
    <w:name w:val="A03C13C4B8EE43F5932AB9BA483804F8"/>
  </w:style>
  <w:style w:type="paragraph" w:customStyle="1" w:styleId="7C68B8CA81C74BF8A498DD1DC3D80C27">
    <w:name w:val="7C68B8CA81C74BF8A498DD1DC3D80C27"/>
  </w:style>
  <w:style w:type="paragraph" w:customStyle="1" w:styleId="579A37773F6D40EFA74F73CF568C259C">
    <w:name w:val="579A37773F6D40EFA74F73CF568C259C"/>
    <w:rsid w:val="00B01A6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6B118AB8-9C9B-40AB-BB57-246E4338D6E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Notice of rent increase (form letter).dotx</Template>
  <TotalTime>0</TotalTime>
  <Pages>1</Pages>
  <Words>113</Words>
  <Characters>645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Death Notice</vt:lpstr>
    </vt:vector>
  </TitlesOfParts>
  <LinksUpToDate>false</LinksUpToDate>
  <CharactersWithSpaces>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cp:lastModifiedBy/>
  <cp:revision>1</cp:revision>
  <dcterms:created xsi:type="dcterms:W3CDTF">2018-01-23T08:19:00Z</dcterms:created>
  <dcterms:modified xsi:type="dcterms:W3CDTF">2018-01-23T08:22:00Z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TC040218849991</vt:lpwstr>
  </property>
</Properties>
</file>