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D91" w:rsidRPr="00FD15D9" w:rsidRDefault="00B96D91">
      <w:pPr>
        <w:pStyle w:val="Address"/>
        <w:rPr>
          <w:rFonts w:cstheme="minorHAnsi"/>
          <w:sz w:val="24"/>
          <w:szCs w:val="24"/>
        </w:rPr>
      </w:pPr>
    </w:p>
    <w:p w:rsidR="00CA5049" w:rsidRPr="00CA5049" w:rsidRDefault="003F3A19" w:rsidP="00CA5049">
      <w:pPr>
        <w:pStyle w:val="Address"/>
        <w:jc w:val="center"/>
        <w:rPr>
          <w:rFonts w:cstheme="minorHAnsi"/>
          <w:sz w:val="28"/>
          <w:szCs w:val="24"/>
        </w:rPr>
      </w:pPr>
      <w:r>
        <w:rPr>
          <w:rFonts w:cstheme="minorHAnsi"/>
          <w:sz w:val="28"/>
          <w:szCs w:val="24"/>
        </w:rPr>
        <w:t>Death Condolence Email</w:t>
      </w:r>
    </w:p>
    <w:p w:rsidR="00CA5049" w:rsidRDefault="00CA5049">
      <w:pPr>
        <w:pStyle w:val="Address"/>
        <w:rPr>
          <w:rFonts w:cstheme="minorHAnsi"/>
          <w:sz w:val="24"/>
          <w:szCs w:val="24"/>
        </w:rPr>
      </w:pPr>
    </w:p>
    <w:p w:rsidR="0027117E" w:rsidRPr="0027117E" w:rsidRDefault="0027117E" w:rsidP="0027117E">
      <w:pPr>
        <w:rPr>
          <w:sz w:val="24"/>
          <w:szCs w:val="24"/>
        </w:rPr>
      </w:pPr>
      <w:r w:rsidRPr="0027117E">
        <w:rPr>
          <w:sz w:val="24"/>
          <w:szCs w:val="24"/>
        </w:rPr>
        <w:t>Dear Mark,</w:t>
      </w:r>
    </w:p>
    <w:p w:rsidR="0027117E" w:rsidRPr="0027117E" w:rsidRDefault="0027117E" w:rsidP="0027117E">
      <w:pPr>
        <w:rPr>
          <w:sz w:val="24"/>
          <w:szCs w:val="24"/>
        </w:rPr>
      </w:pPr>
      <w:r w:rsidRPr="0027117E">
        <w:rPr>
          <w:sz w:val="24"/>
          <w:szCs w:val="24"/>
        </w:rPr>
        <w:t>Today after coming to work, I inquired about your absence and found out that your mother has passed away. I was aware that she was suffering cancer. But I never knew that she was in such a critical situation. In the previous days, I was so much occupied with work which kept me from speaking to you.</w:t>
      </w:r>
    </w:p>
    <w:p w:rsidR="0027117E" w:rsidRPr="0027117E" w:rsidRDefault="0027117E" w:rsidP="0027117E">
      <w:pPr>
        <w:rPr>
          <w:sz w:val="24"/>
          <w:szCs w:val="24"/>
        </w:rPr>
      </w:pPr>
      <w:r w:rsidRPr="0027117E">
        <w:rPr>
          <w:sz w:val="24"/>
          <w:szCs w:val="24"/>
        </w:rPr>
        <w:t>I know it’s a very hard time for you and your family. My support and sympathies are with you. We all must face the reality of leaving this world one day. I hope you are coping this loss with all the strength and optimism of your mother.</w:t>
      </w:r>
      <w:bookmarkStart w:id="0" w:name="_GoBack"/>
      <w:bookmarkEnd w:id="0"/>
    </w:p>
    <w:p w:rsidR="0027117E" w:rsidRPr="0027117E" w:rsidRDefault="0027117E" w:rsidP="0027117E">
      <w:pPr>
        <w:rPr>
          <w:sz w:val="24"/>
          <w:szCs w:val="24"/>
        </w:rPr>
      </w:pPr>
      <w:r w:rsidRPr="0027117E">
        <w:rPr>
          <w:sz w:val="24"/>
          <w:szCs w:val="24"/>
        </w:rPr>
        <w:t>Love</w:t>
      </w:r>
    </w:p>
    <w:p w:rsidR="0027117E" w:rsidRPr="0027117E" w:rsidRDefault="0027117E" w:rsidP="0027117E">
      <w:pPr>
        <w:rPr>
          <w:sz w:val="24"/>
          <w:szCs w:val="24"/>
        </w:rPr>
      </w:pPr>
      <w:r w:rsidRPr="0027117E">
        <w:rPr>
          <w:sz w:val="24"/>
          <w:szCs w:val="24"/>
        </w:rPr>
        <w:t>Ryan</w:t>
      </w:r>
    </w:p>
    <w:p w:rsidR="00B96D91" w:rsidRPr="0027117E" w:rsidRDefault="00B96D91" w:rsidP="0098561C">
      <w:pPr>
        <w:pStyle w:val="Address"/>
        <w:rPr>
          <w:rFonts w:cstheme="minorHAnsi"/>
          <w:sz w:val="24"/>
          <w:szCs w:val="24"/>
        </w:rPr>
      </w:pPr>
    </w:p>
    <w:sectPr w:rsidR="00B96D91" w:rsidRPr="0027117E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145" w:rsidRDefault="00FC5145">
      <w:pPr>
        <w:spacing w:after="0" w:line="240" w:lineRule="auto"/>
      </w:pPr>
      <w:r>
        <w:separator/>
      </w:r>
    </w:p>
  </w:endnote>
  <w:endnote w:type="continuationSeparator" w:id="0">
    <w:p w:rsidR="00FC5145" w:rsidRDefault="00FC5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7CD" w:rsidRDefault="000517CD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145" w:rsidRDefault="00FC5145">
      <w:pPr>
        <w:spacing w:after="0" w:line="240" w:lineRule="auto"/>
      </w:pPr>
      <w:r>
        <w:separator/>
      </w:r>
    </w:p>
  </w:footnote>
  <w:footnote w:type="continuationSeparator" w:id="0">
    <w:p w:rsidR="00FC5145" w:rsidRDefault="00FC5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517CD"/>
    <w:rsid w:val="00131003"/>
    <w:rsid w:val="0027117E"/>
    <w:rsid w:val="002D488D"/>
    <w:rsid w:val="0035689B"/>
    <w:rsid w:val="003F3A19"/>
    <w:rsid w:val="00447210"/>
    <w:rsid w:val="004F02AE"/>
    <w:rsid w:val="0098561C"/>
    <w:rsid w:val="00AD3BFC"/>
    <w:rsid w:val="00B50107"/>
    <w:rsid w:val="00B96D91"/>
    <w:rsid w:val="00BC4C4D"/>
    <w:rsid w:val="00CA5049"/>
    <w:rsid w:val="00E27BA1"/>
    <w:rsid w:val="00F52A5B"/>
    <w:rsid w:val="00F9165E"/>
    <w:rsid w:val="00FC5145"/>
    <w:rsid w:val="00FD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8553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5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421D36"/>
    <w:rsid w:val="00513A70"/>
    <w:rsid w:val="00643EEA"/>
    <w:rsid w:val="00667A78"/>
    <w:rsid w:val="00705AAD"/>
    <w:rsid w:val="00BC7B2D"/>
    <w:rsid w:val="00C17CFC"/>
    <w:rsid w:val="00D9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C9AD393DA0CD477C91D99B84FCEF1236">
    <w:name w:val="C9AD393DA0CD477C91D99B84FCEF1236"/>
    <w:rsid w:val="00C17C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2018-01-06T10:38:00Z</dcterms:created>
  <dcterms:modified xsi:type="dcterms:W3CDTF">2018-01-06T10:38:00Z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