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658" w:rsidRDefault="000B618B" w:rsidP="00A76658">
      <w:pPr>
        <w:pStyle w:val="Heading1"/>
      </w:pPr>
      <w:r>
        <w:t>CUSTOMER COMMENT</w:t>
      </w:r>
    </w:p>
    <w:tbl>
      <w:tblPr>
        <w:tblW w:w="6377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6377"/>
      </w:tblGrid>
      <w:tr w:rsidR="00953CB5" w:rsidRPr="00D91840" w:rsidTr="000B618B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953CB5" w:rsidRPr="00D91840" w:rsidRDefault="00953CB5" w:rsidP="00D91840">
            <w:r>
              <w:t>Name:</w:t>
            </w:r>
          </w:p>
        </w:tc>
      </w:tr>
      <w:tr w:rsidR="00953CB5" w:rsidRPr="00D91840" w:rsidTr="000B618B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953CB5" w:rsidRPr="00D91840" w:rsidRDefault="000B618B" w:rsidP="00D91840">
            <w:r>
              <w:t>Phone:</w:t>
            </w:r>
          </w:p>
        </w:tc>
      </w:tr>
      <w:tr w:rsidR="00953CB5" w:rsidRPr="00D91840" w:rsidTr="000B618B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953CB5" w:rsidRPr="00D91840" w:rsidRDefault="000B618B" w:rsidP="00D91840">
            <w:r>
              <w:t>Email:</w:t>
            </w:r>
          </w:p>
        </w:tc>
      </w:tr>
    </w:tbl>
    <w:p w:rsidR="00A76658" w:rsidRDefault="00A76658" w:rsidP="00A76658">
      <w:pPr>
        <w:pStyle w:val="Directions"/>
      </w:pPr>
      <w:r w:rsidRPr="00D91840">
        <w:t xml:space="preserve">For each </w:t>
      </w:r>
      <w:r>
        <w:t>item identified</w:t>
      </w:r>
      <w:r w:rsidRPr="00D91840">
        <w:t xml:space="preserve"> </w:t>
      </w:r>
      <w:r>
        <w:t xml:space="preserve">below, circle the number </w:t>
      </w:r>
      <w:r>
        <w:br/>
        <w:t xml:space="preserve">to the </w:t>
      </w:r>
      <w:r w:rsidRPr="00D91840">
        <w:t xml:space="preserve">right that best fits your </w:t>
      </w:r>
      <w:r>
        <w:t>judgment of its quality</w:t>
      </w:r>
      <w:r w:rsidRPr="00D91840">
        <w:t xml:space="preserve">. </w:t>
      </w:r>
      <w:r>
        <w:br/>
      </w:r>
      <w:r w:rsidRPr="00D91840">
        <w:t xml:space="preserve">Use the </w:t>
      </w:r>
      <w:r w:rsidR="00DF4F9E">
        <w:t xml:space="preserve">rating </w:t>
      </w:r>
      <w:r w:rsidRPr="00D91840">
        <w:t xml:space="preserve">scale to </w:t>
      </w:r>
      <w:r>
        <w:t>select the quality number.</w:t>
      </w:r>
    </w:p>
    <w:tbl>
      <w:tblPr>
        <w:tblW w:w="6723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3065"/>
        <w:gridCol w:w="731"/>
        <w:gridCol w:w="731"/>
        <w:gridCol w:w="731"/>
        <w:gridCol w:w="732"/>
        <w:gridCol w:w="733"/>
      </w:tblGrid>
      <w:tr w:rsidR="00864C6B" w:rsidRPr="00D91840" w:rsidTr="000B618B">
        <w:trPr>
          <w:trHeight w:val="176"/>
          <w:jc w:val="center"/>
        </w:trPr>
        <w:tc>
          <w:tcPr>
            <w:tcW w:w="3065" w:type="dxa"/>
            <w:vMerge w:val="restart"/>
            <w:shd w:val="clear" w:color="auto" w:fill="D9D9D9" w:themeFill="background1" w:themeFillShade="D9"/>
            <w:vAlign w:val="center"/>
          </w:tcPr>
          <w:p w:rsidR="00864C6B" w:rsidRPr="00DF29B3" w:rsidRDefault="00864C6B" w:rsidP="00A76658">
            <w:pPr>
              <w:pStyle w:val="Heading2"/>
            </w:pPr>
            <w:r w:rsidRPr="00DF29B3">
              <w:t>Item</w:t>
            </w:r>
          </w:p>
        </w:tc>
        <w:tc>
          <w:tcPr>
            <w:tcW w:w="3658" w:type="dxa"/>
            <w:gridSpan w:val="5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64C6B" w:rsidRPr="00864C6B" w:rsidRDefault="00864C6B" w:rsidP="00DF4F9E">
            <w:pPr>
              <w:pStyle w:val="Heading2"/>
            </w:pPr>
            <w:r w:rsidRPr="00DF29B3">
              <w:t>Scale</w:t>
            </w:r>
          </w:p>
        </w:tc>
      </w:tr>
      <w:tr w:rsidR="002076B8" w:rsidRPr="00D91840" w:rsidTr="000B618B">
        <w:trPr>
          <w:trHeight w:val="176"/>
          <w:jc w:val="center"/>
        </w:trPr>
        <w:tc>
          <w:tcPr>
            <w:tcW w:w="3065" w:type="dxa"/>
            <w:vMerge/>
            <w:shd w:val="clear" w:color="auto" w:fill="D9D9D9" w:themeFill="background1" w:themeFillShade="D9"/>
            <w:vAlign w:val="center"/>
          </w:tcPr>
          <w:p w:rsidR="00864C6B" w:rsidRPr="00DF29B3" w:rsidRDefault="00864C6B" w:rsidP="00DF29B3">
            <w:pPr>
              <w:pStyle w:val="Heading2"/>
            </w:pP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:rsidR="00864C6B" w:rsidRPr="000B618B" w:rsidRDefault="00864C6B" w:rsidP="00DF29B3">
            <w:pPr>
              <w:pStyle w:val="Heading3"/>
              <w:rPr>
                <w:b w:val="0"/>
              </w:rPr>
            </w:pPr>
            <w:r w:rsidRPr="000B618B">
              <w:rPr>
                <w:b w:val="0"/>
                <w:sz w:val="16"/>
              </w:rPr>
              <w:t>Poor</w:t>
            </w:r>
          </w:p>
        </w:tc>
        <w:tc>
          <w:tcPr>
            <w:tcW w:w="219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864C6B" w:rsidRPr="000B618B" w:rsidRDefault="00864C6B" w:rsidP="00DF29B3">
            <w:pPr>
              <w:pStyle w:val="Heading3"/>
              <w:rPr>
                <w:b w:val="0"/>
              </w:rPr>
            </w:pPr>
            <w:r w:rsidRPr="000B618B">
              <w:rPr>
                <w:b w:val="0"/>
              </w:rPr>
              <w:t>Good</w:t>
            </w: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202" w:type="dxa"/>
              <w:right w:w="202" w:type="dxa"/>
            </w:tcMar>
            <w:vAlign w:val="center"/>
          </w:tcPr>
          <w:p w:rsidR="00864C6B" w:rsidRPr="000B618B" w:rsidRDefault="000B618B" w:rsidP="00DF29B3">
            <w:pPr>
              <w:pStyle w:val="Heading3"/>
              <w:rPr>
                <w:b w:val="0"/>
              </w:rPr>
            </w:pPr>
            <w:r>
              <w:rPr>
                <w:b w:val="0"/>
              </w:rPr>
              <w:t>Ex.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09"/>
            <w:placeholder>
              <w:docPart w:val="95AA99C1A4C9489296FAF87E7D8CC872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DF4F9E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36"/>
            <w:placeholder>
              <w:docPart w:val="761042345C7D442585AEDA7145A0B39A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37"/>
            <w:placeholder>
              <w:docPart w:val="F41D1E9269A64F829183768704F7A1E5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38"/>
            <w:placeholder>
              <w:docPart w:val="870874CCBBF540F784E08D6270FF8944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39"/>
            <w:placeholder>
              <w:docPart w:val="AE972CDE3F6146CAB3F531C2DDC9555C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40"/>
            <w:placeholder>
              <w:docPart w:val="D7BD86A617DE42A0B01E8A0BD3EC36C6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41"/>
            <w:placeholder>
              <w:docPart w:val="37609C2161BE419AAE45C170F3B61C05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42"/>
            <w:placeholder>
              <w:docPart w:val="CB69D1795A304FF29DAE0407F2854796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43"/>
            <w:placeholder>
              <w:docPart w:val="195AB5F842F14586B56084A09C5E2DC6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44"/>
            <w:placeholder>
              <w:docPart w:val="41DBF42733E44AAE965614F73DFF9BF2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45"/>
            <w:placeholder>
              <w:docPart w:val="DC4D8594D1BA4536ADC6CBF6BC1B0B0B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  <w:tr w:rsidR="002076B8" w:rsidRPr="00D91840" w:rsidTr="000B618B">
        <w:trPr>
          <w:trHeight w:val="352"/>
          <w:jc w:val="center"/>
        </w:trPr>
        <w:sdt>
          <w:sdtPr>
            <w:id w:val="1156609546"/>
            <w:placeholder>
              <w:docPart w:val="5EDECDAC07B047B29FE4D7B1F74CD476"/>
            </w:placeholder>
            <w:temporary/>
            <w:showingPlcHdr/>
          </w:sdtPr>
          <w:sdtEndPr/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D91840" w:rsidRPr="00D91840" w:rsidRDefault="00DF4F9E" w:rsidP="00342BB9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D91840" w:rsidRPr="00D91840" w:rsidRDefault="00D91840" w:rsidP="002A3747">
            <w:pPr>
              <w:pStyle w:val="Numbers"/>
            </w:pPr>
            <w:r>
              <w:t>5</w:t>
            </w:r>
          </w:p>
        </w:tc>
      </w:tr>
    </w:tbl>
    <w:p w:rsidR="003B4B31" w:rsidRDefault="000B618B" w:rsidP="000B618B">
      <w:pPr>
        <w:jc w:val="right"/>
      </w:pPr>
      <w:r>
        <w:t>Ex: Excellent</w:t>
      </w:r>
    </w:p>
    <w:p w:rsidR="000B618B" w:rsidRDefault="000B618B" w:rsidP="000B618B">
      <w:pPr>
        <w:jc w:val="right"/>
      </w:pPr>
    </w:p>
    <w:p w:rsidR="000B618B" w:rsidRDefault="000B618B" w:rsidP="000B618B">
      <w:pPr>
        <w:jc w:val="right"/>
      </w:pPr>
    </w:p>
    <w:tbl>
      <w:tblPr>
        <w:tblStyle w:val="TableGrid"/>
        <w:tblW w:w="6497" w:type="dxa"/>
        <w:tblInd w:w="-63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497"/>
      </w:tblGrid>
      <w:tr w:rsidR="000B618B" w:rsidTr="000B618B">
        <w:trPr>
          <w:trHeight w:val="313"/>
        </w:trPr>
        <w:tc>
          <w:tcPr>
            <w:tcW w:w="6497" w:type="dxa"/>
          </w:tcPr>
          <w:p w:rsidR="000B618B" w:rsidRDefault="000B618B" w:rsidP="000B618B">
            <w:r>
              <w:t>Start your comment here:</w:t>
            </w:r>
          </w:p>
        </w:tc>
      </w:tr>
      <w:tr w:rsidR="000B618B" w:rsidTr="000B618B">
        <w:trPr>
          <w:trHeight w:val="287"/>
        </w:trPr>
        <w:tc>
          <w:tcPr>
            <w:tcW w:w="6497" w:type="dxa"/>
          </w:tcPr>
          <w:p w:rsidR="000B618B" w:rsidRDefault="000B618B" w:rsidP="000B618B"/>
        </w:tc>
      </w:tr>
      <w:tr w:rsidR="000B618B" w:rsidTr="000B618B">
        <w:trPr>
          <w:trHeight w:val="287"/>
        </w:trPr>
        <w:tc>
          <w:tcPr>
            <w:tcW w:w="6497" w:type="dxa"/>
          </w:tcPr>
          <w:p w:rsidR="000B618B" w:rsidRDefault="000B618B" w:rsidP="000B618B"/>
        </w:tc>
      </w:tr>
    </w:tbl>
    <w:p w:rsidR="000B618B" w:rsidRDefault="000B618B" w:rsidP="000B618B">
      <w:pPr>
        <w:ind w:left="-630"/>
      </w:pPr>
    </w:p>
    <w:p w:rsidR="00EE040A" w:rsidRDefault="00EE040A" w:rsidP="00FE1254">
      <w:bookmarkStart w:id="0" w:name="_GoBack"/>
      <w:bookmarkEnd w:id="0"/>
    </w:p>
    <w:p w:rsidR="00EE040A" w:rsidRDefault="00EE040A" w:rsidP="00EE040A">
      <w:pPr>
        <w:pStyle w:val="Heading1"/>
      </w:pPr>
      <w:r>
        <w:lastRenderedPageBreak/>
        <w:t>CUSTOMER COMMENT</w:t>
      </w:r>
    </w:p>
    <w:tbl>
      <w:tblPr>
        <w:tblW w:w="6377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6377"/>
      </w:tblGrid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Name:</w:t>
            </w:r>
          </w:p>
        </w:tc>
      </w:tr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Phone:</w:t>
            </w:r>
          </w:p>
        </w:tc>
      </w:tr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Email:</w:t>
            </w:r>
          </w:p>
        </w:tc>
      </w:tr>
    </w:tbl>
    <w:p w:rsidR="00EE040A" w:rsidRDefault="00EE040A" w:rsidP="00EE040A">
      <w:pPr>
        <w:pStyle w:val="Directions"/>
      </w:pPr>
      <w:r w:rsidRPr="00D91840">
        <w:t xml:space="preserve">For each </w:t>
      </w:r>
      <w:r>
        <w:t>item identified</w:t>
      </w:r>
      <w:r w:rsidRPr="00D91840">
        <w:t xml:space="preserve"> </w:t>
      </w:r>
      <w:r>
        <w:t xml:space="preserve">below, circle the number </w:t>
      </w:r>
      <w:r>
        <w:br/>
        <w:t xml:space="preserve">to the </w:t>
      </w:r>
      <w:r w:rsidRPr="00D91840">
        <w:t xml:space="preserve">right that best fits your </w:t>
      </w:r>
      <w:r>
        <w:t>judgment of its quality</w:t>
      </w:r>
      <w:r w:rsidRPr="00D91840">
        <w:t xml:space="preserve">. </w:t>
      </w:r>
      <w:r>
        <w:br/>
      </w:r>
      <w:r w:rsidRPr="00D91840">
        <w:t xml:space="preserve">Use the </w:t>
      </w:r>
      <w:r>
        <w:t xml:space="preserve">rating </w:t>
      </w:r>
      <w:r w:rsidRPr="00D91840">
        <w:t xml:space="preserve">scale to </w:t>
      </w:r>
      <w:r>
        <w:t>select the quality number.</w:t>
      </w:r>
    </w:p>
    <w:tbl>
      <w:tblPr>
        <w:tblW w:w="6723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3065"/>
        <w:gridCol w:w="731"/>
        <w:gridCol w:w="731"/>
        <w:gridCol w:w="731"/>
        <w:gridCol w:w="732"/>
        <w:gridCol w:w="733"/>
      </w:tblGrid>
      <w:tr w:rsidR="00EE040A" w:rsidRPr="00D91840" w:rsidTr="00920E05">
        <w:trPr>
          <w:trHeight w:val="176"/>
          <w:jc w:val="center"/>
        </w:trPr>
        <w:tc>
          <w:tcPr>
            <w:tcW w:w="3065" w:type="dxa"/>
            <w:vMerge w:val="restart"/>
            <w:shd w:val="clear" w:color="auto" w:fill="D9D9D9" w:themeFill="background1" w:themeFillShade="D9"/>
            <w:vAlign w:val="center"/>
          </w:tcPr>
          <w:p w:rsidR="00EE040A" w:rsidRPr="00DF29B3" w:rsidRDefault="00EE040A" w:rsidP="00920E05">
            <w:pPr>
              <w:pStyle w:val="Heading2"/>
            </w:pPr>
            <w:r w:rsidRPr="00DF29B3">
              <w:t>Item</w:t>
            </w:r>
          </w:p>
        </w:tc>
        <w:tc>
          <w:tcPr>
            <w:tcW w:w="3658" w:type="dxa"/>
            <w:gridSpan w:val="5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E040A" w:rsidRPr="00864C6B" w:rsidRDefault="00EE040A" w:rsidP="00920E05">
            <w:pPr>
              <w:pStyle w:val="Heading2"/>
            </w:pPr>
            <w:r w:rsidRPr="00DF29B3">
              <w:t>Scale</w:t>
            </w:r>
          </w:p>
        </w:tc>
      </w:tr>
      <w:tr w:rsidR="00EE040A" w:rsidRPr="00D91840" w:rsidTr="00920E05">
        <w:trPr>
          <w:trHeight w:val="176"/>
          <w:jc w:val="center"/>
        </w:trPr>
        <w:tc>
          <w:tcPr>
            <w:tcW w:w="3065" w:type="dxa"/>
            <w:vMerge/>
            <w:shd w:val="clear" w:color="auto" w:fill="D9D9D9" w:themeFill="background1" w:themeFillShade="D9"/>
            <w:vAlign w:val="center"/>
          </w:tcPr>
          <w:p w:rsidR="00EE040A" w:rsidRPr="00DF29B3" w:rsidRDefault="00EE040A" w:rsidP="00920E05">
            <w:pPr>
              <w:pStyle w:val="Heading2"/>
            </w:pP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 w:rsidRPr="000B618B">
              <w:rPr>
                <w:b w:val="0"/>
                <w:sz w:val="16"/>
              </w:rPr>
              <w:t>Poor</w:t>
            </w:r>
          </w:p>
        </w:tc>
        <w:tc>
          <w:tcPr>
            <w:tcW w:w="219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 w:rsidRPr="000B618B">
              <w:rPr>
                <w:b w:val="0"/>
              </w:rPr>
              <w:t>Good</w:t>
            </w: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202" w:type="dxa"/>
              <w:right w:w="202" w:type="dxa"/>
            </w:tcMar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>
              <w:rPr>
                <w:b w:val="0"/>
              </w:rPr>
              <w:t>Ex.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838158742"/>
            <w:placeholder>
              <w:docPart w:val="B5994D1EDFFB4D649BA525EF1F67BF57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798944798"/>
            <w:placeholder>
              <w:docPart w:val="FC86B4E3D0574526A11B3A328ECE51B3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1317330839"/>
            <w:placeholder>
              <w:docPart w:val="545C07F2CE574C66927690B66C789CBB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1321572347"/>
            <w:placeholder>
              <w:docPart w:val="5A9B1A2753214A32BF3B4CF51C5831C4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288741672"/>
            <w:placeholder>
              <w:docPart w:val="78D72F311B884AAA84A741395D8B7C0D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2070530071"/>
            <w:placeholder>
              <w:docPart w:val="4753CADEDB82464E9370231A81C353BF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912263584"/>
            <w:placeholder>
              <w:docPart w:val="68793D3C5C8E43489C268FE274B8C068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476573888"/>
            <w:placeholder>
              <w:docPart w:val="D4689D9E7FE1485884CD0E66FA725729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488363357"/>
            <w:placeholder>
              <w:docPart w:val="6AC8EEC25C604EB49B96D9C7E32C4820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548575654"/>
            <w:placeholder>
              <w:docPart w:val="93B33ED97365446CBC1AB3979CA5B901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1000267214"/>
            <w:placeholder>
              <w:docPart w:val="A43DFE7904B24C6BA5AF7D1B0AED9806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377673477"/>
            <w:placeholder>
              <w:docPart w:val="15921D93ABF34B02B6C3EE12D4E83EAC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</w:tbl>
    <w:p w:rsidR="00EE040A" w:rsidRDefault="00EE040A" w:rsidP="00EE040A">
      <w:pPr>
        <w:jc w:val="right"/>
      </w:pPr>
      <w:r>
        <w:t>Ex: Excellent</w:t>
      </w:r>
    </w:p>
    <w:p w:rsidR="00EE040A" w:rsidRDefault="00EE040A" w:rsidP="00EE040A">
      <w:pPr>
        <w:jc w:val="right"/>
      </w:pPr>
    </w:p>
    <w:p w:rsidR="00EE040A" w:rsidRDefault="00EE040A" w:rsidP="00EE040A">
      <w:pPr>
        <w:jc w:val="right"/>
      </w:pPr>
    </w:p>
    <w:tbl>
      <w:tblPr>
        <w:tblStyle w:val="TableGrid"/>
        <w:tblW w:w="6497" w:type="dxa"/>
        <w:tblInd w:w="-63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497"/>
      </w:tblGrid>
      <w:tr w:rsidR="00EE040A" w:rsidTr="00920E05">
        <w:trPr>
          <w:trHeight w:val="313"/>
        </w:trPr>
        <w:tc>
          <w:tcPr>
            <w:tcW w:w="6497" w:type="dxa"/>
          </w:tcPr>
          <w:p w:rsidR="00EE040A" w:rsidRDefault="00EE040A" w:rsidP="00920E05">
            <w:r>
              <w:t>Start your comment here:</w:t>
            </w:r>
          </w:p>
        </w:tc>
      </w:tr>
      <w:tr w:rsidR="00EE040A" w:rsidTr="00920E05">
        <w:trPr>
          <w:trHeight w:val="287"/>
        </w:trPr>
        <w:tc>
          <w:tcPr>
            <w:tcW w:w="6497" w:type="dxa"/>
          </w:tcPr>
          <w:p w:rsidR="00EE040A" w:rsidRDefault="00EE040A" w:rsidP="00920E05"/>
        </w:tc>
      </w:tr>
      <w:tr w:rsidR="00EE040A" w:rsidTr="00920E05">
        <w:trPr>
          <w:trHeight w:val="287"/>
        </w:trPr>
        <w:tc>
          <w:tcPr>
            <w:tcW w:w="6497" w:type="dxa"/>
          </w:tcPr>
          <w:p w:rsidR="00EE040A" w:rsidRDefault="00EE040A" w:rsidP="00920E05"/>
        </w:tc>
      </w:tr>
    </w:tbl>
    <w:p w:rsidR="00EE040A" w:rsidRPr="00D91840" w:rsidRDefault="00EE040A" w:rsidP="00EE040A">
      <w:pPr>
        <w:ind w:left="-630"/>
      </w:pPr>
    </w:p>
    <w:p w:rsidR="00EE040A" w:rsidRDefault="00EE040A" w:rsidP="00EE040A">
      <w:pPr>
        <w:pStyle w:val="Heading1"/>
      </w:pPr>
      <w:r>
        <w:t>CUSTOMER COMMENT</w:t>
      </w:r>
    </w:p>
    <w:tbl>
      <w:tblPr>
        <w:tblW w:w="6377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6377"/>
      </w:tblGrid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Name:</w:t>
            </w:r>
          </w:p>
        </w:tc>
      </w:tr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Phone:</w:t>
            </w:r>
          </w:p>
        </w:tc>
      </w:tr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Email:</w:t>
            </w:r>
          </w:p>
        </w:tc>
      </w:tr>
    </w:tbl>
    <w:p w:rsidR="00EE040A" w:rsidRDefault="00EE040A" w:rsidP="00EE040A">
      <w:pPr>
        <w:pStyle w:val="Directions"/>
      </w:pPr>
      <w:r w:rsidRPr="00D91840">
        <w:t xml:space="preserve">For each </w:t>
      </w:r>
      <w:r>
        <w:t>item identified</w:t>
      </w:r>
      <w:r w:rsidRPr="00D91840">
        <w:t xml:space="preserve"> </w:t>
      </w:r>
      <w:r>
        <w:t xml:space="preserve">below, circle the number </w:t>
      </w:r>
      <w:r>
        <w:br/>
        <w:t xml:space="preserve">to the </w:t>
      </w:r>
      <w:r w:rsidRPr="00D91840">
        <w:t xml:space="preserve">right that best fits your </w:t>
      </w:r>
      <w:r>
        <w:t>judgment of its quality</w:t>
      </w:r>
      <w:r w:rsidRPr="00D91840">
        <w:t xml:space="preserve">. </w:t>
      </w:r>
      <w:r>
        <w:br/>
      </w:r>
      <w:r w:rsidRPr="00D91840">
        <w:t xml:space="preserve">Use the </w:t>
      </w:r>
      <w:r>
        <w:t xml:space="preserve">rating </w:t>
      </w:r>
      <w:r w:rsidRPr="00D91840">
        <w:t xml:space="preserve">scale to </w:t>
      </w:r>
      <w:r>
        <w:t>select the quality number.</w:t>
      </w:r>
    </w:p>
    <w:tbl>
      <w:tblPr>
        <w:tblW w:w="6723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3065"/>
        <w:gridCol w:w="731"/>
        <w:gridCol w:w="731"/>
        <w:gridCol w:w="731"/>
        <w:gridCol w:w="732"/>
        <w:gridCol w:w="733"/>
      </w:tblGrid>
      <w:tr w:rsidR="00EE040A" w:rsidRPr="00D91840" w:rsidTr="00920E05">
        <w:trPr>
          <w:trHeight w:val="176"/>
          <w:jc w:val="center"/>
        </w:trPr>
        <w:tc>
          <w:tcPr>
            <w:tcW w:w="3065" w:type="dxa"/>
            <w:vMerge w:val="restart"/>
            <w:shd w:val="clear" w:color="auto" w:fill="D9D9D9" w:themeFill="background1" w:themeFillShade="D9"/>
            <w:vAlign w:val="center"/>
          </w:tcPr>
          <w:p w:rsidR="00EE040A" w:rsidRPr="00DF29B3" w:rsidRDefault="00EE040A" w:rsidP="00920E05">
            <w:pPr>
              <w:pStyle w:val="Heading2"/>
            </w:pPr>
            <w:r w:rsidRPr="00DF29B3">
              <w:t>Item</w:t>
            </w:r>
          </w:p>
        </w:tc>
        <w:tc>
          <w:tcPr>
            <w:tcW w:w="3658" w:type="dxa"/>
            <w:gridSpan w:val="5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E040A" w:rsidRPr="00864C6B" w:rsidRDefault="00EE040A" w:rsidP="00920E05">
            <w:pPr>
              <w:pStyle w:val="Heading2"/>
            </w:pPr>
            <w:r w:rsidRPr="00DF29B3">
              <w:t>Scale</w:t>
            </w:r>
          </w:p>
        </w:tc>
      </w:tr>
      <w:tr w:rsidR="00EE040A" w:rsidRPr="00D91840" w:rsidTr="00920E05">
        <w:trPr>
          <w:trHeight w:val="176"/>
          <w:jc w:val="center"/>
        </w:trPr>
        <w:tc>
          <w:tcPr>
            <w:tcW w:w="3065" w:type="dxa"/>
            <w:vMerge/>
            <w:shd w:val="clear" w:color="auto" w:fill="D9D9D9" w:themeFill="background1" w:themeFillShade="D9"/>
            <w:vAlign w:val="center"/>
          </w:tcPr>
          <w:p w:rsidR="00EE040A" w:rsidRPr="00DF29B3" w:rsidRDefault="00EE040A" w:rsidP="00920E05">
            <w:pPr>
              <w:pStyle w:val="Heading2"/>
            </w:pP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 w:rsidRPr="000B618B">
              <w:rPr>
                <w:b w:val="0"/>
                <w:sz w:val="16"/>
              </w:rPr>
              <w:t>Poor</w:t>
            </w:r>
          </w:p>
        </w:tc>
        <w:tc>
          <w:tcPr>
            <w:tcW w:w="219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 w:rsidRPr="000B618B">
              <w:rPr>
                <w:b w:val="0"/>
              </w:rPr>
              <w:t>Good</w:t>
            </w: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202" w:type="dxa"/>
              <w:right w:w="202" w:type="dxa"/>
            </w:tcMar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>
              <w:rPr>
                <w:b w:val="0"/>
              </w:rPr>
              <w:t>Ex.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061908687"/>
            <w:placeholder>
              <w:docPart w:val="2C71B38AC2D0436594871AB6C94DA990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62210702"/>
            <w:placeholder>
              <w:docPart w:val="5C4DE9DF0BDD449EB253717E8CF6D1C1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182090420"/>
            <w:placeholder>
              <w:docPart w:val="9E0030305E08448C853D2D31B3A85554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99408425"/>
            <w:placeholder>
              <w:docPart w:val="00C48CA3ABBD43DB9DA8F98542347B6C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132025230"/>
            <w:placeholder>
              <w:docPart w:val="05DD9DD6B3124CA0A3E6FA512D28F3C8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1767606845"/>
            <w:placeholder>
              <w:docPart w:val="3F046CCD74874F5299258B3ED5AD99CD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06015267"/>
            <w:placeholder>
              <w:docPart w:val="9580AA0B557C4971867215321D2CA4B2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349214811"/>
            <w:placeholder>
              <w:docPart w:val="3790E61824914668BAA67E41F9558D28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1487626859"/>
            <w:placeholder>
              <w:docPart w:val="23C9D2E97AC047C0A7912B3B9C4BDBF3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795133298"/>
            <w:placeholder>
              <w:docPart w:val="CC0BC3570A294BDD8ED07B43461C3CEC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1227061647"/>
            <w:placeholder>
              <w:docPart w:val="0EB5651619684F5B8A1E174D71DB8801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66189732"/>
            <w:placeholder>
              <w:docPart w:val="DF897A5F32B24544800F4A7A42C294F2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</w:tbl>
    <w:p w:rsidR="00EE040A" w:rsidRDefault="00EE040A" w:rsidP="00EE040A">
      <w:pPr>
        <w:jc w:val="right"/>
      </w:pPr>
      <w:r>
        <w:t>Ex: Excellent</w:t>
      </w:r>
    </w:p>
    <w:p w:rsidR="00EE040A" w:rsidRDefault="00EE040A" w:rsidP="00EE040A">
      <w:pPr>
        <w:jc w:val="right"/>
      </w:pPr>
    </w:p>
    <w:p w:rsidR="00EE040A" w:rsidRDefault="00EE040A" w:rsidP="00EE040A">
      <w:pPr>
        <w:jc w:val="right"/>
      </w:pPr>
    </w:p>
    <w:tbl>
      <w:tblPr>
        <w:tblStyle w:val="TableGrid"/>
        <w:tblW w:w="6497" w:type="dxa"/>
        <w:tblInd w:w="-63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497"/>
      </w:tblGrid>
      <w:tr w:rsidR="00EE040A" w:rsidTr="00920E05">
        <w:trPr>
          <w:trHeight w:val="313"/>
        </w:trPr>
        <w:tc>
          <w:tcPr>
            <w:tcW w:w="6497" w:type="dxa"/>
          </w:tcPr>
          <w:p w:rsidR="00EE040A" w:rsidRDefault="00EE040A" w:rsidP="00920E05">
            <w:r>
              <w:t>Start your comment here:</w:t>
            </w:r>
          </w:p>
        </w:tc>
      </w:tr>
      <w:tr w:rsidR="00EE040A" w:rsidTr="00920E05">
        <w:trPr>
          <w:trHeight w:val="287"/>
        </w:trPr>
        <w:tc>
          <w:tcPr>
            <w:tcW w:w="6497" w:type="dxa"/>
          </w:tcPr>
          <w:p w:rsidR="00EE040A" w:rsidRDefault="00EE040A" w:rsidP="00920E05"/>
        </w:tc>
      </w:tr>
      <w:tr w:rsidR="00EE040A" w:rsidTr="00920E05">
        <w:trPr>
          <w:trHeight w:val="287"/>
        </w:trPr>
        <w:tc>
          <w:tcPr>
            <w:tcW w:w="6497" w:type="dxa"/>
          </w:tcPr>
          <w:p w:rsidR="00EE040A" w:rsidRDefault="00EE040A" w:rsidP="00920E05"/>
        </w:tc>
      </w:tr>
    </w:tbl>
    <w:p w:rsidR="00EE040A" w:rsidRPr="00D91840" w:rsidRDefault="00EE040A" w:rsidP="00EE040A">
      <w:pPr>
        <w:ind w:left="-630"/>
      </w:pPr>
    </w:p>
    <w:p w:rsidR="00EE040A" w:rsidRDefault="00EE040A" w:rsidP="000B618B">
      <w:pPr>
        <w:ind w:left="-630"/>
      </w:pPr>
    </w:p>
    <w:p w:rsidR="00EE040A" w:rsidRDefault="00EE040A" w:rsidP="00EE040A">
      <w:pPr>
        <w:pStyle w:val="Heading1"/>
      </w:pPr>
      <w:r>
        <w:t>CUSTOMER COMMENT</w:t>
      </w:r>
    </w:p>
    <w:tbl>
      <w:tblPr>
        <w:tblW w:w="6377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6377"/>
      </w:tblGrid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Name:</w:t>
            </w:r>
          </w:p>
        </w:tc>
      </w:tr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Phone:</w:t>
            </w:r>
          </w:p>
        </w:tc>
      </w:tr>
      <w:tr w:rsidR="00EE040A" w:rsidRPr="00D91840" w:rsidTr="00920E05">
        <w:trPr>
          <w:trHeight w:val="308"/>
          <w:jc w:val="center"/>
        </w:trPr>
        <w:tc>
          <w:tcPr>
            <w:tcW w:w="6377" w:type="dxa"/>
            <w:shd w:val="clear" w:color="auto" w:fill="auto"/>
            <w:vAlign w:val="center"/>
          </w:tcPr>
          <w:p w:rsidR="00EE040A" w:rsidRPr="00D91840" w:rsidRDefault="00EE040A" w:rsidP="00920E05">
            <w:r>
              <w:t>Email:</w:t>
            </w:r>
          </w:p>
        </w:tc>
      </w:tr>
    </w:tbl>
    <w:p w:rsidR="00EE040A" w:rsidRDefault="00EE040A" w:rsidP="00EE040A">
      <w:pPr>
        <w:pStyle w:val="Directions"/>
      </w:pPr>
      <w:r w:rsidRPr="00D91840">
        <w:t xml:space="preserve">For each </w:t>
      </w:r>
      <w:r>
        <w:t>item identified</w:t>
      </w:r>
      <w:r w:rsidRPr="00D91840">
        <w:t xml:space="preserve"> </w:t>
      </w:r>
      <w:r>
        <w:t xml:space="preserve">below, circle the number </w:t>
      </w:r>
      <w:r>
        <w:br/>
        <w:t xml:space="preserve">to the </w:t>
      </w:r>
      <w:r w:rsidRPr="00D91840">
        <w:t xml:space="preserve">right that best fits your </w:t>
      </w:r>
      <w:r>
        <w:t>judgment of its quality</w:t>
      </w:r>
      <w:r w:rsidRPr="00D91840">
        <w:t xml:space="preserve">. </w:t>
      </w:r>
      <w:r>
        <w:br/>
      </w:r>
      <w:r w:rsidRPr="00D91840">
        <w:t xml:space="preserve">Use the </w:t>
      </w:r>
      <w:r>
        <w:t xml:space="preserve">rating </w:t>
      </w:r>
      <w:r w:rsidRPr="00D91840">
        <w:t xml:space="preserve">scale to </w:t>
      </w:r>
      <w:r>
        <w:t>select the quality number.</w:t>
      </w:r>
    </w:p>
    <w:tbl>
      <w:tblPr>
        <w:tblW w:w="6723" w:type="dxa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000" w:firstRow="0" w:lastRow="0" w:firstColumn="0" w:lastColumn="0" w:noHBand="0" w:noVBand="0"/>
      </w:tblPr>
      <w:tblGrid>
        <w:gridCol w:w="3065"/>
        <w:gridCol w:w="731"/>
        <w:gridCol w:w="731"/>
        <w:gridCol w:w="731"/>
        <w:gridCol w:w="732"/>
        <w:gridCol w:w="733"/>
      </w:tblGrid>
      <w:tr w:rsidR="00EE040A" w:rsidRPr="00D91840" w:rsidTr="00920E05">
        <w:trPr>
          <w:trHeight w:val="176"/>
          <w:jc w:val="center"/>
        </w:trPr>
        <w:tc>
          <w:tcPr>
            <w:tcW w:w="3065" w:type="dxa"/>
            <w:vMerge w:val="restart"/>
            <w:shd w:val="clear" w:color="auto" w:fill="D9D9D9" w:themeFill="background1" w:themeFillShade="D9"/>
            <w:vAlign w:val="center"/>
          </w:tcPr>
          <w:p w:rsidR="00EE040A" w:rsidRPr="00DF29B3" w:rsidRDefault="00EE040A" w:rsidP="00920E05">
            <w:pPr>
              <w:pStyle w:val="Heading2"/>
            </w:pPr>
            <w:r w:rsidRPr="00DF29B3">
              <w:t>Item</w:t>
            </w:r>
          </w:p>
        </w:tc>
        <w:tc>
          <w:tcPr>
            <w:tcW w:w="3658" w:type="dxa"/>
            <w:gridSpan w:val="5"/>
            <w:tcBorders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E040A" w:rsidRPr="00864C6B" w:rsidRDefault="00EE040A" w:rsidP="00920E05">
            <w:pPr>
              <w:pStyle w:val="Heading2"/>
            </w:pPr>
            <w:r w:rsidRPr="00DF29B3">
              <w:t>Scale</w:t>
            </w:r>
          </w:p>
        </w:tc>
      </w:tr>
      <w:tr w:rsidR="00EE040A" w:rsidRPr="00D91840" w:rsidTr="00920E05">
        <w:trPr>
          <w:trHeight w:val="176"/>
          <w:jc w:val="center"/>
        </w:trPr>
        <w:tc>
          <w:tcPr>
            <w:tcW w:w="3065" w:type="dxa"/>
            <w:vMerge/>
            <w:shd w:val="clear" w:color="auto" w:fill="D9D9D9" w:themeFill="background1" w:themeFillShade="D9"/>
            <w:vAlign w:val="center"/>
          </w:tcPr>
          <w:p w:rsidR="00EE040A" w:rsidRPr="00DF29B3" w:rsidRDefault="00EE040A" w:rsidP="00920E05">
            <w:pPr>
              <w:pStyle w:val="Heading2"/>
            </w:pP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173" w:type="dxa"/>
              <w:right w:w="173" w:type="dxa"/>
            </w:tcMar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 w:rsidRPr="000B618B">
              <w:rPr>
                <w:b w:val="0"/>
                <w:sz w:val="16"/>
              </w:rPr>
              <w:t>Poor</w:t>
            </w:r>
          </w:p>
        </w:tc>
        <w:tc>
          <w:tcPr>
            <w:tcW w:w="2194" w:type="dxa"/>
            <w:gridSpan w:val="3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 w:rsidRPr="000B618B">
              <w:rPr>
                <w:b w:val="0"/>
              </w:rPr>
              <w:t>Good</w:t>
            </w:r>
          </w:p>
        </w:tc>
        <w:tc>
          <w:tcPr>
            <w:tcW w:w="73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shd w:val="clear" w:color="auto" w:fill="D9D9D9" w:themeFill="background1" w:themeFillShade="D9"/>
            <w:tcMar>
              <w:left w:w="202" w:type="dxa"/>
              <w:right w:w="202" w:type="dxa"/>
            </w:tcMar>
            <w:vAlign w:val="center"/>
          </w:tcPr>
          <w:p w:rsidR="00EE040A" w:rsidRPr="000B618B" w:rsidRDefault="00EE040A" w:rsidP="00920E05">
            <w:pPr>
              <w:pStyle w:val="Heading3"/>
              <w:rPr>
                <w:b w:val="0"/>
              </w:rPr>
            </w:pPr>
            <w:r>
              <w:rPr>
                <w:b w:val="0"/>
              </w:rPr>
              <w:t>Ex.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326912001"/>
            <w:placeholder>
              <w:docPart w:val="2562DC7480CB4069938B2A4F57E22329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507647999"/>
            <w:placeholder>
              <w:docPart w:val="23E019BA16D14B6F88A47A3AD4139EEC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-665315829"/>
            <w:placeholder>
              <w:docPart w:val="2A2722729B674DBF99DB13F0E4640A5D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8569599"/>
            <w:placeholder>
              <w:docPart w:val="A69EC0741C384607A8D5F06B0B52F8FA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682327593"/>
            <w:placeholder>
              <w:docPart w:val="13DF9B40455F4F98AF1B8A3D7B74A668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230804150"/>
            <w:placeholder>
              <w:docPart w:val="C28FEC76F5A3404B882BB002DB08F744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584413563"/>
            <w:placeholder>
              <w:docPart w:val="16BB5E9AE2214AF983E19AA91ED07263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592600088"/>
            <w:placeholder>
              <w:docPart w:val="7BEAC88C3B964ABFBFC66068396781E3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803190328"/>
            <w:placeholder>
              <w:docPart w:val="041865BF6FD441119AFF5FF8B716EB01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191803183"/>
            <w:placeholder>
              <w:docPart w:val="86F0436BA2564818B7CCDF7D285818D8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296946983"/>
            <w:placeholder>
              <w:docPart w:val="6A0F189944084C67AED143035FE90C01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  <w:tr w:rsidR="00EE040A" w:rsidRPr="00D91840" w:rsidTr="00920E05">
        <w:trPr>
          <w:trHeight w:val="352"/>
          <w:jc w:val="center"/>
        </w:trPr>
        <w:sdt>
          <w:sdtPr>
            <w:id w:val="1644930644"/>
            <w:placeholder>
              <w:docPart w:val="F580295709944A8F8E90CF5D991DB5E9"/>
            </w:placeholder>
            <w:temporary/>
            <w:showingPlcHdr/>
          </w:sdtPr>
          <w:sdtContent>
            <w:tc>
              <w:tcPr>
                <w:tcW w:w="3065" w:type="dxa"/>
                <w:shd w:val="clear" w:color="auto" w:fill="auto"/>
                <w:vAlign w:val="center"/>
              </w:tcPr>
              <w:p w:rsidR="00EE040A" w:rsidRPr="00D91840" w:rsidRDefault="00EE040A" w:rsidP="00920E05">
                <w:pPr>
                  <w:pStyle w:val="NumberedList"/>
                </w:pPr>
                <w:r>
                  <w:t>[Item Description]</w:t>
                </w:r>
              </w:p>
            </w:tc>
          </w:sdtContent>
        </w:sdt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1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2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3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4</w:t>
            </w:r>
          </w:p>
        </w:tc>
        <w:tc>
          <w:tcPr>
            <w:tcW w:w="731" w:type="dxa"/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E040A" w:rsidRPr="00D91840" w:rsidRDefault="00EE040A" w:rsidP="00920E05">
            <w:pPr>
              <w:pStyle w:val="Numbers"/>
            </w:pPr>
            <w:r>
              <w:t>5</w:t>
            </w:r>
          </w:p>
        </w:tc>
      </w:tr>
    </w:tbl>
    <w:p w:rsidR="00EE040A" w:rsidRDefault="00EE040A" w:rsidP="00EE040A">
      <w:pPr>
        <w:jc w:val="right"/>
      </w:pPr>
      <w:r>
        <w:t>Ex: Excellent</w:t>
      </w:r>
    </w:p>
    <w:p w:rsidR="00EE040A" w:rsidRDefault="00EE040A" w:rsidP="00EE040A">
      <w:pPr>
        <w:jc w:val="right"/>
      </w:pPr>
    </w:p>
    <w:p w:rsidR="00EE040A" w:rsidRDefault="00EE040A" w:rsidP="00EE040A">
      <w:pPr>
        <w:jc w:val="right"/>
      </w:pPr>
    </w:p>
    <w:tbl>
      <w:tblPr>
        <w:tblStyle w:val="TableGrid"/>
        <w:tblW w:w="6497" w:type="dxa"/>
        <w:tblInd w:w="-63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497"/>
      </w:tblGrid>
      <w:tr w:rsidR="00EE040A" w:rsidTr="00920E05">
        <w:trPr>
          <w:trHeight w:val="313"/>
        </w:trPr>
        <w:tc>
          <w:tcPr>
            <w:tcW w:w="6497" w:type="dxa"/>
          </w:tcPr>
          <w:p w:rsidR="00EE040A" w:rsidRDefault="00EE040A" w:rsidP="00920E05">
            <w:r>
              <w:t>Start your comment here:</w:t>
            </w:r>
          </w:p>
        </w:tc>
      </w:tr>
      <w:tr w:rsidR="00EE040A" w:rsidTr="00920E05">
        <w:trPr>
          <w:trHeight w:val="287"/>
        </w:trPr>
        <w:tc>
          <w:tcPr>
            <w:tcW w:w="6497" w:type="dxa"/>
          </w:tcPr>
          <w:p w:rsidR="00EE040A" w:rsidRDefault="00EE040A" w:rsidP="00920E05"/>
        </w:tc>
      </w:tr>
      <w:tr w:rsidR="00EE040A" w:rsidTr="00920E05">
        <w:trPr>
          <w:trHeight w:val="287"/>
        </w:trPr>
        <w:tc>
          <w:tcPr>
            <w:tcW w:w="6497" w:type="dxa"/>
          </w:tcPr>
          <w:p w:rsidR="00EE040A" w:rsidRDefault="00EE040A" w:rsidP="00920E05"/>
        </w:tc>
      </w:tr>
    </w:tbl>
    <w:p w:rsidR="00EE040A" w:rsidRPr="00D91840" w:rsidRDefault="00EE040A" w:rsidP="00EE040A">
      <w:pPr>
        <w:ind w:left="-630"/>
      </w:pPr>
    </w:p>
    <w:p w:rsidR="00EE040A" w:rsidRPr="00D91840" w:rsidRDefault="00EE040A" w:rsidP="000B618B">
      <w:pPr>
        <w:ind w:left="-630"/>
      </w:pPr>
    </w:p>
    <w:sectPr w:rsidR="00EE040A" w:rsidRPr="00D91840" w:rsidSect="000B618B">
      <w:pgSz w:w="7920" w:h="12240" w:code="6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embedSystemFonts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18B"/>
    <w:rsid w:val="0008365A"/>
    <w:rsid w:val="000B618B"/>
    <w:rsid w:val="001D2C54"/>
    <w:rsid w:val="002076B8"/>
    <w:rsid w:val="002A3747"/>
    <w:rsid w:val="00342BB9"/>
    <w:rsid w:val="003B4B31"/>
    <w:rsid w:val="004B5F59"/>
    <w:rsid w:val="005252B5"/>
    <w:rsid w:val="005D46B0"/>
    <w:rsid w:val="00713420"/>
    <w:rsid w:val="00864C6B"/>
    <w:rsid w:val="00915199"/>
    <w:rsid w:val="00952E17"/>
    <w:rsid w:val="00953CB5"/>
    <w:rsid w:val="009C27A8"/>
    <w:rsid w:val="00A76658"/>
    <w:rsid w:val="00AD1109"/>
    <w:rsid w:val="00D91840"/>
    <w:rsid w:val="00DB072C"/>
    <w:rsid w:val="00DF29B3"/>
    <w:rsid w:val="00DF4F9E"/>
    <w:rsid w:val="00EE040A"/>
    <w:rsid w:val="00FE1254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F9A6C6"/>
  <w15:docId w15:val="{4B71BEDF-CA4C-4982-A8F1-651A4705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4F9E"/>
    <w:rPr>
      <w:rFonts w:asciiTheme="minorHAnsi" w:hAnsiTheme="minorHAnsi"/>
      <w:spacing w:val="8"/>
      <w:sz w:val="18"/>
      <w:szCs w:val="16"/>
    </w:rPr>
  </w:style>
  <w:style w:type="paragraph" w:styleId="Heading1">
    <w:name w:val="heading 1"/>
    <w:basedOn w:val="Normal"/>
    <w:next w:val="Normal"/>
    <w:qFormat/>
    <w:rsid w:val="00A76658"/>
    <w:pPr>
      <w:spacing w:after="160"/>
      <w:jc w:val="center"/>
      <w:outlineLvl w:val="0"/>
    </w:pPr>
    <w:rPr>
      <w:rFonts w:asciiTheme="majorHAnsi" w:hAnsiTheme="majorHAnsi"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DF4F9E"/>
    <w:pPr>
      <w:jc w:val="center"/>
      <w:outlineLvl w:val="1"/>
    </w:pPr>
    <w:rPr>
      <w:rFonts w:asciiTheme="majorHAnsi" w:hAnsiTheme="majorHAnsi"/>
      <w:b/>
      <w:sz w:val="22"/>
    </w:rPr>
  </w:style>
  <w:style w:type="paragraph" w:styleId="Heading3">
    <w:name w:val="heading 3"/>
    <w:basedOn w:val="Normal"/>
    <w:next w:val="Normal"/>
    <w:qFormat/>
    <w:rsid w:val="00A76658"/>
    <w:pPr>
      <w:jc w:val="center"/>
      <w:outlineLvl w:val="2"/>
    </w:pPr>
    <w:rPr>
      <w:rFonts w:asciiTheme="majorHAnsi" w:hAnsiTheme="majorHAnsi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DB072C"/>
    <w:rPr>
      <w:sz w:val="16"/>
    </w:rPr>
  </w:style>
  <w:style w:type="paragraph" w:styleId="BalloonText">
    <w:name w:val="Balloon Text"/>
    <w:basedOn w:val="Normal"/>
    <w:semiHidden/>
    <w:unhideWhenUsed/>
    <w:rsid w:val="00D91840"/>
    <w:rPr>
      <w:rFonts w:ascii="Tahoma" w:hAnsi="Tahoma" w:cs="Tahoma"/>
    </w:rPr>
  </w:style>
  <w:style w:type="paragraph" w:customStyle="1" w:styleId="Directions">
    <w:name w:val="Directions"/>
    <w:basedOn w:val="Normal"/>
    <w:unhideWhenUsed/>
    <w:qFormat/>
    <w:rsid w:val="00DF4F9E"/>
    <w:pPr>
      <w:spacing w:before="200" w:after="200"/>
      <w:jc w:val="center"/>
    </w:pPr>
  </w:style>
  <w:style w:type="paragraph" w:customStyle="1" w:styleId="NumberedList">
    <w:name w:val="Numbered List"/>
    <w:basedOn w:val="Normal"/>
    <w:qFormat/>
    <w:rsid w:val="00342BB9"/>
    <w:pPr>
      <w:numPr>
        <w:numId w:val="2"/>
      </w:numPr>
    </w:pPr>
  </w:style>
  <w:style w:type="paragraph" w:customStyle="1" w:styleId="Numbers">
    <w:name w:val="Numbers"/>
    <w:basedOn w:val="Normal"/>
    <w:qFormat/>
    <w:rsid w:val="00DF4F9E"/>
    <w:pPr>
      <w:jc w:val="center"/>
    </w:pPr>
  </w:style>
  <w:style w:type="character" w:styleId="PlaceholderText">
    <w:name w:val="Placeholder Text"/>
    <w:basedOn w:val="DefaultParagraphFont"/>
    <w:uiPriority w:val="99"/>
    <w:semiHidden/>
    <w:rsid w:val="00DF4F9E"/>
    <w:rPr>
      <w:color w:val="808080"/>
    </w:rPr>
  </w:style>
  <w:style w:type="table" w:styleId="TableGrid">
    <w:name w:val="Table Grid"/>
    <w:basedOn w:val="TableNormal"/>
    <w:rsid w:val="000B6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urvey%20of%20qua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AA99C1A4C9489296FAF87E7D8CC8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6F645-E087-4B95-AE96-49AB07CD32A7}"/>
      </w:docPartPr>
      <w:docPartBody>
        <w:p w:rsidR="00000000" w:rsidRDefault="00446299">
          <w:pPr>
            <w:pStyle w:val="95AA99C1A4C9489296FAF87E7D8CC872"/>
          </w:pPr>
          <w:r>
            <w:t>[Item Description]</w:t>
          </w:r>
        </w:p>
      </w:docPartBody>
    </w:docPart>
    <w:docPart>
      <w:docPartPr>
        <w:name w:val="761042345C7D442585AEDA7145A0B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51BE9-B6B1-42A3-9F50-06FD8F308DCA}"/>
      </w:docPartPr>
      <w:docPartBody>
        <w:p w:rsidR="00000000" w:rsidRDefault="00446299">
          <w:pPr>
            <w:pStyle w:val="761042345C7D442585AEDA7145A0B39A"/>
          </w:pPr>
          <w:r>
            <w:t>[Item Description]</w:t>
          </w:r>
        </w:p>
      </w:docPartBody>
    </w:docPart>
    <w:docPart>
      <w:docPartPr>
        <w:name w:val="F41D1E9269A64F829183768704F7A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2D186-F08F-4236-A931-A3B3F8FE05F4}"/>
      </w:docPartPr>
      <w:docPartBody>
        <w:p w:rsidR="00000000" w:rsidRDefault="00446299">
          <w:pPr>
            <w:pStyle w:val="F41D1E9269A64F829183768704F7A1E5"/>
          </w:pPr>
          <w:r>
            <w:t>[Item Description]</w:t>
          </w:r>
        </w:p>
      </w:docPartBody>
    </w:docPart>
    <w:docPart>
      <w:docPartPr>
        <w:name w:val="870874CCBBF540F784E08D6270FF89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9D594-4F3F-49D8-910D-35C113A8D02D}"/>
      </w:docPartPr>
      <w:docPartBody>
        <w:p w:rsidR="00000000" w:rsidRDefault="00446299">
          <w:pPr>
            <w:pStyle w:val="870874CCBBF540F784E08D6270FF8944"/>
          </w:pPr>
          <w:r>
            <w:t>[Item Description]</w:t>
          </w:r>
        </w:p>
      </w:docPartBody>
    </w:docPart>
    <w:docPart>
      <w:docPartPr>
        <w:name w:val="AE972CDE3F6146CAB3F531C2DDC95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46377-A729-4855-8629-A5F7F7411CB9}"/>
      </w:docPartPr>
      <w:docPartBody>
        <w:p w:rsidR="00000000" w:rsidRDefault="00446299">
          <w:pPr>
            <w:pStyle w:val="AE972CDE3F6146CAB3F531C2DDC9555C"/>
          </w:pPr>
          <w:r>
            <w:t>[Item Description]</w:t>
          </w:r>
        </w:p>
      </w:docPartBody>
    </w:docPart>
    <w:docPart>
      <w:docPartPr>
        <w:name w:val="D7BD86A617DE42A0B01E8A0BD3EC3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CE3F9-E7FD-4C85-B341-548755B42E03}"/>
      </w:docPartPr>
      <w:docPartBody>
        <w:p w:rsidR="00000000" w:rsidRDefault="00446299">
          <w:pPr>
            <w:pStyle w:val="D7BD86A617DE42A0B01E8A0BD3EC36C6"/>
          </w:pPr>
          <w:r>
            <w:t>[Item Description]</w:t>
          </w:r>
        </w:p>
      </w:docPartBody>
    </w:docPart>
    <w:docPart>
      <w:docPartPr>
        <w:name w:val="37609C2161BE419AAE45C170F3B61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FF7B83-413A-4268-815C-EDEAF382049C}"/>
      </w:docPartPr>
      <w:docPartBody>
        <w:p w:rsidR="00000000" w:rsidRDefault="00446299">
          <w:pPr>
            <w:pStyle w:val="37609C2161BE419AAE45C170F3B61C05"/>
          </w:pPr>
          <w:r>
            <w:t>[Item Description]</w:t>
          </w:r>
        </w:p>
      </w:docPartBody>
    </w:docPart>
    <w:docPart>
      <w:docPartPr>
        <w:name w:val="CB69D1795A304FF29DAE0407F2854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F348E-719E-462A-9D4E-BBC9257E7175}"/>
      </w:docPartPr>
      <w:docPartBody>
        <w:p w:rsidR="00000000" w:rsidRDefault="00446299">
          <w:pPr>
            <w:pStyle w:val="CB69D1795A304FF29DAE0407F2854796"/>
          </w:pPr>
          <w:r>
            <w:t>[Item Description]</w:t>
          </w:r>
        </w:p>
      </w:docPartBody>
    </w:docPart>
    <w:docPart>
      <w:docPartPr>
        <w:name w:val="195AB5F842F14586B56084A09C5E2D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C12FA-C379-46AD-9E65-F2A0E9AB91CE}"/>
      </w:docPartPr>
      <w:docPartBody>
        <w:p w:rsidR="00000000" w:rsidRDefault="00446299">
          <w:pPr>
            <w:pStyle w:val="195AB5F842F14586B56084A09C5E2DC6"/>
          </w:pPr>
          <w:r>
            <w:t>[Item Description]</w:t>
          </w:r>
        </w:p>
      </w:docPartBody>
    </w:docPart>
    <w:docPart>
      <w:docPartPr>
        <w:name w:val="41DBF42733E44AAE965614F73DFF9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13759-C097-46EF-9329-01EAFD14C6CB}"/>
      </w:docPartPr>
      <w:docPartBody>
        <w:p w:rsidR="00000000" w:rsidRDefault="00446299">
          <w:pPr>
            <w:pStyle w:val="41DBF42733E44AAE965614F73DFF9BF2"/>
          </w:pPr>
          <w:r>
            <w:t>[Item Description]</w:t>
          </w:r>
        </w:p>
      </w:docPartBody>
    </w:docPart>
    <w:docPart>
      <w:docPartPr>
        <w:name w:val="DC4D8594D1BA4536ADC6CBF6BC1B0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9B7E6-B1A1-4503-BDB7-C6030F44317B}"/>
      </w:docPartPr>
      <w:docPartBody>
        <w:p w:rsidR="00000000" w:rsidRDefault="00446299">
          <w:pPr>
            <w:pStyle w:val="DC4D8594D1BA4536ADC6CBF6BC1B0B0B"/>
          </w:pPr>
          <w:r>
            <w:t>[Item Description]</w:t>
          </w:r>
        </w:p>
      </w:docPartBody>
    </w:docPart>
    <w:docPart>
      <w:docPartPr>
        <w:name w:val="5EDECDAC07B047B29FE4D7B1F74CD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6822E-4B87-47DF-8316-93B2A494B95F}"/>
      </w:docPartPr>
      <w:docPartBody>
        <w:p w:rsidR="00000000" w:rsidRDefault="00446299">
          <w:pPr>
            <w:pStyle w:val="5EDECDAC07B047B29FE4D7B1F74CD476"/>
          </w:pPr>
          <w:r>
            <w:t>[Item Description]</w:t>
          </w:r>
        </w:p>
      </w:docPartBody>
    </w:docPart>
    <w:docPart>
      <w:docPartPr>
        <w:name w:val="B5994D1EDFFB4D649BA525EF1F67B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200A9-7667-4D90-9E9A-0DBDA42E75F8}"/>
      </w:docPartPr>
      <w:docPartBody>
        <w:p w:rsidR="00000000" w:rsidRDefault="002356F9" w:rsidP="002356F9">
          <w:pPr>
            <w:pStyle w:val="B5994D1EDFFB4D649BA525EF1F67BF57"/>
          </w:pPr>
          <w:r>
            <w:t>[Item Description]</w:t>
          </w:r>
        </w:p>
      </w:docPartBody>
    </w:docPart>
    <w:docPart>
      <w:docPartPr>
        <w:name w:val="FC86B4E3D0574526A11B3A328ECE5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77B10-94B1-49F3-A491-41D1EBB641E4}"/>
      </w:docPartPr>
      <w:docPartBody>
        <w:p w:rsidR="00000000" w:rsidRDefault="002356F9" w:rsidP="002356F9">
          <w:pPr>
            <w:pStyle w:val="FC86B4E3D0574526A11B3A328ECE51B3"/>
          </w:pPr>
          <w:r>
            <w:t>[Item Description]</w:t>
          </w:r>
        </w:p>
      </w:docPartBody>
    </w:docPart>
    <w:docPart>
      <w:docPartPr>
        <w:name w:val="545C07F2CE574C66927690B66C789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10E48-5519-475D-9952-79B10E8DDC20}"/>
      </w:docPartPr>
      <w:docPartBody>
        <w:p w:rsidR="00000000" w:rsidRDefault="002356F9" w:rsidP="002356F9">
          <w:pPr>
            <w:pStyle w:val="545C07F2CE574C66927690B66C789CBB"/>
          </w:pPr>
          <w:r>
            <w:t>[Item Description]</w:t>
          </w:r>
        </w:p>
      </w:docPartBody>
    </w:docPart>
    <w:docPart>
      <w:docPartPr>
        <w:name w:val="5A9B1A2753214A32BF3B4CF51C583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32336D-F266-4414-A1CB-39494CF27BC5}"/>
      </w:docPartPr>
      <w:docPartBody>
        <w:p w:rsidR="00000000" w:rsidRDefault="002356F9" w:rsidP="002356F9">
          <w:pPr>
            <w:pStyle w:val="5A9B1A2753214A32BF3B4CF51C5831C4"/>
          </w:pPr>
          <w:r>
            <w:t>[Item Description]</w:t>
          </w:r>
        </w:p>
      </w:docPartBody>
    </w:docPart>
    <w:docPart>
      <w:docPartPr>
        <w:name w:val="78D72F311B884AAA84A741395D8B7C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C2FBBB-3CD5-4CAB-AD90-689E29EA7696}"/>
      </w:docPartPr>
      <w:docPartBody>
        <w:p w:rsidR="00000000" w:rsidRDefault="002356F9" w:rsidP="002356F9">
          <w:pPr>
            <w:pStyle w:val="78D72F311B884AAA84A741395D8B7C0D"/>
          </w:pPr>
          <w:r>
            <w:t>[Item Description]</w:t>
          </w:r>
        </w:p>
      </w:docPartBody>
    </w:docPart>
    <w:docPart>
      <w:docPartPr>
        <w:name w:val="4753CADEDB82464E9370231A81C35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C3530-3484-4A50-B916-FC14BB21770F}"/>
      </w:docPartPr>
      <w:docPartBody>
        <w:p w:rsidR="00000000" w:rsidRDefault="002356F9" w:rsidP="002356F9">
          <w:pPr>
            <w:pStyle w:val="4753CADEDB82464E9370231A81C353BF"/>
          </w:pPr>
          <w:r>
            <w:t>[Item Description]</w:t>
          </w:r>
        </w:p>
      </w:docPartBody>
    </w:docPart>
    <w:docPart>
      <w:docPartPr>
        <w:name w:val="68793D3C5C8E43489C268FE274B8C0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38BCA-59B3-4B71-BC92-51C8279A06D4}"/>
      </w:docPartPr>
      <w:docPartBody>
        <w:p w:rsidR="00000000" w:rsidRDefault="002356F9" w:rsidP="002356F9">
          <w:pPr>
            <w:pStyle w:val="68793D3C5C8E43489C268FE274B8C068"/>
          </w:pPr>
          <w:r>
            <w:t>[Item Description]</w:t>
          </w:r>
        </w:p>
      </w:docPartBody>
    </w:docPart>
    <w:docPart>
      <w:docPartPr>
        <w:name w:val="D4689D9E7FE1485884CD0E66FA7257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F80E39-7A28-48B9-8222-5EE4EC734D45}"/>
      </w:docPartPr>
      <w:docPartBody>
        <w:p w:rsidR="00000000" w:rsidRDefault="002356F9" w:rsidP="002356F9">
          <w:pPr>
            <w:pStyle w:val="D4689D9E7FE1485884CD0E66FA725729"/>
          </w:pPr>
          <w:r>
            <w:t>[Item Description]</w:t>
          </w:r>
        </w:p>
      </w:docPartBody>
    </w:docPart>
    <w:docPart>
      <w:docPartPr>
        <w:name w:val="6AC8EEC25C604EB49B96D9C7E32C48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2501D-904A-492F-A86C-377247A50240}"/>
      </w:docPartPr>
      <w:docPartBody>
        <w:p w:rsidR="00000000" w:rsidRDefault="002356F9" w:rsidP="002356F9">
          <w:pPr>
            <w:pStyle w:val="6AC8EEC25C604EB49B96D9C7E32C4820"/>
          </w:pPr>
          <w:r>
            <w:t>[Item Description]</w:t>
          </w:r>
        </w:p>
      </w:docPartBody>
    </w:docPart>
    <w:docPart>
      <w:docPartPr>
        <w:name w:val="93B33ED97365446CBC1AB3979CA5B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EE513-A9C5-4859-9627-0E235EE26631}"/>
      </w:docPartPr>
      <w:docPartBody>
        <w:p w:rsidR="00000000" w:rsidRDefault="002356F9" w:rsidP="002356F9">
          <w:pPr>
            <w:pStyle w:val="93B33ED97365446CBC1AB3979CA5B901"/>
          </w:pPr>
          <w:r>
            <w:t>[Item Description]</w:t>
          </w:r>
        </w:p>
      </w:docPartBody>
    </w:docPart>
    <w:docPart>
      <w:docPartPr>
        <w:name w:val="A43DFE7904B24C6BA5AF7D1B0AED9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F8A8A-5A09-478D-9485-B18D907DFE0D}"/>
      </w:docPartPr>
      <w:docPartBody>
        <w:p w:rsidR="00000000" w:rsidRDefault="002356F9" w:rsidP="002356F9">
          <w:pPr>
            <w:pStyle w:val="A43DFE7904B24C6BA5AF7D1B0AED9806"/>
          </w:pPr>
          <w:r>
            <w:t>[Item Description]</w:t>
          </w:r>
        </w:p>
      </w:docPartBody>
    </w:docPart>
    <w:docPart>
      <w:docPartPr>
        <w:name w:val="15921D93ABF34B02B6C3EE12D4E83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EB714-5861-41EE-905A-906CDB12761C}"/>
      </w:docPartPr>
      <w:docPartBody>
        <w:p w:rsidR="00000000" w:rsidRDefault="002356F9" w:rsidP="002356F9">
          <w:pPr>
            <w:pStyle w:val="15921D93ABF34B02B6C3EE12D4E83EAC"/>
          </w:pPr>
          <w:r>
            <w:t>[Item Description]</w:t>
          </w:r>
        </w:p>
      </w:docPartBody>
    </w:docPart>
    <w:docPart>
      <w:docPartPr>
        <w:name w:val="2C71B38AC2D0436594871AB6C94DA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25E23-793E-495E-B572-1068308F51EC}"/>
      </w:docPartPr>
      <w:docPartBody>
        <w:p w:rsidR="00000000" w:rsidRDefault="002356F9" w:rsidP="002356F9">
          <w:pPr>
            <w:pStyle w:val="2C71B38AC2D0436594871AB6C94DA990"/>
          </w:pPr>
          <w:r>
            <w:t>[Item Description]</w:t>
          </w:r>
        </w:p>
      </w:docPartBody>
    </w:docPart>
    <w:docPart>
      <w:docPartPr>
        <w:name w:val="5C4DE9DF0BDD449EB253717E8CF6D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21B96-3CEB-4DDE-B62F-0047F4855C92}"/>
      </w:docPartPr>
      <w:docPartBody>
        <w:p w:rsidR="00000000" w:rsidRDefault="002356F9" w:rsidP="002356F9">
          <w:pPr>
            <w:pStyle w:val="5C4DE9DF0BDD449EB253717E8CF6D1C1"/>
          </w:pPr>
          <w:r>
            <w:t>[Item Description]</w:t>
          </w:r>
        </w:p>
      </w:docPartBody>
    </w:docPart>
    <w:docPart>
      <w:docPartPr>
        <w:name w:val="9E0030305E08448C853D2D31B3A855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818CDE-03DC-47CE-B0C6-F4F1410E4A2A}"/>
      </w:docPartPr>
      <w:docPartBody>
        <w:p w:rsidR="00000000" w:rsidRDefault="002356F9" w:rsidP="002356F9">
          <w:pPr>
            <w:pStyle w:val="9E0030305E08448C853D2D31B3A85554"/>
          </w:pPr>
          <w:r>
            <w:t>[Item Description]</w:t>
          </w:r>
        </w:p>
      </w:docPartBody>
    </w:docPart>
    <w:docPart>
      <w:docPartPr>
        <w:name w:val="00C48CA3ABBD43DB9DA8F98542347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AF406-00B3-41EB-A118-E437D5E25812}"/>
      </w:docPartPr>
      <w:docPartBody>
        <w:p w:rsidR="00000000" w:rsidRDefault="002356F9" w:rsidP="002356F9">
          <w:pPr>
            <w:pStyle w:val="00C48CA3ABBD43DB9DA8F98542347B6C"/>
          </w:pPr>
          <w:r>
            <w:t>[Item Description]</w:t>
          </w:r>
        </w:p>
      </w:docPartBody>
    </w:docPart>
    <w:docPart>
      <w:docPartPr>
        <w:name w:val="05DD9DD6B3124CA0A3E6FA512D28F3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5A7F7-EA40-4185-A14C-B91BB2E9D297}"/>
      </w:docPartPr>
      <w:docPartBody>
        <w:p w:rsidR="00000000" w:rsidRDefault="002356F9" w:rsidP="002356F9">
          <w:pPr>
            <w:pStyle w:val="05DD9DD6B3124CA0A3E6FA512D28F3C8"/>
          </w:pPr>
          <w:r>
            <w:t>[Item Description]</w:t>
          </w:r>
        </w:p>
      </w:docPartBody>
    </w:docPart>
    <w:docPart>
      <w:docPartPr>
        <w:name w:val="3F046CCD74874F5299258B3ED5AD9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ADE21-E20F-466C-A259-E6A781835377}"/>
      </w:docPartPr>
      <w:docPartBody>
        <w:p w:rsidR="00000000" w:rsidRDefault="002356F9" w:rsidP="002356F9">
          <w:pPr>
            <w:pStyle w:val="3F046CCD74874F5299258B3ED5AD99CD"/>
          </w:pPr>
          <w:r>
            <w:t>[Item Description]</w:t>
          </w:r>
        </w:p>
      </w:docPartBody>
    </w:docPart>
    <w:docPart>
      <w:docPartPr>
        <w:name w:val="9580AA0B557C4971867215321D2CA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4B67B-033C-4533-BBBB-1AA55EDD0146}"/>
      </w:docPartPr>
      <w:docPartBody>
        <w:p w:rsidR="00000000" w:rsidRDefault="002356F9" w:rsidP="002356F9">
          <w:pPr>
            <w:pStyle w:val="9580AA0B557C4971867215321D2CA4B2"/>
          </w:pPr>
          <w:r>
            <w:t>[Item Description]</w:t>
          </w:r>
        </w:p>
      </w:docPartBody>
    </w:docPart>
    <w:docPart>
      <w:docPartPr>
        <w:name w:val="3790E61824914668BAA67E41F9558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7504B-9963-4C15-AA95-E00EC3DE29B3}"/>
      </w:docPartPr>
      <w:docPartBody>
        <w:p w:rsidR="00000000" w:rsidRDefault="002356F9" w:rsidP="002356F9">
          <w:pPr>
            <w:pStyle w:val="3790E61824914668BAA67E41F9558D28"/>
          </w:pPr>
          <w:r>
            <w:t>[Item Description]</w:t>
          </w:r>
        </w:p>
      </w:docPartBody>
    </w:docPart>
    <w:docPart>
      <w:docPartPr>
        <w:name w:val="23C9D2E97AC047C0A7912B3B9C4BDB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8B4A0-DB47-49A2-86E0-68BD376DEFD1}"/>
      </w:docPartPr>
      <w:docPartBody>
        <w:p w:rsidR="00000000" w:rsidRDefault="002356F9" w:rsidP="002356F9">
          <w:pPr>
            <w:pStyle w:val="23C9D2E97AC047C0A7912B3B9C4BDBF3"/>
          </w:pPr>
          <w:r>
            <w:t>[Item Description]</w:t>
          </w:r>
        </w:p>
      </w:docPartBody>
    </w:docPart>
    <w:docPart>
      <w:docPartPr>
        <w:name w:val="CC0BC3570A294BDD8ED07B43461C3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7A614-0ECE-466D-A6CF-D0610DC57C69}"/>
      </w:docPartPr>
      <w:docPartBody>
        <w:p w:rsidR="00000000" w:rsidRDefault="002356F9" w:rsidP="002356F9">
          <w:pPr>
            <w:pStyle w:val="CC0BC3570A294BDD8ED07B43461C3CEC"/>
          </w:pPr>
          <w:r>
            <w:t>[Item Description]</w:t>
          </w:r>
        </w:p>
      </w:docPartBody>
    </w:docPart>
    <w:docPart>
      <w:docPartPr>
        <w:name w:val="0EB5651619684F5B8A1E174D71DB8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89338-5500-4D4B-B1C0-7B3A44B434D5}"/>
      </w:docPartPr>
      <w:docPartBody>
        <w:p w:rsidR="00000000" w:rsidRDefault="002356F9" w:rsidP="002356F9">
          <w:pPr>
            <w:pStyle w:val="0EB5651619684F5B8A1E174D71DB8801"/>
          </w:pPr>
          <w:r>
            <w:t>[Item Description]</w:t>
          </w:r>
        </w:p>
      </w:docPartBody>
    </w:docPart>
    <w:docPart>
      <w:docPartPr>
        <w:name w:val="DF897A5F32B24544800F4A7A42C29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1B0CF-F380-44DA-B6C4-D09B8B5CEE89}"/>
      </w:docPartPr>
      <w:docPartBody>
        <w:p w:rsidR="00000000" w:rsidRDefault="002356F9" w:rsidP="002356F9">
          <w:pPr>
            <w:pStyle w:val="DF897A5F32B24544800F4A7A42C294F2"/>
          </w:pPr>
          <w:r>
            <w:t>[Item Description]</w:t>
          </w:r>
        </w:p>
      </w:docPartBody>
    </w:docPart>
    <w:docPart>
      <w:docPartPr>
        <w:name w:val="2562DC7480CB4069938B2A4F57E22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A2F0C-49FF-406F-B841-75E534A8E427}"/>
      </w:docPartPr>
      <w:docPartBody>
        <w:p w:rsidR="00000000" w:rsidRDefault="002356F9" w:rsidP="002356F9">
          <w:pPr>
            <w:pStyle w:val="2562DC7480CB4069938B2A4F57E22329"/>
          </w:pPr>
          <w:r>
            <w:t>[Item Description]</w:t>
          </w:r>
        </w:p>
      </w:docPartBody>
    </w:docPart>
    <w:docPart>
      <w:docPartPr>
        <w:name w:val="23E019BA16D14B6F88A47A3AD4139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7622C-9683-4BBC-B207-71288C48DE2A}"/>
      </w:docPartPr>
      <w:docPartBody>
        <w:p w:rsidR="00000000" w:rsidRDefault="002356F9" w:rsidP="002356F9">
          <w:pPr>
            <w:pStyle w:val="23E019BA16D14B6F88A47A3AD4139EEC"/>
          </w:pPr>
          <w:r>
            <w:t>[Item Description]</w:t>
          </w:r>
        </w:p>
      </w:docPartBody>
    </w:docPart>
    <w:docPart>
      <w:docPartPr>
        <w:name w:val="2A2722729B674DBF99DB13F0E4640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042B19-C189-4791-919A-9EF1B1F7703B}"/>
      </w:docPartPr>
      <w:docPartBody>
        <w:p w:rsidR="00000000" w:rsidRDefault="002356F9" w:rsidP="002356F9">
          <w:pPr>
            <w:pStyle w:val="2A2722729B674DBF99DB13F0E4640A5D"/>
          </w:pPr>
          <w:r>
            <w:t>[Item Description]</w:t>
          </w:r>
        </w:p>
      </w:docPartBody>
    </w:docPart>
    <w:docPart>
      <w:docPartPr>
        <w:name w:val="A69EC0741C384607A8D5F06B0B52F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E2599-AA8A-411F-A5CE-F32D35F3718C}"/>
      </w:docPartPr>
      <w:docPartBody>
        <w:p w:rsidR="00000000" w:rsidRDefault="002356F9" w:rsidP="002356F9">
          <w:pPr>
            <w:pStyle w:val="A69EC0741C384607A8D5F06B0B52F8FA"/>
          </w:pPr>
          <w:r>
            <w:t>[Item Description]</w:t>
          </w:r>
        </w:p>
      </w:docPartBody>
    </w:docPart>
    <w:docPart>
      <w:docPartPr>
        <w:name w:val="13DF9B40455F4F98AF1B8A3D7B74A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242C9-F395-4B23-B4B5-9A1FA3AD349D}"/>
      </w:docPartPr>
      <w:docPartBody>
        <w:p w:rsidR="00000000" w:rsidRDefault="002356F9" w:rsidP="002356F9">
          <w:pPr>
            <w:pStyle w:val="13DF9B40455F4F98AF1B8A3D7B74A668"/>
          </w:pPr>
          <w:r>
            <w:t>[Item Description]</w:t>
          </w:r>
        </w:p>
      </w:docPartBody>
    </w:docPart>
    <w:docPart>
      <w:docPartPr>
        <w:name w:val="C28FEC76F5A3404B882BB002DB08F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2A0D1-7C1D-4353-8FF3-640E553CE6B8}"/>
      </w:docPartPr>
      <w:docPartBody>
        <w:p w:rsidR="00000000" w:rsidRDefault="002356F9" w:rsidP="002356F9">
          <w:pPr>
            <w:pStyle w:val="C28FEC76F5A3404B882BB002DB08F744"/>
          </w:pPr>
          <w:r>
            <w:t>[Item Description]</w:t>
          </w:r>
        </w:p>
      </w:docPartBody>
    </w:docPart>
    <w:docPart>
      <w:docPartPr>
        <w:name w:val="16BB5E9AE2214AF983E19AA91ED07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E1F91-1896-44D0-B065-52AF83FF9AAF}"/>
      </w:docPartPr>
      <w:docPartBody>
        <w:p w:rsidR="00000000" w:rsidRDefault="002356F9" w:rsidP="002356F9">
          <w:pPr>
            <w:pStyle w:val="16BB5E9AE2214AF983E19AA91ED07263"/>
          </w:pPr>
          <w:r>
            <w:t>[Item Description]</w:t>
          </w:r>
        </w:p>
      </w:docPartBody>
    </w:docPart>
    <w:docPart>
      <w:docPartPr>
        <w:name w:val="7BEAC88C3B964ABFBFC66068396781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5A70D-78D3-44E3-8E25-E2ACF681848C}"/>
      </w:docPartPr>
      <w:docPartBody>
        <w:p w:rsidR="00000000" w:rsidRDefault="002356F9" w:rsidP="002356F9">
          <w:pPr>
            <w:pStyle w:val="7BEAC88C3B964ABFBFC66068396781E3"/>
          </w:pPr>
          <w:r>
            <w:t>[Item Description]</w:t>
          </w:r>
        </w:p>
      </w:docPartBody>
    </w:docPart>
    <w:docPart>
      <w:docPartPr>
        <w:name w:val="041865BF6FD441119AFF5FF8B716EB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26D5E-5DB5-4109-A3E5-A753AD9F00CB}"/>
      </w:docPartPr>
      <w:docPartBody>
        <w:p w:rsidR="00000000" w:rsidRDefault="002356F9" w:rsidP="002356F9">
          <w:pPr>
            <w:pStyle w:val="041865BF6FD441119AFF5FF8B716EB01"/>
          </w:pPr>
          <w:r>
            <w:t>[Item Description]</w:t>
          </w:r>
        </w:p>
      </w:docPartBody>
    </w:docPart>
    <w:docPart>
      <w:docPartPr>
        <w:name w:val="86F0436BA2564818B7CCDF7D285818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90E27-2030-493B-8254-6403F1229D9C}"/>
      </w:docPartPr>
      <w:docPartBody>
        <w:p w:rsidR="00000000" w:rsidRDefault="002356F9" w:rsidP="002356F9">
          <w:pPr>
            <w:pStyle w:val="86F0436BA2564818B7CCDF7D285818D8"/>
          </w:pPr>
          <w:r>
            <w:t>[Item Description]</w:t>
          </w:r>
        </w:p>
      </w:docPartBody>
    </w:docPart>
    <w:docPart>
      <w:docPartPr>
        <w:name w:val="6A0F189944084C67AED143035FE90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FE2C27-0BB5-460B-9EF0-97481E1C0F64}"/>
      </w:docPartPr>
      <w:docPartBody>
        <w:p w:rsidR="00000000" w:rsidRDefault="002356F9" w:rsidP="002356F9">
          <w:pPr>
            <w:pStyle w:val="6A0F189944084C67AED143035FE90C01"/>
          </w:pPr>
          <w:r>
            <w:t>[Item Description]</w:t>
          </w:r>
        </w:p>
      </w:docPartBody>
    </w:docPart>
    <w:docPart>
      <w:docPartPr>
        <w:name w:val="F580295709944A8F8E90CF5D991DB5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2E41E-2CCC-4789-BE30-4AE52AFDF501}"/>
      </w:docPartPr>
      <w:docPartBody>
        <w:p w:rsidR="00000000" w:rsidRDefault="002356F9" w:rsidP="002356F9">
          <w:pPr>
            <w:pStyle w:val="F580295709944A8F8E90CF5D991DB5E9"/>
          </w:pPr>
          <w:r>
            <w:t>[Item Description]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F9"/>
    <w:rsid w:val="002356F9"/>
    <w:rsid w:val="0044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AA99C1A4C9489296FAF87E7D8CC872">
    <w:name w:val="95AA99C1A4C9489296FAF87E7D8CC872"/>
  </w:style>
  <w:style w:type="paragraph" w:customStyle="1" w:styleId="761042345C7D442585AEDA7145A0B39A">
    <w:name w:val="761042345C7D442585AEDA7145A0B39A"/>
  </w:style>
  <w:style w:type="paragraph" w:customStyle="1" w:styleId="F41D1E9269A64F829183768704F7A1E5">
    <w:name w:val="F41D1E9269A64F829183768704F7A1E5"/>
  </w:style>
  <w:style w:type="paragraph" w:customStyle="1" w:styleId="870874CCBBF540F784E08D6270FF8944">
    <w:name w:val="870874CCBBF540F784E08D6270FF8944"/>
  </w:style>
  <w:style w:type="paragraph" w:customStyle="1" w:styleId="AE972CDE3F6146CAB3F531C2DDC9555C">
    <w:name w:val="AE972CDE3F6146CAB3F531C2DDC9555C"/>
  </w:style>
  <w:style w:type="paragraph" w:customStyle="1" w:styleId="D7BD86A617DE42A0B01E8A0BD3EC36C6">
    <w:name w:val="D7BD86A617DE42A0B01E8A0BD3EC36C6"/>
  </w:style>
  <w:style w:type="paragraph" w:customStyle="1" w:styleId="37609C2161BE419AAE45C170F3B61C05">
    <w:name w:val="37609C2161BE419AAE45C170F3B61C05"/>
  </w:style>
  <w:style w:type="paragraph" w:customStyle="1" w:styleId="CB69D1795A304FF29DAE0407F2854796">
    <w:name w:val="CB69D1795A304FF29DAE0407F2854796"/>
  </w:style>
  <w:style w:type="paragraph" w:customStyle="1" w:styleId="195AB5F842F14586B56084A09C5E2DC6">
    <w:name w:val="195AB5F842F14586B56084A09C5E2DC6"/>
  </w:style>
  <w:style w:type="paragraph" w:customStyle="1" w:styleId="41DBF42733E44AAE965614F73DFF9BF2">
    <w:name w:val="41DBF42733E44AAE965614F73DFF9BF2"/>
  </w:style>
  <w:style w:type="paragraph" w:customStyle="1" w:styleId="DC4D8594D1BA4536ADC6CBF6BC1B0B0B">
    <w:name w:val="DC4D8594D1BA4536ADC6CBF6BC1B0B0B"/>
  </w:style>
  <w:style w:type="paragraph" w:customStyle="1" w:styleId="5EDECDAC07B047B29FE4D7B1F74CD476">
    <w:name w:val="5EDECDAC07B047B29FE4D7B1F74CD476"/>
  </w:style>
  <w:style w:type="paragraph" w:customStyle="1" w:styleId="B5994D1EDFFB4D649BA525EF1F67BF57">
    <w:name w:val="B5994D1EDFFB4D649BA525EF1F67BF57"/>
    <w:rsid w:val="002356F9"/>
  </w:style>
  <w:style w:type="paragraph" w:customStyle="1" w:styleId="FC86B4E3D0574526A11B3A328ECE51B3">
    <w:name w:val="FC86B4E3D0574526A11B3A328ECE51B3"/>
    <w:rsid w:val="002356F9"/>
  </w:style>
  <w:style w:type="paragraph" w:customStyle="1" w:styleId="545C07F2CE574C66927690B66C789CBB">
    <w:name w:val="545C07F2CE574C66927690B66C789CBB"/>
    <w:rsid w:val="002356F9"/>
  </w:style>
  <w:style w:type="paragraph" w:customStyle="1" w:styleId="5A9B1A2753214A32BF3B4CF51C5831C4">
    <w:name w:val="5A9B1A2753214A32BF3B4CF51C5831C4"/>
    <w:rsid w:val="002356F9"/>
  </w:style>
  <w:style w:type="paragraph" w:customStyle="1" w:styleId="78D72F311B884AAA84A741395D8B7C0D">
    <w:name w:val="78D72F311B884AAA84A741395D8B7C0D"/>
    <w:rsid w:val="002356F9"/>
  </w:style>
  <w:style w:type="paragraph" w:customStyle="1" w:styleId="4753CADEDB82464E9370231A81C353BF">
    <w:name w:val="4753CADEDB82464E9370231A81C353BF"/>
    <w:rsid w:val="002356F9"/>
  </w:style>
  <w:style w:type="paragraph" w:customStyle="1" w:styleId="68793D3C5C8E43489C268FE274B8C068">
    <w:name w:val="68793D3C5C8E43489C268FE274B8C068"/>
    <w:rsid w:val="002356F9"/>
  </w:style>
  <w:style w:type="paragraph" w:customStyle="1" w:styleId="D4689D9E7FE1485884CD0E66FA725729">
    <w:name w:val="D4689D9E7FE1485884CD0E66FA725729"/>
    <w:rsid w:val="002356F9"/>
  </w:style>
  <w:style w:type="paragraph" w:customStyle="1" w:styleId="6AC8EEC25C604EB49B96D9C7E32C4820">
    <w:name w:val="6AC8EEC25C604EB49B96D9C7E32C4820"/>
    <w:rsid w:val="002356F9"/>
  </w:style>
  <w:style w:type="paragraph" w:customStyle="1" w:styleId="93B33ED97365446CBC1AB3979CA5B901">
    <w:name w:val="93B33ED97365446CBC1AB3979CA5B901"/>
    <w:rsid w:val="002356F9"/>
  </w:style>
  <w:style w:type="paragraph" w:customStyle="1" w:styleId="A43DFE7904B24C6BA5AF7D1B0AED9806">
    <w:name w:val="A43DFE7904B24C6BA5AF7D1B0AED9806"/>
    <w:rsid w:val="002356F9"/>
  </w:style>
  <w:style w:type="paragraph" w:customStyle="1" w:styleId="15921D93ABF34B02B6C3EE12D4E83EAC">
    <w:name w:val="15921D93ABF34B02B6C3EE12D4E83EAC"/>
    <w:rsid w:val="002356F9"/>
  </w:style>
  <w:style w:type="paragraph" w:customStyle="1" w:styleId="2C71B38AC2D0436594871AB6C94DA990">
    <w:name w:val="2C71B38AC2D0436594871AB6C94DA990"/>
    <w:rsid w:val="002356F9"/>
  </w:style>
  <w:style w:type="paragraph" w:customStyle="1" w:styleId="5C4DE9DF0BDD449EB253717E8CF6D1C1">
    <w:name w:val="5C4DE9DF0BDD449EB253717E8CF6D1C1"/>
    <w:rsid w:val="002356F9"/>
  </w:style>
  <w:style w:type="paragraph" w:customStyle="1" w:styleId="9E0030305E08448C853D2D31B3A85554">
    <w:name w:val="9E0030305E08448C853D2D31B3A85554"/>
    <w:rsid w:val="002356F9"/>
  </w:style>
  <w:style w:type="paragraph" w:customStyle="1" w:styleId="00C48CA3ABBD43DB9DA8F98542347B6C">
    <w:name w:val="00C48CA3ABBD43DB9DA8F98542347B6C"/>
    <w:rsid w:val="002356F9"/>
  </w:style>
  <w:style w:type="paragraph" w:customStyle="1" w:styleId="05DD9DD6B3124CA0A3E6FA512D28F3C8">
    <w:name w:val="05DD9DD6B3124CA0A3E6FA512D28F3C8"/>
    <w:rsid w:val="002356F9"/>
  </w:style>
  <w:style w:type="paragraph" w:customStyle="1" w:styleId="3F046CCD74874F5299258B3ED5AD99CD">
    <w:name w:val="3F046CCD74874F5299258B3ED5AD99CD"/>
    <w:rsid w:val="002356F9"/>
  </w:style>
  <w:style w:type="paragraph" w:customStyle="1" w:styleId="9580AA0B557C4971867215321D2CA4B2">
    <w:name w:val="9580AA0B557C4971867215321D2CA4B2"/>
    <w:rsid w:val="002356F9"/>
  </w:style>
  <w:style w:type="paragraph" w:customStyle="1" w:styleId="3790E61824914668BAA67E41F9558D28">
    <w:name w:val="3790E61824914668BAA67E41F9558D28"/>
    <w:rsid w:val="002356F9"/>
  </w:style>
  <w:style w:type="paragraph" w:customStyle="1" w:styleId="23C9D2E97AC047C0A7912B3B9C4BDBF3">
    <w:name w:val="23C9D2E97AC047C0A7912B3B9C4BDBF3"/>
    <w:rsid w:val="002356F9"/>
  </w:style>
  <w:style w:type="paragraph" w:customStyle="1" w:styleId="CC0BC3570A294BDD8ED07B43461C3CEC">
    <w:name w:val="CC0BC3570A294BDD8ED07B43461C3CEC"/>
    <w:rsid w:val="002356F9"/>
  </w:style>
  <w:style w:type="paragraph" w:customStyle="1" w:styleId="0EB5651619684F5B8A1E174D71DB8801">
    <w:name w:val="0EB5651619684F5B8A1E174D71DB8801"/>
    <w:rsid w:val="002356F9"/>
  </w:style>
  <w:style w:type="paragraph" w:customStyle="1" w:styleId="DF897A5F32B24544800F4A7A42C294F2">
    <w:name w:val="DF897A5F32B24544800F4A7A42C294F2"/>
    <w:rsid w:val="002356F9"/>
  </w:style>
  <w:style w:type="paragraph" w:customStyle="1" w:styleId="2562DC7480CB4069938B2A4F57E22329">
    <w:name w:val="2562DC7480CB4069938B2A4F57E22329"/>
    <w:rsid w:val="002356F9"/>
  </w:style>
  <w:style w:type="paragraph" w:customStyle="1" w:styleId="23E019BA16D14B6F88A47A3AD4139EEC">
    <w:name w:val="23E019BA16D14B6F88A47A3AD4139EEC"/>
    <w:rsid w:val="002356F9"/>
  </w:style>
  <w:style w:type="paragraph" w:customStyle="1" w:styleId="2A2722729B674DBF99DB13F0E4640A5D">
    <w:name w:val="2A2722729B674DBF99DB13F0E4640A5D"/>
    <w:rsid w:val="002356F9"/>
  </w:style>
  <w:style w:type="paragraph" w:customStyle="1" w:styleId="A69EC0741C384607A8D5F06B0B52F8FA">
    <w:name w:val="A69EC0741C384607A8D5F06B0B52F8FA"/>
    <w:rsid w:val="002356F9"/>
  </w:style>
  <w:style w:type="paragraph" w:customStyle="1" w:styleId="13DF9B40455F4F98AF1B8A3D7B74A668">
    <w:name w:val="13DF9B40455F4F98AF1B8A3D7B74A668"/>
    <w:rsid w:val="002356F9"/>
  </w:style>
  <w:style w:type="paragraph" w:customStyle="1" w:styleId="C28FEC76F5A3404B882BB002DB08F744">
    <w:name w:val="C28FEC76F5A3404B882BB002DB08F744"/>
    <w:rsid w:val="002356F9"/>
  </w:style>
  <w:style w:type="paragraph" w:customStyle="1" w:styleId="16BB5E9AE2214AF983E19AA91ED07263">
    <w:name w:val="16BB5E9AE2214AF983E19AA91ED07263"/>
    <w:rsid w:val="002356F9"/>
  </w:style>
  <w:style w:type="paragraph" w:customStyle="1" w:styleId="7BEAC88C3B964ABFBFC66068396781E3">
    <w:name w:val="7BEAC88C3B964ABFBFC66068396781E3"/>
    <w:rsid w:val="002356F9"/>
  </w:style>
  <w:style w:type="paragraph" w:customStyle="1" w:styleId="041865BF6FD441119AFF5FF8B716EB01">
    <w:name w:val="041865BF6FD441119AFF5FF8B716EB01"/>
    <w:rsid w:val="002356F9"/>
  </w:style>
  <w:style w:type="paragraph" w:customStyle="1" w:styleId="86F0436BA2564818B7CCDF7D285818D8">
    <w:name w:val="86F0436BA2564818B7CCDF7D285818D8"/>
    <w:rsid w:val="002356F9"/>
  </w:style>
  <w:style w:type="paragraph" w:customStyle="1" w:styleId="6A0F189944084C67AED143035FE90C01">
    <w:name w:val="6A0F189944084C67AED143035FE90C01"/>
    <w:rsid w:val="002356F9"/>
  </w:style>
  <w:style w:type="paragraph" w:customStyle="1" w:styleId="F580295709944A8F8E90CF5D991DB5E9">
    <w:name w:val="F580295709944A8F8E90CF5D991DB5E9"/>
    <w:rsid w:val="002356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40ECCA3-C2B9-43ED-A294-1586DEADE6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 of quality.dotx</Template>
  <TotalTime>6</TotalTime>
  <Pages>4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Survey of quality</vt:lpstr>
      <vt:lpstr>CUSTOMER COMMENT</vt:lpstr>
      <vt:lpstr>CUSTOMER COMMENT</vt:lpstr>
      <vt:lpstr>CUSTOMER COMMENT</vt:lpstr>
      <vt:lpstr>CUSTOMER COMMENT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of quality</dc:title>
  <dc:creator>Alex</dc:creator>
  <cp:keywords/>
  <cp:lastModifiedBy>Alex</cp:lastModifiedBy>
  <cp:revision>3</cp:revision>
  <cp:lastPrinted>2004-02-20T15:06:00Z</cp:lastPrinted>
  <dcterms:created xsi:type="dcterms:W3CDTF">2018-01-01T10:38:00Z</dcterms:created>
  <dcterms:modified xsi:type="dcterms:W3CDTF">2018-01-01T10:54:00Z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TC010176151033</vt:lpwstr>
  </property>
</Properties>
</file>