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D91" w:rsidRPr="00FD15D9" w:rsidRDefault="00B96D91">
      <w:pPr>
        <w:pStyle w:val="Address"/>
        <w:rPr>
          <w:rFonts w:cstheme="minorHAnsi"/>
          <w:sz w:val="24"/>
          <w:szCs w:val="24"/>
        </w:rPr>
      </w:pPr>
    </w:p>
    <w:p w:rsidR="00CA5049" w:rsidRPr="00CA5049" w:rsidRDefault="00CA5049" w:rsidP="00CA5049">
      <w:pPr>
        <w:pStyle w:val="Address"/>
        <w:jc w:val="center"/>
        <w:rPr>
          <w:rFonts w:cstheme="minorHAnsi"/>
          <w:sz w:val="28"/>
          <w:szCs w:val="24"/>
        </w:rPr>
      </w:pPr>
      <w:r w:rsidRPr="00CA5049">
        <w:rPr>
          <w:rFonts w:cstheme="minorHAnsi"/>
          <w:sz w:val="28"/>
          <w:szCs w:val="24"/>
        </w:rPr>
        <w:t xml:space="preserve">Condolence Letter </w:t>
      </w:r>
      <w:r w:rsidR="0098561C">
        <w:rPr>
          <w:rFonts w:cstheme="minorHAnsi"/>
          <w:sz w:val="28"/>
          <w:szCs w:val="24"/>
        </w:rPr>
        <w:t>on the Death of a Colleague</w:t>
      </w:r>
    </w:p>
    <w:p w:rsidR="00CA5049" w:rsidRDefault="00CA5049">
      <w:pPr>
        <w:pStyle w:val="Address"/>
        <w:rPr>
          <w:rFonts w:cstheme="minorHAnsi"/>
          <w:sz w:val="24"/>
          <w:szCs w:val="24"/>
        </w:rPr>
      </w:pPr>
    </w:p>
    <w:p w:rsidR="0098561C" w:rsidRPr="0098561C" w:rsidRDefault="0098561C" w:rsidP="0098561C">
      <w:pPr>
        <w:rPr>
          <w:sz w:val="24"/>
          <w:szCs w:val="24"/>
        </w:rPr>
      </w:pPr>
      <w:r w:rsidRPr="0098561C">
        <w:rPr>
          <w:sz w:val="24"/>
          <w:szCs w:val="24"/>
        </w:rPr>
        <w:t>Dear Mark,</w:t>
      </w:r>
    </w:p>
    <w:p w:rsidR="0098561C" w:rsidRPr="0098561C" w:rsidRDefault="0098561C" w:rsidP="0098561C">
      <w:pPr>
        <w:rPr>
          <w:sz w:val="24"/>
          <w:szCs w:val="24"/>
        </w:rPr>
      </w:pPr>
      <w:r w:rsidRPr="0098561C">
        <w:rPr>
          <w:sz w:val="24"/>
          <w:szCs w:val="24"/>
        </w:rPr>
        <w:t>With a very saddened heart, I would like to present my condolence on the death of Bertie. Bertie was a good soul and sometimes, good souls depart early. She was a wonderful person who would always take care of people around her. Not just a wonderful human being, she was a very supportive colleague as well. She has helped me grow professionally and personally.</w:t>
      </w:r>
    </w:p>
    <w:p w:rsidR="0098561C" w:rsidRPr="0098561C" w:rsidRDefault="0098561C" w:rsidP="0098561C">
      <w:pPr>
        <w:rPr>
          <w:sz w:val="24"/>
          <w:szCs w:val="24"/>
        </w:rPr>
      </w:pPr>
      <w:r w:rsidRPr="0098561C">
        <w:rPr>
          <w:sz w:val="24"/>
          <w:szCs w:val="24"/>
        </w:rPr>
        <w:t xml:space="preserve">Her presence is already being missed at work. We know that this is a very hard time for the family as well as her friends and colleagues. But we wish her soul to rest in peace. Her memories will live with us forever. </w:t>
      </w:r>
    </w:p>
    <w:p w:rsidR="0098561C" w:rsidRPr="0098561C" w:rsidRDefault="0098561C" w:rsidP="0098561C">
      <w:pPr>
        <w:rPr>
          <w:sz w:val="24"/>
          <w:szCs w:val="24"/>
        </w:rPr>
      </w:pPr>
      <w:r w:rsidRPr="0098561C">
        <w:rPr>
          <w:sz w:val="24"/>
          <w:szCs w:val="24"/>
        </w:rPr>
        <w:t>I am again very sorry for your loss.</w:t>
      </w:r>
    </w:p>
    <w:p w:rsidR="0098561C" w:rsidRPr="0098561C" w:rsidRDefault="0098561C" w:rsidP="0098561C">
      <w:pPr>
        <w:rPr>
          <w:sz w:val="24"/>
          <w:szCs w:val="24"/>
        </w:rPr>
      </w:pPr>
      <w:r w:rsidRPr="0098561C">
        <w:rPr>
          <w:sz w:val="24"/>
          <w:szCs w:val="24"/>
        </w:rPr>
        <w:t>With Love</w:t>
      </w:r>
      <w:bookmarkStart w:id="0" w:name="_GoBack"/>
      <w:bookmarkEnd w:id="0"/>
    </w:p>
    <w:p w:rsidR="0098561C" w:rsidRPr="0098561C" w:rsidRDefault="0098561C" w:rsidP="0098561C">
      <w:pPr>
        <w:rPr>
          <w:sz w:val="24"/>
          <w:szCs w:val="24"/>
        </w:rPr>
      </w:pPr>
      <w:r w:rsidRPr="0098561C">
        <w:rPr>
          <w:sz w:val="24"/>
          <w:szCs w:val="24"/>
        </w:rPr>
        <w:t>Ryan</w:t>
      </w:r>
    </w:p>
    <w:p w:rsidR="00B96D91" w:rsidRPr="0098561C" w:rsidRDefault="00B96D91" w:rsidP="0098561C">
      <w:pPr>
        <w:pStyle w:val="Address"/>
        <w:rPr>
          <w:rFonts w:cstheme="minorHAnsi"/>
          <w:sz w:val="24"/>
          <w:szCs w:val="24"/>
        </w:rPr>
      </w:pPr>
    </w:p>
    <w:sectPr w:rsidR="00B96D91" w:rsidRPr="0098561C" w:rsidSect="00F9165E">
      <w:headerReference w:type="default" r:id="rId7"/>
      <w:footerReference w:type="first" r:id="rId8"/>
      <w:pgSz w:w="12240" w:h="15840"/>
      <w:pgMar w:top="99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139" w:rsidRDefault="008C7139">
      <w:pPr>
        <w:spacing w:after="0" w:line="240" w:lineRule="auto"/>
      </w:pPr>
      <w:r>
        <w:separator/>
      </w:r>
    </w:p>
  </w:endnote>
  <w:endnote w:type="continuationSeparator" w:id="0">
    <w:p w:rsidR="008C7139" w:rsidRDefault="008C7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17CD" w:rsidRDefault="000517CD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139" w:rsidRDefault="008C7139">
      <w:pPr>
        <w:spacing w:after="0" w:line="240" w:lineRule="auto"/>
      </w:pPr>
      <w:r>
        <w:separator/>
      </w:r>
    </w:p>
  </w:footnote>
  <w:footnote w:type="continuationSeparator" w:id="0">
    <w:p w:rsidR="008C7139" w:rsidRDefault="008C7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03"/>
    <w:rsid w:val="000517CD"/>
    <w:rsid w:val="00131003"/>
    <w:rsid w:val="002D488D"/>
    <w:rsid w:val="0035689B"/>
    <w:rsid w:val="00447210"/>
    <w:rsid w:val="004F02AE"/>
    <w:rsid w:val="008C7139"/>
    <w:rsid w:val="0098561C"/>
    <w:rsid w:val="00AD3BFC"/>
    <w:rsid w:val="00B50107"/>
    <w:rsid w:val="00B96D91"/>
    <w:rsid w:val="00BC4C4D"/>
    <w:rsid w:val="00CA5049"/>
    <w:rsid w:val="00E27BA1"/>
    <w:rsid w:val="00F52A5B"/>
    <w:rsid w:val="00F9165E"/>
    <w:rsid w:val="00FD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8553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051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AD"/>
    <w:rsid w:val="00421D36"/>
    <w:rsid w:val="00513A70"/>
    <w:rsid w:val="00643EEA"/>
    <w:rsid w:val="00705AAD"/>
    <w:rsid w:val="009874F3"/>
    <w:rsid w:val="00BC7B2D"/>
    <w:rsid w:val="00C17CFC"/>
    <w:rsid w:val="00D9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  <w:style w:type="paragraph" w:customStyle="1" w:styleId="C9AD393DA0CD477C91D99B84FCEF1236">
    <w:name w:val="C9AD393DA0CD477C91D99B84FCEF1236"/>
    <w:rsid w:val="00C17C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2018-01-06T10:37:00Z</dcterms:created>
  <dcterms:modified xsi:type="dcterms:W3CDTF">2018-01-06T10:37:00Z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