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D91" w:rsidRPr="000B12D0" w:rsidRDefault="00B96D91">
      <w:pPr>
        <w:pStyle w:val="Address"/>
        <w:rPr>
          <w:rFonts w:ascii="Calibri" w:hAnsi="Calibri" w:cs="Calibri"/>
          <w:sz w:val="24"/>
          <w:szCs w:val="24"/>
        </w:rPr>
      </w:pPr>
    </w:p>
    <w:p w:rsidR="00DB6F00" w:rsidRPr="000B12D0" w:rsidRDefault="00DB6F00">
      <w:pPr>
        <w:pStyle w:val="Address"/>
        <w:rPr>
          <w:rFonts w:ascii="Calibri" w:hAnsi="Calibri" w:cs="Calibri"/>
          <w:sz w:val="24"/>
          <w:szCs w:val="24"/>
        </w:rPr>
      </w:pPr>
    </w:p>
    <w:p w:rsidR="00DB6F00" w:rsidRPr="000B12D0" w:rsidRDefault="00DB6F00">
      <w:pPr>
        <w:pStyle w:val="Address"/>
        <w:rPr>
          <w:rFonts w:ascii="Calibri" w:hAnsi="Calibri" w:cs="Calibri"/>
          <w:sz w:val="24"/>
          <w:szCs w:val="24"/>
        </w:rPr>
      </w:pPr>
    </w:p>
    <w:p w:rsidR="00131003" w:rsidRPr="000B12D0" w:rsidRDefault="00DB6F00" w:rsidP="00DB6F00">
      <w:pPr>
        <w:pStyle w:val="Address"/>
        <w:spacing w:line="360" w:lineRule="auto"/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>[</w:t>
      </w:r>
      <w:r w:rsidR="004F27EA" w:rsidRPr="000B12D0">
        <w:rPr>
          <w:rFonts w:ascii="Calibri" w:hAnsi="Calibri" w:cs="Calibri"/>
          <w:sz w:val="24"/>
          <w:szCs w:val="24"/>
        </w:rPr>
        <w:t>Your Name</w:t>
      </w:r>
      <w:r w:rsidRPr="000B12D0">
        <w:rPr>
          <w:rFonts w:ascii="Calibri" w:hAnsi="Calibri" w:cs="Calibri"/>
          <w:sz w:val="24"/>
          <w:szCs w:val="24"/>
        </w:rPr>
        <w:t>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0B12D0" w:rsidRDefault="00AD3BFC" w:rsidP="00DB6F00">
          <w:pPr>
            <w:pStyle w:val="Date"/>
            <w:spacing w:line="360" w:lineRule="auto"/>
            <w:rPr>
              <w:rFonts w:ascii="Calibri" w:hAnsi="Calibri" w:cs="Calibri"/>
              <w:sz w:val="24"/>
              <w:szCs w:val="24"/>
            </w:rPr>
          </w:pPr>
          <w:r w:rsidRPr="000B12D0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0B12D0" w:rsidRDefault="00AD3BFC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0B12D0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131003" w:rsidRPr="000B12D0" w:rsidRDefault="00131003">
      <w:pPr>
        <w:pStyle w:val="Salutation"/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 xml:space="preserve">Subject: </w:t>
      </w:r>
      <w:r w:rsidR="00F52A5B" w:rsidRPr="000B12D0">
        <w:rPr>
          <w:rFonts w:ascii="Calibri" w:hAnsi="Calibri" w:cs="Calibri"/>
          <w:sz w:val="24"/>
          <w:szCs w:val="24"/>
        </w:rPr>
        <w:t xml:space="preserve"> </w:t>
      </w:r>
      <w:r w:rsidR="00C65A03">
        <w:rPr>
          <w:rStyle w:val="Strong"/>
          <w:rFonts w:ascii="Calibri" w:hAnsi="Calibri" w:cs="Calibri"/>
          <w:color w:val="333333"/>
          <w:sz w:val="32"/>
          <w:szCs w:val="24"/>
          <w:u w:val="single"/>
          <w:shd w:val="clear" w:color="auto" w:fill="FFFFFF"/>
        </w:rPr>
        <w:t>Request for Delivery</w:t>
      </w:r>
    </w:p>
    <w:p w:rsidR="00B96D91" w:rsidRPr="000B12D0" w:rsidRDefault="00AD3BFC">
      <w:pPr>
        <w:pStyle w:val="Salutation"/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-1161695739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5A0A68">
            <w:rPr>
              <w:rStyle w:val="PlaceholderText"/>
              <w:rFonts w:ascii="Calibri" w:hAnsi="Calibri" w:cs="Calibri"/>
              <w:color w:val="0070C0"/>
              <w:sz w:val="24"/>
              <w:szCs w:val="24"/>
            </w:rPr>
            <w:t>[Recipient Name]</w:t>
          </w:r>
        </w:sdtContent>
      </w:sdt>
      <w:r w:rsidRPr="000B12D0">
        <w:rPr>
          <w:rFonts w:ascii="Calibri" w:hAnsi="Calibri" w:cs="Calibri"/>
          <w:sz w:val="24"/>
          <w:szCs w:val="24"/>
        </w:rPr>
        <w:t>:</w:t>
      </w:r>
    </w:p>
    <w:p w:rsidR="005F60B7" w:rsidRPr="005F60B7" w:rsidRDefault="005F60B7" w:rsidP="005F60B7">
      <w:pPr>
        <w:rPr>
          <w:sz w:val="24"/>
        </w:rPr>
      </w:pPr>
      <w:r w:rsidRPr="005F60B7">
        <w:rPr>
          <w:sz w:val="24"/>
        </w:rPr>
        <w:t>This letter is being written to bring my request to your notice that has been pending for last two weeks. I submitted the request for the material on 5th of November. It has been 2 weeks since I placed the order but no material has been delivered to me. </w:t>
      </w:r>
    </w:p>
    <w:p w:rsidR="005F60B7" w:rsidRPr="005F60B7" w:rsidRDefault="005F60B7" w:rsidP="005F60B7">
      <w:pPr>
        <w:rPr>
          <w:sz w:val="24"/>
        </w:rPr>
      </w:pPr>
      <w:r w:rsidRPr="005F60B7">
        <w:rPr>
          <w:sz w:val="24"/>
        </w:rPr>
        <w:t>The material requested is very important for the ongoing projects. Because of unavailability of the material, I am unable to complete my work in the desired amount of time. Because of this, I am going to be answerable to the client for late work.</w:t>
      </w:r>
    </w:p>
    <w:p w:rsidR="005F60B7" w:rsidRPr="005F60B7" w:rsidRDefault="005F60B7" w:rsidP="005F60B7">
      <w:pPr>
        <w:rPr>
          <w:sz w:val="24"/>
        </w:rPr>
      </w:pPr>
      <w:r w:rsidRPr="005F60B7">
        <w:rPr>
          <w:sz w:val="24"/>
        </w:rPr>
        <w:t>I request you to take immediate actions and figure out the reasons for late delivery. I am looking forward to immediate response from your end. Thank you for your anticipation.</w:t>
      </w:r>
    </w:p>
    <w:p w:rsidR="005C7E1C" w:rsidRPr="000B12D0" w:rsidRDefault="005C7E1C" w:rsidP="005C7E1C">
      <w:pPr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>Sincerely,</w:t>
      </w:r>
    </w:p>
    <w:p w:rsidR="00B96D91" w:rsidRPr="000B12D0" w:rsidRDefault="00131003" w:rsidP="005C7E1C">
      <w:pPr>
        <w:spacing w:line="360" w:lineRule="auto"/>
        <w:rPr>
          <w:rFonts w:ascii="Calibri" w:hAnsi="Calibri" w:cs="Calibri"/>
          <w:sz w:val="24"/>
          <w:szCs w:val="24"/>
        </w:rPr>
      </w:pPr>
      <w:r w:rsidRPr="000B12D0">
        <w:rPr>
          <w:rFonts w:ascii="Calibri" w:hAnsi="Calibri" w:cs="Calibri"/>
          <w:sz w:val="24"/>
          <w:szCs w:val="24"/>
        </w:rPr>
        <w:t>[NAME HERE]</w:t>
      </w:r>
    </w:p>
    <w:p w:rsidR="00B96D91" w:rsidRPr="000B12D0" w:rsidRDefault="00835F03">
      <w:pPr>
        <w:pStyle w:val="Signatur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0B12D0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  <w:bookmarkStart w:id="0" w:name="_GoBack"/>
      <w:bookmarkEnd w:id="0"/>
    </w:p>
    <w:sectPr w:rsidR="00B96D91" w:rsidRPr="000B12D0" w:rsidSect="000B12D0">
      <w:headerReference w:type="default" r:id="rId7"/>
      <w:footerReference w:type="first" r:id="rId8"/>
      <w:pgSz w:w="12240" w:h="15840"/>
      <w:pgMar w:top="540" w:right="72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F03" w:rsidRDefault="00835F03">
      <w:pPr>
        <w:spacing w:after="0" w:line="240" w:lineRule="auto"/>
      </w:pPr>
      <w:r>
        <w:separator/>
      </w:r>
    </w:p>
  </w:endnote>
  <w:endnote w:type="continuationSeparator" w:id="0">
    <w:p w:rsidR="00835F03" w:rsidRDefault="00835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5F60B7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F03" w:rsidRDefault="00835F03">
      <w:pPr>
        <w:spacing w:after="0" w:line="240" w:lineRule="auto"/>
      </w:pPr>
      <w:r>
        <w:separator/>
      </w:r>
    </w:p>
  </w:footnote>
  <w:footnote w:type="continuationSeparator" w:id="0">
    <w:p w:rsidR="00835F03" w:rsidRDefault="00835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F60B7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41FF6"/>
    <w:rsid w:val="000473DC"/>
    <w:rsid w:val="000B12D0"/>
    <w:rsid w:val="000C4293"/>
    <w:rsid w:val="00131003"/>
    <w:rsid w:val="001970F3"/>
    <w:rsid w:val="001E101E"/>
    <w:rsid w:val="002A62BA"/>
    <w:rsid w:val="002B103A"/>
    <w:rsid w:val="002B4616"/>
    <w:rsid w:val="002D488D"/>
    <w:rsid w:val="00415F77"/>
    <w:rsid w:val="00441F7B"/>
    <w:rsid w:val="004F27EA"/>
    <w:rsid w:val="0056655A"/>
    <w:rsid w:val="005A0A68"/>
    <w:rsid w:val="005C7972"/>
    <w:rsid w:val="005C7E1C"/>
    <w:rsid w:val="005F60B7"/>
    <w:rsid w:val="007B76AE"/>
    <w:rsid w:val="00835F03"/>
    <w:rsid w:val="009E5A25"/>
    <w:rsid w:val="00A5491A"/>
    <w:rsid w:val="00AC1828"/>
    <w:rsid w:val="00AD3BFC"/>
    <w:rsid w:val="00B121F6"/>
    <w:rsid w:val="00B31E31"/>
    <w:rsid w:val="00B96D91"/>
    <w:rsid w:val="00C1294D"/>
    <w:rsid w:val="00C65A03"/>
    <w:rsid w:val="00DB6F00"/>
    <w:rsid w:val="00E27BA1"/>
    <w:rsid w:val="00E63619"/>
    <w:rsid w:val="00EE397A"/>
    <w:rsid w:val="00F515FD"/>
    <w:rsid w:val="00F52A5B"/>
    <w:rsid w:val="00F9165E"/>
    <w:rsid w:val="00F938F0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046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5C7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C7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7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133D61"/>
    <w:rsid w:val="002873B7"/>
    <w:rsid w:val="0043326E"/>
    <w:rsid w:val="0046432F"/>
    <w:rsid w:val="00513A70"/>
    <w:rsid w:val="00643EEA"/>
    <w:rsid w:val="0065396B"/>
    <w:rsid w:val="00705AAD"/>
    <w:rsid w:val="00845AD5"/>
    <w:rsid w:val="008D6AE2"/>
    <w:rsid w:val="00AC26D3"/>
    <w:rsid w:val="00BC7B2D"/>
    <w:rsid w:val="00E0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sid w:val="00133D61"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D765149F290349578141A11650B0AA91">
    <w:name w:val="D765149F290349578141A11650B0AA91"/>
    <w:rsid w:val="00133D61"/>
  </w:style>
  <w:style w:type="paragraph" w:customStyle="1" w:styleId="F0546F100C69467F84F007C9D0663B26">
    <w:name w:val="F0546F100C69467F84F007C9D0663B26"/>
    <w:rsid w:val="00133D61"/>
  </w:style>
  <w:style w:type="paragraph" w:customStyle="1" w:styleId="50B24DA61375453F801DFB34EA0E3743">
    <w:name w:val="50B24DA61375453F801DFB34EA0E3743"/>
    <w:rsid w:val="00133D61"/>
  </w:style>
  <w:style w:type="paragraph" w:customStyle="1" w:styleId="A920A33206D84CF0A6EE7B08FCCDD3FA">
    <w:name w:val="A920A33206D84CF0A6EE7B08FCCDD3FA"/>
    <w:rsid w:val="00133D61"/>
  </w:style>
  <w:style w:type="paragraph" w:customStyle="1" w:styleId="27227FA46D24438EBA14F718E25F0840">
    <w:name w:val="27227FA46D24438EBA14F718E25F0840"/>
    <w:rsid w:val="00133D61"/>
  </w:style>
  <w:style w:type="paragraph" w:customStyle="1" w:styleId="72487AA433DD4B569226E73F7E52221F">
    <w:name w:val="72487AA433DD4B569226E73F7E52221F"/>
    <w:rsid w:val="00133D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2017-12-13T08:04:00Z</dcterms:created>
  <dcterms:modified xsi:type="dcterms:W3CDTF">2017-12-13T08:04:00Z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