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51981195"/>
        <w:placeholder>
          <w:docPart w:val="EFD4B5138B6B424E8DEBA152B3A63E95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756AC0" w:rsidRPr="00E52F50" w:rsidRDefault="00FD6347">
          <w:pPr>
            <w:pStyle w:val="ContactInfo"/>
            <w:rPr>
              <w:rFonts w:cstheme="minorHAnsi"/>
              <w:sz w:val="24"/>
              <w:szCs w:val="24"/>
            </w:rPr>
          </w:pPr>
          <w:r w:rsidRPr="00E52F50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756AC0" w:rsidRPr="00E52F50" w:rsidRDefault="0018629E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street address:"/>
          <w:tag w:val="Enter your street address:"/>
          <w:id w:val="1634143502"/>
          <w:placeholder>
            <w:docPart w:val="DC3D14994F4F441D9D82F3092394AAD4"/>
          </w:placeholder>
          <w:temporary/>
          <w:showingPlcHdr/>
          <w15:appearance w15:val="hidden"/>
        </w:sdtPr>
        <w:sdtEndPr/>
        <w:sdtContent>
          <w:r w:rsidR="00C62F22" w:rsidRPr="00E52F50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your city, st zip code:"/>
        <w:tag w:val="Enter your city, st zip code:"/>
        <w:id w:val="2091195522"/>
        <w:placeholder>
          <w:docPart w:val="9C082F81343E4476AD2F29589E395B34"/>
        </w:placeholder>
        <w:temporary/>
        <w:showingPlcHdr/>
        <w15:appearance w15:val="hidden"/>
      </w:sdtPr>
      <w:sdtEndPr/>
      <w:sdtContent>
        <w:p w:rsidR="00756AC0" w:rsidRPr="00E52F50" w:rsidRDefault="00C62F22">
          <w:pPr>
            <w:pStyle w:val="ContactInfo"/>
            <w:rPr>
              <w:rFonts w:cstheme="minorHAnsi"/>
              <w:sz w:val="24"/>
              <w:szCs w:val="24"/>
            </w:rPr>
          </w:pPr>
          <w:r w:rsidRPr="00E52F50">
            <w:rPr>
              <w:rFonts w:cstheme="minorHAnsi"/>
              <w:sz w:val="24"/>
              <w:szCs w:val="24"/>
            </w:rPr>
            <w:t>City, ST ZIP Code</w:t>
          </w:r>
        </w:p>
      </w:sdtContent>
    </w:sdt>
    <w:p w:rsidR="00E52F50" w:rsidRPr="00E52F50" w:rsidRDefault="00E52F50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961351626"/>
        <w:placeholder>
          <w:docPart w:val="0CC89C48E9DE489E97189E27D8E133FD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756AC0" w:rsidRPr="00E52F50" w:rsidRDefault="00680B92">
          <w:pPr>
            <w:pStyle w:val="Date"/>
            <w:rPr>
              <w:rFonts w:cstheme="minorHAnsi"/>
              <w:sz w:val="24"/>
              <w:szCs w:val="24"/>
            </w:rPr>
          </w:pPr>
          <w:r w:rsidRPr="00E52F50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D243C13E1A1845FC93F2DF1C974438D9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756AC0" w:rsidRPr="00E52F50" w:rsidRDefault="00C62F22">
          <w:pPr>
            <w:pStyle w:val="ContactInfo"/>
            <w:rPr>
              <w:rFonts w:cstheme="minorHAnsi"/>
              <w:sz w:val="24"/>
              <w:szCs w:val="24"/>
            </w:rPr>
          </w:pPr>
          <w:r w:rsidRPr="00E52F50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756AC0" w:rsidRPr="00E52F50" w:rsidRDefault="0018629E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F603588F641449D78D9E677656961186"/>
          </w:placeholder>
          <w:temporary/>
          <w:showingPlcHdr/>
          <w15:appearance w15:val="hidden"/>
        </w:sdtPr>
        <w:sdtEndPr/>
        <w:sdtContent>
          <w:r w:rsidR="00C62F22" w:rsidRPr="00E52F50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street address:"/>
        <w:tag w:val="Enter recipient street address:"/>
        <w:id w:val="1410967897"/>
        <w:placeholder>
          <w:docPart w:val="DC3D14994F4F441D9D82F3092394AAD4"/>
        </w:placeholder>
        <w:temporary/>
        <w:showingPlcHdr/>
        <w15:appearance w15:val="hidden"/>
      </w:sdtPr>
      <w:sdtEndPr/>
      <w:sdtContent>
        <w:p w:rsidR="00756AC0" w:rsidRPr="00E52F50" w:rsidRDefault="00327AEE">
          <w:pPr>
            <w:pStyle w:val="ContactInfo"/>
            <w:rPr>
              <w:rFonts w:cstheme="minorHAnsi"/>
              <w:sz w:val="24"/>
              <w:szCs w:val="24"/>
            </w:rPr>
          </w:pPr>
          <w:r w:rsidRPr="00E52F50">
            <w:rPr>
              <w:rFonts w:cstheme="minorHAnsi"/>
              <w:sz w:val="24"/>
              <w:szCs w:val="24"/>
            </w:rPr>
            <w:t>Street Address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city, st zip code:"/>
        <w:tag w:val="Enter recipient city, st zip code:"/>
        <w:id w:val="-445319069"/>
        <w:placeholder>
          <w:docPart w:val="9C082F81343E4476AD2F29589E395B34"/>
        </w:placeholder>
        <w:temporary/>
        <w:showingPlcHdr/>
        <w15:appearance w15:val="hidden"/>
      </w:sdtPr>
      <w:sdtEndPr/>
      <w:sdtContent>
        <w:p w:rsidR="00756AC0" w:rsidRPr="00E52F50" w:rsidRDefault="00327AEE">
          <w:pPr>
            <w:pStyle w:val="ContactInfo"/>
            <w:rPr>
              <w:rFonts w:cstheme="minorHAnsi"/>
              <w:sz w:val="24"/>
              <w:szCs w:val="24"/>
            </w:rPr>
          </w:pPr>
          <w:r w:rsidRPr="00E52F50">
            <w:rPr>
              <w:rFonts w:cstheme="minorHAnsi"/>
              <w:sz w:val="24"/>
              <w:szCs w:val="24"/>
            </w:rPr>
            <w:t>City, ST ZIP Code</w:t>
          </w:r>
        </w:p>
      </w:sdtContent>
    </w:sdt>
    <w:p w:rsidR="00756AC0" w:rsidRPr="00E52F50" w:rsidRDefault="00C62F22">
      <w:pPr>
        <w:pStyle w:val="Salutation"/>
        <w:rPr>
          <w:rFonts w:cstheme="minorHAnsi"/>
          <w:sz w:val="24"/>
          <w:szCs w:val="24"/>
        </w:rPr>
      </w:pPr>
      <w:r w:rsidRPr="00E52F50">
        <w:rPr>
          <w:rFonts w:cstheme="minorHAnsi"/>
          <w:sz w:val="24"/>
          <w:szCs w:val="24"/>
        </w:rPr>
        <w:t xml:space="preserve">Dear </w:t>
      </w:r>
      <w:r w:rsidR="00E52F50" w:rsidRPr="00E52F50">
        <w:rPr>
          <w:rFonts w:cstheme="minorHAnsi"/>
          <w:sz w:val="24"/>
          <w:szCs w:val="24"/>
        </w:rPr>
        <w:t>[</w:t>
      </w:r>
      <w:sdt>
        <w:sdtPr>
          <w:rPr>
            <w:rFonts w:cstheme="minorHAnsi"/>
            <w:sz w:val="24"/>
            <w:szCs w:val="24"/>
          </w:rPr>
          <w:alias w:val="Recipient name:"/>
          <w:tag w:val="Recipient name:"/>
          <w:id w:val="1231501734"/>
          <w:placeholder>
            <w:docPart w:val="D243C13E1A1845FC93F2DF1C974438D9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="00327AEE" w:rsidRPr="001D70A0">
            <w:rPr>
              <w:rFonts w:cstheme="minorHAnsi"/>
              <w:color w:val="0070C0"/>
              <w:sz w:val="24"/>
              <w:szCs w:val="24"/>
            </w:rPr>
            <w:t>Recipient Name</w:t>
          </w:r>
        </w:sdtContent>
      </w:sdt>
      <w:r w:rsidR="00E52F50" w:rsidRPr="00E52F50">
        <w:rPr>
          <w:rFonts w:cstheme="minorHAnsi"/>
          <w:sz w:val="24"/>
          <w:szCs w:val="24"/>
        </w:rPr>
        <w:t>]</w:t>
      </w:r>
      <w:r w:rsidRPr="00E52F50">
        <w:rPr>
          <w:rFonts w:cstheme="minorHAnsi"/>
          <w:sz w:val="24"/>
          <w:szCs w:val="24"/>
        </w:rPr>
        <w:t>:</w:t>
      </w:r>
    </w:p>
    <w:p w:rsidR="00E52F50" w:rsidRPr="00E52F50" w:rsidRDefault="00E52F50" w:rsidP="00E52F50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E52F50">
        <w:rPr>
          <w:rFonts w:eastAsia="Times New Roman" w:cstheme="minorHAnsi"/>
          <w:color w:val="333333"/>
          <w:spacing w:val="0"/>
          <w:sz w:val="24"/>
          <w:szCs w:val="24"/>
        </w:rPr>
        <w:t>Thank you for all the cooperation, acknowledgment and patience. On behalf of [school name], a parent-teacher conference is going to be held on [date/month/year]. This is an annual parent-teacher conference.</w:t>
      </w:r>
    </w:p>
    <w:p w:rsidR="00E52F50" w:rsidRPr="00E52F50" w:rsidRDefault="00E52F50" w:rsidP="00E52F50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E52F50">
        <w:rPr>
          <w:rFonts w:eastAsia="Times New Roman" w:cstheme="minorHAnsi"/>
          <w:color w:val="333333"/>
          <w:spacing w:val="0"/>
          <w:sz w:val="24"/>
          <w:szCs w:val="24"/>
        </w:rPr>
        <w:t>I [name here], principal/supervisor of [school name], whole-heartedly invite you to attend the parent-teacher conference. The presence of both mother and father is strictly advised.</w:t>
      </w:r>
    </w:p>
    <w:p w:rsidR="00E52F50" w:rsidRPr="00E52F50" w:rsidRDefault="00E52F50" w:rsidP="00E52F50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E52F50">
        <w:rPr>
          <w:rFonts w:eastAsia="Times New Roman" w:cstheme="minorHAnsi"/>
          <w:color w:val="333333"/>
          <w:spacing w:val="0"/>
          <w:sz w:val="24"/>
          <w:szCs w:val="24"/>
        </w:rPr>
        <w:t>Regards,</w:t>
      </w:r>
    </w:p>
    <w:p w:rsidR="00E52F50" w:rsidRPr="00E52F50" w:rsidRDefault="00E52F50" w:rsidP="00E52F50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E52F50">
        <w:rPr>
          <w:rFonts w:eastAsia="Times New Roman" w:cstheme="minorHAnsi"/>
          <w:color w:val="333333"/>
          <w:spacing w:val="0"/>
          <w:sz w:val="24"/>
          <w:szCs w:val="24"/>
        </w:rPr>
        <w:t>Principal/supervisor signature</w:t>
      </w:r>
    </w:p>
    <w:p w:rsidR="00EE1787" w:rsidRPr="00E52F50" w:rsidRDefault="00E52F50" w:rsidP="00FD6347">
      <w:pPr>
        <w:pStyle w:val="Signature"/>
        <w:rPr>
          <w:rFonts w:cstheme="minorHAnsi"/>
          <w:sz w:val="24"/>
          <w:szCs w:val="24"/>
        </w:rPr>
      </w:pPr>
      <w:r w:rsidRPr="00E52F50">
        <w:rPr>
          <w:rFonts w:cstheme="minorHAnsi"/>
          <w:sz w:val="24"/>
          <w:szCs w:val="24"/>
        </w:rPr>
        <w:t>[</w:t>
      </w:r>
      <w:sdt>
        <w:sdtPr>
          <w:rPr>
            <w:rFonts w:cstheme="minorHAnsi"/>
            <w:sz w:val="24"/>
            <w:szCs w:val="24"/>
          </w:rPr>
          <w:alias w:val="Your name:"/>
          <w:tag w:val="Your name:"/>
          <w:id w:val="2023195541"/>
          <w:placeholder>
            <w:docPart w:val="7CD214D07C4F49608C3DC10561CB51F0"/>
          </w:placeholder>
          <w:showingPlcHdr/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 w:multiLine="1"/>
        </w:sdtPr>
        <w:sdtEndPr/>
        <w:sdtContent>
          <w:r w:rsidR="00FD6347" w:rsidRPr="00E52F50">
            <w:rPr>
              <w:rFonts w:cstheme="minorHAnsi"/>
              <w:sz w:val="24"/>
              <w:szCs w:val="24"/>
            </w:rPr>
            <w:t>Your Name</w:t>
          </w:r>
        </w:sdtContent>
      </w:sdt>
      <w:r w:rsidRPr="00E52F50">
        <w:rPr>
          <w:rFonts w:cstheme="minorHAnsi"/>
          <w:sz w:val="24"/>
          <w:szCs w:val="24"/>
        </w:rPr>
        <w:t>]</w:t>
      </w:r>
      <w:bookmarkStart w:id="0" w:name="_GoBack"/>
      <w:bookmarkEnd w:id="0"/>
    </w:p>
    <w:sectPr w:rsidR="00EE1787" w:rsidRPr="00E52F50">
      <w:headerReference w:type="default" r:id="rId8"/>
      <w:footerReference w:type="first" r:id="rId9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29E" w:rsidRDefault="0018629E">
      <w:pPr>
        <w:spacing w:after="0" w:line="240" w:lineRule="auto"/>
      </w:pPr>
      <w:r>
        <w:separator/>
      </w:r>
    </w:p>
  </w:endnote>
  <w:endnote w:type="continuationSeparator" w:id="0">
    <w:p w:rsidR="0018629E" w:rsidRDefault="00186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F50" w:rsidRDefault="00E52F50">
    <w:pPr>
      <w:pStyle w:val="Footer"/>
    </w:pPr>
    <w:r>
      <w:t>wordexceltemplates.com</w:t>
    </w:r>
  </w:p>
  <w:p w:rsidR="00E52F50" w:rsidRDefault="00E52F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29E" w:rsidRDefault="0018629E">
      <w:pPr>
        <w:spacing w:after="0" w:line="240" w:lineRule="auto"/>
      </w:pPr>
      <w:r>
        <w:separator/>
      </w:r>
    </w:p>
  </w:footnote>
  <w:footnote w:type="continuationSeparator" w:id="0">
    <w:p w:rsidR="0018629E" w:rsidRDefault="00186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227692246"/>
      <w:placeholder>
        <w:docPart w:val="D243C13E1A1845FC93F2DF1C974438D9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756AC0" w:rsidRDefault="00327AEE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721981784"/>
      <w:placeholder>
        <w:docPart w:val="77045CC0789E49B38C64058A89ABE412"/>
      </w:placeholder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 w:multiLine="1"/>
    </w:sdtPr>
    <w:sdtEndPr/>
    <w:sdtContent>
      <w:p w:rsidR="00680B92" w:rsidRPr="00680B92" w:rsidRDefault="00680B92" w:rsidP="00680B92">
        <w:pPr>
          <w:pStyle w:val="Header"/>
        </w:pPr>
        <w:r w:rsidRPr="00680B92">
          <w:t>Date</w:t>
        </w:r>
      </w:p>
    </w:sdtContent>
  </w:sdt>
  <w:p w:rsidR="00756AC0" w:rsidRDefault="00C62F22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E1787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4DA2B9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66C022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08CE45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2C0A88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B23E7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4EA00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0EDEF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B04D8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8A7FF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58E6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F50"/>
    <w:rsid w:val="00027677"/>
    <w:rsid w:val="0005160D"/>
    <w:rsid w:val="00141D8F"/>
    <w:rsid w:val="00162BF8"/>
    <w:rsid w:val="0018629E"/>
    <w:rsid w:val="00194CD9"/>
    <w:rsid w:val="001B0CA6"/>
    <w:rsid w:val="001D6544"/>
    <w:rsid w:val="001D70A0"/>
    <w:rsid w:val="00295A2B"/>
    <w:rsid w:val="00327AEE"/>
    <w:rsid w:val="00343742"/>
    <w:rsid w:val="003A346A"/>
    <w:rsid w:val="003E07B7"/>
    <w:rsid w:val="00575EDE"/>
    <w:rsid w:val="006706A5"/>
    <w:rsid w:val="00680B92"/>
    <w:rsid w:val="00683AB4"/>
    <w:rsid w:val="00756AC0"/>
    <w:rsid w:val="00794DBA"/>
    <w:rsid w:val="007D0116"/>
    <w:rsid w:val="009811A8"/>
    <w:rsid w:val="009C49F2"/>
    <w:rsid w:val="009E7523"/>
    <w:rsid w:val="00A36FB1"/>
    <w:rsid w:val="00A7698C"/>
    <w:rsid w:val="00AF30F9"/>
    <w:rsid w:val="00AF7E00"/>
    <w:rsid w:val="00B5646D"/>
    <w:rsid w:val="00B722AE"/>
    <w:rsid w:val="00BB070D"/>
    <w:rsid w:val="00C1461E"/>
    <w:rsid w:val="00C60627"/>
    <w:rsid w:val="00C62F22"/>
    <w:rsid w:val="00E52F50"/>
    <w:rsid w:val="00EE1787"/>
    <w:rsid w:val="00FD4484"/>
    <w:rsid w:val="00FD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4848EF"/>
  <w15:chartTrackingRefBased/>
  <w15:docId w15:val="{7C805D77-2442-4CEE-8742-CAED81C5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160D"/>
    <w:rPr>
      <w:spacing w:val="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0627"/>
    <w:pPr>
      <w:keepNext/>
      <w:keepLines/>
      <w:spacing w:before="240"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0627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0627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0627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0627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0627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0627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0627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0627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pPr>
      <w:spacing w:after="0"/>
    </w:pPr>
  </w:style>
  <w:style w:type="paragraph" w:styleId="Closing">
    <w:name w:val="Closing"/>
    <w:basedOn w:val="Normal"/>
    <w:next w:val="Signature"/>
    <w:uiPriority w:val="5"/>
    <w:qFormat/>
    <w:rsid w:val="00343742"/>
    <w:pPr>
      <w:keepNext/>
      <w:spacing w:after="1000" w:line="240" w:lineRule="auto"/>
      <w:contextualSpacing/>
    </w:pPr>
  </w:style>
  <w:style w:type="paragraph" w:styleId="Signature">
    <w:name w:val="Signature"/>
    <w:basedOn w:val="Normal"/>
    <w:next w:val="Normal"/>
    <w:uiPriority w:val="6"/>
    <w:qFormat/>
    <w:pPr>
      <w:keepNext/>
      <w:contextualSpacing/>
    </w:pPr>
  </w:style>
  <w:style w:type="paragraph" w:styleId="Date">
    <w:name w:val="Date"/>
    <w:basedOn w:val="Normal"/>
    <w:next w:val="ContactInfo"/>
    <w:uiPriority w:val="2"/>
    <w:qFormat/>
    <w:rsid w:val="00343742"/>
    <w:pPr>
      <w:spacing w:after="480" w:line="240" w:lineRule="auto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7523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9E7523"/>
    <w:rPr>
      <w:spacing w:val="4"/>
    </w:rPr>
  </w:style>
  <w:style w:type="character" w:styleId="PlaceholderText">
    <w:name w:val="Placeholder Text"/>
    <w:basedOn w:val="DefaultParagraphFont"/>
    <w:uiPriority w:val="99"/>
    <w:semiHidden/>
    <w:rsid w:val="00A7698C"/>
    <w:rPr>
      <w:color w:val="595959" w:themeColor="text1" w:themeTint="A6"/>
    </w:rPr>
  </w:style>
  <w:style w:type="paragraph" w:styleId="Salutation">
    <w:name w:val="Salutation"/>
    <w:basedOn w:val="Normal"/>
    <w:next w:val="Normal"/>
    <w:uiPriority w:val="3"/>
    <w:qFormat/>
    <w:rsid w:val="00343742"/>
    <w:pPr>
      <w:spacing w:before="400" w:after="20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E7523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523"/>
    <w:rPr>
      <w:spacing w:val="4"/>
    </w:rPr>
  </w:style>
  <w:style w:type="character" w:styleId="SubtleReference">
    <w:name w:val="Subtle Reference"/>
    <w:basedOn w:val="DefaultParagraphFont"/>
    <w:uiPriority w:val="4"/>
    <w:qFormat/>
    <w:rsid w:val="00C1461E"/>
    <w:rPr>
      <w:caps w:val="0"/>
      <w:smallCaps w:val="0"/>
      <w:color w:val="5A5A5A" w:themeColor="text1" w:themeTint="A5"/>
    </w:rPr>
  </w:style>
  <w:style w:type="character" w:customStyle="1" w:styleId="Heading1Char">
    <w:name w:val="Heading 1 Char"/>
    <w:basedOn w:val="DefaultParagraphFont"/>
    <w:link w:val="Heading1"/>
    <w:uiPriority w:val="9"/>
    <w:rsid w:val="00C60627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0627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1787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787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EE1787"/>
  </w:style>
  <w:style w:type="paragraph" w:styleId="BlockText">
    <w:name w:val="Block Text"/>
    <w:basedOn w:val="Normal"/>
    <w:uiPriority w:val="99"/>
    <w:semiHidden/>
    <w:unhideWhenUsed/>
    <w:rsid w:val="00A7698C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EE178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E1787"/>
    <w:rPr>
      <w:spacing w:val="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178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1787"/>
    <w:rPr>
      <w:spacing w:val="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E1787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E1787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E1787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E1787"/>
    <w:rPr>
      <w:spacing w:val="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E178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E1787"/>
    <w:rPr>
      <w:spacing w:val="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E1787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E1787"/>
    <w:rPr>
      <w:spacing w:val="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E178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E1787"/>
    <w:rPr>
      <w:spacing w:val="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E1787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E1787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C6062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E1787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E1787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78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787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787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EE17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EE17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EE17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EE17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EE17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EE17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EE17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EE1787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E1787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E1787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E1787"/>
    <w:rPr>
      <w:spacing w:val="4"/>
    </w:rPr>
  </w:style>
  <w:style w:type="character" w:styleId="Emphasis">
    <w:name w:val="Emphasis"/>
    <w:basedOn w:val="DefaultParagraphFont"/>
    <w:uiPriority w:val="20"/>
    <w:semiHidden/>
    <w:unhideWhenUsed/>
    <w:qFormat/>
    <w:rsid w:val="00EE1787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EE178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E1787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1787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E178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E1787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E1787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E178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1787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1787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E1787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EE178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EE1787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EE1787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EE1787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EE1787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EE1787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EE17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EE17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EE178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EE17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EE17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EE17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EE17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EE17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EE178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EE17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EE17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EE17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C60627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0627"/>
    <w:rPr>
      <w:rFonts w:asciiTheme="majorHAnsi" w:eastAsiaTheme="majorEastAsia" w:hAnsiTheme="majorHAnsi" w:cstheme="majorBidi"/>
      <w:i/>
      <w:iCs/>
      <w:color w:val="365F91" w:themeColor="accent1" w:themeShade="BF"/>
      <w:spacing w:val="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0627"/>
    <w:rPr>
      <w:rFonts w:asciiTheme="majorHAnsi" w:eastAsiaTheme="majorEastAsia" w:hAnsiTheme="majorHAnsi" w:cstheme="majorBidi"/>
      <w:color w:val="365F91" w:themeColor="accent1" w:themeShade="BF"/>
      <w:spacing w:val="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0627"/>
    <w:rPr>
      <w:rFonts w:asciiTheme="majorHAnsi" w:eastAsiaTheme="majorEastAsia" w:hAnsiTheme="majorHAnsi" w:cstheme="majorBidi"/>
      <w:color w:val="243F60" w:themeColor="accent1" w:themeShade="7F"/>
      <w:spacing w:val="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0627"/>
    <w:rPr>
      <w:rFonts w:asciiTheme="majorHAnsi" w:eastAsiaTheme="majorEastAsia" w:hAnsiTheme="majorHAnsi" w:cstheme="majorBidi"/>
      <w:i/>
      <w:iCs/>
      <w:color w:val="243F60" w:themeColor="accent1" w:themeShade="7F"/>
      <w:spacing w:val="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0627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0627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EE1787"/>
  </w:style>
  <w:style w:type="paragraph" w:styleId="HTMLAddress">
    <w:name w:val="HTML Address"/>
    <w:basedOn w:val="Normal"/>
    <w:link w:val="HTMLAddressChar"/>
    <w:uiPriority w:val="99"/>
    <w:semiHidden/>
    <w:unhideWhenUsed/>
    <w:rsid w:val="00EE1787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E1787"/>
    <w:rPr>
      <w:i/>
      <w:iCs/>
      <w:spacing w:val="4"/>
    </w:rPr>
  </w:style>
  <w:style w:type="character" w:styleId="HTMLCite">
    <w:name w:val="HTML Cite"/>
    <w:basedOn w:val="DefaultParagraphFont"/>
    <w:uiPriority w:val="99"/>
    <w:semiHidden/>
    <w:unhideWhenUsed/>
    <w:rsid w:val="00EE1787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EE1787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EE1787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EE1787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1787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1787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EE1787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EE1787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EE1787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E1787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E1787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EE1787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E1787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E1787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E1787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E1787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E1787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E1787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E1787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E1787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A7698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A7698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A7698C"/>
    <w:rPr>
      <w:i/>
      <w:iCs/>
      <w:color w:val="365F91" w:themeColor="accent1" w:themeShade="BF"/>
      <w:spacing w:val="4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A7698C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EE178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EE17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E17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EE178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EE17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EE17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EE17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E1787"/>
  </w:style>
  <w:style w:type="paragraph" w:styleId="List">
    <w:name w:val="List"/>
    <w:basedOn w:val="Normal"/>
    <w:uiPriority w:val="99"/>
    <w:semiHidden/>
    <w:unhideWhenUsed/>
    <w:rsid w:val="00EE178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EE178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E178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E178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E178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EE1787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E1787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E1787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E1787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E1787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E178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E178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E178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E178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E178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E1787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E1787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E1787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E1787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E1787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EE1787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EE17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EE17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EE17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EE17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EE17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EE17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EE17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EE17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EE17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EE17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EE17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EE17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EE17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EE17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EE17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EE17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EE178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EE17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EE17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EE17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EE17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EE17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EE178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EE17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EE17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EE17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EE178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E1787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EE17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EE17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EE17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EE17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EE17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EE17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EE17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EE17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EE17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EE17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EE17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EE17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EE17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EE17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EE17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EE17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E178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E1787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EE1787"/>
    <w:pPr>
      <w:spacing w:after="0" w:line="240" w:lineRule="auto"/>
    </w:pPr>
    <w:rPr>
      <w:spacing w:val="4"/>
    </w:rPr>
  </w:style>
  <w:style w:type="paragraph" w:styleId="NormalWeb">
    <w:name w:val="Normal (Web)"/>
    <w:basedOn w:val="Normal"/>
    <w:uiPriority w:val="99"/>
    <w:semiHidden/>
    <w:unhideWhenUsed/>
    <w:rsid w:val="00EE1787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E178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E1787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E1787"/>
    <w:rPr>
      <w:spacing w:val="4"/>
    </w:rPr>
  </w:style>
  <w:style w:type="character" w:styleId="PageNumber">
    <w:name w:val="page number"/>
    <w:basedOn w:val="DefaultParagraphFont"/>
    <w:uiPriority w:val="99"/>
    <w:semiHidden/>
    <w:unhideWhenUsed/>
    <w:rsid w:val="00EE1787"/>
  </w:style>
  <w:style w:type="table" w:styleId="PlainTable1">
    <w:name w:val="Plain Table 1"/>
    <w:basedOn w:val="TableNormal"/>
    <w:uiPriority w:val="41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E178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E17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17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EE178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EE1787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E1787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C606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C60627"/>
    <w:rPr>
      <w:i/>
      <w:iCs/>
      <w:color w:val="404040" w:themeColor="text1" w:themeTint="BF"/>
      <w:spacing w:val="4"/>
    </w:rPr>
  </w:style>
  <w:style w:type="character" w:styleId="Strong">
    <w:name w:val="Strong"/>
    <w:basedOn w:val="DefaultParagraphFont"/>
    <w:uiPriority w:val="22"/>
    <w:semiHidden/>
    <w:unhideWhenUsed/>
    <w:qFormat/>
    <w:rsid w:val="00EE1787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9C49F2"/>
    <w:pPr>
      <w:numPr>
        <w:ilvl w:val="1"/>
      </w:numPr>
      <w:spacing w:after="160"/>
      <w:contextualSpacing/>
    </w:pPr>
    <w:rPr>
      <w:rFonts w:eastAsiaTheme="minorEastAsia"/>
      <w:color w:val="5A5A5A" w:themeColor="text1" w:themeTint="A5"/>
      <w:spacing w:val="0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9C49F2"/>
    <w:rPr>
      <w:rFonts w:eastAsiaTheme="minorEastAsia"/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EE1787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EE178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EE178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EE178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EE178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EE178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EE178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EE178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EE178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EE178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EE178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EE178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EE178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EE178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EE178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EE178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EE178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EE178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EE178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EE178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EE178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EE178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EE178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EE178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EE178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EE178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EE17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EE178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EE178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EE178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EE178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EE178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EE178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EE178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EE178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E1787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E1787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EE178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EE178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EE178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EE178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EE178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EE178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EE1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EE178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EE178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E178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9C49F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9C49F2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EE178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E178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EE178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EE1787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EE1787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EE1787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E1787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E1787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E1787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E1787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178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5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Thank%20you%20letter%20for%20successful%20job%20reference%20from%20former%20bos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FD4B5138B6B424E8DEBA152B3A63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D031E-1295-46E1-8254-4F8EAD705F6B}"/>
      </w:docPartPr>
      <w:docPartBody>
        <w:p w:rsidR="00000000" w:rsidRDefault="008B1BC3">
          <w:pPr>
            <w:pStyle w:val="EFD4B5138B6B424E8DEBA152B3A63E95"/>
          </w:pPr>
          <w:r>
            <w:t>Your Name</w:t>
          </w:r>
        </w:p>
      </w:docPartBody>
    </w:docPart>
    <w:docPart>
      <w:docPartPr>
        <w:name w:val="DC3D14994F4F441D9D82F3092394AA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CB3CF-440E-4F8C-A9B7-B9FC179095B3}"/>
      </w:docPartPr>
      <w:docPartBody>
        <w:p w:rsidR="00000000" w:rsidRDefault="008B1BC3">
          <w:pPr>
            <w:pStyle w:val="DC3D14994F4F441D9D82F3092394AAD4"/>
          </w:pPr>
          <w:r>
            <w:t>Street Address</w:t>
          </w:r>
        </w:p>
      </w:docPartBody>
    </w:docPart>
    <w:docPart>
      <w:docPartPr>
        <w:name w:val="9C082F81343E4476AD2F29589E395B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F241E-A432-43E1-8DDA-0C1BBFC44865}"/>
      </w:docPartPr>
      <w:docPartBody>
        <w:p w:rsidR="00000000" w:rsidRDefault="008B1BC3">
          <w:pPr>
            <w:pStyle w:val="9C082F81343E4476AD2F29589E395B34"/>
          </w:pPr>
          <w:r>
            <w:t>City, ST ZIP Code</w:t>
          </w:r>
        </w:p>
      </w:docPartBody>
    </w:docPart>
    <w:docPart>
      <w:docPartPr>
        <w:name w:val="0CC89C48E9DE489E97189E27D8E13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F481C-3587-46A3-A9B5-408DFE7564EF}"/>
      </w:docPartPr>
      <w:docPartBody>
        <w:p w:rsidR="00000000" w:rsidRDefault="008B1BC3">
          <w:pPr>
            <w:pStyle w:val="0CC89C48E9DE489E97189E27D8E133FD"/>
          </w:pPr>
          <w:r>
            <w:t>Date</w:t>
          </w:r>
        </w:p>
      </w:docPartBody>
    </w:docPart>
    <w:docPart>
      <w:docPartPr>
        <w:name w:val="D243C13E1A1845FC93F2DF1C97443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9271CB-0931-42D3-B2E8-B20DA9F2C133}"/>
      </w:docPartPr>
      <w:docPartBody>
        <w:p w:rsidR="00000000" w:rsidRDefault="008B1BC3">
          <w:pPr>
            <w:pStyle w:val="D243C13E1A1845FC93F2DF1C974438D9"/>
          </w:pPr>
          <w:r>
            <w:t>Recipient Name</w:t>
          </w:r>
        </w:p>
      </w:docPartBody>
    </w:docPart>
    <w:docPart>
      <w:docPartPr>
        <w:name w:val="F603588F641449D78D9E677656961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30421-78E1-4DC0-B596-CA1ECCD40ACE}"/>
      </w:docPartPr>
      <w:docPartBody>
        <w:p w:rsidR="00000000" w:rsidRDefault="008B1BC3">
          <w:pPr>
            <w:pStyle w:val="F603588F641449D78D9E677656961186"/>
          </w:pPr>
          <w:r>
            <w:t>Title</w:t>
          </w:r>
        </w:p>
      </w:docPartBody>
    </w:docPart>
    <w:docPart>
      <w:docPartPr>
        <w:name w:val="77045CC0789E49B38C64058A89ABE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5BD67-14B4-490D-A155-CBE87BFE844E}"/>
      </w:docPartPr>
      <w:docPartBody>
        <w:p w:rsidR="00000000" w:rsidRDefault="008B1BC3">
          <w:pPr>
            <w:pStyle w:val="77045CC0789E49B38C64058A89ABE412"/>
          </w:pPr>
          <w:r>
            <w:t xml:space="preserve">Your written recommendation and words of encouragement during my job search helped me </w:t>
          </w:r>
          <w:r>
            <w:t>obtain this new job.</w:t>
          </w:r>
        </w:p>
      </w:docPartBody>
    </w:docPart>
    <w:docPart>
      <w:docPartPr>
        <w:name w:val="7CD214D07C4F49608C3DC10561CB51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F85EFB-F953-4CE6-9770-7AE4643175F2}"/>
      </w:docPartPr>
      <w:docPartBody>
        <w:p w:rsidR="00000000" w:rsidRDefault="008B1BC3">
          <w:pPr>
            <w:pStyle w:val="7CD214D07C4F49608C3DC10561CB51F0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20002A87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6F"/>
    <w:rsid w:val="000C666F"/>
    <w:rsid w:val="008B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D4B5138B6B424E8DEBA152B3A63E95">
    <w:name w:val="EFD4B5138B6B424E8DEBA152B3A63E95"/>
  </w:style>
  <w:style w:type="paragraph" w:customStyle="1" w:styleId="DC3D14994F4F441D9D82F3092394AAD4">
    <w:name w:val="DC3D14994F4F441D9D82F3092394AAD4"/>
  </w:style>
  <w:style w:type="paragraph" w:customStyle="1" w:styleId="9C082F81343E4476AD2F29589E395B34">
    <w:name w:val="9C082F81343E4476AD2F29589E395B34"/>
  </w:style>
  <w:style w:type="paragraph" w:customStyle="1" w:styleId="0CC89C48E9DE489E97189E27D8E133FD">
    <w:name w:val="0CC89C48E9DE489E97189E27D8E133FD"/>
  </w:style>
  <w:style w:type="paragraph" w:customStyle="1" w:styleId="D243C13E1A1845FC93F2DF1C974438D9">
    <w:name w:val="D243C13E1A1845FC93F2DF1C974438D9"/>
  </w:style>
  <w:style w:type="paragraph" w:customStyle="1" w:styleId="F603588F641449D78D9E677656961186">
    <w:name w:val="F603588F641449D78D9E677656961186"/>
  </w:style>
  <w:style w:type="paragraph" w:customStyle="1" w:styleId="3CC509A6DC2B4D52A8BDF902310E3D97">
    <w:name w:val="3CC509A6DC2B4D52A8BDF902310E3D97"/>
  </w:style>
  <w:style w:type="paragraph" w:customStyle="1" w:styleId="5F4DD1F0E57B4B99B7B45716F755395D">
    <w:name w:val="5F4DD1F0E57B4B99B7B45716F755395D"/>
  </w:style>
  <w:style w:type="character" w:styleId="SubtleReference">
    <w:name w:val="Subtle Reference"/>
    <w:basedOn w:val="DefaultParagraphFont"/>
    <w:uiPriority w:val="4"/>
    <w:qFormat/>
    <w:rPr>
      <w:caps w:val="0"/>
      <w:smallCaps w:val="0"/>
      <w:color w:val="5A5A5A" w:themeColor="text1" w:themeTint="A5"/>
    </w:rPr>
  </w:style>
  <w:style w:type="paragraph" w:customStyle="1" w:styleId="E060A6B253644761BD394E986E69AF9E">
    <w:name w:val="E060A6B253644761BD394E986E69AF9E"/>
  </w:style>
  <w:style w:type="paragraph" w:customStyle="1" w:styleId="8F28753827EA47F7A79D29C38CD9D885">
    <w:name w:val="8F28753827EA47F7A79D29C38CD9D885"/>
  </w:style>
  <w:style w:type="paragraph" w:customStyle="1" w:styleId="DB40ABF9D1484AF79346B74EB61593E0">
    <w:name w:val="DB40ABF9D1484AF79346B74EB61593E0"/>
  </w:style>
  <w:style w:type="paragraph" w:customStyle="1" w:styleId="77045CC0789E49B38C64058A89ABE412">
    <w:name w:val="77045CC0789E49B38C64058A89ABE412"/>
  </w:style>
  <w:style w:type="paragraph" w:customStyle="1" w:styleId="1725CA71C92143EBA37711EFD091347B">
    <w:name w:val="1725CA71C92143EBA37711EFD091347B"/>
  </w:style>
  <w:style w:type="paragraph" w:customStyle="1" w:styleId="F1B44275960D45BCB19D5DD06BB80474">
    <w:name w:val="F1B44275960D45BCB19D5DD06BB80474"/>
  </w:style>
  <w:style w:type="paragraph" w:customStyle="1" w:styleId="24A3E488D17E46558C2F88DB8F1CF60B">
    <w:name w:val="24A3E488D17E46558C2F88DB8F1CF60B"/>
  </w:style>
  <w:style w:type="paragraph" w:customStyle="1" w:styleId="10E717BCDA87407785FAD70A44FA7FF7">
    <w:name w:val="10E717BCDA87407785FAD70A44FA7FF7"/>
  </w:style>
  <w:style w:type="paragraph" w:customStyle="1" w:styleId="2F58D90A8F144F5DAE8D200AF6D22A66">
    <w:name w:val="2F58D90A8F144F5DAE8D200AF6D22A66"/>
  </w:style>
  <w:style w:type="paragraph" w:customStyle="1" w:styleId="7CD214D07C4F49608C3DC10561CB51F0">
    <w:name w:val="7CD214D07C4F49608C3DC10561CB51F0"/>
  </w:style>
  <w:style w:type="paragraph" w:customStyle="1" w:styleId="74DF970936BB4C4EA4EAB4D4934D7F81">
    <w:name w:val="74DF970936BB4C4EA4EAB4D4934D7F81"/>
    <w:rsid w:val="000C66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Thank you letter for successful job reference from former boss.dotx</Template>
  <TotalTime>3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2017-12-27T11:07:00Z</dcterms:created>
  <dcterms:modified xsi:type="dcterms:W3CDTF">2017-12-27T11:13:00Z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