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5040"/>
        <w:gridCol w:w="5040"/>
      </w:tblGrid>
      <w:tr w:rsidR="00082484">
        <w:trPr>
          <w:trHeight w:hRule="exact" w:val="720"/>
        </w:trPr>
        <w:sdt>
          <w:sdtPr>
            <w:alias w:val="Company"/>
            <w:tag w:val="Company"/>
            <w:id w:val="1933872236"/>
            <w:placeholder>
              <w:docPart w:val="0BAC1E564C684165AFA78EE1DD38B4AC"/>
            </w:placeholder>
            <w:showingPlcHdr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15:appearance w15:val="hidden"/>
            <w:text w:multiLine="1"/>
          </w:sdtPr>
          <w:sdtContent>
            <w:tc>
              <w:tcPr>
                <w:tcW w:w="4788" w:type="dxa"/>
              </w:tcPr>
              <w:p w:rsidR="00082484" w:rsidRDefault="001D2991">
                <w:r w:rsidRPr="001D2991">
                  <w:rPr>
                    <w:b/>
                    <w:sz w:val="36"/>
                    <w:szCs w:val="36"/>
                  </w:rPr>
                  <w:t>Company Name</w:t>
                </w:r>
              </w:p>
            </w:tc>
          </w:sdtContent>
        </w:sdt>
        <w:tc>
          <w:tcPr>
            <w:tcW w:w="4788" w:type="dxa"/>
          </w:tcPr>
          <w:p w:rsidR="00082484" w:rsidRDefault="00082484">
            <w:pPr>
              <w:pStyle w:val="CompanyName"/>
            </w:pPr>
          </w:p>
        </w:tc>
      </w:tr>
    </w:tbl>
    <w:p w:rsidR="00082484" w:rsidRDefault="003065C3">
      <w:pPr>
        <w:pStyle w:val="Title"/>
      </w:pPr>
      <w:r>
        <w:t>Letter of Recommendation</w:t>
      </w:r>
    </w:p>
    <w:p w:rsidR="003065C3" w:rsidRDefault="003065C3" w:rsidP="003065C3">
      <w:pPr>
        <w:pStyle w:val="Heading1"/>
        <w:jc w:val="left"/>
      </w:pPr>
      <w:r>
        <w:t>Recommendation by home organization for the applicant,</w:t>
      </w:r>
    </w:p>
    <w:tbl>
      <w:tblPr>
        <w:tblStyle w:val="TableGrid"/>
        <w:tblW w:w="10080" w:type="dxa"/>
        <w:tblInd w:w="-5" w:type="dxa"/>
        <w:tblLook w:val="04A0" w:firstRow="1" w:lastRow="0" w:firstColumn="1" w:lastColumn="0" w:noHBand="0" w:noVBand="1"/>
      </w:tblPr>
      <w:tblGrid>
        <w:gridCol w:w="5130"/>
        <w:gridCol w:w="4950"/>
      </w:tblGrid>
      <w:tr w:rsidR="003065C3" w:rsidTr="001D2991">
        <w:tc>
          <w:tcPr>
            <w:tcW w:w="5130" w:type="dxa"/>
          </w:tcPr>
          <w:p w:rsidR="003065C3" w:rsidRDefault="003065C3" w:rsidP="003065C3">
            <w:pPr>
              <w:pStyle w:val="ListNumber"/>
              <w:numPr>
                <w:ilvl w:val="0"/>
                <w:numId w:val="0"/>
              </w:numPr>
            </w:pPr>
            <w:r>
              <w:t>Name, address and website of home organization</w:t>
            </w:r>
          </w:p>
        </w:tc>
        <w:tc>
          <w:tcPr>
            <w:tcW w:w="4950" w:type="dxa"/>
          </w:tcPr>
          <w:p w:rsidR="003065C3" w:rsidRDefault="003065C3" w:rsidP="003065C3">
            <w:pPr>
              <w:pStyle w:val="ListNumber"/>
              <w:numPr>
                <w:ilvl w:val="0"/>
                <w:numId w:val="0"/>
              </w:numPr>
            </w:pPr>
          </w:p>
        </w:tc>
      </w:tr>
      <w:tr w:rsidR="003065C3" w:rsidTr="001D2991">
        <w:tc>
          <w:tcPr>
            <w:tcW w:w="5130" w:type="dxa"/>
          </w:tcPr>
          <w:p w:rsidR="003065C3" w:rsidRDefault="003065C3" w:rsidP="003065C3">
            <w:pPr>
              <w:pStyle w:val="ListNumber"/>
              <w:numPr>
                <w:ilvl w:val="0"/>
                <w:numId w:val="0"/>
              </w:numPr>
            </w:pPr>
            <w:r>
              <w:t>Name of recommending person</w:t>
            </w:r>
          </w:p>
        </w:tc>
        <w:tc>
          <w:tcPr>
            <w:tcW w:w="4950" w:type="dxa"/>
          </w:tcPr>
          <w:p w:rsidR="003065C3" w:rsidRDefault="003065C3" w:rsidP="003065C3">
            <w:pPr>
              <w:pStyle w:val="ListNumber"/>
              <w:numPr>
                <w:ilvl w:val="0"/>
                <w:numId w:val="0"/>
              </w:numPr>
            </w:pPr>
          </w:p>
        </w:tc>
      </w:tr>
      <w:tr w:rsidR="003065C3" w:rsidTr="001D2991">
        <w:tc>
          <w:tcPr>
            <w:tcW w:w="5130" w:type="dxa"/>
          </w:tcPr>
          <w:p w:rsidR="003065C3" w:rsidRDefault="003065C3" w:rsidP="003065C3">
            <w:pPr>
              <w:pStyle w:val="ListNumber"/>
              <w:numPr>
                <w:ilvl w:val="0"/>
                <w:numId w:val="0"/>
              </w:numPr>
            </w:pPr>
            <w:r>
              <w:t>Position of recommending person within organization</w:t>
            </w:r>
          </w:p>
        </w:tc>
        <w:tc>
          <w:tcPr>
            <w:tcW w:w="4950" w:type="dxa"/>
          </w:tcPr>
          <w:p w:rsidR="003065C3" w:rsidRDefault="003065C3" w:rsidP="003065C3">
            <w:pPr>
              <w:pStyle w:val="ListNumber"/>
              <w:numPr>
                <w:ilvl w:val="0"/>
                <w:numId w:val="0"/>
              </w:numPr>
            </w:pPr>
          </w:p>
        </w:tc>
      </w:tr>
      <w:tr w:rsidR="003065C3" w:rsidTr="001D2991">
        <w:tc>
          <w:tcPr>
            <w:tcW w:w="5130" w:type="dxa"/>
          </w:tcPr>
          <w:p w:rsidR="003065C3" w:rsidRDefault="003065C3" w:rsidP="003065C3">
            <w:pPr>
              <w:pStyle w:val="ListNumber"/>
              <w:numPr>
                <w:ilvl w:val="0"/>
                <w:numId w:val="0"/>
              </w:numPr>
            </w:pPr>
            <w:r>
              <w:t>Email</w:t>
            </w:r>
          </w:p>
        </w:tc>
        <w:tc>
          <w:tcPr>
            <w:tcW w:w="4950" w:type="dxa"/>
          </w:tcPr>
          <w:p w:rsidR="003065C3" w:rsidRDefault="003065C3" w:rsidP="003065C3">
            <w:pPr>
              <w:pStyle w:val="ListNumber"/>
              <w:numPr>
                <w:ilvl w:val="0"/>
                <w:numId w:val="0"/>
              </w:numPr>
            </w:pPr>
          </w:p>
        </w:tc>
      </w:tr>
      <w:tr w:rsidR="003065C3" w:rsidTr="001D2991">
        <w:tc>
          <w:tcPr>
            <w:tcW w:w="5130" w:type="dxa"/>
          </w:tcPr>
          <w:p w:rsidR="003065C3" w:rsidRDefault="003065C3" w:rsidP="003065C3">
            <w:pPr>
              <w:pStyle w:val="ListNumber"/>
              <w:numPr>
                <w:ilvl w:val="0"/>
                <w:numId w:val="0"/>
              </w:numPr>
            </w:pPr>
            <w:r>
              <w:t>Phone</w:t>
            </w:r>
          </w:p>
        </w:tc>
        <w:tc>
          <w:tcPr>
            <w:tcW w:w="4950" w:type="dxa"/>
          </w:tcPr>
          <w:p w:rsidR="003065C3" w:rsidRDefault="003065C3" w:rsidP="003065C3">
            <w:pPr>
              <w:pStyle w:val="ListNumber"/>
              <w:numPr>
                <w:ilvl w:val="0"/>
                <w:numId w:val="0"/>
              </w:numPr>
            </w:pPr>
          </w:p>
        </w:tc>
      </w:tr>
    </w:tbl>
    <w:p w:rsidR="00082484" w:rsidRDefault="003065C3" w:rsidP="00A70C0E">
      <w:r>
        <w:t>Why do you recommend the applicant to participate in the [SAMPLE] program?</w:t>
      </w:r>
    </w:p>
    <w:tbl>
      <w:tblPr>
        <w:tblW w:w="5000" w:type="pct"/>
        <w:tblLayout w:type="fixed"/>
        <w:tblCellMar>
          <w:top w:w="216" w:type="dxa"/>
          <w:left w:w="0" w:type="dxa"/>
          <w:right w:w="0" w:type="dxa"/>
        </w:tblCellMar>
        <w:tblLook w:val="0000" w:firstRow="0" w:lastRow="0" w:firstColumn="0" w:lastColumn="0" w:noHBand="0" w:noVBand="0"/>
        <w:tblCaption w:val="Content table"/>
      </w:tblPr>
      <w:tblGrid>
        <w:gridCol w:w="10080"/>
      </w:tblGrid>
      <w:tr w:rsidR="003065C3" w:rsidTr="003065C3">
        <w:tc>
          <w:tcPr>
            <w:tcW w:w="10080" w:type="dxa"/>
            <w:tcBorders>
              <w:bottom w:val="single" w:sz="4" w:space="0" w:color="404040" w:themeColor="text1" w:themeTint="BF"/>
            </w:tcBorders>
          </w:tcPr>
          <w:p w:rsidR="003065C3" w:rsidRDefault="003065C3"/>
        </w:tc>
      </w:tr>
      <w:tr w:rsidR="003065C3" w:rsidTr="003065C3">
        <w:tc>
          <w:tcPr>
            <w:tcW w:w="10080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</w:tcPr>
          <w:p w:rsidR="003065C3" w:rsidRDefault="003065C3"/>
        </w:tc>
      </w:tr>
    </w:tbl>
    <w:p w:rsidR="00082484" w:rsidRDefault="003065C3" w:rsidP="00A70C0E">
      <w:r>
        <w:t>What will be the benefit for your organization, if the recommended person collaborates with a host organization abroad?</w:t>
      </w:r>
    </w:p>
    <w:tbl>
      <w:tblPr>
        <w:tblW w:w="5000" w:type="pct"/>
        <w:tblLayout w:type="fixed"/>
        <w:tblCellMar>
          <w:top w:w="216" w:type="dxa"/>
          <w:left w:w="0" w:type="dxa"/>
          <w:right w:w="0" w:type="dxa"/>
        </w:tblCellMar>
        <w:tblLook w:val="0000" w:firstRow="0" w:lastRow="0" w:firstColumn="0" w:lastColumn="0" w:noHBand="0" w:noVBand="0"/>
        <w:tblCaption w:val="Content table"/>
      </w:tblPr>
      <w:tblGrid>
        <w:gridCol w:w="10080"/>
      </w:tblGrid>
      <w:tr w:rsidR="003065C3" w:rsidTr="003065C3">
        <w:tc>
          <w:tcPr>
            <w:tcW w:w="10080" w:type="dxa"/>
            <w:tcBorders>
              <w:bottom w:val="single" w:sz="4" w:space="0" w:color="404040" w:themeColor="text1" w:themeTint="BF"/>
            </w:tcBorders>
          </w:tcPr>
          <w:p w:rsidR="003065C3" w:rsidRDefault="003065C3"/>
        </w:tc>
      </w:tr>
      <w:tr w:rsidR="003065C3" w:rsidTr="003065C3">
        <w:tc>
          <w:tcPr>
            <w:tcW w:w="10080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</w:tcPr>
          <w:p w:rsidR="003065C3" w:rsidRDefault="003065C3"/>
        </w:tc>
      </w:tr>
      <w:tr w:rsidR="00A70C0E" w:rsidTr="003065C3">
        <w:tc>
          <w:tcPr>
            <w:tcW w:w="10080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</w:tcPr>
          <w:p w:rsidR="00A70C0E" w:rsidRDefault="00A70C0E"/>
        </w:tc>
      </w:tr>
    </w:tbl>
    <w:p w:rsidR="00082484" w:rsidRDefault="00637EA1" w:rsidP="00A70C0E">
      <w:r>
        <w:t xml:space="preserve">Can you recommend a partner organization that could host the candidate if s/he gets selected for the program? Please elaborate, if you already have ideas or wishes regarding future contacts, projects or other forms of </w:t>
      </w:r>
      <w:r w:rsidR="001D2991">
        <w:t>cooperation</w:t>
      </w:r>
    </w:p>
    <w:tbl>
      <w:tblPr>
        <w:tblW w:w="5000" w:type="pct"/>
        <w:tblLayout w:type="fixed"/>
        <w:tblCellMar>
          <w:top w:w="216" w:type="dxa"/>
          <w:left w:w="0" w:type="dxa"/>
          <w:right w:w="0" w:type="dxa"/>
        </w:tblCellMar>
        <w:tblLook w:val="0000" w:firstRow="0" w:lastRow="0" w:firstColumn="0" w:lastColumn="0" w:noHBand="0" w:noVBand="0"/>
        <w:tblCaption w:val="Content table"/>
      </w:tblPr>
      <w:tblGrid>
        <w:gridCol w:w="10080"/>
      </w:tblGrid>
      <w:tr w:rsidR="00637EA1" w:rsidTr="00637EA1">
        <w:tc>
          <w:tcPr>
            <w:tcW w:w="10080" w:type="dxa"/>
            <w:tcBorders>
              <w:bottom w:val="single" w:sz="4" w:space="0" w:color="404040" w:themeColor="text1" w:themeTint="BF"/>
            </w:tcBorders>
          </w:tcPr>
          <w:p w:rsidR="00637EA1" w:rsidRDefault="00637EA1"/>
        </w:tc>
      </w:tr>
      <w:tr w:rsidR="00637EA1" w:rsidTr="00637EA1">
        <w:tc>
          <w:tcPr>
            <w:tcW w:w="10080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</w:tcPr>
          <w:p w:rsidR="00637EA1" w:rsidRDefault="00637EA1"/>
        </w:tc>
      </w:tr>
      <w:tr w:rsidR="00A70C0E" w:rsidTr="00637EA1">
        <w:tc>
          <w:tcPr>
            <w:tcW w:w="10080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</w:tcPr>
          <w:p w:rsidR="00A70C0E" w:rsidRDefault="00A70C0E"/>
        </w:tc>
      </w:tr>
    </w:tbl>
    <w:p w:rsidR="00637EA1" w:rsidRDefault="00637EA1" w:rsidP="00A70C0E">
      <w:r>
        <w:t>Period of internship: Are there any limitations regarding the period of absence in 2018?</w:t>
      </w:r>
    </w:p>
    <w:tbl>
      <w:tblPr>
        <w:tblW w:w="5000" w:type="pct"/>
        <w:tblLayout w:type="fixed"/>
        <w:tblCellMar>
          <w:top w:w="216" w:type="dxa"/>
          <w:left w:w="0" w:type="dxa"/>
          <w:right w:w="0" w:type="dxa"/>
        </w:tblCellMar>
        <w:tblLook w:val="0000" w:firstRow="0" w:lastRow="0" w:firstColumn="0" w:lastColumn="0" w:noHBand="0" w:noVBand="0"/>
        <w:tblCaption w:val="Content table"/>
      </w:tblPr>
      <w:tblGrid>
        <w:gridCol w:w="10080"/>
      </w:tblGrid>
      <w:tr w:rsidR="00637EA1" w:rsidTr="00562A91">
        <w:tc>
          <w:tcPr>
            <w:tcW w:w="10080" w:type="dxa"/>
            <w:tcBorders>
              <w:bottom w:val="single" w:sz="4" w:space="0" w:color="404040" w:themeColor="text1" w:themeTint="BF"/>
            </w:tcBorders>
          </w:tcPr>
          <w:p w:rsidR="00637EA1" w:rsidRDefault="00637EA1" w:rsidP="00562A91"/>
        </w:tc>
      </w:tr>
      <w:tr w:rsidR="001D2991" w:rsidTr="00562A91">
        <w:tc>
          <w:tcPr>
            <w:tcW w:w="10080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</w:tcPr>
          <w:p w:rsidR="001D2991" w:rsidRDefault="001D2991" w:rsidP="00562A91"/>
        </w:tc>
      </w:tr>
      <w:tr w:rsidR="00A70C0E" w:rsidTr="00562A91">
        <w:tc>
          <w:tcPr>
            <w:tcW w:w="10080" w:type="dxa"/>
            <w:tcBorders>
              <w:top w:val="single" w:sz="4" w:space="0" w:color="404040" w:themeColor="text1" w:themeTint="BF"/>
              <w:bottom w:val="single" w:sz="4" w:space="0" w:color="404040" w:themeColor="text1" w:themeTint="BF"/>
            </w:tcBorders>
          </w:tcPr>
          <w:p w:rsidR="00A70C0E" w:rsidRDefault="00A70C0E" w:rsidP="00562A91"/>
        </w:tc>
      </w:tr>
    </w:tbl>
    <w:p w:rsidR="00082484" w:rsidRDefault="00082484"/>
    <w:p w:rsidR="00637EA1" w:rsidRDefault="00637EA1" w:rsidP="00637EA1">
      <w:pPr>
        <w:pStyle w:val="Heading1"/>
        <w:jc w:val="left"/>
      </w:pPr>
      <w:r>
        <w:t>Consent to grant the candidate a leave of absence</w:t>
      </w:r>
    </w:p>
    <w:tbl>
      <w:tblPr>
        <w:tblW w:w="5000" w:type="pct"/>
        <w:tblLayout w:type="fixed"/>
        <w:tblCellMar>
          <w:top w:w="216" w:type="dxa"/>
          <w:left w:w="0" w:type="dxa"/>
          <w:right w:w="0" w:type="dxa"/>
        </w:tblCellMar>
        <w:tblLook w:val="0000" w:firstRow="0" w:lastRow="0" w:firstColumn="0" w:lastColumn="0" w:noHBand="0" w:noVBand="0"/>
        <w:tblCaption w:val="Content table"/>
      </w:tblPr>
      <w:tblGrid>
        <w:gridCol w:w="3360"/>
        <w:gridCol w:w="3360"/>
        <w:gridCol w:w="3360"/>
      </w:tblGrid>
      <w:tr w:rsidR="00637EA1" w:rsidTr="00637EA1">
        <w:tc>
          <w:tcPr>
            <w:tcW w:w="10080" w:type="dxa"/>
            <w:gridSpan w:val="3"/>
          </w:tcPr>
          <w:p w:rsidR="00637EA1" w:rsidRDefault="00637EA1" w:rsidP="00562A91">
            <w:bookmarkStart w:id="0" w:name="_GoBack" w:colFirst="1" w:colLast="1"/>
            <w:r>
              <w:t>We agree to grant the applicant a leave of absence for the length of 2-3 months for the scholarship abroad in cooperation with a hosting organization.</w:t>
            </w:r>
          </w:p>
        </w:tc>
      </w:tr>
      <w:tr w:rsidR="00637EA1" w:rsidTr="001D2991">
        <w:tc>
          <w:tcPr>
            <w:tcW w:w="3360" w:type="dxa"/>
          </w:tcPr>
          <w:p w:rsidR="00637EA1" w:rsidRDefault="00FD233C" w:rsidP="00562A9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-42545</wp:posOffset>
                      </wp:positionV>
                      <wp:extent cx="223520" cy="203200"/>
                      <wp:effectExtent l="0" t="0" r="24130" b="2540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3520" cy="203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D233C" w:rsidRDefault="00FD233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9.2pt;margin-top:-3.35pt;width:17.6pt;height:1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" fillcolor="white [3201]" strokeweight=".5pt">
                      <v:textbox>
                        <w:txbxContent>
                          <w:p w:rsidR="00FD233C" w:rsidRDefault="00FD233C"/>
                        </w:txbxContent>
                      </v:textbox>
                    </v:shape>
                  </w:pict>
                </mc:Fallback>
              </mc:AlternateContent>
            </w:r>
            <w:r w:rsidR="001D2991">
              <w:t>Yes</w:t>
            </w:r>
            <w:r>
              <w:t xml:space="preserve"> </w:t>
            </w:r>
          </w:p>
        </w:tc>
        <w:tc>
          <w:tcPr>
            <w:tcW w:w="3360" w:type="dxa"/>
          </w:tcPr>
          <w:p w:rsidR="00637EA1" w:rsidRDefault="00FD233C" w:rsidP="00562A9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4DCBF1" wp14:editId="1395895C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-48260</wp:posOffset>
                      </wp:positionV>
                      <wp:extent cx="223520" cy="203200"/>
                      <wp:effectExtent l="0" t="0" r="24130" b="2540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3520" cy="203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D233C" w:rsidRDefault="00FD233C" w:rsidP="00FD233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4DCBF1" id="Text Box 3" o:spid="_x0000_s1027" type="#_x0000_t202" style="position:absolute;margin-left:24pt;margin-top:-3.8pt;width:17.6pt;height:1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" fillcolor="white [3201]" strokeweight=".5pt">
                      <v:textbox>
                        <w:txbxContent>
                          <w:p w:rsidR="00FD233C" w:rsidRDefault="00FD233C" w:rsidP="00FD233C"/>
                        </w:txbxContent>
                      </v:textbox>
                    </v:shape>
                  </w:pict>
                </mc:Fallback>
              </mc:AlternateContent>
            </w:r>
            <w:r w:rsidR="001D2991">
              <w:t>No</w:t>
            </w:r>
            <w:r>
              <w:t xml:space="preserve"> </w:t>
            </w:r>
          </w:p>
        </w:tc>
        <w:tc>
          <w:tcPr>
            <w:tcW w:w="3360" w:type="dxa"/>
          </w:tcPr>
          <w:p w:rsidR="00637EA1" w:rsidRDefault="00637EA1" w:rsidP="00562A91"/>
        </w:tc>
      </w:tr>
      <w:tr w:rsidR="001D2991" w:rsidTr="000B469E">
        <w:trPr>
          <w:gridAfter w:val="1"/>
          <w:wAfter w:w="3360" w:type="dxa"/>
        </w:trPr>
        <w:tc>
          <w:tcPr>
            <w:tcW w:w="3360" w:type="dxa"/>
            <w:tcBorders>
              <w:bottom w:val="single" w:sz="4" w:space="0" w:color="404040" w:themeColor="text1" w:themeTint="BF"/>
            </w:tcBorders>
          </w:tcPr>
          <w:p w:rsidR="001D2991" w:rsidRDefault="001D2991" w:rsidP="00562A91"/>
        </w:tc>
        <w:tc>
          <w:tcPr>
            <w:tcW w:w="3360" w:type="dxa"/>
            <w:tcBorders>
              <w:bottom w:val="single" w:sz="4" w:space="0" w:color="404040" w:themeColor="text1" w:themeTint="BF"/>
            </w:tcBorders>
          </w:tcPr>
          <w:p w:rsidR="001D2991" w:rsidRDefault="001D2991" w:rsidP="00562A91"/>
        </w:tc>
      </w:tr>
    </w:tbl>
    <w:bookmarkEnd w:id="0"/>
    <w:p w:rsidR="00637EA1" w:rsidRDefault="001D2991" w:rsidP="001D2991">
      <w:r>
        <w:t>Place the date &amp; Signature</w:t>
      </w:r>
    </w:p>
    <w:sectPr w:rsidR="00637EA1" w:rsidSect="001D2991">
      <w:footerReference w:type="default" r:id="rId7"/>
      <w:pgSz w:w="12240" w:h="15840"/>
      <w:pgMar w:top="720" w:right="1080" w:bottom="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827" w:rsidRDefault="00EB7827">
      <w:r>
        <w:separator/>
      </w:r>
    </w:p>
  </w:endnote>
  <w:endnote w:type="continuationSeparator" w:id="0">
    <w:p w:rsidR="00EB7827" w:rsidRDefault="00EB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78010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2484" w:rsidRDefault="00EB7827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29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827" w:rsidRDefault="00EB7827">
      <w:r>
        <w:separator/>
      </w:r>
    </w:p>
  </w:footnote>
  <w:footnote w:type="continuationSeparator" w:id="0">
    <w:p w:rsidR="00EB7827" w:rsidRDefault="00EB7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8A23F30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CCD0D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182773"/>
    <w:multiLevelType w:val="hybridMultilevel"/>
    <w:tmpl w:val="09CE8E58"/>
    <w:lvl w:ilvl="0" w:tplc="4E849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C3"/>
    <w:rsid w:val="00082484"/>
    <w:rsid w:val="001D2991"/>
    <w:rsid w:val="002F1167"/>
    <w:rsid w:val="003065C3"/>
    <w:rsid w:val="00637EA1"/>
    <w:rsid w:val="00A70C0E"/>
    <w:rsid w:val="00EB7827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56AAC"/>
  <w15:chartTrackingRefBased/>
  <w15:docId w15:val="{9A16C536-08BF-418F-9ACE-174500B60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/>
    <w:lsdException w:name="List Number" w:uiPriority="4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3"/>
    <w:qFormat/>
    <w:rsid w:val="001D2991"/>
    <w:pPr>
      <w:shd w:val="clear" w:color="auto" w:fill="404040" w:themeFill="text1" w:themeFillTint="BF"/>
      <w:spacing w:before="240" w:after="200"/>
      <w:jc w:val="center"/>
      <w:outlineLvl w:val="0"/>
    </w:pPr>
    <w:rPr>
      <w:rFonts w:asciiTheme="majorHAnsi" w:eastAsiaTheme="majorEastAsia" w:hAnsiTheme="majorHAnsi" w:cs="Times New Roman"/>
      <w:b/>
      <w:color w:val="FFFFFF" w:themeColor="background1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3"/>
    <w:semiHidden/>
    <w:unhideWhenUsed/>
    <w:qFormat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pPr>
      <w:keepNext/>
      <w:keepLines/>
      <w:spacing w:before="40" w:after="120"/>
      <w:outlineLvl w:val="2"/>
    </w:pPr>
    <w:rPr>
      <w:rFonts w:asciiTheme="majorHAnsi" w:eastAsiaTheme="majorEastAsia" w:hAnsiTheme="majorHAnsi" w:cstheme="majorBidi"/>
      <w:b/>
      <w:color w:val="404040" w:themeColor="text1" w:themeTint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spacing w:before="40" w:after="12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pPr>
      <w:keepNext/>
      <w:keepLines/>
      <w:spacing w:before="40" w:after="12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pPr>
      <w:keepNext/>
      <w:keepLines/>
      <w:spacing w:before="40" w:after="120"/>
      <w:outlineLvl w:val="5"/>
    </w:pPr>
    <w:rPr>
      <w:rFonts w:asciiTheme="majorHAnsi" w:eastAsiaTheme="majorEastAsia" w:hAnsiTheme="majorHAnsi" w:cstheme="majorBidi"/>
      <w:b/>
      <w:color w:val="404040" w:themeColor="text1" w:themeTint="B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pPr>
      <w:keepNext/>
      <w:keepLines/>
      <w:spacing w:before="40" w:after="1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pPr>
      <w:keepNext/>
      <w:keepLines/>
      <w:spacing w:before="40" w:after="120"/>
      <w:outlineLvl w:val="7"/>
    </w:pPr>
    <w:rPr>
      <w:rFonts w:asciiTheme="majorHAnsi" w:eastAsiaTheme="majorEastAsia" w:hAnsiTheme="majorHAnsi" w:cstheme="majorBidi"/>
      <w:color w:val="404040" w:themeColor="text1" w:themeTint="BF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pPr>
      <w:keepNext/>
      <w:keepLines/>
      <w:spacing w:before="40" w:after="12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4F81BD" w:themeColor="accent1"/>
      <w:spacing w:val="0"/>
    </w:rPr>
  </w:style>
  <w:style w:type="character" w:customStyle="1" w:styleId="Heading1Char">
    <w:name w:val="Heading 1 Char"/>
    <w:basedOn w:val="DefaultParagraphFont"/>
    <w:link w:val="Heading1"/>
    <w:uiPriority w:val="3"/>
    <w:rsid w:val="001D2991"/>
    <w:rPr>
      <w:rFonts w:asciiTheme="majorHAnsi" w:eastAsiaTheme="majorEastAsia" w:hAnsiTheme="majorHAnsi" w:cs="Times New Roman"/>
      <w:b/>
      <w:color w:val="FFFFFF" w:themeColor="background1"/>
      <w:sz w:val="24"/>
      <w:szCs w:val="24"/>
      <w:shd w:val="clear" w:color="auto" w:fill="404040" w:themeFill="text1" w:themeFillTint="BF"/>
      <w:lang w:eastAsia="en-US"/>
    </w:rPr>
  </w:style>
  <w:style w:type="paragraph" w:styleId="Title">
    <w:name w:val="Title"/>
    <w:basedOn w:val="Normal"/>
    <w:link w:val="TitleChar"/>
    <w:uiPriority w:val="2"/>
    <w:qFormat/>
    <w:pPr>
      <w:spacing w:before="200"/>
      <w:contextualSpacing/>
    </w:pPr>
    <w:rPr>
      <w:rFonts w:asciiTheme="majorHAnsi" w:eastAsiaTheme="majorEastAsia" w:hAnsiTheme="majorHAnsi" w:cstheme="majorBidi"/>
      <w:b/>
      <w:kern w:val="28"/>
      <w:sz w:val="28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b/>
      <w:kern w:val="28"/>
      <w:sz w:val="28"/>
      <w:szCs w:val="56"/>
      <w:lang w:eastAsia="en-US"/>
    </w:rPr>
  </w:style>
  <w:style w:type="paragraph" w:customStyle="1" w:styleId="CompanyName">
    <w:name w:val="Company Name"/>
    <w:basedOn w:val="Normal"/>
    <w:uiPriority w:val="1"/>
    <w:qFormat/>
    <w:pPr>
      <w:jc w:val="right"/>
    </w:pPr>
    <w:rPr>
      <w:rFonts w:eastAsia="Times New Roman" w:cs="Times New Roman"/>
      <w:b/>
      <w:color w:val="595959" w:themeColor="text1" w:themeTint="A6"/>
      <w:sz w:val="36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Number">
    <w:name w:val="List Number"/>
    <w:basedOn w:val="Normal"/>
    <w:uiPriority w:val="4"/>
    <w:pPr>
      <w:numPr>
        <w:numId w:val="3"/>
      </w:numPr>
      <w:spacing w:after="24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3"/>
    <w:semiHidden/>
    <w:rPr>
      <w:rFonts w:asciiTheme="majorHAnsi" w:eastAsiaTheme="majorEastAsia" w:hAnsiTheme="majorHAnsi" w:cstheme="majorBidi"/>
      <w:color w:val="404040" w:themeColor="text1" w:themeTint="BF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3"/>
    <w:semiHidden/>
    <w:rPr>
      <w:rFonts w:asciiTheme="majorHAnsi" w:eastAsiaTheme="majorEastAsia" w:hAnsiTheme="majorHAnsi" w:cstheme="majorBidi"/>
      <w:b/>
      <w:color w:val="404040" w:themeColor="text1" w:themeTint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5Char">
    <w:name w:val="Heading 5 Char"/>
    <w:basedOn w:val="DefaultParagraphFont"/>
    <w:link w:val="Heading5"/>
    <w:uiPriority w:val="3"/>
    <w:semiHidden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3"/>
    <w:semiHidden/>
    <w:rPr>
      <w:rFonts w:asciiTheme="majorHAnsi" w:eastAsiaTheme="majorEastAsia" w:hAnsiTheme="majorHAnsi" w:cstheme="majorBidi"/>
      <w:b/>
      <w:color w:val="404040" w:themeColor="text1" w:themeTint="BF"/>
    </w:rPr>
  </w:style>
  <w:style w:type="character" w:customStyle="1" w:styleId="Heading7Char">
    <w:name w:val="Heading 7 Char"/>
    <w:basedOn w:val="DefaultParagraphFont"/>
    <w:link w:val="Heading7"/>
    <w:uiPriority w:val="3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3"/>
    <w:semiHidden/>
    <w:rPr>
      <w:rFonts w:asciiTheme="majorHAnsi" w:eastAsiaTheme="majorEastAsia" w:hAnsiTheme="majorHAnsi" w:cstheme="majorBidi"/>
      <w:color w:val="404040" w:themeColor="text1" w:themeTint="BF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1"/>
    </w:rPr>
  </w:style>
  <w:style w:type="table" w:styleId="TableGrid">
    <w:name w:val="Table Grid"/>
    <w:basedOn w:val="TableNormal"/>
    <w:uiPriority w:val="39"/>
    <w:rsid w:val="00306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referral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AC1E564C684165AFA78EE1DD38B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95500-5CD0-4C9F-9E95-0893D57D89E5}"/>
      </w:docPartPr>
      <w:docPartBody>
        <w:p w:rsidR="00000000" w:rsidRDefault="00574E9A" w:rsidP="00574E9A">
          <w:pPr>
            <w:pStyle w:val="0BAC1E564C684165AFA78EE1DD38B4AC"/>
          </w:pPr>
          <w:r>
            <w:t>Company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E9A"/>
    <w:rsid w:val="00574E9A"/>
    <w:rsid w:val="005E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3675C0330745169D54A31E3A995879">
    <w:name w:val="333675C0330745169D54A31E3A995879"/>
  </w:style>
  <w:style w:type="paragraph" w:customStyle="1" w:styleId="BF02910F4E614EE4A7EDE35DF6F7B956">
    <w:name w:val="BF02910F4E614EE4A7EDE35DF6F7B956"/>
  </w:style>
  <w:style w:type="paragraph" w:customStyle="1" w:styleId="7973117F19E34E499FD4863B28411E3C">
    <w:name w:val="7973117F19E34E499FD4863B28411E3C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E11518DFE7F471AA8426D5C086BF5C1">
    <w:name w:val="FE11518DFE7F471AA8426D5C086BF5C1"/>
  </w:style>
  <w:style w:type="paragraph" w:customStyle="1" w:styleId="47699BBED06B44FEBA015FAC44A8038B">
    <w:name w:val="47699BBED06B44FEBA015FAC44A8038B"/>
  </w:style>
  <w:style w:type="paragraph" w:customStyle="1" w:styleId="A477E3ABB4B34C778E42FEF00CD58A29">
    <w:name w:val="A477E3ABB4B34C778E42FEF00CD58A29"/>
  </w:style>
  <w:style w:type="paragraph" w:customStyle="1" w:styleId="374404BB423344F18A151845588D0E47">
    <w:name w:val="374404BB423344F18A151845588D0E47"/>
  </w:style>
  <w:style w:type="paragraph" w:customStyle="1" w:styleId="BE0D516A93C8445B91D0D525FAC4F810">
    <w:name w:val="BE0D516A93C8445B91D0D525FAC4F810"/>
  </w:style>
  <w:style w:type="paragraph" w:customStyle="1" w:styleId="63A8F8C0243D4029A4E1610290B1FAAD">
    <w:name w:val="63A8F8C0243D4029A4E1610290B1FAAD"/>
  </w:style>
  <w:style w:type="paragraph" w:customStyle="1" w:styleId="4404BB0BE8B143A69B7A6253E981E175">
    <w:name w:val="4404BB0BE8B143A69B7A6253E981E175"/>
  </w:style>
  <w:style w:type="paragraph" w:customStyle="1" w:styleId="220740C023CF48ABA0DA72BB0349C9A0">
    <w:name w:val="220740C023CF48ABA0DA72BB0349C9A0"/>
  </w:style>
  <w:style w:type="paragraph" w:customStyle="1" w:styleId="E5D696C5759547CE92CBC25C4A050088">
    <w:name w:val="E5D696C5759547CE92CBC25C4A050088"/>
  </w:style>
  <w:style w:type="paragraph" w:customStyle="1" w:styleId="1A8AFC4A64AC4251AA7093344B7ECE8E">
    <w:name w:val="1A8AFC4A64AC4251AA7093344B7ECE8E"/>
  </w:style>
  <w:style w:type="paragraph" w:customStyle="1" w:styleId="3F3AE5B8F8B94F52B0D904C0B066429C">
    <w:name w:val="3F3AE5B8F8B94F52B0D904C0B066429C"/>
  </w:style>
  <w:style w:type="paragraph" w:customStyle="1" w:styleId="8F570F3BCBB640088628D8BF9C5182A5">
    <w:name w:val="8F570F3BCBB640088628D8BF9C5182A5"/>
  </w:style>
  <w:style w:type="paragraph" w:customStyle="1" w:styleId="0CD2735D926F4A1F996681D4ED34B524">
    <w:name w:val="0CD2735D926F4A1F996681D4ED34B524"/>
  </w:style>
  <w:style w:type="paragraph" w:customStyle="1" w:styleId="4DECA7C8F8CE4798B0D7BFF73BF52C93">
    <w:name w:val="4DECA7C8F8CE4798B0D7BFF73BF52C93"/>
  </w:style>
  <w:style w:type="paragraph" w:customStyle="1" w:styleId="AFDB0C39531241A5AD5DAE62C2091676">
    <w:name w:val="AFDB0C39531241A5AD5DAE62C2091676"/>
  </w:style>
  <w:style w:type="paragraph" w:customStyle="1" w:styleId="407FA79211BE4D42B5629BDCD34CA465">
    <w:name w:val="407FA79211BE4D42B5629BDCD34CA465"/>
  </w:style>
  <w:style w:type="paragraph" w:customStyle="1" w:styleId="47CAF23A717D4668BE8814A2482432ED">
    <w:name w:val="47CAF23A717D4668BE8814A2482432ED"/>
  </w:style>
  <w:style w:type="paragraph" w:customStyle="1" w:styleId="03870D39B06E4B58A2032D5C65153BFE">
    <w:name w:val="03870D39B06E4B58A2032D5C65153BFE"/>
  </w:style>
  <w:style w:type="paragraph" w:customStyle="1" w:styleId="69887106311E47B696D25FBCAAB926F8">
    <w:name w:val="69887106311E47B696D25FBCAAB926F8"/>
  </w:style>
  <w:style w:type="paragraph" w:customStyle="1" w:styleId="7F3C7AEA10F24E7CA2DF2E26AD3B83B7">
    <w:name w:val="7F3C7AEA10F24E7CA2DF2E26AD3B83B7"/>
  </w:style>
  <w:style w:type="paragraph" w:customStyle="1" w:styleId="01D604841ABF4F14832F17CCC2DED618">
    <w:name w:val="01D604841ABF4F14832F17CCC2DED618"/>
  </w:style>
  <w:style w:type="paragraph" w:customStyle="1" w:styleId="4EAD5AA491F34A1CAE8491832474081C">
    <w:name w:val="4EAD5AA491F34A1CAE8491832474081C"/>
  </w:style>
  <w:style w:type="paragraph" w:customStyle="1" w:styleId="EC543078E1D245158408B5C28A63A809">
    <w:name w:val="EC543078E1D245158408B5C28A63A809"/>
  </w:style>
  <w:style w:type="paragraph" w:customStyle="1" w:styleId="B9E63DB4249544A5AF1C75C40265F798">
    <w:name w:val="B9E63DB4249544A5AF1C75C40265F798"/>
  </w:style>
  <w:style w:type="paragraph" w:customStyle="1" w:styleId="7BCC1936764B4FC28D5BCD47E4A4CE59">
    <w:name w:val="7BCC1936764B4FC28D5BCD47E4A4CE59"/>
  </w:style>
  <w:style w:type="paragraph" w:customStyle="1" w:styleId="8B43DE0B297F457082B080EBF59CEDBE">
    <w:name w:val="8B43DE0B297F457082B080EBF59CEDBE"/>
  </w:style>
  <w:style w:type="paragraph" w:customStyle="1" w:styleId="E0491BE9C54444C8A28E4E04A3A3E018">
    <w:name w:val="E0491BE9C54444C8A28E4E04A3A3E018"/>
  </w:style>
  <w:style w:type="paragraph" w:customStyle="1" w:styleId="A0FBEB09D22D407E9FBF424163A65C7E">
    <w:name w:val="A0FBEB09D22D407E9FBF424163A65C7E"/>
  </w:style>
  <w:style w:type="paragraph" w:customStyle="1" w:styleId="23EC70A40F2D4BC292D6A7C460999F7D">
    <w:name w:val="23EC70A40F2D4BC292D6A7C460999F7D"/>
  </w:style>
  <w:style w:type="paragraph" w:customStyle="1" w:styleId="E2EE3620D644420EB1E5AE2FFD453553">
    <w:name w:val="E2EE3620D644420EB1E5AE2FFD453553"/>
  </w:style>
  <w:style w:type="paragraph" w:customStyle="1" w:styleId="494383D9EADE40B3B92814D2FD7C8D1D">
    <w:name w:val="494383D9EADE40B3B92814D2FD7C8D1D"/>
  </w:style>
  <w:style w:type="paragraph" w:customStyle="1" w:styleId="D838EE47D97D4087A1C9503FB78B7189">
    <w:name w:val="D838EE47D97D4087A1C9503FB78B7189"/>
  </w:style>
  <w:style w:type="paragraph" w:customStyle="1" w:styleId="C5A3B12420F645DAB64013EAB7876979">
    <w:name w:val="C5A3B12420F645DAB64013EAB7876979"/>
  </w:style>
  <w:style w:type="paragraph" w:customStyle="1" w:styleId="8657157844D54CC391741FC3BAAC7FF2">
    <w:name w:val="8657157844D54CC391741FC3BAAC7FF2"/>
  </w:style>
  <w:style w:type="paragraph" w:customStyle="1" w:styleId="494083F5DA2047A6B88A4FF07949D392">
    <w:name w:val="494083F5DA2047A6B88A4FF07949D392"/>
  </w:style>
  <w:style w:type="paragraph" w:customStyle="1" w:styleId="23D39BFA1647434CBBBEAEA6E54AEE00">
    <w:name w:val="23D39BFA1647434CBBBEAEA6E54AEE00"/>
    <w:rsid w:val="00574E9A"/>
  </w:style>
  <w:style w:type="paragraph" w:customStyle="1" w:styleId="2E89B657F1AB4A1AB758806DB9649E56">
    <w:name w:val="2E89B657F1AB4A1AB758806DB9649E56"/>
    <w:rsid w:val="00574E9A"/>
  </w:style>
  <w:style w:type="paragraph" w:customStyle="1" w:styleId="59A546C3E9C644E2BE2C7FC15628EAA9">
    <w:name w:val="59A546C3E9C644E2BE2C7FC15628EAA9"/>
    <w:rsid w:val="00574E9A"/>
  </w:style>
  <w:style w:type="paragraph" w:customStyle="1" w:styleId="B2B9E20ED9A84706B9C047AF0A1D9723">
    <w:name w:val="B2B9E20ED9A84706B9C047AF0A1D9723"/>
    <w:rsid w:val="00574E9A"/>
  </w:style>
  <w:style w:type="paragraph" w:customStyle="1" w:styleId="0808ADDA2C044D58AE98193B422A483B">
    <w:name w:val="0808ADDA2C044D58AE98193B422A483B"/>
    <w:rsid w:val="00574E9A"/>
  </w:style>
  <w:style w:type="paragraph" w:customStyle="1" w:styleId="BE28EAD0C3AD4C44B0D46E54DD0751E6">
    <w:name w:val="BE28EAD0C3AD4C44B0D46E54DD0751E6"/>
    <w:rsid w:val="00574E9A"/>
  </w:style>
  <w:style w:type="paragraph" w:customStyle="1" w:styleId="A897DEC08BFC4F45A83B199AD1EF6DD2">
    <w:name w:val="A897DEC08BFC4F45A83B199AD1EF6DD2"/>
    <w:rsid w:val="00574E9A"/>
  </w:style>
  <w:style w:type="paragraph" w:customStyle="1" w:styleId="32C9F588091C469F810A78483E6C67EF">
    <w:name w:val="32C9F588091C469F810A78483E6C67EF"/>
    <w:rsid w:val="00574E9A"/>
  </w:style>
  <w:style w:type="paragraph" w:customStyle="1" w:styleId="2362D39D3D674561A4AB878E8B47674A">
    <w:name w:val="2362D39D3D674561A4AB878E8B47674A"/>
    <w:rsid w:val="00574E9A"/>
  </w:style>
  <w:style w:type="paragraph" w:customStyle="1" w:styleId="5D404E8C7ACF44D1A32F95B7A529E44F">
    <w:name w:val="5D404E8C7ACF44D1A32F95B7A529E44F"/>
    <w:rsid w:val="00574E9A"/>
  </w:style>
  <w:style w:type="paragraph" w:customStyle="1" w:styleId="621E857F943841F1ABB79A910E3A6675">
    <w:name w:val="621E857F943841F1ABB79A910E3A6675"/>
    <w:rsid w:val="00574E9A"/>
  </w:style>
  <w:style w:type="paragraph" w:customStyle="1" w:styleId="7D97D4A60EDF43DDA9E7FCB5711605CD">
    <w:name w:val="7D97D4A60EDF43DDA9E7FCB5711605CD"/>
    <w:rsid w:val="00574E9A"/>
  </w:style>
  <w:style w:type="paragraph" w:customStyle="1" w:styleId="2C027949F8B1406AA2353EFC5DFB36D6">
    <w:name w:val="2C027949F8B1406AA2353EFC5DFB36D6"/>
    <w:rsid w:val="00574E9A"/>
  </w:style>
  <w:style w:type="paragraph" w:customStyle="1" w:styleId="2A1ECC99AD394164B45E6079A3E3D5EB">
    <w:name w:val="2A1ECC99AD394164B45E6079A3E3D5EB"/>
    <w:rsid w:val="00574E9A"/>
  </w:style>
  <w:style w:type="paragraph" w:customStyle="1" w:styleId="5074FF0F318A49AC996086FA4B0FEF20">
    <w:name w:val="5074FF0F318A49AC996086FA4B0FEF20"/>
    <w:rsid w:val="00574E9A"/>
  </w:style>
  <w:style w:type="paragraph" w:customStyle="1" w:styleId="DD32BE8D2D6843378B2824D97B827A6B">
    <w:name w:val="DD32BE8D2D6843378B2824D97B827A6B"/>
    <w:rsid w:val="00574E9A"/>
  </w:style>
  <w:style w:type="paragraph" w:customStyle="1" w:styleId="0BAC1E564C684165AFA78EE1DD38B4AC">
    <w:name w:val="0BAC1E564C684165AFA78EE1DD38B4AC"/>
    <w:rsid w:val="00574E9A"/>
  </w:style>
  <w:style w:type="paragraph" w:customStyle="1" w:styleId="D77416CAA17B47F7BDB3D372026555D1">
    <w:name w:val="D77416CAA17B47F7BDB3D372026555D1"/>
    <w:rsid w:val="00574E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Employee Referral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Employee referral form.dotx</Template>
  <TotalTime>21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Recommendation by home organization for the applicant,</vt:lpstr>
      <vt:lpstr>Why do you recommend the applicant to participate in the [SAMPLE] program?</vt:lpstr>
      <vt:lpstr>What will be the benefit for your organization, if the recommended person collab</vt:lpstr>
      <vt:lpstr>Can you recommend a partner organization that could host the candidate if s/he g</vt:lpstr>
      <vt:lpstr>Period of internship: Are there any limitations regarding the period of absence </vt:lpstr>
      <vt:lpstr>Consent to grant the candidate a leave of absence</vt:lpstr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</cp:revision>
  <dcterms:created xsi:type="dcterms:W3CDTF">2018-01-30T08:33:00Z</dcterms:created>
  <dcterms:modified xsi:type="dcterms:W3CDTF">2018-01-30T08:56:00Z</dcterms:modified>
</cp:coreProperties>
</file>