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sz w:val="24"/>
        </w:rPr>
        <w:alias w:val="Enter your name:"/>
        <w:tag w:val="Enter your name:"/>
        <w:id w:val="-321205769"/>
        <w:placeholder>
          <w:docPart w:val="93503A70928E4669A60863F4F34E454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D72DB0" w:rsidRPr="009F0D04" w:rsidRDefault="005964BC">
          <w:pPr>
            <w:pStyle w:val="ContactInfo"/>
            <w:rPr>
              <w:sz w:val="24"/>
            </w:rPr>
          </w:pPr>
          <w:r w:rsidRPr="009F0D04">
            <w:rPr>
              <w:sz w:val="24"/>
            </w:rPr>
            <w:t>Your Name</w:t>
          </w:r>
        </w:p>
      </w:sdtContent>
    </w:sdt>
    <w:p w:rsidR="00D72DB0" w:rsidRPr="009F0D04" w:rsidRDefault="00CD3B7B">
      <w:pPr>
        <w:pStyle w:val="ContactInfo"/>
        <w:rPr>
          <w:sz w:val="24"/>
        </w:rPr>
      </w:pPr>
      <w:sdt>
        <w:sdtPr>
          <w:rPr>
            <w:sz w:val="24"/>
          </w:rPr>
          <w:alias w:val="Enter your street address:"/>
          <w:tag w:val="Enter your street address:"/>
          <w:id w:val="1634143502"/>
          <w:placeholder>
            <w:docPart w:val="E404CA151CBD4839B634005F468AC2A0"/>
          </w:placeholder>
          <w:temporary/>
          <w:showingPlcHdr/>
          <w15:appearance w15:val="hidden"/>
        </w:sdtPr>
        <w:sdtEndPr/>
        <w:sdtContent>
          <w:r w:rsidR="00C30E4E" w:rsidRPr="009F0D04">
            <w:rPr>
              <w:sz w:val="24"/>
            </w:rPr>
            <w:t>Street Address</w:t>
          </w:r>
        </w:sdtContent>
      </w:sdt>
    </w:p>
    <w:sdt>
      <w:sdtPr>
        <w:rPr>
          <w:sz w:val="24"/>
        </w:rPr>
        <w:alias w:val="Enter your city, st zip code:"/>
        <w:tag w:val="Enter your city, st zip code:"/>
        <w:id w:val="2091195522"/>
        <w:placeholder>
          <w:docPart w:val="252298A354634BB8AF61835C62EB06B2"/>
        </w:placeholder>
        <w:temporary/>
        <w:showingPlcHdr/>
        <w15:appearance w15:val="hidden"/>
      </w:sdtPr>
      <w:sdtEndPr/>
      <w:sdtContent>
        <w:p w:rsidR="00D72DB0" w:rsidRPr="009F0D04" w:rsidRDefault="00C30E4E">
          <w:pPr>
            <w:pStyle w:val="ContactInfo"/>
            <w:rPr>
              <w:sz w:val="24"/>
            </w:rPr>
          </w:pPr>
          <w:r w:rsidRPr="009F0D04">
            <w:rPr>
              <w:sz w:val="24"/>
            </w:rPr>
            <w:t>City, ST ZIP Code</w:t>
          </w:r>
        </w:p>
      </w:sdtContent>
    </w:sdt>
    <w:sdt>
      <w:sdtPr>
        <w:rPr>
          <w:sz w:val="24"/>
        </w:rPr>
        <w:alias w:val="Enter date:"/>
        <w:tag w:val="Enter date:"/>
        <w:id w:val="1604610095"/>
        <w:placeholder>
          <w:docPart w:val="684F7CE1D44F4691908B8A9B052B9B52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D72DB0" w:rsidRPr="009F0D04" w:rsidRDefault="005964BC">
          <w:pPr>
            <w:pStyle w:val="Date"/>
            <w:rPr>
              <w:sz w:val="24"/>
            </w:rPr>
          </w:pPr>
          <w:r w:rsidRPr="009F0D04">
            <w:rPr>
              <w:sz w:val="24"/>
            </w:rPr>
            <w:t>Date</w:t>
          </w:r>
        </w:p>
      </w:sdtContent>
    </w:sdt>
    <w:sdt>
      <w:sdtPr>
        <w:rPr>
          <w:sz w:val="24"/>
        </w:rPr>
        <w:alias w:val="Enter recipient name:"/>
        <w:tag w:val="Enter recipient name:"/>
        <w:id w:val="-2028854023"/>
        <w:placeholder>
          <w:docPart w:val="0E416B67DA1B4790B9500FB8164F587B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D72DB0" w:rsidRPr="009F0D04" w:rsidRDefault="00C30E4E">
          <w:pPr>
            <w:pStyle w:val="ContactInfo"/>
            <w:rPr>
              <w:sz w:val="24"/>
            </w:rPr>
          </w:pPr>
          <w:r w:rsidRPr="009F0D04">
            <w:rPr>
              <w:rStyle w:val="PlaceholderText"/>
              <w:color w:val="auto"/>
              <w:sz w:val="24"/>
            </w:rPr>
            <w:t>Recipient Name</w:t>
          </w:r>
        </w:p>
      </w:sdtContent>
    </w:sdt>
    <w:p w:rsidR="00D72DB0" w:rsidRPr="009F0D04" w:rsidRDefault="00CD3B7B">
      <w:pPr>
        <w:pStyle w:val="ContactInfo"/>
        <w:rPr>
          <w:sz w:val="24"/>
        </w:rPr>
      </w:pPr>
      <w:sdt>
        <w:sdtPr>
          <w:rPr>
            <w:sz w:val="24"/>
          </w:rPr>
          <w:alias w:val="Enter recipient title:"/>
          <w:tag w:val="Enter recipient title:"/>
          <w:id w:val="-1978134494"/>
          <w:placeholder>
            <w:docPart w:val="CC03234597274C87880A1F3B7778C5EE"/>
          </w:placeholder>
          <w:temporary/>
          <w:showingPlcHdr/>
          <w15:appearance w15:val="hidden"/>
        </w:sdtPr>
        <w:sdtEndPr/>
        <w:sdtContent>
          <w:r w:rsidR="00C30E4E" w:rsidRPr="009F0D04">
            <w:rPr>
              <w:sz w:val="24"/>
            </w:rPr>
            <w:t>Title</w:t>
          </w:r>
        </w:sdtContent>
      </w:sdt>
    </w:p>
    <w:sdt>
      <w:sdtPr>
        <w:rPr>
          <w:sz w:val="24"/>
        </w:rPr>
        <w:alias w:val="Enter recipient organization name:"/>
        <w:tag w:val="Enter recipient organization name:"/>
        <w:id w:val="-531874231"/>
        <w:placeholder>
          <w:docPart w:val="4DA37D7FEE7F4490B5BA9C0266478A2F"/>
        </w:placeholder>
        <w:temporary/>
        <w:showingPlcHdr/>
        <w15:appearance w15:val="hidden"/>
      </w:sdtPr>
      <w:sdtEndPr/>
      <w:sdtContent>
        <w:p w:rsidR="00D72DB0" w:rsidRPr="009F0D04" w:rsidRDefault="00C30E4E">
          <w:pPr>
            <w:pStyle w:val="ContactInfo"/>
            <w:rPr>
              <w:sz w:val="24"/>
            </w:rPr>
          </w:pPr>
          <w:r w:rsidRPr="009F0D04">
            <w:rPr>
              <w:sz w:val="24"/>
            </w:rPr>
            <w:t>Organization Name</w:t>
          </w:r>
        </w:p>
      </w:sdtContent>
    </w:sdt>
    <w:sdt>
      <w:sdtPr>
        <w:rPr>
          <w:sz w:val="24"/>
        </w:rPr>
        <w:alias w:val="Enter recipient street address:"/>
        <w:tag w:val="Enter recipient street address:"/>
        <w:id w:val="1410967897"/>
        <w:placeholder>
          <w:docPart w:val="E404CA151CBD4839B634005F468AC2A0"/>
        </w:placeholder>
        <w:temporary/>
        <w:showingPlcHdr/>
        <w15:appearance w15:val="hidden"/>
      </w:sdtPr>
      <w:sdtEndPr/>
      <w:sdtContent>
        <w:p w:rsidR="00D72DB0" w:rsidRPr="009F0D04" w:rsidRDefault="00915310">
          <w:pPr>
            <w:pStyle w:val="ContactInfo"/>
            <w:rPr>
              <w:sz w:val="24"/>
            </w:rPr>
          </w:pPr>
          <w:r w:rsidRPr="009F0D04">
            <w:rPr>
              <w:sz w:val="24"/>
            </w:rPr>
            <w:t>Street Address</w:t>
          </w:r>
        </w:p>
      </w:sdtContent>
    </w:sdt>
    <w:sdt>
      <w:sdtPr>
        <w:rPr>
          <w:sz w:val="24"/>
        </w:rPr>
        <w:alias w:val="Enter recipient city, st zip code:"/>
        <w:tag w:val="Enter recipient city, st zip code:"/>
        <w:id w:val="-445319069"/>
        <w:placeholder>
          <w:docPart w:val="252298A354634BB8AF61835C62EB06B2"/>
        </w:placeholder>
        <w:temporary/>
        <w:showingPlcHdr/>
        <w15:appearance w15:val="hidden"/>
      </w:sdtPr>
      <w:sdtEndPr/>
      <w:sdtContent>
        <w:p w:rsidR="00D72DB0" w:rsidRPr="009F0D04" w:rsidRDefault="00915310">
          <w:pPr>
            <w:pStyle w:val="ContactInfo"/>
            <w:rPr>
              <w:sz w:val="24"/>
            </w:rPr>
          </w:pPr>
          <w:r w:rsidRPr="009F0D04">
            <w:rPr>
              <w:sz w:val="24"/>
            </w:rPr>
            <w:t>City, ST ZIP Code</w:t>
          </w:r>
        </w:p>
      </w:sdtContent>
    </w:sdt>
    <w:p w:rsidR="00D72DB0" w:rsidRPr="009F0D04" w:rsidRDefault="00C30E4E">
      <w:pPr>
        <w:pStyle w:val="Salutation"/>
        <w:rPr>
          <w:sz w:val="24"/>
        </w:rPr>
      </w:pPr>
      <w:r w:rsidRPr="009F0D04">
        <w:rPr>
          <w:sz w:val="24"/>
        </w:rPr>
        <w:t xml:space="preserve">Dear </w:t>
      </w:r>
      <w:sdt>
        <w:sdtPr>
          <w:rPr>
            <w:sz w:val="24"/>
          </w:rPr>
          <w:alias w:val="Recipient name:"/>
          <w:tag w:val="Recipient name:"/>
          <w:id w:val="569389569"/>
          <w:placeholder>
            <w:docPart w:val="0E416B67DA1B4790B9500FB8164F587B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="00915310" w:rsidRPr="009F0D04">
            <w:rPr>
              <w:rStyle w:val="PlaceholderText"/>
              <w:color w:val="auto"/>
              <w:sz w:val="24"/>
            </w:rPr>
            <w:t>Recipient Name</w:t>
          </w:r>
        </w:sdtContent>
      </w:sdt>
      <w:r w:rsidRPr="009F0D04">
        <w:rPr>
          <w:sz w:val="24"/>
        </w:rPr>
        <w:t>:</w:t>
      </w:r>
    </w:p>
    <w:p w:rsidR="009F0D04" w:rsidRPr="009F0D04" w:rsidRDefault="009F0D04" w:rsidP="009F0D04">
      <w:pPr>
        <w:rPr>
          <w:rFonts w:eastAsia="Times New Roman"/>
          <w:sz w:val="24"/>
          <w:lang w:eastAsia="en-US"/>
        </w:rPr>
      </w:pPr>
      <w:r w:rsidRPr="009F0D04">
        <w:rPr>
          <w:rFonts w:eastAsia="Times New Roman"/>
          <w:sz w:val="24"/>
          <w:lang w:eastAsia="en-US"/>
        </w:rPr>
        <w:t>I have been informed that I am required to be present at jury duty on Tuesday 27</w:t>
      </w:r>
      <w:r w:rsidRPr="009F0D04">
        <w:rPr>
          <w:rFonts w:eastAsia="Times New Roman"/>
          <w:sz w:val="24"/>
          <w:vertAlign w:val="superscript"/>
          <w:lang w:eastAsia="en-US"/>
        </w:rPr>
        <w:t>th</w:t>
      </w:r>
      <w:r w:rsidRPr="009F0D04">
        <w:rPr>
          <w:rFonts w:eastAsia="Times New Roman"/>
          <w:sz w:val="24"/>
          <w:lang w:eastAsia="en-US"/>
        </w:rPr>
        <w:t> November 2018. I want to serve the jury duty at the core of my heart but my life’s problems are biggest obstacles in my way of serving. I have a 4 years old kid suffering from hepatitis. He needs my continuous attention and care.</w:t>
      </w:r>
    </w:p>
    <w:p w:rsidR="009F0D04" w:rsidRPr="009F0D04" w:rsidRDefault="009F0D04" w:rsidP="009F0D04">
      <w:pPr>
        <w:rPr>
          <w:rFonts w:eastAsia="Times New Roman"/>
          <w:sz w:val="24"/>
          <w:lang w:eastAsia="en-US"/>
        </w:rPr>
      </w:pPr>
      <w:r w:rsidRPr="009F0D04">
        <w:rPr>
          <w:rFonts w:eastAsia="Times New Roman"/>
          <w:sz w:val="24"/>
          <w:lang w:eastAsia="en-US"/>
        </w:rPr>
        <w:t>Please respond me if you need additional documents in support of my excuse. I would like to thank you in advance. I will be waiting for your response.</w:t>
      </w:r>
    </w:p>
    <w:p w:rsidR="00D72DB0" w:rsidRPr="009F0D04" w:rsidRDefault="00CD3B7B">
      <w:pPr>
        <w:rPr>
          <w:sz w:val="24"/>
        </w:rPr>
      </w:pPr>
      <w:sdt>
        <w:sdtPr>
          <w:rPr>
            <w:sz w:val="24"/>
          </w:rPr>
          <w:alias w:val="Enter letter body:"/>
          <w:tag w:val="Enter letter body:"/>
          <w:id w:val="887072551"/>
          <w:placeholder>
            <w:docPart w:val="4E98746E6E3D4D19B769EE43703AFBE5"/>
          </w:placeholder>
          <w:temporary/>
          <w:showingPlcHdr/>
          <w15:appearance w15:val="hidden"/>
        </w:sdtPr>
        <w:sdtEndPr/>
        <w:sdtContent>
          <w:r w:rsidR="00FB1A7E" w:rsidRPr="009F0D04">
            <w:rPr>
              <w:sz w:val="24"/>
            </w:rPr>
            <w:t>I am looking forward to your response!</w:t>
          </w:r>
        </w:sdtContent>
      </w:sdt>
    </w:p>
    <w:p w:rsidR="00D72DB0" w:rsidRPr="009F0D04" w:rsidRDefault="00CD3B7B">
      <w:pPr>
        <w:pStyle w:val="Closing"/>
        <w:rPr>
          <w:sz w:val="24"/>
        </w:rPr>
      </w:pPr>
      <w:sdt>
        <w:sdtPr>
          <w:rPr>
            <w:sz w:val="24"/>
          </w:rPr>
          <w:alias w:val="Sincerely:"/>
          <w:tag w:val="Sincerely:"/>
          <w:id w:val="1716546343"/>
          <w:placeholder>
            <w:docPart w:val="ADCD46872C704DB4BE6BAA9B55DA1A5A"/>
          </w:placeholder>
          <w:temporary/>
          <w:showingPlcHdr/>
          <w15:appearance w15:val="hidden"/>
        </w:sdtPr>
        <w:sdtEndPr/>
        <w:sdtContent>
          <w:r w:rsidR="00FB1A7E" w:rsidRPr="009F0D04">
            <w:rPr>
              <w:sz w:val="24"/>
            </w:rPr>
            <w:t>Sincerely</w:t>
          </w:r>
        </w:sdtContent>
      </w:sdt>
      <w:r w:rsidR="00C30E4E" w:rsidRPr="009F0D04">
        <w:rPr>
          <w:sz w:val="24"/>
        </w:rPr>
        <w:t>,</w:t>
      </w:r>
    </w:p>
    <w:sdt>
      <w:sdtPr>
        <w:rPr>
          <w:sz w:val="24"/>
        </w:rPr>
        <w:alias w:val="Your name:"/>
        <w:tag w:val="Your name:"/>
        <w:id w:val="35782434"/>
        <w:placeholder>
          <w:docPart w:val="DE42FBE33E674DB7A427236FBFA05B14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69194B" w:rsidRPr="009F0D04" w:rsidRDefault="005964BC" w:rsidP="0069194B">
          <w:pPr>
            <w:pStyle w:val="Signature"/>
            <w:rPr>
              <w:sz w:val="24"/>
            </w:rPr>
          </w:pPr>
          <w:r w:rsidRPr="009F0D04">
            <w:rPr>
              <w:sz w:val="24"/>
            </w:rPr>
            <w:t>Your Name</w:t>
          </w:r>
        </w:p>
      </w:sdtContent>
    </w:sdt>
    <w:bookmarkStart w:id="0" w:name="_GoBack" w:displacedByCustomXml="prev"/>
    <w:bookmarkEnd w:id="0" w:displacedByCustomXml="prev"/>
    <w:sectPr w:rsidR="0069194B" w:rsidRPr="009F0D04" w:rsidSect="009F0D04">
      <w:head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3B7B" w:rsidRDefault="00CD3B7B">
      <w:pPr>
        <w:spacing w:after="0" w:line="240" w:lineRule="auto"/>
      </w:pPr>
      <w:r>
        <w:separator/>
      </w:r>
    </w:p>
  </w:endnote>
  <w:endnote w:type="continuationSeparator" w:id="0">
    <w:p w:rsidR="00CD3B7B" w:rsidRDefault="00CD3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D04" w:rsidRDefault="009F0D04">
    <w:pPr>
      <w:pStyle w:val="Footer"/>
    </w:pPr>
    <w:r>
      <w:t>wordexceltemplates.com</w:t>
    </w:r>
  </w:p>
  <w:p w:rsidR="009F0D04" w:rsidRDefault="009F0D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3B7B" w:rsidRDefault="00CD3B7B">
      <w:pPr>
        <w:spacing w:after="0" w:line="240" w:lineRule="auto"/>
      </w:pPr>
      <w:r>
        <w:separator/>
      </w:r>
    </w:p>
  </w:footnote>
  <w:footnote w:type="continuationSeparator" w:id="0">
    <w:p w:rsidR="00CD3B7B" w:rsidRDefault="00CD3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1468971042"/>
      <w:placeholder>
        <w:docPart w:val="0E416B67DA1B4790B9500FB8164F587B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D72DB0" w:rsidRDefault="00915310">
        <w:pPr>
          <w:pStyle w:val="Header"/>
        </w:pPr>
        <w:r>
          <w:rPr>
            <w:rStyle w:val="PlaceholderText"/>
            <w:color w:val="auto"/>
          </w:rPr>
          <w:t>Recipient Name</w:t>
        </w:r>
      </w:p>
    </w:sdtContent>
  </w:sdt>
  <w:sdt>
    <w:sdtPr>
      <w:alias w:val="Date:"/>
      <w:tag w:val="Date:"/>
      <w:id w:val="260423060"/>
      <w:placeholder>
        <w:docPart w:val="AD1E972C3BA6485CBF9D91F25F140309"/>
      </w:placeholder>
      <w:showingPlcHdr/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appearance w15:val="hidden"/>
      <w:text w:multiLine="1"/>
    </w:sdtPr>
    <w:sdtEndPr/>
    <w:sdtContent>
      <w:p w:rsidR="00D72DB0" w:rsidRPr="005964BC" w:rsidRDefault="005964BC" w:rsidP="005964BC">
        <w:pPr>
          <w:pStyle w:val="Header"/>
        </w:pPr>
        <w:r w:rsidRPr="005964BC">
          <w:t>Date</w:t>
        </w:r>
      </w:p>
    </w:sdtContent>
  </w:sdt>
  <w:p w:rsidR="00D72DB0" w:rsidRDefault="00C30E4E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F0D0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996299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DAEA5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536AAF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0046D2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DA153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D63FC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29C5D5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9AC10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908C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CC0706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04"/>
    <w:rsid w:val="00046DDD"/>
    <w:rsid w:val="00087DAB"/>
    <w:rsid w:val="00166903"/>
    <w:rsid w:val="002F0AA8"/>
    <w:rsid w:val="00336349"/>
    <w:rsid w:val="004564D3"/>
    <w:rsid w:val="00485344"/>
    <w:rsid w:val="004A7176"/>
    <w:rsid w:val="005964BC"/>
    <w:rsid w:val="00613D93"/>
    <w:rsid w:val="0069194B"/>
    <w:rsid w:val="007E0026"/>
    <w:rsid w:val="00867E1F"/>
    <w:rsid w:val="00915310"/>
    <w:rsid w:val="009F0D04"/>
    <w:rsid w:val="00C30E4E"/>
    <w:rsid w:val="00C466EB"/>
    <w:rsid w:val="00C47ED5"/>
    <w:rsid w:val="00CD3B7B"/>
    <w:rsid w:val="00CE0D03"/>
    <w:rsid w:val="00D058F0"/>
    <w:rsid w:val="00D72DB0"/>
    <w:rsid w:val="00F93C40"/>
    <w:rsid w:val="00FB1A7E"/>
    <w:rsid w:val="00FC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B2CF76"/>
  <w15:chartTrackingRefBased/>
  <w15:docId w15:val="{3DC17B32-7EC3-4B22-A268-C7C9D0836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66EB"/>
    <w:rPr>
      <w:spacing w:val="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3C40"/>
    <w:pPr>
      <w:keepNext/>
      <w:keepLines/>
      <w:spacing w:before="240"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3C40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3C40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3C40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3C40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3C40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3C40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3C40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3C40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4"/>
    <w:qFormat/>
    <w:rsid w:val="00D058F0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4"/>
    <w:rsid w:val="00D058F0"/>
    <w:rPr>
      <w:spacing w:val="4"/>
      <w:szCs w:val="20"/>
    </w:rPr>
  </w:style>
  <w:style w:type="paragraph" w:styleId="Signature">
    <w:name w:val="Signature"/>
    <w:basedOn w:val="Normal"/>
    <w:next w:val="Normal"/>
    <w:link w:val="SignatureChar"/>
    <w:uiPriority w:val="5"/>
    <w:qFormat/>
    <w:pPr>
      <w:keepNext/>
      <w:spacing w:after="360"/>
      <w:contextualSpacing/>
    </w:pPr>
  </w:style>
  <w:style w:type="character" w:customStyle="1" w:styleId="SignatureChar">
    <w:name w:val="Signature Char"/>
    <w:basedOn w:val="DefaultParagraphFont"/>
    <w:link w:val="Signature"/>
    <w:uiPriority w:val="5"/>
    <w:rsid w:val="00485344"/>
    <w:rPr>
      <w:spacing w:val="4"/>
      <w:szCs w:val="20"/>
    </w:rPr>
  </w:style>
  <w:style w:type="paragraph" w:styleId="Date">
    <w:name w:val="Date"/>
    <w:basedOn w:val="Normal"/>
    <w:next w:val="ContactInfo"/>
    <w:link w:val="DateChar"/>
    <w:uiPriority w:val="2"/>
    <w:qFormat/>
    <w:rsid w:val="00D058F0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D058F0"/>
    <w:rPr>
      <w:spacing w:val="4"/>
      <w:szCs w:val="20"/>
    </w:rPr>
  </w:style>
  <w:style w:type="paragraph" w:styleId="Header">
    <w:name w:val="header"/>
    <w:basedOn w:val="Normal"/>
    <w:link w:val="HeaderChar"/>
    <w:uiPriority w:val="99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47ED5"/>
    <w:rPr>
      <w:spacing w:val="4"/>
      <w:szCs w:val="20"/>
    </w:rPr>
  </w:style>
  <w:style w:type="character" w:styleId="PlaceholderText">
    <w:name w:val="Placeholder Text"/>
    <w:basedOn w:val="DefaultParagraphFont"/>
    <w:uiPriority w:val="99"/>
    <w:semiHidden/>
    <w:rsid w:val="00C466EB"/>
    <w:rPr>
      <w:color w:val="595959" w:themeColor="text1" w:themeTint="A6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D058F0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D058F0"/>
    <w:rPr>
      <w:spacing w:val="4"/>
      <w:szCs w:val="20"/>
    </w:rPr>
  </w:style>
  <w:style w:type="paragraph" w:styleId="Footer">
    <w:name w:val="footer"/>
    <w:basedOn w:val="Normal"/>
    <w:link w:val="FooterChar"/>
    <w:uiPriority w:val="99"/>
    <w:unhideWhenUsed/>
    <w:rsid w:val="00485344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344"/>
    <w:rPr>
      <w:spacing w:val="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194B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94B"/>
    <w:rPr>
      <w:rFonts w:ascii="Segoe UI" w:hAnsi="Segoe UI" w:cs="Segoe UI"/>
      <w:spacing w:val="4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9194B"/>
  </w:style>
  <w:style w:type="paragraph" w:styleId="BlockText">
    <w:name w:val="Block Text"/>
    <w:basedOn w:val="Normal"/>
    <w:uiPriority w:val="99"/>
    <w:semiHidden/>
    <w:unhideWhenUsed/>
    <w:rsid w:val="00C466EB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69194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9194B"/>
    <w:rPr>
      <w:spacing w:val="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919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9194B"/>
    <w:rPr>
      <w:spacing w:val="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9194B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9194B"/>
    <w:rPr>
      <w:spacing w:val="4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9194B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9194B"/>
    <w:rPr>
      <w:spacing w:val="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9194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9194B"/>
    <w:rPr>
      <w:spacing w:val="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9194B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9194B"/>
    <w:rPr>
      <w:spacing w:val="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9194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9194B"/>
    <w:rPr>
      <w:spacing w:val="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9194B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9194B"/>
    <w:rPr>
      <w:spacing w:val="4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613D93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194B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9194B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194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194B"/>
    <w:rPr>
      <w:spacing w:val="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9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194B"/>
    <w:rPr>
      <w:b/>
      <w:bCs/>
      <w:spacing w:val="4"/>
      <w:szCs w:val="20"/>
    </w:rPr>
  </w:style>
  <w:style w:type="table" w:styleId="DarkList">
    <w:name w:val="Dark List"/>
    <w:basedOn w:val="TableNormal"/>
    <w:uiPriority w:val="70"/>
    <w:semiHidden/>
    <w:unhideWhenUsed/>
    <w:rsid w:val="0069194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9194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9194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9194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9194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9194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9194B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69194B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9194B"/>
    <w:rPr>
      <w:rFonts w:ascii="Segoe UI" w:hAnsi="Segoe UI" w:cs="Segoe UI"/>
      <w:spacing w:val="4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9194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9194B"/>
    <w:rPr>
      <w:spacing w:val="4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69194B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69194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9194B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9194B"/>
    <w:rPr>
      <w:spacing w:val="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9194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9194B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69194B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9194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194B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194B"/>
    <w:rPr>
      <w:spacing w:val="4"/>
      <w:szCs w:val="20"/>
    </w:rPr>
  </w:style>
  <w:style w:type="table" w:styleId="GridTable1Light">
    <w:name w:val="Grid Table 1 Light"/>
    <w:basedOn w:val="TableNormal"/>
    <w:uiPriority w:val="46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9194B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9194B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9194B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9194B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9194B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9194B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9194B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9194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9194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9194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9194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9194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9194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9194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9194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9194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9194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9194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9194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F93C40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3C40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3C40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3C40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3C40"/>
    <w:rPr>
      <w:rFonts w:asciiTheme="majorHAnsi" w:eastAsiaTheme="majorEastAsia" w:hAnsiTheme="majorHAnsi" w:cstheme="majorBidi"/>
      <w:color w:val="365F91" w:themeColor="accent1" w:themeShade="BF"/>
      <w:spacing w:val="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3C40"/>
    <w:rPr>
      <w:rFonts w:asciiTheme="majorHAnsi" w:eastAsiaTheme="majorEastAsia" w:hAnsiTheme="majorHAnsi" w:cstheme="majorBidi"/>
      <w:color w:val="243F60" w:themeColor="accent1" w:themeShade="7F"/>
      <w:spacing w:val="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3C40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3C40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3C40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69194B"/>
  </w:style>
  <w:style w:type="paragraph" w:styleId="HTMLAddress">
    <w:name w:val="HTML Address"/>
    <w:basedOn w:val="Normal"/>
    <w:link w:val="HTMLAddressChar"/>
    <w:uiPriority w:val="99"/>
    <w:semiHidden/>
    <w:unhideWhenUsed/>
    <w:rsid w:val="0069194B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9194B"/>
    <w:rPr>
      <w:i/>
      <w:iCs/>
      <w:spacing w:val="4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69194B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9194B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9194B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9194B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194B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194B"/>
    <w:rPr>
      <w:rFonts w:ascii="Consolas" w:hAnsi="Consolas"/>
      <w:spacing w:val="4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9194B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9194B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9194B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9194B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9194B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9194B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9194B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9194B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9194B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9194B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9194B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9194B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9194B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9194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C466E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C466E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C466EB"/>
    <w:rPr>
      <w:i/>
      <w:iCs/>
      <w:color w:val="365F91" w:themeColor="accent1" w:themeShade="BF"/>
      <w:spacing w:val="4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C466EB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9194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9194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9194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9194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9194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9194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9194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9194B"/>
  </w:style>
  <w:style w:type="paragraph" w:styleId="List">
    <w:name w:val="List"/>
    <w:basedOn w:val="Normal"/>
    <w:uiPriority w:val="99"/>
    <w:semiHidden/>
    <w:unhideWhenUsed/>
    <w:rsid w:val="0069194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9194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9194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9194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9194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9194B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9194B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9194B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9194B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9194B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9194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9194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9194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9194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9194B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9194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9194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9194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9194B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9194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69194B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6919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919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919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919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919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919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6919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9194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9194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9194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9194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9194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9194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9194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69194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9194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9194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9194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9194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9194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9194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9194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9194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9194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9194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9194B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9194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9194B"/>
    <w:rPr>
      <w:rFonts w:ascii="Consolas" w:hAnsi="Consolas"/>
      <w:spacing w:val="4"/>
      <w:szCs w:val="20"/>
    </w:rPr>
  </w:style>
  <w:style w:type="table" w:styleId="MediumGrid1">
    <w:name w:val="Medium Grid 1"/>
    <w:basedOn w:val="TableNormal"/>
    <w:uiPriority w:val="67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919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919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919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919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919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919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919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9194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919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919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919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919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919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919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919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9194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9194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9194B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69194B"/>
    <w:pPr>
      <w:spacing w:after="0" w:line="240" w:lineRule="auto"/>
    </w:pPr>
    <w:rPr>
      <w:spacing w:val="4"/>
      <w:szCs w:val="20"/>
    </w:rPr>
  </w:style>
  <w:style w:type="paragraph" w:styleId="NormalWeb">
    <w:name w:val="Normal (Web)"/>
    <w:basedOn w:val="Normal"/>
    <w:uiPriority w:val="99"/>
    <w:semiHidden/>
    <w:unhideWhenUsed/>
    <w:rsid w:val="0069194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9194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9194B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9194B"/>
    <w:rPr>
      <w:spacing w:val="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69194B"/>
  </w:style>
  <w:style w:type="table" w:styleId="PlainTable1">
    <w:name w:val="Plain Table 1"/>
    <w:basedOn w:val="TableNormal"/>
    <w:uiPriority w:val="41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69194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919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919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9194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9194B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9194B"/>
    <w:rPr>
      <w:rFonts w:ascii="Consolas" w:hAnsi="Consolas"/>
      <w:spacing w:val="4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613D93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13D93"/>
    <w:rPr>
      <w:i/>
      <w:iCs/>
      <w:color w:val="404040" w:themeColor="text1" w:themeTint="BF"/>
      <w:spacing w:val="4"/>
      <w:szCs w:val="20"/>
    </w:rPr>
  </w:style>
  <w:style w:type="character" w:styleId="Strong">
    <w:name w:val="Strong"/>
    <w:basedOn w:val="DefaultParagraphFont"/>
    <w:uiPriority w:val="22"/>
    <w:semiHidden/>
    <w:unhideWhenUsed/>
    <w:qFormat/>
    <w:rsid w:val="0069194B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D058F0"/>
    <w:pPr>
      <w:numPr>
        <w:ilvl w:val="1"/>
      </w:numPr>
      <w:spacing w:after="160"/>
      <w:contextualSpacing/>
    </w:pPr>
    <w:rPr>
      <w:color w:val="5A5A5A" w:themeColor="text1" w:themeTint="A5"/>
      <w:spacing w:val="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D058F0"/>
    <w:rPr>
      <w:color w:val="5A5A5A" w:themeColor="text1" w:themeTint="A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69194B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69194B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9194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9194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9194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9194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9194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9194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9194B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9194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9194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9194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9194B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9194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9194B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9194B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9194B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9194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9194B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691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69194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9194B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9194B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9194B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9194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9194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9194B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9194B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69194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9194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9194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9194B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9194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9194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9194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9194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9194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9194B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9194B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69194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9194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9194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9194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9194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9194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91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9194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9194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9194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4A71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4A7176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69194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9194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9194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9194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9194B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9194B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9194B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9194B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9194B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9194B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194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8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of%20support%20to%20local%20offic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3503A70928E4669A60863F4F34E45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4AABE0-3FDB-4201-8E7D-BD7F9B5085CA}"/>
      </w:docPartPr>
      <w:docPartBody>
        <w:p w:rsidR="00000000" w:rsidRDefault="00616504">
          <w:pPr>
            <w:pStyle w:val="93503A70928E4669A60863F4F34E4549"/>
          </w:pPr>
          <w:r>
            <w:t>Your Name</w:t>
          </w:r>
        </w:p>
      </w:docPartBody>
    </w:docPart>
    <w:docPart>
      <w:docPartPr>
        <w:name w:val="E404CA151CBD4839B634005F468AC2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8F5B3B-E298-4108-97C4-6B34CE6475AE}"/>
      </w:docPartPr>
      <w:docPartBody>
        <w:p w:rsidR="00000000" w:rsidRDefault="00616504">
          <w:pPr>
            <w:pStyle w:val="E404CA151CBD4839B634005F468AC2A0"/>
          </w:pPr>
          <w:r>
            <w:t>Street Address</w:t>
          </w:r>
        </w:p>
      </w:docPartBody>
    </w:docPart>
    <w:docPart>
      <w:docPartPr>
        <w:name w:val="252298A354634BB8AF61835C62EB06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DEE3ED-B3BD-46A0-A423-57CD014D7D91}"/>
      </w:docPartPr>
      <w:docPartBody>
        <w:p w:rsidR="00000000" w:rsidRDefault="00616504">
          <w:pPr>
            <w:pStyle w:val="252298A354634BB8AF61835C62EB06B2"/>
          </w:pPr>
          <w:r>
            <w:t>City, ST ZIP Code</w:t>
          </w:r>
        </w:p>
      </w:docPartBody>
    </w:docPart>
    <w:docPart>
      <w:docPartPr>
        <w:name w:val="684F7CE1D44F4691908B8A9B052B9B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A1C64-68DF-435E-8A69-D4926C97B49F}"/>
      </w:docPartPr>
      <w:docPartBody>
        <w:p w:rsidR="00000000" w:rsidRDefault="00616504">
          <w:pPr>
            <w:pStyle w:val="684F7CE1D44F4691908B8A9B052B9B52"/>
          </w:pPr>
          <w:r>
            <w:t>Date</w:t>
          </w:r>
        </w:p>
      </w:docPartBody>
    </w:docPart>
    <w:docPart>
      <w:docPartPr>
        <w:name w:val="0E416B67DA1B4790B9500FB8164F58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118D3C-CD46-45B0-B595-EEAA21F9EC78}"/>
      </w:docPartPr>
      <w:docPartBody>
        <w:p w:rsidR="00000000" w:rsidRDefault="00616504">
          <w:pPr>
            <w:pStyle w:val="0E416B67DA1B4790B9500FB8164F587B"/>
          </w:pPr>
          <w:r>
            <w:rPr>
              <w:rStyle w:val="PlaceholderText"/>
            </w:rPr>
            <w:t>Recipient Name</w:t>
          </w:r>
        </w:p>
      </w:docPartBody>
    </w:docPart>
    <w:docPart>
      <w:docPartPr>
        <w:name w:val="CC03234597274C87880A1F3B7778C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6548AB-0861-4DDE-B2BA-CDFBC3B02190}"/>
      </w:docPartPr>
      <w:docPartBody>
        <w:p w:rsidR="00000000" w:rsidRDefault="00616504">
          <w:pPr>
            <w:pStyle w:val="CC03234597274C87880A1F3B7778C5EE"/>
          </w:pPr>
          <w:r>
            <w:t>Title</w:t>
          </w:r>
        </w:p>
      </w:docPartBody>
    </w:docPart>
    <w:docPart>
      <w:docPartPr>
        <w:name w:val="4DA37D7FEE7F4490B5BA9C0266478A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E1A082-8F07-4137-9202-835C13266EEF}"/>
      </w:docPartPr>
      <w:docPartBody>
        <w:p w:rsidR="00000000" w:rsidRDefault="00616504">
          <w:pPr>
            <w:pStyle w:val="4DA37D7FEE7F4490B5BA9C0266478A2F"/>
          </w:pPr>
          <w:r>
            <w:t>Organization Name</w:t>
          </w:r>
        </w:p>
      </w:docPartBody>
    </w:docPart>
    <w:docPart>
      <w:docPartPr>
        <w:name w:val="AD1E972C3BA6485CBF9D91F25F140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DD026C-AC8F-4B75-8206-AAD7F7B18029}"/>
      </w:docPartPr>
      <w:docPartBody>
        <w:p w:rsidR="00000000" w:rsidRDefault="00616504">
          <w:pPr>
            <w:pStyle w:val="AD1E972C3BA6485CBF9D91F25F140309"/>
          </w:pPr>
          <w:r>
            <w:t>However, I am one of hundreds of citizens who have to drive down Main</w:t>
          </w:r>
          <w:r>
            <w:t xml:space="preserve"> Street each morning and evening as part of my daily commute. The traffic is already so heavy that I often spend 20 minutes on a stretch of road that spans less than five miles.</w:t>
          </w:r>
        </w:p>
      </w:docPartBody>
    </w:docPart>
    <w:docPart>
      <w:docPartPr>
        <w:name w:val="4E98746E6E3D4D19B769EE43703AFB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1786D-888E-4958-9DCB-1D75AD901A3E}"/>
      </w:docPartPr>
      <w:docPartBody>
        <w:p w:rsidR="00000000" w:rsidRDefault="00616504">
          <w:pPr>
            <w:pStyle w:val="4E98746E6E3D4D19B769EE43703AFBE5"/>
          </w:pPr>
          <w:r>
            <w:t>I am looking forward to your response!</w:t>
          </w:r>
        </w:p>
      </w:docPartBody>
    </w:docPart>
    <w:docPart>
      <w:docPartPr>
        <w:name w:val="ADCD46872C704DB4BE6BAA9B55DA1A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695E2-4830-47F0-800D-2F6F577F46C6}"/>
      </w:docPartPr>
      <w:docPartBody>
        <w:p w:rsidR="00000000" w:rsidRDefault="00616504">
          <w:pPr>
            <w:pStyle w:val="ADCD46872C704DB4BE6BAA9B55DA1A5A"/>
          </w:pPr>
          <w:r>
            <w:t>Sincerely</w:t>
          </w:r>
        </w:p>
      </w:docPartBody>
    </w:docPart>
    <w:docPart>
      <w:docPartPr>
        <w:name w:val="DE42FBE33E674DB7A427236FBFA05B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8326C3-2B0C-4370-98DE-2E7C5474DBC3}"/>
      </w:docPartPr>
      <w:docPartBody>
        <w:p w:rsidR="00000000" w:rsidRDefault="00616504">
          <w:pPr>
            <w:pStyle w:val="DE42FBE33E674DB7A427236FBFA05B14"/>
          </w:pPr>
          <w:r w:rsidRPr="005964BC"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A44"/>
    <w:rsid w:val="001C7A44"/>
    <w:rsid w:val="0061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3503A70928E4669A60863F4F34E4549">
    <w:name w:val="93503A70928E4669A60863F4F34E4549"/>
  </w:style>
  <w:style w:type="paragraph" w:customStyle="1" w:styleId="E404CA151CBD4839B634005F468AC2A0">
    <w:name w:val="E404CA151CBD4839B634005F468AC2A0"/>
  </w:style>
  <w:style w:type="paragraph" w:customStyle="1" w:styleId="252298A354634BB8AF61835C62EB06B2">
    <w:name w:val="252298A354634BB8AF61835C62EB06B2"/>
  </w:style>
  <w:style w:type="paragraph" w:customStyle="1" w:styleId="684F7CE1D44F4691908B8A9B052B9B52">
    <w:name w:val="684F7CE1D44F4691908B8A9B052B9B52"/>
  </w:style>
  <w:style w:type="character" w:styleId="PlaceholderText">
    <w:name w:val="Placeholder Text"/>
    <w:basedOn w:val="DefaultParagraphFont"/>
    <w:uiPriority w:val="99"/>
    <w:semiHidden/>
    <w:rPr>
      <w:color w:val="595959" w:themeColor="text1" w:themeTint="A6"/>
    </w:rPr>
  </w:style>
  <w:style w:type="paragraph" w:customStyle="1" w:styleId="0E416B67DA1B4790B9500FB8164F587B">
    <w:name w:val="0E416B67DA1B4790B9500FB8164F587B"/>
  </w:style>
  <w:style w:type="paragraph" w:customStyle="1" w:styleId="CC03234597274C87880A1F3B7778C5EE">
    <w:name w:val="CC03234597274C87880A1F3B7778C5EE"/>
  </w:style>
  <w:style w:type="paragraph" w:customStyle="1" w:styleId="4DA37D7FEE7F4490B5BA9C0266478A2F">
    <w:name w:val="4DA37D7FEE7F4490B5BA9C0266478A2F"/>
  </w:style>
  <w:style w:type="paragraph" w:customStyle="1" w:styleId="C949BDD99E9040E0B483FF7B3B78935D">
    <w:name w:val="C949BDD99E9040E0B483FF7B3B78935D"/>
  </w:style>
  <w:style w:type="paragraph" w:customStyle="1" w:styleId="71ACF5976DD8487FA24AA1D9E2848B6A">
    <w:name w:val="71ACF5976DD8487FA24AA1D9E2848B6A"/>
  </w:style>
  <w:style w:type="paragraph" w:customStyle="1" w:styleId="AD1E972C3BA6485CBF9D91F25F140309">
    <w:name w:val="AD1E972C3BA6485CBF9D91F25F140309"/>
  </w:style>
  <w:style w:type="paragraph" w:customStyle="1" w:styleId="54DEB7FD525F4470A1504C1CB63AFEBF">
    <w:name w:val="54DEB7FD525F4470A1504C1CB63AFEBF"/>
  </w:style>
  <w:style w:type="paragraph" w:customStyle="1" w:styleId="4CE632BA7A8A45EB80A753224A3CA7B7">
    <w:name w:val="4CE632BA7A8A45EB80A753224A3CA7B7"/>
  </w:style>
  <w:style w:type="paragraph" w:customStyle="1" w:styleId="5F42EF16DEB84629A00FDB2F0135A208">
    <w:name w:val="5F42EF16DEB84629A00FDB2F0135A208"/>
  </w:style>
  <w:style w:type="paragraph" w:customStyle="1" w:styleId="315815D2BB27487FA21AD49B5BD6C7E6">
    <w:name w:val="315815D2BB27487FA21AD49B5BD6C7E6"/>
  </w:style>
  <w:style w:type="paragraph" w:customStyle="1" w:styleId="4E98746E6E3D4D19B769EE43703AFBE5">
    <w:name w:val="4E98746E6E3D4D19B769EE43703AFBE5"/>
  </w:style>
  <w:style w:type="paragraph" w:customStyle="1" w:styleId="ADCD46872C704DB4BE6BAA9B55DA1A5A">
    <w:name w:val="ADCD46872C704DB4BE6BAA9B55DA1A5A"/>
  </w:style>
  <w:style w:type="paragraph" w:customStyle="1" w:styleId="DE42FBE33E674DB7A427236FBFA05B14">
    <w:name w:val="DE42FBE33E674DB7A427236FBFA05B14"/>
  </w:style>
  <w:style w:type="paragraph" w:customStyle="1" w:styleId="36F6F595776A443DB5E7CC2F0F8DB81E">
    <w:name w:val="36F6F595776A443DB5E7CC2F0F8DB81E"/>
    <w:rsid w:val="001C7A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of support to local official.dotx</Template>
  <TotalTime>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Alex</cp:lastModifiedBy>
  <cp:revision>1</cp:revision>
  <dcterms:created xsi:type="dcterms:W3CDTF">2017-12-14T08:14:00Z</dcterms:created>
  <dcterms:modified xsi:type="dcterms:W3CDTF">2017-12-14T08:16:00Z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