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91" w:rsidRPr="000B12D0" w:rsidRDefault="00B96D91">
      <w:pPr>
        <w:pStyle w:val="Address"/>
        <w:rPr>
          <w:rFonts w:ascii="Calibri" w:hAnsi="Calibri" w:cs="Calibri"/>
          <w:sz w:val="24"/>
          <w:szCs w:val="24"/>
        </w:rPr>
      </w:pPr>
    </w:p>
    <w:p w:rsidR="00DB6F00" w:rsidRPr="000B12D0" w:rsidRDefault="00DB6F00">
      <w:pPr>
        <w:pStyle w:val="Address"/>
        <w:rPr>
          <w:rFonts w:ascii="Calibri" w:hAnsi="Calibri" w:cs="Calibri"/>
          <w:sz w:val="24"/>
          <w:szCs w:val="24"/>
        </w:rPr>
      </w:pPr>
    </w:p>
    <w:p w:rsidR="00DB6F00" w:rsidRPr="000B12D0" w:rsidRDefault="00DB6F00">
      <w:pPr>
        <w:pStyle w:val="Address"/>
        <w:rPr>
          <w:rFonts w:ascii="Calibri" w:hAnsi="Calibri" w:cs="Calibri"/>
          <w:sz w:val="24"/>
          <w:szCs w:val="24"/>
        </w:rPr>
      </w:pPr>
    </w:p>
    <w:p w:rsidR="00131003" w:rsidRPr="000B12D0" w:rsidRDefault="00DB6F00" w:rsidP="00DB6F00">
      <w:pPr>
        <w:pStyle w:val="Address"/>
        <w:spacing w:line="360" w:lineRule="auto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>[</w:t>
      </w:r>
      <w:r w:rsidR="004F27EA" w:rsidRPr="000B12D0">
        <w:rPr>
          <w:rFonts w:ascii="Calibri" w:hAnsi="Calibri" w:cs="Calibri"/>
          <w:sz w:val="24"/>
          <w:szCs w:val="24"/>
        </w:rPr>
        <w:t>Your Name</w:t>
      </w:r>
      <w:r w:rsidRPr="000B12D0">
        <w:rPr>
          <w:rFonts w:ascii="Calibri" w:hAnsi="Calibri" w:cs="Calibri"/>
          <w:sz w:val="24"/>
          <w:szCs w:val="24"/>
        </w:rPr>
        <w:t>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0B12D0" w:rsidRDefault="00AD3BFC" w:rsidP="00DB6F00">
          <w:pPr>
            <w:pStyle w:val="Date"/>
            <w:spacing w:line="360" w:lineRule="auto"/>
            <w:rPr>
              <w:rFonts w:ascii="Calibri" w:hAnsi="Calibri" w:cs="Calibri"/>
              <w:sz w:val="24"/>
              <w:szCs w:val="24"/>
            </w:rPr>
          </w:pPr>
          <w:r w:rsidRPr="000B12D0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0B12D0" w:rsidRDefault="00AD3BFC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0B12D0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131003" w:rsidRPr="000B12D0" w:rsidRDefault="00131003">
      <w:pPr>
        <w:pStyle w:val="Salutation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 xml:space="preserve">Subject: </w:t>
      </w:r>
      <w:r w:rsidR="00F52A5B" w:rsidRPr="000B12D0">
        <w:rPr>
          <w:rFonts w:ascii="Calibri" w:hAnsi="Calibri" w:cs="Calibri"/>
          <w:sz w:val="24"/>
          <w:szCs w:val="24"/>
        </w:rPr>
        <w:t xml:space="preserve"> </w:t>
      </w:r>
      <w:r w:rsidR="00FE4E7B" w:rsidRPr="000B12D0">
        <w:rPr>
          <w:rStyle w:val="Strong"/>
          <w:rFonts w:ascii="Calibri" w:hAnsi="Calibri" w:cs="Calibri"/>
          <w:color w:val="333333"/>
          <w:sz w:val="32"/>
          <w:szCs w:val="24"/>
          <w:u w:val="single"/>
          <w:shd w:val="clear" w:color="auto" w:fill="FFFFFF"/>
        </w:rPr>
        <w:t>Warranty Claim</w:t>
      </w:r>
    </w:p>
    <w:p w:rsidR="00B96D91" w:rsidRPr="000B12D0" w:rsidRDefault="00AD3BFC">
      <w:pPr>
        <w:pStyle w:val="Salutation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0B12D0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0B12D0">
        <w:rPr>
          <w:rFonts w:ascii="Calibri" w:hAnsi="Calibri" w:cs="Calibri"/>
          <w:sz w:val="24"/>
          <w:szCs w:val="24"/>
        </w:rPr>
        <w:t>:</w:t>
      </w:r>
    </w:p>
    <w:p w:rsidR="00FE4E7B" w:rsidRPr="00FE4E7B" w:rsidRDefault="00FE4E7B" w:rsidP="00FE4E7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pacing w:val="0"/>
          <w:sz w:val="24"/>
          <w:szCs w:val="24"/>
        </w:rPr>
      </w:pPr>
      <w:r w:rsidRPr="00FE4E7B">
        <w:rPr>
          <w:rFonts w:ascii="Calibri" w:eastAsia="Times New Roman" w:hAnsi="Calibri" w:cs="Calibri"/>
          <w:color w:val="333333"/>
          <w:spacing w:val="0"/>
          <w:sz w:val="24"/>
          <w:szCs w:val="24"/>
        </w:rPr>
        <w:t>I am [</w:t>
      </w:r>
      <w:r w:rsidR="000B12D0">
        <w:rPr>
          <w:rFonts w:ascii="Calibri" w:eastAsia="Times New Roman" w:hAnsi="Calibri" w:cs="Calibri"/>
          <w:color w:val="0070C0"/>
          <w:spacing w:val="0"/>
          <w:sz w:val="24"/>
          <w:szCs w:val="24"/>
        </w:rPr>
        <w:t>Name H</w:t>
      </w:r>
      <w:r w:rsidRPr="00FE4E7B">
        <w:rPr>
          <w:rFonts w:ascii="Calibri" w:eastAsia="Times New Roman" w:hAnsi="Calibri" w:cs="Calibri"/>
          <w:color w:val="0070C0"/>
          <w:spacing w:val="0"/>
          <w:sz w:val="24"/>
          <w:szCs w:val="24"/>
        </w:rPr>
        <w:t>ere</w:t>
      </w:r>
      <w:r w:rsidRPr="00FE4E7B">
        <w:rPr>
          <w:rFonts w:ascii="Calibri" w:eastAsia="Times New Roman" w:hAnsi="Calibri" w:cs="Calibri"/>
          <w:color w:val="333333"/>
          <w:spacing w:val="0"/>
          <w:sz w:val="24"/>
          <w:szCs w:val="24"/>
        </w:rPr>
        <w:t>]. Two days ago, on Saturday 24</w:t>
      </w:r>
      <w:r w:rsidRPr="00FE4E7B">
        <w:rPr>
          <w:rFonts w:ascii="Calibri" w:eastAsia="Times New Roman" w:hAnsi="Calibri" w:cs="Calibri"/>
          <w:color w:val="333333"/>
          <w:spacing w:val="0"/>
          <w:sz w:val="24"/>
          <w:szCs w:val="24"/>
          <w:vertAlign w:val="superscript"/>
        </w:rPr>
        <w:t>th</w:t>
      </w:r>
      <w:r w:rsidRPr="00FE4E7B">
        <w:rPr>
          <w:rFonts w:ascii="Calibri" w:eastAsia="Times New Roman" w:hAnsi="Calibri" w:cs="Calibri"/>
          <w:color w:val="333333"/>
          <w:spacing w:val="0"/>
          <w:sz w:val="24"/>
          <w:szCs w:val="24"/>
        </w:rPr>
        <w:t> November 2017 I purchased a home theatre system from your store. It was worth $1050.</w:t>
      </w:r>
    </w:p>
    <w:p w:rsidR="00FE4E7B" w:rsidRPr="00FE4E7B" w:rsidRDefault="00FE4E7B" w:rsidP="00FE4E7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pacing w:val="0"/>
          <w:sz w:val="24"/>
          <w:szCs w:val="24"/>
        </w:rPr>
      </w:pPr>
      <w:r w:rsidRPr="00FE4E7B">
        <w:rPr>
          <w:rFonts w:ascii="Calibri" w:eastAsia="Times New Roman" w:hAnsi="Calibri" w:cs="Calibri"/>
          <w:color w:val="333333"/>
          <w:spacing w:val="0"/>
          <w:sz w:val="24"/>
          <w:szCs w:val="24"/>
        </w:rPr>
        <w:t>Just yesterday, I installed it to check its functionality. With regret, I must inform you that it is totally non-operational. The woofers are giving fuzzy noise. The LED’s picture is black and white with faded quality. The remote buttons are non-functional. Likewise, speaker wires are also out of order. As your company is the best electronics company, it is just an alarming and surprising situation.</w:t>
      </w:r>
      <w:bookmarkStart w:id="0" w:name="_GoBack"/>
      <w:bookmarkEnd w:id="0"/>
    </w:p>
    <w:p w:rsidR="00FE4E7B" w:rsidRPr="00FE4E7B" w:rsidRDefault="00FE4E7B" w:rsidP="00FE4E7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pacing w:val="0"/>
          <w:sz w:val="24"/>
          <w:szCs w:val="24"/>
        </w:rPr>
      </w:pPr>
      <w:r w:rsidRPr="00FE4E7B">
        <w:rPr>
          <w:rFonts w:ascii="Calibri" w:eastAsia="Times New Roman" w:hAnsi="Calibri" w:cs="Calibri"/>
          <w:color w:val="333333"/>
          <w:spacing w:val="0"/>
          <w:sz w:val="24"/>
          <w:szCs w:val="24"/>
        </w:rPr>
        <w:t>It is completely an awkward situation as I have just one day left in the starting of a personal family function. Being a regular customer for years, I need you to deal with this issue promptly. Enclosed with the letter is the warranty card filled with all details and a copy of the payment receipt. I am waiting for a prompt response.</w:t>
      </w:r>
    </w:p>
    <w:p w:rsidR="005C7E1C" w:rsidRPr="000B12D0" w:rsidRDefault="005C7E1C" w:rsidP="005C7E1C">
      <w:pPr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>Sincerely,</w:t>
      </w:r>
    </w:p>
    <w:p w:rsidR="00B96D91" w:rsidRPr="000B12D0" w:rsidRDefault="00131003" w:rsidP="005C7E1C">
      <w:pPr>
        <w:spacing w:line="360" w:lineRule="auto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>[NAME HERE]</w:t>
      </w:r>
    </w:p>
    <w:p w:rsidR="00B96D91" w:rsidRPr="000B12D0" w:rsidRDefault="001E101E">
      <w:pPr>
        <w:pStyle w:val="Signatur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0B12D0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ectPr w:rsidR="00B96D91" w:rsidRPr="000B12D0" w:rsidSect="000B12D0">
      <w:headerReference w:type="default" r:id="rId7"/>
      <w:footerReference w:type="first" r:id="rId8"/>
      <w:pgSz w:w="12240" w:h="15840"/>
      <w:pgMar w:top="540" w:right="72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01E" w:rsidRDefault="001E101E">
      <w:pPr>
        <w:spacing w:after="0" w:line="240" w:lineRule="auto"/>
      </w:pPr>
      <w:r>
        <w:separator/>
      </w:r>
    </w:p>
  </w:endnote>
  <w:endnote w:type="continuationSeparator" w:id="0">
    <w:p w:rsidR="001E101E" w:rsidRDefault="001E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DB6F00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01E" w:rsidRDefault="001E101E">
      <w:pPr>
        <w:spacing w:after="0" w:line="240" w:lineRule="auto"/>
      </w:pPr>
      <w:r>
        <w:separator/>
      </w:r>
    </w:p>
  </w:footnote>
  <w:footnote w:type="continuationSeparator" w:id="0">
    <w:p w:rsidR="001E101E" w:rsidRDefault="001E1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B6F0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473DC"/>
    <w:rsid w:val="000B12D0"/>
    <w:rsid w:val="000C4293"/>
    <w:rsid w:val="00131003"/>
    <w:rsid w:val="001970F3"/>
    <w:rsid w:val="001E101E"/>
    <w:rsid w:val="002A62BA"/>
    <w:rsid w:val="002B103A"/>
    <w:rsid w:val="002D488D"/>
    <w:rsid w:val="00415F77"/>
    <w:rsid w:val="00441F7B"/>
    <w:rsid w:val="004F27EA"/>
    <w:rsid w:val="0056655A"/>
    <w:rsid w:val="005C7972"/>
    <w:rsid w:val="005C7E1C"/>
    <w:rsid w:val="007B76AE"/>
    <w:rsid w:val="00A5491A"/>
    <w:rsid w:val="00AC1828"/>
    <w:rsid w:val="00AD3BFC"/>
    <w:rsid w:val="00B31E31"/>
    <w:rsid w:val="00B96D91"/>
    <w:rsid w:val="00C1294D"/>
    <w:rsid w:val="00DB6F00"/>
    <w:rsid w:val="00E27BA1"/>
    <w:rsid w:val="00EE397A"/>
    <w:rsid w:val="00F515FD"/>
    <w:rsid w:val="00F52A5B"/>
    <w:rsid w:val="00F9165E"/>
    <w:rsid w:val="00F938F0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A6A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5C7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C7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133D61"/>
    <w:rsid w:val="002873B7"/>
    <w:rsid w:val="0043326E"/>
    <w:rsid w:val="00513A70"/>
    <w:rsid w:val="00643EEA"/>
    <w:rsid w:val="00705AAD"/>
    <w:rsid w:val="00845AD5"/>
    <w:rsid w:val="00AC26D3"/>
    <w:rsid w:val="00BC7B2D"/>
    <w:rsid w:val="00E0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133D61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D765149F290349578141A11650B0AA91">
    <w:name w:val="D765149F290349578141A11650B0AA91"/>
    <w:rsid w:val="00133D61"/>
  </w:style>
  <w:style w:type="paragraph" w:customStyle="1" w:styleId="F0546F100C69467F84F007C9D0663B26">
    <w:name w:val="F0546F100C69467F84F007C9D0663B26"/>
    <w:rsid w:val="00133D61"/>
  </w:style>
  <w:style w:type="paragraph" w:customStyle="1" w:styleId="50B24DA61375453F801DFB34EA0E3743">
    <w:name w:val="50B24DA61375453F801DFB34EA0E3743"/>
    <w:rsid w:val="00133D61"/>
  </w:style>
  <w:style w:type="paragraph" w:customStyle="1" w:styleId="A920A33206D84CF0A6EE7B08FCCDD3FA">
    <w:name w:val="A920A33206D84CF0A6EE7B08FCCDD3FA"/>
    <w:rsid w:val="00133D61"/>
  </w:style>
  <w:style w:type="paragraph" w:customStyle="1" w:styleId="27227FA46D24438EBA14F718E25F0840">
    <w:name w:val="27227FA46D24438EBA14F718E25F0840"/>
    <w:rsid w:val="00133D61"/>
  </w:style>
  <w:style w:type="paragraph" w:customStyle="1" w:styleId="72487AA433DD4B569226E73F7E52221F">
    <w:name w:val="72487AA433DD4B569226E73F7E52221F"/>
    <w:rsid w:val="00133D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2017-11-16T12:08:00Z</dcterms:created>
  <dcterms:modified xsi:type="dcterms:W3CDTF">2017-11-16T12:10:00Z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