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72" w:rsidRPr="00E754BC" w:rsidRDefault="00F8314E" w:rsidP="00E754BC">
      <w:pPr>
        <w:jc w:val="center"/>
        <w:rPr>
          <w:rFonts w:ascii="Calibri" w:hAnsi="Calibri" w:cs="Calibri"/>
          <w:b/>
          <w:sz w:val="34"/>
        </w:rPr>
      </w:pPr>
      <w:r w:rsidRPr="00E754BC">
        <w:rPr>
          <w:rFonts w:ascii="Calibri" w:hAnsi="Calibri" w:cs="Calibri"/>
          <w:b/>
          <w:sz w:val="38"/>
        </w:rPr>
        <w:t>Parent-Teacher Conference Feedback Form</w:t>
      </w:r>
    </w:p>
    <w:p w:rsidR="000A5472" w:rsidRPr="00F8314E" w:rsidRDefault="00F8314E">
      <w:pPr>
        <w:pStyle w:val="Heading2"/>
        <w:rPr>
          <w:rFonts w:ascii="Calibri" w:hAnsi="Calibri" w:cs="Calibri"/>
          <w:color w:val="auto"/>
          <w:sz w:val="30"/>
        </w:rPr>
      </w:pPr>
      <w:r w:rsidRPr="00F8314E">
        <w:rPr>
          <w:rFonts w:ascii="Calibri" w:hAnsi="Calibri" w:cs="Calibri"/>
          <w:color w:val="auto"/>
          <w:sz w:val="30"/>
        </w:rPr>
        <w:t>[SCHOOL NAME]</w:t>
      </w:r>
    </w:p>
    <w:p w:rsidR="000A5472" w:rsidRPr="00F8314E" w:rsidRDefault="005C4E93" w:rsidP="00F8314E">
      <w:pPr>
        <w:pStyle w:val="Contactinfo"/>
        <w:spacing w:before="0"/>
        <w:rPr>
          <w:rFonts w:ascii="Calibri" w:hAnsi="Calibri" w:cs="Calibri"/>
          <w:color w:val="auto"/>
        </w:rPr>
      </w:pPr>
      <w:sdt>
        <w:sdtPr>
          <w:rPr>
            <w:rFonts w:ascii="Calibri" w:hAnsi="Calibri" w:cs="Calibri"/>
            <w:color w:val="auto"/>
          </w:rPr>
          <w:id w:val="-785111143"/>
          <w:placeholder>
            <w:docPart w:val="F95431C550A34389A0654E1205BD0EC5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[Street Address]</w:t>
          </w:r>
        </w:sdtContent>
      </w:sdt>
      <w:r w:rsidR="00F8314E" w:rsidRPr="00F8314E">
        <w:rPr>
          <w:rFonts w:ascii="Calibri" w:hAnsi="Calibri" w:cs="Calibri"/>
          <w:color w:val="auto"/>
        </w:rPr>
        <w:t xml:space="preserve"> </w:t>
      </w:r>
      <w:sdt>
        <w:sdtPr>
          <w:rPr>
            <w:rFonts w:ascii="Calibri" w:hAnsi="Calibri" w:cs="Calibri"/>
            <w:color w:val="auto"/>
          </w:rPr>
          <w:id w:val="463090678"/>
          <w:placeholder>
            <w:docPart w:val="1ED25989734942E28B9503086131B772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[City, ST  ZIP Code]</w:t>
          </w:r>
        </w:sdtContent>
      </w:sdt>
      <w:r w:rsidR="00F8314E">
        <w:rPr>
          <w:rFonts w:ascii="Calibri" w:hAnsi="Calibri" w:cs="Calibri"/>
          <w:color w:val="auto"/>
        </w:rPr>
        <w:t xml:space="preserve"> </w:t>
      </w:r>
      <w:sdt>
        <w:sdtPr>
          <w:rPr>
            <w:rFonts w:ascii="Calibri" w:hAnsi="Calibri" w:cs="Calibri"/>
            <w:color w:val="auto"/>
          </w:rPr>
          <w:id w:val="-1434277661"/>
          <w:placeholder>
            <w:docPart w:val="5658A5371E1C446385383FE5DDC5F545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[Phone]</w:t>
          </w:r>
        </w:sdtContent>
      </w:sdt>
      <w:r w:rsidR="00F8314E" w:rsidRPr="00F8314E">
        <w:rPr>
          <w:rFonts w:ascii="Calibri" w:hAnsi="Calibri" w:cs="Calibri"/>
          <w:color w:val="auto"/>
        </w:rPr>
        <w:t xml:space="preserve"> | </w:t>
      </w:r>
      <w:sdt>
        <w:sdtPr>
          <w:rPr>
            <w:rFonts w:ascii="Calibri" w:hAnsi="Calibri" w:cs="Calibri"/>
            <w:color w:val="auto"/>
          </w:rPr>
          <w:id w:val="1843578452"/>
          <w:placeholder>
            <w:docPart w:val="B916010FCF9D4A669CC239C4A8722B57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[Fax]</w:t>
          </w:r>
        </w:sdtContent>
      </w:sdt>
      <w:r w:rsidRPr="00F8314E">
        <w:rPr>
          <w:rFonts w:ascii="Calibri" w:hAnsi="Calibri" w:cs="Calibri"/>
          <w:color w:val="auto"/>
        </w:rPr>
        <w:t xml:space="preserve"> | </w:t>
      </w:r>
      <w:sdt>
        <w:sdtPr>
          <w:rPr>
            <w:rFonts w:ascii="Calibri" w:hAnsi="Calibri" w:cs="Calibri"/>
            <w:color w:val="auto"/>
          </w:rPr>
          <w:id w:val="-338240281"/>
          <w:placeholder>
            <w:docPart w:val="B546C1F1BAD94529BFD7194B8D490B2D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[Website]</w:t>
          </w:r>
        </w:sdtContent>
      </w:sdt>
      <w:r w:rsidRPr="00F8314E">
        <w:rPr>
          <w:rFonts w:ascii="Calibri" w:hAnsi="Calibri" w:cs="Calibri"/>
          <w:color w:val="auto"/>
        </w:rPr>
        <w:t xml:space="preserve"> | </w:t>
      </w:r>
      <w:sdt>
        <w:sdtPr>
          <w:rPr>
            <w:rFonts w:ascii="Calibri" w:hAnsi="Calibri" w:cs="Calibri"/>
            <w:color w:val="auto"/>
          </w:rPr>
          <w:id w:val="-106439846"/>
          <w:placeholder>
            <w:docPart w:val="ED94F590E88F4D57ACFC866BCD78DDF3"/>
          </w:placeholder>
          <w:temporary/>
          <w:showingPlcHdr/>
          <w15:appearance w15:val="hidden"/>
        </w:sdtPr>
        <w:sdtEndPr/>
        <w:sdtContent>
          <w:r w:rsidRPr="00F8314E">
            <w:rPr>
              <w:rFonts w:ascii="Calibri" w:hAnsi="Calibri" w:cs="Calibri"/>
              <w:color w:val="auto"/>
            </w:rPr>
            <w:t>[Email]</w:t>
          </w:r>
        </w:sdtContent>
      </w:sdt>
    </w:p>
    <w:p w:rsidR="006725ED" w:rsidRDefault="006725ED" w:rsidP="006725ED">
      <w:r>
        <w:t>Conference Date: [dd/mm/yyyy]</w:t>
      </w:r>
    </w:p>
    <w:p w:rsidR="000A5472" w:rsidRDefault="00F8314E">
      <w:r w:rsidRPr="00F8314E">
        <w:t>Thank you for your time at this parent-teacher conference. Your input is essential to ensure the best learning experience for your student. Please take a moment to provide us with feedback.</w:t>
      </w:r>
    </w:p>
    <w:tbl>
      <w:tblPr>
        <w:tblStyle w:val="GridTable1Light-Accent6"/>
        <w:tblW w:w="4917" w:type="pct"/>
        <w:tblLayout w:type="fixed"/>
        <w:tblLook w:val="0420" w:firstRow="1" w:lastRow="0" w:firstColumn="0" w:lastColumn="0" w:noHBand="0" w:noVBand="1"/>
        <w:tblDescription w:val="Contact information"/>
      </w:tblPr>
      <w:tblGrid>
        <w:gridCol w:w="2179"/>
        <w:gridCol w:w="8432"/>
      </w:tblGrid>
      <w:tr w:rsidR="000A5472" w:rsidTr="00E0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81" w:type="dxa"/>
          </w:tcPr>
          <w:p w:rsidR="000A5472" w:rsidRPr="00E064EB" w:rsidRDefault="006725ED">
            <w:pPr>
              <w:pStyle w:val="Heading3"/>
              <w:outlineLvl w:val="2"/>
              <w:rPr>
                <w:b w:val="0"/>
                <w:color w:val="auto"/>
              </w:rPr>
            </w:pPr>
            <w:r w:rsidRPr="00E064EB">
              <w:rPr>
                <w:b w:val="0"/>
                <w:color w:val="auto"/>
              </w:rPr>
              <w:t xml:space="preserve">Parent </w:t>
            </w:r>
            <w:r w:rsidR="005C4E93" w:rsidRPr="00E064EB">
              <w:rPr>
                <w:b w:val="0"/>
                <w:color w:val="auto"/>
              </w:rPr>
              <w:t>Name</w:t>
            </w:r>
          </w:p>
        </w:tc>
        <w:tc>
          <w:tcPr>
            <w:tcW w:w="8439" w:type="dxa"/>
          </w:tcPr>
          <w:p w:rsidR="000A5472" w:rsidRDefault="000A5472"/>
        </w:tc>
      </w:tr>
      <w:tr w:rsidR="000A5472" w:rsidTr="00E064EB">
        <w:tc>
          <w:tcPr>
            <w:tcW w:w="2181" w:type="dxa"/>
          </w:tcPr>
          <w:p w:rsidR="000A5472" w:rsidRPr="006725ED" w:rsidRDefault="005C4E93">
            <w:pPr>
              <w:pStyle w:val="Heading3"/>
              <w:outlineLvl w:val="2"/>
              <w:rPr>
                <w:color w:val="auto"/>
              </w:rPr>
            </w:pPr>
            <w:r w:rsidRPr="006725ED">
              <w:rPr>
                <w:color w:val="auto"/>
              </w:rPr>
              <w:t>Address</w:t>
            </w:r>
          </w:p>
        </w:tc>
        <w:tc>
          <w:tcPr>
            <w:tcW w:w="8439" w:type="dxa"/>
          </w:tcPr>
          <w:p w:rsidR="000A5472" w:rsidRDefault="000A5472"/>
        </w:tc>
      </w:tr>
      <w:tr w:rsidR="000A5472" w:rsidTr="00E064EB">
        <w:tc>
          <w:tcPr>
            <w:tcW w:w="2181" w:type="dxa"/>
          </w:tcPr>
          <w:p w:rsidR="000A5472" w:rsidRPr="006725ED" w:rsidRDefault="005C4E93">
            <w:pPr>
              <w:pStyle w:val="Heading3"/>
              <w:outlineLvl w:val="2"/>
              <w:rPr>
                <w:color w:val="auto"/>
              </w:rPr>
            </w:pPr>
            <w:r w:rsidRPr="006725ED">
              <w:rPr>
                <w:color w:val="auto"/>
              </w:rPr>
              <w:t>Email</w:t>
            </w:r>
          </w:p>
        </w:tc>
        <w:tc>
          <w:tcPr>
            <w:tcW w:w="8439" w:type="dxa"/>
          </w:tcPr>
          <w:p w:rsidR="000A5472" w:rsidRDefault="000A5472"/>
        </w:tc>
      </w:tr>
      <w:tr w:rsidR="000A5472" w:rsidTr="00E064EB">
        <w:tc>
          <w:tcPr>
            <w:tcW w:w="2181" w:type="dxa"/>
          </w:tcPr>
          <w:p w:rsidR="000A5472" w:rsidRPr="006725ED" w:rsidRDefault="005C4E93">
            <w:pPr>
              <w:pStyle w:val="Heading3"/>
              <w:outlineLvl w:val="2"/>
              <w:rPr>
                <w:color w:val="auto"/>
              </w:rPr>
            </w:pPr>
            <w:r w:rsidRPr="006725ED">
              <w:rPr>
                <w:color w:val="auto"/>
              </w:rPr>
              <w:t>Phone</w:t>
            </w:r>
          </w:p>
        </w:tc>
        <w:tc>
          <w:tcPr>
            <w:tcW w:w="8439" w:type="dxa"/>
          </w:tcPr>
          <w:p w:rsidR="000A5472" w:rsidRDefault="000A5472"/>
        </w:tc>
      </w:tr>
      <w:tr w:rsidR="000A5472" w:rsidTr="00E064EB">
        <w:tc>
          <w:tcPr>
            <w:tcW w:w="2181" w:type="dxa"/>
          </w:tcPr>
          <w:p w:rsidR="000A5472" w:rsidRPr="006725ED" w:rsidRDefault="00F8314E">
            <w:pPr>
              <w:pStyle w:val="Heading3"/>
              <w:outlineLvl w:val="2"/>
              <w:rPr>
                <w:color w:val="auto"/>
              </w:rPr>
            </w:pPr>
            <w:r w:rsidRPr="006725ED">
              <w:rPr>
                <w:color w:val="auto"/>
              </w:rPr>
              <w:t>Teacher</w:t>
            </w:r>
            <w:r w:rsidR="005C4E93" w:rsidRPr="006725ED">
              <w:rPr>
                <w:color w:val="auto"/>
              </w:rPr>
              <w:t xml:space="preserve"> Name</w:t>
            </w:r>
          </w:p>
        </w:tc>
        <w:tc>
          <w:tcPr>
            <w:tcW w:w="8439" w:type="dxa"/>
          </w:tcPr>
          <w:p w:rsidR="000A5472" w:rsidRDefault="000A5472"/>
        </w:tc>
      </w:tr>
    </w:tbl>
    <w:p w:rsidR="000A5472" w:rsidRDefault="000A5472"/>
    <w:tbl>
      <w:tblPr>
        <w:tblStyle w:val="GridTable1Light-Accent1"/>
        <w:tblW w:w="4917" w:type="pct"/>
        <w:tblBorders>
          <w:bottom w:val="single" w:sz="12" w:space="0" w:color="000000" w:themeColor="text1"/>
          <w:insideH w:val="single" w:sz="2" w:space="0" w:color="7F7F7F" w:themeColor="text1" w:themeTint="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58"/>
        <w:gridCol w:w="2263"/>
      </w:tblGrid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The environment was welcoming.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C30FA6C5215A449DB3DBED950D607AF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I felt comfortable talking with my child’s teacher.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24"/>
        </w:trPr>
        <w:tc>
          <w:tcPr>
            <w:tcW w:w="8357" w:type="dxa"/>
          </w:tcPr>
          <w:p w:rsidR="000A5472" w:rsidRDefault="008D221C">
            <w:r w:rsidRPr="008D221C">
              <w:t>The teacher was prepared to discuss my child’s work.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786"/>
        </w:trPr>
        <w:tc>
          <w:tcPr>
            <w:tcW w:w="8357" w:type="dxa"/>
          </w:tcPr>
          <w:p w:rsidR="000A5472" w:rsidRDefault="008D221C">
            <w:r w:rsidRPr="008D221C">
              <w:t>The teacher was aware of my child’s progress, level of participation, work quality, etc.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24"/>
        </w:trPr>
        <w:tc>
          <w:tcPr>
            <w:tcW w:w="8357" w:type="dxa"/>
          </w:tcPr>
          <w:p w:rsidR="000A5472" w:rsidRDefault="008D221C">
            <w:r w:rsidRPr="008D221C">
              <w:t xml:space="preserve">I </w:t>
            </w:r>
            <w:r w:rsidR="00791311" w:rsidRPr="008D221C">
              <w:t>could</w:t>
            </w:r>
            <w:r w:rsidRPr="008D221C">
              <w:t xml:space="preserve"> ask the teacher questions openly.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The teacher provided me with ways to help my student.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The teacher offered solutions to problems I presented</w:t>
            </w:r>
            <w:r>
              <w:t>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24"/>
        </w:trPr>
        <w:tc>
          <w:tcPr>
            <w:tcW w:w="8357" w:type="dxa"/>
          </w:tcPr>
          <w:p w:rsidR="000A5472" w:rsidRDefault="008D221C">
            <w:r w:rsidRPr="008D221C">
              <w:t>The teacher and I made joint decisions regarding my child’s schooling.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The teacher discussed the School-Parent Compact with me.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 xml:space="preserve">Choose </w:t>
                </w:r>
                <w:r>
                  <w:rPr>
                    <w:rStyle w:val="PlaceholderText"/>
                    <w:color w:val="auto"/>
                  </w:rPr>
                  <w:t>an item.</w:t>
                </w:r>
              </w:p>
            </w:sdtContent>
          </w:sdt>
        </w:tc>
      </w:tr>
      <w:tr w:rsidR="000A5472" w:rsidTr="0083552F">
        <w:trPr>
          <w:trHeight w:val="524"/>
        </w:trPr>
        <w:tc>
          <w:tcPr>
            <w:tcW w:w="8357" w:type="dxa"/>
          </w:tcPr>
          <w:p w:rsidR="000A5472" w:rsidRDefault="008D221C">
            <w:r w:rsidRPr="008D221C">
              <w:t>I made plans with the teacher to keep in touch</w:t>
            </w:r>
            <w:r>
              <w:t>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580335214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 w:rsidRPr="008D221C">
              <w:t>I plan on scheduling a future conference with the teacher.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34433582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A5472" w:rsidTr="0083552F">
        <w:trPr>
          <w:trHeight w:val="506"/>
        </w:trPr>
        <w:tc>
          <w:tcPr>
            <w:tcW w:w="8357" w:type="dxa"/>
          </w:tcPr>
          <w:p w:rsidR="000A5472" w:rsidRDefault="008D221C">
            <w:r>
              <w:t>My overall satisfaction with the meeting is very high?</w:t>
            </w:r>
          </w:p>
        </w:tc>
        <w:tc>
          <w:tcPr>
            <w:tcW w:w="2263" w:type="dxa"/>
          </w:tcPr>
          <w:sdt>
            <w:sdtPr>
              <w:alias w:val="Rate questions on a scale of 1 - 5"/>
              <w:tag w:val="Rate questions on a scale of 1 - 5"/>
              <w:id w:val="-248740273"/>
              <w:placeholder>
                <w:docPart w:val="2C6158CDE9CB4A14900D4136CC95391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A5472" w:rsidRDefault="005C4E9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 xml:space="preserve">Choose an </w:t>
                </w:r>
                <w:r>
                  <w:rPr>
                    <w:rStyle w:val="PlaceholderText"/>
                    <w:color w:val="auto"/>
                  </w:rPr>
                  <w:t>item.</w:t>
                </w:r>
              </w:p>
            </w:sdtContent>
          </w:sdt>
        </w:tc>
      </w:tr>
    </w:tbl>
    <w:p w:rsidR="000A5472" w:rsidRPr="008D221C" w:rsidRDefault="008D221C">
      <w:pPr>
        <w:pStyle w:val="Heading3"/>
        <w:rPr>
          <w:b/>
          <w:color w:val="auto"/>
        </w:rPr>
      </w:pPr>
      <w:r w:rsidRPr="008D221C">
        <w:rPr>
          <w:b/>
          <w:color w:val="auto"/>
        </w:rPr>
        <w:t>Please include any a</w:t>
      </w:r>
      <w:r w:rsidR="005C4E93" w:rsidRPr="008D221C">
        <w:rPr>
          <w:b/>
          <w:color w:val="auto"/>
        </w:rPr>
        <w:t>dditional comments</w:t>
      </w: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548"/>
      </w:tblGrid>
      <w:tr w:rsidR="00F32803" w:rsidTr="0083552F">
        <w:tc>
          <w:tcPr>
            <w:tcW w:w="10548" w:type="dxa"/>
          </w:tcPr>
          <w:sdt>
            <w:sdtPr>
              <w:id w:val="-1591920992"/>
              <w:placeholder>
                <w:docPart w:val="E3FB131A1166463DA155BABBE513C248"/>
              </w:placeholder>
              <w:temporary/>
              <w:showingPlcHdr/>
              <w15:appearance w15:val="hidden"/>
            </w:sdtPr>
            <w:sdtContent>
              <w:p w:rsidR="00F32803" w:rsidRDefault="00F32803" w:rsidP="00F32803">
                <w:pPr>
                  <w:ind w:left="0"/>
                </w:pPr>
                <w:r>
                  <w:t>[Response]</w:t>
                </w:r>
              </w:p>
            </w:sdtContent>
          </w:sdt>
        </w:tc>
      </w:tr>
      <w:tr w:rsidR="00F32803" w:rsidTr="0083552F">
        <w:tc>
          <w:tcPr>
            <w:tcW w:w="10548" w:type="dxa"/>
          </w:tcPr>
          <w:p w:rsidR="00F32803" w:rsidRDefault="00F32803">
            <w:pPr>
              <w:ind w:left="0"/>
            </w:pPr>
            <w:bookmarkStart w:id="0" w:name="_GoBack"/>
            <w:bookmarkEnd w:id="0"/>
          </w:p>
        </w:tc>
      </w:tr>
      <w:tr w:rsidR="00F32803" w:rsidTr="0083552F">
        <w:tc>
          <w:tcPr>
            <w:tcW w:w="10548" w:type="dxa"/>
          </w:tcPr>
          <w:p w:rsidR="00F32803" w:rsidRDefault="00F32803">
            <w:pPr>
              <w:ind w:left="0"/>
            </w:pPr>
          </w:p>
        </w:tc>
      </w:tr>
      <w:tr w:rsidR="00F32803" w:rsidTr="0083552F">
        <w:tc>
          <w:tcPr>
            <w:tcW w:w="10548" w:type="dxa"/>
          </w:tcPr>
          <w:p w:rsidR="00F32803" w:rsidRDefault="00F32803">
            <w:pPr>
              <w:ind w:left="0"/>
            </w:pPr>
          </w:p>
        </w:tc>
      </w:tr>
    </w:tbl>
    <w:p w:rsidR="000A5472" w:rsidRPr="00E064EB" w:rsidRDefault="000A5472" w:rsidP="00E064EB">
      <w:pPr>
        <w:tabs>
          <w:tab w:val="left" w:pos="2053"/>
        </w:tabs>
        <w:ind w:left="0"/>
      </w:pPr>
    </w:p>
    <w:sectPr w:rsidR="000A5472" w:rsidRPr="00E064EB" w:rsidSect="00E064EB">
      <w:footerReference w:type="default" r:id="rId8"/>
      <w:footerReference w:type="first" r:id="rId9"/>
      <w:pgSz w:w="12240" w:h="15840"/>
      <w:pgMar w:top="540" w:right="720" w:bottom="270" w:left="720" w:header="720" w:footer="2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E93" w:rsidRDefault="005C4E93">
      <w:pPr>
        <w:spacing w:after="0"/>
      </w:pPr>
      <w:r>
        <w:separator/>
      </w:r>
    </w:p>
    <w:p w:rsidR="005C4E93" w:rsidRDefault="005C4E93"/>
  </w:endnote>
  <w:endnote w:type="continuationSeparator" w:id="0">
    <w:p w:rsidR="005C4E93" w:rsidRDefault="005C4E93">
      <w:pPr>
        <w:spacing w:after="0"/>
      </w:pPr>
      <w:r>
        <w:continuationSeparator/>
      </w:r>
    </w:p>
    <w:p w:rsidR="005C4E93" w:rsidRDefault="005C4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72" w:rsidRDefault="005C4E93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E064EB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99" w:rsidRDefault="00565D99">
    <w:pPr>
      <w:pStyle w:val="Footer"/>
    </w:pPr>
    <w:r>
      <w:t>wordexceltemplates.com</w:t>
    </w:r>
  </w:p>
  <w:p w:rsidR="00565D99" w:rsidRDefault="00565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E93" w:rsidRDefault="005C4E93">
      <w:pPr>
        <w:spacing w:after="0"/>
      </w:pPr>
      <w:r>
        <w:separator/>
      </w:r>
    </w:p>
    <w:p w:rsidR="005C4E93" w:rsidRDefault="005C4E93"/>
  </w:footnote>
  <w:footnote w:type="continuationSeparator" w:id="0">
    <w:p w:rsidR="005C4E93" w:rsidRDefault="005C4E93">
      <w:pPr>
        <w:spacing w:after="0"/>
      </w:pPr>
      <w:r>
        <w:continuationSeparator/>
      </w:r>
    </w:p>
    <w:p w:rsidR="005C4E93" w:rsidRDefault="005C4E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4E"/>
    <w:rsid w:val="000A5472"/>
    <w:rsid w:val="00565D99"/>
    <w:rsid w:val="005C4E93"/>
    <w:rsid w:val="006725ED"/>
    <w:rsid w:val="00791311"/>
    <w:rsid w:val="0083552F"/>
    <w:rsid w:val="008D221C"/>
    <w:rsid w:val="00E064EB"/>
    <w:rsid w:val="00E754BC"/>
    <w:rsid w:val="00F32803"/>
    <w:rsid w:val="00F8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1DA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DD8047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548AB7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DD8047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99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548AB7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565D9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65D99"/>
    <w:rPr>
      <w:sz w:val="20"/>
      <w:szCs w:val="20"/>
    </w:rPr>
  </w:style>
  <w:style w:type="table" w:styleId="GridTable1Light-Accent6">
    <w:name w:val="Grid Table 1 Light Accent 6"/>
    <w:basedOn w:val="TableNormal"/>
    <w:uiPriority w:val="46"/>
    <w:rsid w:val="00E064EB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5431C550A34389A0654E1205BD0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808C2-3A46-49F1-994E-138AE9E6F085}"/>
      </w:docPartPr>
      <w:docPartBody>
        <w:p w:rsidR="00000000" w:rsidRDefault="00EC5898">
          <w:pPr>
            <w:pStyle w:val="F95431C550A34389A0654E1205BD0EC5"/>
          </w:pPr>
          <w:r>
            <w:t>[Street Address]</w:t>
          </w:r>
        </w:p>
      </w:docPartBody>
    </w:docPart>
    <w:docPart>
      <w:docPartPr>
        <w:name w:val="1ED25989734942E28B9503086131B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01BA7-ABD0-4C68-81F1-8820E5D886FF}"/>
      </w:docPartPr>
      <w:docPartBody>
        <w:p w:rsidR="00000000" w:rsidRDefault="00EC5898">
          <w:pPr>
            <w:pStyle w:val="1ED25989734942E28B9503086131B772"/>
          </w:pPr>
          <w:r>
            <w:t>[City, ST  ZIP Code]</w:t>
          </w:r>
        </w:p>
      </w:docPartBody>
    </w:docPart>
    <w:docPart>
      <w:docPartPr>
        <w:name w:val="5658A5371E1C446385383FE5DDC5F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9C6F9-DC43-4426-A170-B441174968F7}"/>
      </w:docPartPr>
      <w:docPartBody>
        <w:p w:rsidR="00000000" w:rsidRDefault="00EC5898">
          <w:pPr>
            <w:pStyle w:val="5658A5371E1C446385383FE5DDC5F545"/>
          </w:pPr>
          <w:r>
            <w:t>[Phone]</w:t>
          </w:r>
        </w:p>
      </w:docPartBody>
    </w:docPart>
    <w:docPart>
      <w:docPartPr>
        <w:name w:val="B916010FCF9D4A669CC239C4A8722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389AF-75D1-4EB9-BBFC-7346930DDF06}"/>
      </w:docPartPr>
      <w:docPartBody>
        <w:p w:rsidR="00000000" w:rsidRDefault="00EC5898">
          <w:pPr>
            <w:pStyle w:val="B916010FCF9D4A669CC239C4A8722B57"/>
          </w:pPr>
          <w:r>
            <w:t>[Fax]</w:t>
          </w:r>
        </w:p>
      </w:docPartBody>
    </w:docPart>
    <w:docPart>
      <w:docPartPr>
        <w:name w:val="B546C1F1BAD94529BFD7194B8D490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9A25D-F76F-4648-B443-1E6D639685C7}"/>
      </w:docPartPr>
      <w:docPartBody>
        <w:p w:rsidR="00000000" w:rsidRDefault="00EC5898">
          <w:pPr>
            <w:pStyle w:val="B546C1F1BAD94529BFD7194B8D490B2D"/>
          </w:pPr>
          <w:r>
            <w:t>[Website]</w:t>
          </w:r>
        </w:p>
      </w:docPartBody>
    </w:docPart>
    <w:docPart>
      <w:docPartPr>
        <w:name w:val="ED94F590E88F4D57ACFC866BCD78D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EC937-5D87-4473-B1F2-649F79B42A70}"/>
      </w:docPartPr>
      <w:docPartBody>
        <w:p w:rsidR="00000000" w:rsidRDefault="00EC5898">
          <w:pPr>
            <w:pStyle w:val="ED94F590E88F4D57ACFC866BCD78DDF3"/>
          </w:pPr>
          <w:r>
            <w:t>[Email]</w:t>
          </w:r>
        </w:p>
      </w:docPartBody>
    </w:docPart>
    <w:docPart>
      <w:docPartPr>
        <w:name w:val="C30FA6C5215A449DB3DBED950D607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3B7BE-77A2-4800-AB64-1099C93275E4}"/>
      </w:docPartPr>
      <w:docPartBody>
        <w:p w:rsidR="00000000" w:rsidRDefault="00EC5898">
          <w:pPr>
            <w:pStyle w:val="C30FA6C5215A449DB3DBED950D607AFE"/>
          </w:pPr>
          <w:r>
            <w:t>Choose an item.</w:t>
          </w:r>
        </w:p>
      </w:docPartBody>
    </w:docPart>
    <w:docPart>
      <w:docPartPr>
        <w:name w:val="2C6158CDE9CB4A14900D4136CC953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0E07F-3BC5-42C2-8124-A730D59AE406}"/>
      </w:docPartPr>
      <w:docPartBody>
        <w:p w:rsidR="00000000" w:rsidRDefault="00EC5898">
          <w:pPr>
            <w:pStyle w:val="2C6158CDE9CB4A14900D4136CC95391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3FB131A1166463DA155BABBE513C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7892B-F42D-4F9A-98DE-2B04D55ECA3B}"/>
      </w:docPartPr>
      <w:docPartBody>
        <w:p w:rsidR="00000000" w:rsidRDefault="00D06EC3" w:rsidP="00D06EC3">
          <w:pPr>
            <w:pStyle w:val="E3FB131A1166463DA155BABBE513C248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C3"/>
    <w:rsid w:val="00D06EC3"/>
    <w:rsid w:val="00EC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C904AFC942454DAFB33FC21A5FA34D">
    <w:name w:val="8FC904AFC942454DAFB33FC21A5FA34D"/>
  </w:style>
  <w:style w:type="paragraph" w:customStyle="1" w:styleId="376BCA39E94D49CA8E9B8FB10CEF1D05">
    <w:name w:val="376BCA39E94D49CA8E9B8FB10CEF1D05"/>
  </w:style>
  <w:style w:type="paragraph" w:customStyle="1" w:styleId="F95431C550A34389A0654E1205BD0EC5">
    <w:name w:val="F95431C550A34389A0654E1205BD0EC5"/>
  </w:style>
  <w:style w:type="paragraph" w:customStyle="1" w:styleId="1ED25989734942E28B9503086131B772">
    <w:name w:val="1ED25989734942E28B9503086131B772"/>
  </w:style>
  <w:style w:type="paragraph" w:customStyle="1" w:styleId="5658A5371E1C446385383FE5DDC5F545">
    <w:name w:val="5658A5371E1C446385383FE5DDC5F545"/>
  </w:style>
  <w:style w:type="paragraph" w:customStyle="1" w:styleId="B916010FCF9D4A669CC239C4A8722B57">
    <w:name w:val="B916010FCF9D4A669CC239C4A8722B57"/>
  </w:style>
  <w:style w:type="paragraph" w:customStyle="1" w:styleId="B546C1F1BAD94529BFD7194B8D490B2D">
    <w:name w:val="B546C1F1BAD94529BFD7194B8D490B2D"/>
  </w:style>
  <w:style w:type="paragraph" w:customStyle="1" w:styleId="ED94F590E88F4D57ACFC866BCD78DDF3">
    <w:name w:val="ED94F590E88F4D57ACFC866BCD78DDF3"/>
  </w:style>
  <w:style w:type="paragraph" w:customStyle="1" w:styleId="7A4E5CFFCEB44A7EAFF1FC251EEC89BC">
    <w:name w:val="7A4E5CFFCEB44A7EAFF1FC251EEC89BC"/>
  </w:style>
  <w:style w:type="paragraph" w:customStyle="1" w:styleId="C30FA6C5215A449DB3DBED950D607AFE">
    <w:name w:val="C30FA6C5215A449DB3DBED950D607AFE"/>
  </w:style>
  <w:style w:type="paragraph" w:customStyle="1" w:styleId="67423FEDA53242D384A304A75AD100AF">
    <w:name w:val="67423FEDA53242D384A304A75AD100AF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C6158CDE9CB4A14900D4136CC95391E">
    <w:name w:val="2C6158CDE9CB4A14900D4136CC95391E"/>
  </w:style>
  <w:style w:type="paragraph" w:customStyle="1" w:styleId="3336FC360F24471D93D6DF7D609405E8">
    <w:name w:val="3336FC360F24471D93D6DF7D609405E8"/>
  </w:style>
  <w:style w:type="paragraph" w:customStyle="1" w:styleId="0AE3B075E3A949E6ACF13ABCD992EDB8">
    <w:name w:val="0AE3B075E3A949E6ACF13ABCD992EDB8"/>
  </w:style>
  <w:style w:type="paragraph" w:customStyle="1" w:styleId="1153F8E575E5449DA1CFB3160149140A">
    <w:name w:val="1153F8E575E5449DA1CFB3160149140A"/>
  </w:style>
  <w:style w:type="paragraph" w:customStyle="1" w:styleId="653F795DEED24E4CA919071AB4444265">
    <w:name w:val="653F795DEED24E4CA919071AB4444265"/>
  </w:style>
  <w:style w:type="paragraph" w:customStyle="1" w:styleId="C694047376DC4F41B1267FF4EC504488">
    <w:name w:val="C694047376DC4F41B1267FF4EC504488"/>
  </w:style>
  <w:style w:type="paragraph" w:customStyle="1" w:styleId="301FEEB96D77403AA5FC96B1860BDFFD">
    <w:name w:val="301FEEB96D77403AA5FC96B1860BDFFD"/>
  </w:style>
  <w:style w:type="paragraph" w:customStyle="1" w:styleId="A5592C205AF9442098AB1F9DCFF1272E">
    <w:name w:val="A5592C205AF9442098AB1F9DCFF1272E"/>
  </w:style>
  <w:style w:type="paragraph" w:customStyle="1" w:styleId="AE44FE10715C4658975CCAC99EA64131">
    <w:name w:val="AE44FE10715C4658975CCAC99EA64131"/>
  </w:style>
  <w:style w:type="paragraph" w:customStyle="1" w:styleId="E28D02802C544E439A845FD05733468D">
    <w:name w:val="E28D02802C544E439A845FD05733468D"/>
  </w:style>
  <w:style w:type="paragraph" w:customStyle="1" w:styleId="33FC761242F34BC591BE85B519E2E63A">
    <w:name w:val="33FC761242F34BC591BE85B519E2E63A"/>
  </w:style>
  <w:style w:type="paragraph" w:customStyle="1" w:styleId="F366AC587EC84321B6B53253E9283925">
    <w:name w:val="F366AC587EC84321B6B53253E9283925"/>
  </w:style>
  <w:style w:type="paragraph" w:customStyle="1" w:styleId="E3FB131A1166463DA155BABBE513C248">
    <w:name w:val="E3FB131A1166463DA155BABBE513C248"/>
    <w:rsid w:val="00D06EC3"/>
  </w:style>
  <w:style w:type="paragraph" w:customStyle="1" w:styleId="C817F255F1FA44F588F3E8254CDF0BD6">
    <w:name w:val="C817F255F1FA44F588F3E8254CDF0BD6"/>
    <w:rsid w:val="00D06E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[SCHOOL NAME]</vt:lpstr>
      <vt:lpstr>        Please include any additional comments</vt:lpstr>
    </vt:vector>
  </TitlesOfParts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2017-11-07T11:40:00Z</dcterms:created>
  <dcterms:modified xsi:type="dcterms:W3CDTF">2017-11-07T11:53:00Z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