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color w:val="auto"/>
        </w:rPr>
        <w:id w:val="254023022"/>
        <w:placeholder>
          <w:docPart w:val="17E40298C0E24A4A88F0EA1751D98E15"/>
        </w:placeholder>
        <w:showingPlcHdr/>
        <w15:appearance w15:val="hidden"/>
      </w:sdtPr>
      <w:sdtEndPr/>
      <w:sdtContent>
        <w:p w:rsidR="005C5A6C" w:rsidRPr="00145FA5" w:rsidRDefault="006D3687" w:rsidP="00E87646">
          <w:pPr>
            <w:pStyle w:val="Company"/>
            <w:jc w:val="left"/>
            <w:rPr>
              <w:color w:val="auto"/>
            </w:rPr>
          </w:pPr>
          <w:r w:rsidRPr="00145FA5">
            <w:rPr>
              <w:color w:val="auto"/>
            </w:rPr>
            <w:t>[Company Name]</w:t>
          </w:r>
        </w:p>
      </w:sdtContent>
    </w:sdt>
    <w:p w:rsidR="005C5A6C" w:rsidRPr="00145FA5" w:rsidRDefault="00E87646">
      <w:pPr>
        <w:pStyle w:val="Heading1"/>
        <w:rPr>
          <w:color w:val="auto"/>
        </w:rPr>
      </w:pPr>
      <w:r w:rsidRPr="00145FA5">
        <w:rPr>
          <w:color w:val="auto"/>
        </w:rPr>
        <w:t>Employee Clearance Form</w:t>
      </w:r>
    </w:p>
    <w:p w:rsidR="005C5A6C" w:rsidRPr="00145FA5" w:rsidRDefault="00E87646">
      <w:r w:rsidRPr="00145FA5">
        <w:t>Form to be attached to personal record</w:t>
      </w:r>
    </w:p>
    <w:tbl>
      <w:tblPr>
        <w:tblStyle w:val="GridTable1Light-Accent1"/>
        <w:tblW w:w="4956" w:type="pct"/>
        <w:tblInd w:w="180" w:type="dxa"/>
        <w:tblBorders>
          <w:bottom w:val="single" w:sz="18" w:space="0" w:color="DFE4DA" w:themeColor="text2" w:themeTint="33"/>
          <w:insideH w:val="single" w:sz="4" w:space="0" w:color="DFE4DA" w:themeColor="text2" w:themeTint="3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2053"/>
        <w:gridCol w:w="3078"/>
        <w:gridCol w:w="1770"/>
        <w:gridCol w:w="3269"/>
      </w:tblGrid>
      <w:tr w:rsidR="00145FA5" w:rsidRPr="00145FA5" w:rsidTr="00145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35" w:type="dxa"/>
            <w:tcBorders>
              <w:bottom w:val="single" w:sz="12" w:space="0" w:color="7F7F7F" w:themeColor="text1" w:themeTint="80"/>
            </w:tcBorders>
          </w:tcPr>
          <w:p w:rsidR="005C5A6C" w:rsidRPr="00145FA5" w:rsidRDefault="006D3687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Name</w:t>
            </w:r>
            <w:r w:rsidR="00E87646" w:rsidRPr="00145FA5">
              <w:rPr>
                <w:color w:val="auto"/>
              </w:rPr>
              <w:t xml:space="preserve"> of Employee</w:t>
            </w:r>
          </w:p>
        </w:tc>
        <w:tc>
          <w:tcPr>
            <w:tcW w:w="3051" w:type="dxa"/>
            <w:tcBorders>
              <w:bottom w:val="single" w:sz="12" w:space="0" w:color="7F7F7F" w:themeColor="text1" w:themeTint="80"/>
            </w:tcBorders>
          </w:tcPr>
          <w:p w:rsidR="005C5A6C" w:rsidRPr="00145FA5" w:rsidRDefault="005C5A6C"/>
        </w:tc>
        <w:tc>
          <w:tcPr>
            <w:tcW w:w="1754" w:type="dxa"/>
            <w:tcBorders>
              <w:bottom w:val="single" w:sz="12" w:space="0" w:color="7F7F7F" w:themeColor="text1" w:themeTint="80"/>
            </w:tcBorders>
          </w:tcPr>
          <w:p w:rsidR="005C5A6C" w:rsidRPr="00145FA5" w:rsidRDefault="006D3687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Department</w:t>
            </w:r>
            <w:r w:rsidR="00E87646" w:rsidRPr="00145FA5">
              <w:rPr>
                <w:color w:val="auto"/>
              </w:rPr>
              <w:t>/Unit</w:t>
            </w:r>
          </w:p>
        </w:tc>
        <w:tc>
          <w:tcPr>
            <w:tcW w:w="3240" w:type="dxa"/>
            <w:tcBorders>
              <w:bottom w:val="single" w:sz="12" w:space="0" w:color="7F7F7F" w:themeColor="text1" w:themeTint="80"/>
            </w:tcBorders>
          </w:tcPr>
          <w:p w:rsidR="005C5A6C" w:rsidRPr="00145FA5" w:rsidRDefault="005C5A6C"/>
        </w:tc>
      </w:tr>
      <w:tr w:rsidR="00145FA5" w:rsidRPr="00145FA5" w:rsidTr="00145FA5">
        <w:tc>
          <w:tcPr>
            <w:tcW w:w="2035" w:type="dxa"/>
            <w:tcBorders>
              <w:top w:val="single" w:sz="12" w:space="0" w:color="7F7F7F" w:themeColor="text1" w:themeTint="80"/>
            </w:tcBorders>
          </w:tcPr>
          <w:p w:rsidR="00E87646" w:rsidRPr="00145FA5" w:rsidRDefault="00E87646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Employee ID</w:t>
            </w:r>
          </w:p>
        </w:tc>
        <w:tc>
          <w:tcPr>
            <w:tcW w:w="3051" w:type="dxa"/>
            <w:tcBorders>
              <w:top w:val="single" w:sz="12" w:space="0" w:color="7F7F7F" w:themeColor="text1" w:themeTint="80"/>
            </w:tcBorders>
          </w:tcPr>
          <w:p w:rsidR="00E87646" w:rsidRPr="00145FA5" w:rsidRDefault="00E87646"/>
        </w:tc>
        <w:tc>
          <w:tcPr>
            <w:tcW w:w="1754" w:type="dxa"/>
            <w:tcBorders>
              <w:top w:val="single" w:sz="12" w:space="0" w:color="7F7F7F" w:themeColor="text1" w:themeTint="80"/>
            </w:tcBorders>
          </w:tcPr>
          <w:p w:rsidR="00E87646" w:rsidRPr="00145FA5" w:rsidRDefault="00E87646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Employment Date:</w:t>
            </w:r>
          </w:p>
        </w:tc>
        <w:tc>
          <w:tcPr>
            <w:tcW w:w="3240" w:type="dxa"/>
            <w:tcBorders>
              <w:top w:val="single" w:sz="12" w:space="0" w:color="7F7F7F" w:themeColor="text1" w:themeTint="80"/>
            </w:tcBorders>
          </w:tcPr>
          <w:p w:rsidR="00E87646" w:rsidRPr="00145FA5" w:rsidRDefault="00E87646"/>
        </w:tc>
      </w:tr>
      <w:tr w:rsidR="00145FA5" w:rsidRPr="00145FA5" w:rsidTr="002B67CF">
        <w:tc>
          <w:tcPr>
            <w:tcW w:w="2035" w:type="dxa"/>
          </w:tcPr>
          <w:p w:rsidR="005C5A6C" w:rsidRPr="00145FA5" w:rsidRDefault="00E87646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 xml:space="preserve">Supervisor </w:t>
            </w:r>
          </w:p>
        </w:tc>
        <w:tc>
          <w:tcPr>
            <w:tcW w:w="3051" w:type="dxa"/>
          </w:tcPr>
          <w:p w:rsidR="005C5A6C" w:rsidRPr="00145FA5" w:rsidRDefault="005C5A6C"/>
        </w:tc>
        <w:tc>
          <w:tcPr>
            <w:tcW w:w="1754" w:type="dxa"/>
          </w:tcPr>
          <w:p w:rsidR="005C5A6C" w:rsidRPr="00145FA5" w:rsidRDefault="006D3687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Position</w:t>
            </w:r>
          </w:p>
        </w:tc>
        <w:tc>
          <w:tcPr>
            <w:tcW w:w="3240" w:type="dxa"/>
          </w:tcPr>
          <w:p w:rsidR="005C5A6C" w:rsidRPr="00145FA5" w:rsidRDefault="005C5A6C"/>
        </w:tc>
      </w:tr>
      <w:tr w:rsidR="00145FA5" w:rsidRPr="00145FA5" w:rsidTr="002B67CF">
        <w:tc>
          <w:tcPr>
            <w:tcW w:w="2035" w:type="dxa"/>
          </w:tcPr>
          <w:p w:rsidR="00E87646" w:rsidRPr="00145FA5" w:rsidRDefault="00E87646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Job Title</w:t>
            </w:r>
          </w:p>
        </w:tc>
        <w:tc>
          <w:tcPr>
            <w:tcW w:w="3051" w:type="dxa"/>
          </w:tcPr>
          <w:p w:rsidR="00E87646" w:rsidRPr="00145FA5" w:rsidRDefault="00E87646"/>
        </w:tc>
        <w:tc>
          <w:tcPr>
            <w:tcW w:w="1754" w:type="dxa"/>
          </w:tcPr>
          <w:p w:rsidR="00E87646" w:rsidRPr="00145FA5" w:rsidRDefault="00E87646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Position Type</w:t>
            </w:r>
          </w:p>
        </w:tc>
        <w:tc>
          <w:tcPr>
            <w:tcW w:w="3240" w:type="dxa"/>
          </w:tcPr>
          <w:p w:rsidR="00E87646" w:rsidRPr="00145FA5" w:rsidRDefault="00E87646">
            <w:r w:rsidRPr="00145FA5">
              <w:t>[Full time] [Part time] [Other]</w:t>
            </w:r>
          </w:p>
        </w:tc>
      </w:tr>
    </w:tbl>
    <w:p w:rsidR="005C5A6C" w:rsidRPr="00145FA5" w:rsidRDefault="005C5A6C"/>
    <w:tbl>
      <w:tblPr>
        <w:tblStyle w:val="GridTable1Light-Accent1"/>
        <w:tblW w:w="4956" w:type="pct"/>
        <w:tblInd w:w="180" w:type="dxa"/>
        <w:tblBorders>
          <w:bottom w:val="single" w:sz="18" w:space="0" w:color="DFE4DA" w:themeColor="text2" w:themeTint="33"/>
          <w:insideH w:val="single" w:sz="4" w:space="0" w:color="DFE4DA" w:themeColor="text2" w:themeTint="3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2542"/>
        <w:gridCol w:w="2542"/>
        <w:gridCol w:w="2543"/>
        <w:gridCol w:w="2543"/>
      </w:tblGrid>
      <w:tr w:rsidR="00145FA5" w:rsidRPr="00145FA5" w:rsidTr="00145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8" w:type="dxa"/>
            <w:gridSpan w:val="4"/>
            <w:tcBorders>
              <w:bottom w:val="single" w:sz="12" w:space="0" w:color="7F7F7F" w:themeColor="text1" w:themeTint="80"/>
            </w:tcBorders>
          </w:tcPr>
          <w:p w:rsidR="00D1041A" w:rsidRPr="00145FA5" w:rsidRDefault="00D1041A" w:rsidP="00D1041A">
            <w:pPr>
              <w:pStyle w:val="Heading2"/>
              <w:rPr>
                <w:b/>
                <w:bCs w:val="0"/>
                <w:color w:val="auto"/>
              </w:rPr>
            </w:pPr>
            <w:r w:rsidRPr="00145FA5">
              <w:rPr>
                <w:b/>
                <w:color w:val="auto"/>
                <w:sz w:val="24"/>
              </w:rPr>
              <w:t>Type of Separation</w:t>
            </w:r>
          </w:p>
        </w:tc>
      </w:tr>
      <w:tr w:rsidR="00145FA5" w:rsidRPr="00145FA5" w:rsidTr="00145FA5">
        <w:tc>
          <w:tcPr>
            <w:tcW w:w="1008" w:type="dxa"/>
            <w:tcBorders>
              <w:top w:val="single" w:sz="12" w:space="0" w:color="7F7F7F" w:themeColor="text1" w:themeTint="80"/>
            </w:tcBorders>
          </w:tcPr>
          <w:p w:rsidR="00D1041A" w:rsidRPr="00145FA5" w:rsidRDefault="00D1041A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Resignation</w:t>
            </w:r>
          </w:p>
        </w:tc>
        <w:tc>
          <w:tcPr>
            <w:tcW w:w="1008" w:type="dxa"/>
            <w:tcBorders>
              <w:top w:val="single" w:sz="12" w:space="0" w:color="7F7F7F" w:themeColor="text1" w:themeTint="80"/>
            </w:tcBorders>
          </w:tcPr>
          <w:p w:rsidR="00D1041A" w:rsidRPr="00145FA5" w:rsidRDefault="00D1041A" w:rsidP="00D1041A">
            <w:pPr>
              <w:pStyle w:val="Heading2"/>
              <w:rPr>
                <w:color w:val="auto"/>
              </w:rPr>
            </w:pPr>
            <w:r w:rsidRPr="00145FA5">
              <w:rPr>
                <w:color w:val="auto"/>
              </w:rPr>
              <w:t>Termination</w:t>
            </w:r>
          </w:p>
        </w:tc>
        <w:tc>
          <w:tcPr>
            <w:tcW w:w="1008" w:type="dxa"/>
            <w:tcBorders>
              <w:top w:val="single" w:sz="12" w:space="0" w:color="7F7F7F" w:themeColor="text1" w:themeTint="80"/>
            </w:tcBorders>
          </w:tcPr>
          <w:p w:rsidR="00D1041A" w:rsidRPr="00145FA5" w:rsidRDefault="00D1041A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Lay Off</w:t>
            </w:r>
          </w:p>
        </w:tc>
        <w:tc>
          <w:tcPr>
            <w:tcW w:w="1008" w:type="dxa"/>
            <w:tcBorders>
              <w:top w:val="single" w:sz="12" w:space="0" w:color="7F7F7F" w:themeColor="text1" w:themeTint="80"/>
            </w:tcBorders>
          </w:tcPr>
          <w:p w:rsidR="00D1041A" w:rsidRPr="00145FA5" w:rsidRDefault="00D1041A" w:rsidP="00D1041A">
            <w:pPr>
              <w:pStyle w:val="Heading2"/>
              <w:rPr>
                <w:color w:val="auto"/>
              </w:rPr>
            </w:pPr>
            <w:r w:rsidRPr="00145FA5">
              <w:rPr>
                <w:color w:val="auto"/>
              </w:rPr>
              <w:t>Retirement</w:t>
            </w:r>
          </w:p>
        </w:tc>
      </w:tr>
      <w:tr w:rsidR="00145FA5" w:rsidRPr="00145FA5" w:rsidTr="001D7CA6">
        <w:tc>
          <w:tcPr>
            <w:tcW w:w="1008" w:type="dxa"/>
          </w:tcPr>
          <w:p w:rsidR="00D1041A" w:rsidRPr="00145FA5" w:rsidRDefault="00D1041A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Seasonal Lay Off</w:t>
            </w:r>
          </w:p>
        </w:tc>
        <w:tc>
          <w:tcPr>
            <w:tcW w:w="1008" w:type="dxa"/>
          </w:tcPr>
          <w:p w:rsidR="00D1041A" w:rsidRPr="00145FA5" w:rsidRDefault="00D1041A" w:rsidP="00D1041A">
            <w:pPr>
              <w:pStyle w:val="Heading2"/>
              <w:rPr>
                <w:color w:val="auto"/>
              </w:rPr>
            </w:pPr>
            <w:r w:rsidRPr="00145FA5">
              <w:rPr>
                <w:color w:val="auto"/>
              </w:rPr>
              <w:t>Leave of absence</w:t>
            </w:r>
          </w:p>
        </w:tc>
        <w:tc>
          <w:tcPr>
            <w:tcW w:w="1008" w:type="dxa"/>
          </w:tcPr>
          <w:p w:rsidR="00D1041A" w:rsidRPr="00145FA5" w:rsidRDefault="00D1041A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Probationary</w:t>
            </w:r>
          </w:p>
        </w:tc>
        <w:tc>
          <w:tcPr>
            <w:tcW w:w="1008" w:type="dxa"/>
          </w:tcPr>
          <w:p w:rsidR="00D1041A" w:rsidRPr="00145FA5" w:rsidRDefault="00D1041A" w:rsidP="00D1041A">
            <w:pPr>
              <w:pStyle w:val="Heading2"/>
              <w:rPr>
                <w:color w:val="auto"/>
              </w:rPr>
            </w:pPr>
            <w:r w:rsidRPr="00145FA5">
              <w:rPr>
                <w:color w:val="auto"/>
              </w:rPr>
              <w:t>Department Transfer</w:t>
            </w:r>
          </w:p>
        </w:tc>
      </w:tr>
      <w:tr w:rsidR="00145FA5" w:rsidRPr="00145FA5" w:rsidTr="001D7CA6">
        <w:tc>
          <w:tcPr>
            <w:tcW w:w="1008" w:type="dxa"/>
          </w:tcPr>
          <w:p w:rsidR="00D1041A" w:rsidRPr="00145FA5" w:rsidRDefault="00D1041A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Institutional Transfer</w:t>
            </w:r>
          </w:p>
        </w:tc>
        <w:tc>
          <w:tcPr>
            <w:tcW w:w="1008" w:type="dxa"/>
          </w:tcPr>
          <w:p w:rsidR="00D1041A" w:rsidRPr="00145FA5" w:rsidRDefault="00D1041A" w:rsidP="00D1041A">
            <w:pPr>
              <w:pStyle w:val="Heading2"/>
              <w:rPr>
                <w:color w:val="auto"/>
              </w:rPr>
            </w:pPr>
            <w:r w:rsidRPr="00145FA5">
              <w:rPr>
                <w:color w:val="auto"/>
              </w:rPr>
              <w:t>Other</w:t>
            </w:r>
          </w:p>
        </w:tc>
        <w:tc>
          <w:tcPr>
            <w:tcW w:w="1008" w:type="dxa"/>
          </w:tcPr>
          <w:p w:rsidR="00D1041A" w:rsidRPr="00145FA5" w:rsidRDefault="00D1041A" w:rsidP="00A77821">
            <w:pPr>
              <w:pStyle w:val="Heading2"/>
              <w:outlineLvl w:val="1"/>
              <w:rPr>
                <w:color w:val="auto"/>
              </w:rPr>
            </w:pPr>
          </w:p>
        </w:tc>
        <w:tc>
          <w:tcPr>
            <w:tcW w:w="1008" w:type="dxa"/>
          </w:tcPr>
          <w:p w:rsidR="00D1041A" w:rsidRPr="00145FA5" w:rsidRDefault="00D1041A" w:rsidP="00A77821"/>
        </w:tc>
      </w:tr>
    </w:tbl>
    <w:p w:rsidR="005C5A6C" w:rsidRPr="00145FA5" w:rsidRDefault="005C5A6C"/>
    <w:tbl>
      <w:tblPr>
        <w:tblStyle w:val="GridTable1Light-Accent1"/>
        <w:tblW w:w="4956" w:type="pct"/>
        <w:tblInd w:w="180" w:type="dxa"/>
        <w:tblBorders>
          <w:bottom w:val="single" w:sz="18" w:space="0" w:color="DFE4DA" w:themeColor="text2" w:themeTint="33"/>
          <w:insideH w:val="single" w:sz="4" w:space="0" w:color="DFE4DA" w:themeColor="text2" w:themeTint="3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2053"/>
        <w:gridCol w:w="3078"/>
        <w:gridCol w:w="1882"/>
        <w:gridCol w:w="3157"/>
      </w:tblGrid>
      <w:tr w:rsidR="00145FA5" w:rsidRPr="00145FA5" w:rsidTr="00145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80" w:type="dxa"/>
            <w:gridSpan w:val="4"/>
            <w:tcBorders>
              <w:bottom w:val="single" w:sz="12" w:space="0" w:color="7F7F7F" w:themeColor="text1" w:themeTint="80"/>
            </w:tcBorders>
          </w:tcPr>
          <w:p w:rsidR="00CE39F6" w:rsidRPr="00145FA5" w:rsidRDefault="00CE39F6" w:rsidP="00A77821">
            <w:pPr>
              <w:pStyle w:val="Heading2"/>
              <w:rPr>
                <w:b/>
                <w:bCs w:val="0"/>
                <w:color w:val="auto"/>
              </w:rPr>
            </w:pPr>
            <w:r w:rsidRPr="00145FA5">
              <w:rPr>
                <w:b/>
                <w:color w:val="auto"/>
                <w:sz w:val="24"/>
              </w:rPr>
              <w:t>Contact Information</w:t>
            </w:r>
          </w:p>
        </w:tc>
      </w:tr>
      <w:tr w:rsidR="00145FA5" w:rsidRPr="00145FA5" w:rsidTr="00145FA5">
        <w:tc>
          <w:tcPr>
            <w:tcW w:w="2035" w:type="dxa"/>
            <w:tcBorders>
              <w:top w:val="single" w:sz="12" w:space="0" w:color="7F7F7F" w:themeColor="text1" w:themeTint="80"/>
            </w:tcBorders>
          </w:tcPr>
          <w:p w:rsidR="00CE39F6" w:rsidRPr="00145FA5" w:rsidRDefault="00CE39F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Mailing address</w:t>
            </w:r>
          </w:p>
        </w:tc>
        <w:tc>
          <w:tcPr>
            <w:tcW w:w="3051" w:type="dxa"/>
            <w:tcBorders>
              <w:top w:val="single" w:sz="12" w:space="0" w:color="7F7F7F" w:themeColor="text1" w:themeTint="80"/>
            </w:tcBorders>
          </w:tcPr>
          <w:p w:rsidR="00CE39F6" w:rsidRPr="00145FA5" w:rsidRDefault="00CE39F6" w:rsidP="00A77821">
            <w:pPr>
              <w:pStyle w:val="Heading2"/>
              <w:rPr>
                <w:color w:val="auto"/>
              </w:rPr>
            </w:pPr>
          </w:p>
        </w:tc>
        <w:tc>
          <w:tcPr>
            <w:tcW w:w="1865" w:type="dxa"/>
            <w:tcBorders>
              <w:top w:val="single" w:sz="12" w:space="0" w:color="7F7F7F" w:themeColor="text1" w:themeTint="80"/>
            </w:tcBorders>
          </w:tcPr>
          <w:p w:rsidR="00CE39F6" w:rsidRPr="00145FA5" w:rsidRDefault="00CE39F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Address</w:t>
            </w:r>
          </w:p>
        </w:tc>
        <w:tc>
          <w:tcPr>
            <w:tcW w:w="3129" w:type="dxa"/>
            <w:tcBorders>
              <w:top w:val="single" w:sz="12" w:space="0" w:color="7F7F7F" w:themeColor="text1" w:themeTint="80"/>
            </w:tcBorders>
          </w:tcPr>
          <w:p w:rsidR="00CE39F6" w:rsidRPr="00145FA5" w:rsidRDefault="00CE39F6" w:rsidP="00A77821">
            <w:pPr>
              <w:pStyle w:val="Heading2"/>
              <w:rPr>
                <w:color w:val="auto"/>
              </w:rPr>
            </w:pPr>
          </w:p>
        </w:tc>
      </w:tr>
      <w:tr w:rsidR="00145FA5" w:rsidRPr="00145FA5" w:rsidTr="002B67CF">
        <w:tc>
          <w:tcPr>
            <w:tcW w:w="2035" w:type="dxa"/>
          </w:tcPr>
          <w:p w:rsidR="00CE39F6" w:rsidRPr="00145FA5" w:rsidRDefault="00CE39F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City, ST ZIP Code</w:t>
            </w:r>
          </w:p>
        </w:tc>
        <w:tc>
          <w:tcPr>
            <w:tcW w:w="3051" w:type="dxa"/>
          </w:tcPr>
          <w:p w:rsidR="00CE39F6" w:rsidRPr="00145FA5" w:rsidRDefault="00CE39F6" w:rsidP="00A77821">
            <w:pPr>
              <w:pStyle w:val="Heading2"/>
              <w:rPr>
                <w:color w:val="auto"/>
              </w:rPr>
            </w:pPr>
          </w:p>
        </w:tc>
        <w:tc>
          <w:tcPr>
            <w:tcW w:w="1865" w:type="dxa"/>
          </w:tcPr>
          <w:p w:rsidR="00CE39F6" w:rsidRPr="00145FA5" w:rsidRDefault="00CE39F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Contact</w:t>
            </w:r>
          </w:p>
        </w:tc>
        <w:tc>
          <w:tcPr>
            <w:tcW w:w="3129" w:type="dxa"/>
          </w:tcPr>
          <w:p w:rsidR="00CE39F6" w:rsidRPr="00145FA5" w:rsidRDefault="00CE39F6" w:rsidP="00A77821">
            <w:pPr>
              <w:pStyle w:val="Heading2"/>
              <w:rPr>
                <w:color w:val="auto"/>
              </w:rPr>
            </w:pPr>
            <w:r w:rsidRPr="00145FA5">
              <w:rPr>
                <w:color w:val="auto"/>
              </w:rPr>
              <w:t>Cell/Home</w:t>
            </w:r>
          </w:p>
        </w:tc>
      </w:tr>
      <w:tr w:rsidR="00145FA5" w:rsidRPr="00145FA5" w:rsidTr="002B67CF">
        <w:tc>
          <w:tcPr>
            <w:tcW w:w="2035" w:type="dxa"/>
          </w:tcPr>
          <w:p w:rsidR="00CE39F6" w:rsidRPr="00145FA5" w:rsidRDefault="00BC0E08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Separation Date:</w:t>
            </w:r>
          </w:p>
        </w:tc>
        <w:tc>
          <w:tcPr>
            <w:tcW w:w="3051" w:type="dxa"/>
          </w:tcPr>
          <w:p w:rsidR="00CE39F6" w:rsidRPr="00145FA5" w:rsidRDefault="00CE39F6" w:rsidP="00A77821">
            <w:pPr>
              <w:pStyle w:val="Heading2"/>
              <w:rPr>
                <w:color w:val="auto"/>
              </w:rPr>
            </w:pPr>
          </w:p>
        </w:tc>
        <w:tc>
          <w:tcPr>
            <w:tcW w:w="1865" w:type="dxa"/>
          </w:tcPr>
          <w:p w:rsidR="00CE39F6" w:rsidRPr="00145FA5" w:rsidRDefault="00CE39F6" w:rsidP="00A77821">
            <w:pPr>
              <w:pStyle w:val="Heading2"/>
              <w:outlineLvl w:val="1"/>
              <w:rPr>
                <w:color w:val="auto"/>
              </w:rPr>
            </w:pPr>
          </w:p>
        </w:tc>
        <w:tc>
          <w:tcPr>
            <w:tcW w:w="3129" w:type="dxa"/>
          </w:tcPr>
          <w:p w:rsidR="00CE39F6" w:rsidRPr="00145FA5" w:rsidRDefault="00CE39F6" w:rsidP="00A77821"/>
        </w:tc>
      </w:tr>
    </w:tbl>
    <w:p w:rsidR="00CE39F6" w:rsidRPr="00145FA5" w:rsidRDefault="00CE39F6"/>
    <w:tbl>
      <w:tblPr>
        <w:tblStyle w:val="GridTable1Light-Accent1"/>
        <w:tblW w:w="4956" w:type="pct"/>
        <w:tblInd w:w="180" w:type="dxa"/>
        <w:tblBorders>
          <w:bottom w:val="single" w:sz="18" w:space="0" w:color="DFE4DA" w:themeColor="text2" w:themeTint="33"/>
          <w:insideH w:val="single" w:sz="4" w:space="0" w:color="DFE4DA" w:themeColor="text2" w:themeTint="3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2542"/>
        <w:gridCol w:w="2542"/>
        <w:gridCol w:w="2543"/>
        <w:gridCol w:w="2543"/>
      </w:tblGrid>
      <w:tr w:rsidR="00145FA5" w:rsidRPr="00145FA5" w:rsidTr="00145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8" w:type="dxa"/>
            <w:gridSpan w:val="4"/>
            <w:tcBorders>
              <w:bottom w:val="single" w:sz="12" w:space="0" w:color="7F7F7F" w:themeColor="text1" w:themeTint="80"/>
            </w:tcBorders>
          </w:tcPr>
          <w:p w:rsidR="00133E16" w:rsidRPr="00145FA5" w:rsidRDefault="00133E16" w:rsidP="00A77821">
            <w:pPr>
              <w:pStyle w:val="Heading2"/>
              <w:rPr>
                <w:b/>
                <w:bCs w:val="0"/>
                <w:color w:val="auto"/>
              </w:rPr>
            </w:pPr>
            <w:r w:rsidRPr="00145FA5">
              <w:rPr>
                <w:b/>
                <w:color w:val="auto"/>
                <w:sz w:val="24"/>
              </w:rPr>
              <w:t>Employee Responsibilities</w:t>
            </w:r>
          </w:p>
        </w:tc>
      </w:tr>
      <w:tr w:rsidR="00145FA5" w:rsidRPr="00145FA5" w:rsidTr="00145FA5">
        <w:tc>
          <w:tcPr>
            <w:tcW w:w="1008" w:type="dxa"/>
            <w:gridSpan w:val="4"/>
            <w:tcBorders>
              <w:top w:val="single" w:sz="12" w:space="0" w:color="7F7F7F" w:themeColor="text1" w:themeTint="80"/>
            </w:tcBorders>
          </w:tcPr>
          <w:p w:rsidR="00133E16" w:rsidRPr="00145FA5" w:rsidRDefault="00133E16" w:rsidP="00A77821">
            <w:pPr>
              <w:pStyle w:val="Heading2"/>
              <w:rPr>
                <w:color w:val="auto"/>
              </w:rPr>
            </w:pPr>
            <w:r w:rsidRPr="00145FA5">
              <w:rPr>
                <w:color w:val="auto"/>
              </w:rPr>
              <w:t>I have surrendered all [Tick that apply] which were entrusted to me during my employment</w:t>
            </w:r>
          </w:p>
        </w:tc>
      </w:tr>
      <w:tr w:rsidR="00145FA5" w:rsidRPr="00145FA5" w:rsidTr="001D7CA6"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Company ID Badge</w:t>
            </w:r>
          </w:p>
        </w:tc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rPr>
                <w:color w:val="auto"/>
              </w:rPr>
            </w:pPr>
            <w:r w:rsidRPr="00145FA5">
              <w:rPr>
                <w:color w:val="auto"/>
              </w:rPr>
              <w:t>Cell Phone</w:t>
            </w:r>
          </w:p>
        </w:tc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Vehicle Gas Card</w:t>
            </w:r>
          </w:p>
        </w:tc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rPr>
                <w:color w:val="auto"/>
              </w:rPr>
            </w:pPr>
            <w:r w:rsidRPr="00145FA5">
              <w:rPr>
                <w:color w:val="auto"/>
              </w:rPr>
              <w:t>Vehicle</w:t>
            </w:r>
          </w:p>
        </w:tc>
      </w:tr>
      <w:tr w:rsidR="00145FA5" w:rsidRPr="00145FA5" w:rsidTr="001D7CA6"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Technician Tools</w:t>
            </w:r>
          </w:p>
        </w:tc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rPr>
                <w:color w:val="auto"/>
              </w:rPr>
            </w:pPr>
            <w:r w:rsidRPr="00145FA5">
              <w:rPr>
                <w:color w:val="auto"/>
              </w:rPr>
              <w:t>Building Keys</w:t>
            </w:r>
          </w:p>
        </w:tc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Personal Computer</w:t>
            </w:r>
          </w:p>
        </w:tc>
        <w:tc>
          <w:tcPr>
            <w:tcW w:w="1008" w:type="dxa"/>
          </w:tcPr>
          <w:p w:rsidR="00133E16" w:rsidRPr="00145FA5" w:rsidRDefault="00133E16" w:rsidP="00133E16">
            <w:pPr>
              <w:pStyle w:val="Heading2"/>
              <w:rPr>
                <w:color w:val="auto"/>
              </w:rPr>
            </w:pPr>
            <w:r w:rsidRPr="00145FA5">
              <w:rPr>
                <w:color w:val="auto"/>
              </w:rPr>
              <w:t>Maintenance Tools</w:t>
            </w:r>
          </w:p>
        </w:tc>
      </w:tr>
      <w:tr w:rsidR="00145FA5" w:rsidRPr="00145FA5" w:rsidTr="001D7CA6"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Inventorial Property</w:t>
            </w:r>
          </w:p>
        </w:tc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Laptop/Notebook</w:t>
            </w:r>
          </w:p>
        </w:tc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Computer Equipment</w:t>
            </w:r>
          </w:p>
        </w:tc>
        <w:tc>
          <w:tcPr>
            <w:tcW w:w="1008" w:type="dxa"/>
          </w:tcPr>
          <w:p w:rsidR="00133E16" w:rsidRPr="00145FA5" w:rsidRDefault="00133E16" w:rsidP="00133E16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Manuals</w:t>
            </w:r>
          </w:p>
        </w:tc>
      </w:tr>
      <w:tr w:rsidR="00145FA5" w:rsidRPr="00145FA5" w:rsidTr="001D7CA6"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Vehicle Keys</w:t>
            </w:r>
          </w:p>
        </w:tc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Other</w:t>
            </w:r>
          </w:p>
        </w:tc>
        <w:tc>
          <w:tcPr>
            <w:tcW w:w="1008" w:type="dxa"/>
          </w:tcPr>
          <w:p w:rsidR="00133E16" w:rsidRPr="00145FA5" w:rsidRDefault="00133E16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Other</w:t>
            </w:r>
          </w:p>
        </w:tc>
        <w:tc>
          <w:tcPr>
            <w:tcW w:w="1008" w:type="dxa"/>
          </w:tcPr>
          <w:p w:rsidR="00133E16" w:rsidRPr="00145FA5" w:rsidRDefault="00133E16" w:rsidP="00133E16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Other</w:t>
            </w:r>
          </w:p>
        </w:tc>
      </w:tr>
    </w:tbl>
    <w:p w:rsidR="00133E16" w:rsidRPr="00145FA5" w:rsidRDefault="00302F98" w:rsidP="00302F98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145FA5">
        <w:rPr>
          <w:rFonts w:ascii="Calibri" w:hAnsi="Calibri" w:cs="Calibri"/>
        </w:rPr>
        <w:t>I understand that my [COMPANY] email address will be deactivated the day after my last official work day and I have notified appropriate email contacts of this change.</w:t>
      </w:r>
    </w:p>
    <w:p w:rsidR="00302F98" w:rsidRPr="00145FA5" w:rsidRDefault="00302F98" w:rsidP="00302F98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145FA5">
        <w:rPr>
          <w:rFonts w:ascii="Calibri" w:hAnsi="Calibri" w:cs="Calibri"/>
        </w:rPr>
        <w:t>I have cleared all matters pertaining to petty cash funds and state expenditures.  I understand that if I owe any outstanding monies it may be withheld from my final paycheck.</w:t>
      </w:r>
    </w:p>
    <w:p w:rsidR="00302F98" w:rsidRPr="00145FA5" w:rsidRDefault="00302F98" w:rsidP="00302F98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145FA5">
        <w:rPr>
          <w:rFonts w:ascii="Calibri" w:hAnsi="Calibri" w:cs="Calibri"/>
        </w:rPr>
        <w:t>I have been informed of the option of converting my Health and/or Life Insurance to a Private Plan [if applicable]</w:t>
      </w:r>
    </w:p>
    <w:p w:rsidR="00302F98" w:rsidRPr="00145FA5" w:rsidRDefault="00302F98" w:rsidP="00302F98"/>
    <w:tbl>
      <w:tblPr>
        <w:tblStyle w:val="GridTable1Light-Accent1"/>
        <w:tblW w:w="4956" w:type="pct"/>
        <w:tblInd w:w="180" w:type="dxa"/>
        <w:tblBorders>
          <w:bottom w:val="single" w:sz="18" w:space="0" w:color="DFE4DA" w:themeColor="text2" w:themeTint="33"/>
          <w:insideH w:val="single" w:sz="4" w:space="0" w:color="DFE4DA" w:themeColor="text2" w:themeTint="3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4356"/>
        <w:gridCol w:w="2540"/>
        <w:gridCol w:w="2178"/>
        <w:gridCol w:w="1096"/>
      </w:tblGrid>
      <w:tr w:rsidR="00145FA5" w:rsidRPr="00145FA5" w:rsidTr="00145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70" w:type="dxa"/>
            <w:gridSpan w:val="4"/>
            <w:tcBorders>
              <w:bottom w:val="single" w:sz="12" w:space="0" w:color="7F7F7F" w:themeColor="text1" w:themeTint="80"/>
            </w:tcBorders>
          </w:tcPr>
          <w:p w:rsidR="00302F98" w:rsidRPr="00145FA5" w:rsidRDefault="00302F98" w:rsidP="00A77821">
            <w:pPr>
              <w:pStyle w:val="Heading2"/>
              <w:rPr>
                <w:b/>
                <w:bCs w:val="0"/>
                <w:color w:val="auto"/>
              </w:rPr>
            </w:pPr>
            <w:r w:rsidRPr="00145FA5">
              <w:rPr>
                <w:b/>
                <w:color w:val="auto"/>
                <w:sz w:val="24"/>
              </w:rPr>
              <w:t>Supervisor [Tick to approve]</w:t>
            </w:r>
          </w:p>
        </w:tc>
      </w:tr>
      <w:tr w:rsidR="00145FA5" w:rsidRPr="00145FA5" w:rsidTr="00145FA5">
        <w:tc>
          <w:tcPr>
            <w:tcW w:w="4356" w:type="dxa"/>
            <w:tcBorders>
              <w:top w:val="single" w:sz="12" w:space="0" w:color="7F7F7F" w:themeColor="text1" w:themeTint="80"/>
            </w:tcBorders>
          </w:tcPr>
          <w:p w:rsidR="00302F98" w:rsidRPr="00145FA5" w:rsidRDefault="00302F98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Final Time Card Approved?</w:t>
            </w:r>
          </w:p>
        </w:tc>
        <w:tc>
          <w:tcPr>
            <w:tcW w:w="2540" w:type="dxa"/>
            <w:tcBorders>
              <w:top w:val="single" w:sz="12" w:space="0" w:color="7F7F7F" w:themeColor="text1" w:themeTint="80"/>
            </w:tcBorders>
          </w:tcPr>
          <w:p w:rsidR="00302F98" w:rsidRPr="00145FA5" w:rsidRDefault="00302F98" w:rsidP="00A77821">
            <w:pPr>
              <w:pStyle w:val="Heading2"/>
              <w:rPr>
                <w:color w:val="auto"/>
              </w:rPr>
            </w:pPr>
          </w:p>
        </w:tc>
        <w:tc>
          <w:tcPr>
            <w:tcW w:w="2178" w:type="dxa"/>
            <w:tcBorders>
              <w:top w:val="single" w:sz="12" w:space="0" w:color="7F7F7F" w:themeColor="text1" w:themeTint="80"/>
            </w:tcBorders>
          </w:tcPr>
          <w:p w:rsidR="00302F98" w:rsidRPr="00145FA5" w:rsidRDefault="00302F98" w:rsidP="00A77821">
            <w:pPr>
              <w:pStyle w:val="Heading2"/>
              <w:outlineLvl w:val="1"/>
              <w:rPr>
                <w:color w:val="auto"/>
              </w:rPr>
            </w:pPr>
          </w:p>
        </w:tc>
        <w:tc>
          <w:tcPr>
            <w:tcW w:w="1096" w:type="dxa"/>
            <w:tcBorders>
              <w:top w:val="single" w:sz="12" w:space="0" w:color="7F7F7F" w:themeColor="text1" w:themeTint="80"/>
            </w:tcBorders>
          </w:tcPr>
          <w:p w:rsidR="00302F98" w:rsidRPr="00145FA5" w:rsidRDefault="00302F98" w:rsidP="00A77821">
            <w:pPr>
              <w:pStyle w:val="Heading2"/>
              <w:rPr>
                <w:color w:val="auto"/>
              </w:rPr>
            </w:pPr>
          </w:p>
        </w:tc>
      </w:tr>
      <w:tr w:rsidR="00145FA5" w:rsidRPr="00145FA5" w:rsidTr="002B67CF">
        <w:tc>
          <w:tcPr>
            <w:tcW w:w="4356" w:type="dxa"/>
          </w:tcPr>
          <w:p w:rsidR="00302F98" w:rsidRPr="00145FA5" w:rsidRDefault="00302F98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Employee Resignation Letter Received?</w:t>
            </w:r>
          </w:p>
        </w:tc>
        <w:tc>
          <w:tcPr>
            <w:tcW w:w="2540" w:type="dxa"/>
          </w:tcPr>
          <w:p w:rsidR="00302F98" w:rsidRPr="00145FA5" w:rsidRDefault="00302F98" w:rsidP="00A77821">
            <w:pPr>
              <w:pStyle w:val="Heading2"/>
              <w:rPr>
                <w:color w:val="auto"/>
              </w:rPr>
            </w:pPr>
          </w:p>
        </w:tc>
        <w:tc>
          <w:tcPr>
            <w:tcW w:w="2178" w:type="dxa"/>
          </w:tcPr>
          <w:p w:rsidR="00302F98" w:rsidRPr="00145FA5" w:rsidRDefault="00302F98" w:rsidP="00A77821">
            <w:pPr>
              <w:pStyle w:val="Heading2"/>
              <w:outlineLvl w:val="1"/>
              <w:rPr>
                <w:color w:val="auto"/>
              </w:rPr>
            </w:pPr>
          </w:p>
        </w:tc>
        <w:tc>
          <w:tcPr>
            <w:tcW w:w="1096" w:type="dxa"/>
          </w:tcPr>
          <w:p w:rsidR="00302F98" w:rsidRPr="00145FA5" w:rsidRDefault="00302F98" w:rsidP="00A77821">
            <w:pPr>
              <w:pStyle w:val="Heading2"/>
              <w:rPr>
                <w:color w:val="auto"/>
              </w:rPr>
            </w:pPr>
          </w:p>
        </w:tc>
      </w:tr>
      <w:tr w:rsidR="00145FA5" w:rsidRPr="00145FA5" w:rsidTr="002B67CF">
        <w:tc>
          <w:tcPr>
            <w:tcW w:w="10170" w:type="dxa"/>
            <w:gridSpan w:val="4"/>
          </w:tcPr>
          <w:p w:rsidR="00302F98" w:rsidRPr="00145FA5" w:rsidRDefault="00302F98" w:rsidP="00A77821">
            <w:pPr>
              <w:rPr>
                <w:rFonts w:ascii="Calibri" w:hAnsi="Calibri" w:cs="Calibri"/>
              </w:rPr>
            </w:pPr>
            <w:r w:rsidRPr="00145FA5">
              <w:rPr>
                <w:rFonts w:ascii="Calibri" w:hAnsi="Calibri" w:cs="Calibri"/>
              </w:rPr>
              <w:t>Notifying the following department(s) to delete the relevant information as per rules &amp; regulations.</w:t>
            </w:r>
          </w:p>
        </w:tc>
      </w:tr>
      <w:tr w:rsidR="00145FA5" w:rsidRPr="00145FA5" w:rsidTr="002B67CF">
        <w:tc>
          <w:tcPr>
            <w:tcW w:w="4356" w:type="dxa"/>
          </w:tcPr>
          <w:p w:rsidR="00302F98" w:rsidRPr="00145FA5" w:rsidRDefault="00302F98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IT Department [Delete access to server]</w:t>
            </w:r>
          </w:p>
        </w:tc>
        <w:tc>
          <w:tcPr>
            <w:tcW w:w="4718" w:type="dxa"/>
            <w:gridSpan w:val="2"/>
          </w:tcPr>
          <w:p w:rsidR="00302F98" w:rsidRPr="00145FA5" w:rsidRDefault="00302F98" w:rsidP="00A77821">
            <w:pPr>
              <w:pStyle w:val="Heading2"/>
              <w:outlineLvl w:val="1"/>
              <w:rPr>
                <w:color w:val="auto"/>
              </w:rPr>
            </w:pPr>
            <w:r w:rsidRPr="00145FA5">
              <w:rPr>
                <w:color w:val="auto"/>
              </w:rPr>
              <w:t>HR Department [ To update payroll]</w:t>
            </w:r>
          </w:p>
        </w:tc>
        <w:tc>
          <w:tcPr>
            <w:tcW w:w="1096" w:type="dxa"/>
          </w:tcPr>
          <w:p w:rsidR="00302F98" w:rsidRPr="00145FA5" w:rsidRDefault="00302F98" w:rsidP="00A77821"/>
        </w:tc>
      </w:tr>
    </w:tbl>
    <w:p w:rsidR="00302F98" w:rsidRPr="00145FA5" w:rsidRDefault="00302F98" w:rsidP="00302F98"/>
    <w:p w:rsidR="00EE1CB2" w:rsidRPr="00145FA5" w:rsidRDefault="00EE1CB2" w:rsidP="00302F98"/>
    <w:tbl>
      <w:tblPr>
        <w:tblStyle w:val="TableGrid"/>
        <w:tblW w:w="0" w:type="auto"/>
        <w:tblInd w:w="18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8"/>
        <w:gridCol w:w="1662"/>
        <w:gridCol w:w="1900"/>
        <w:gridCol w:w="2138"/>
        <w:gridCol w:w="1722"/>
      </w:tblGrid>
      <w:tr w:rsidR="001B23BD" w:rsidRPr="001B23BD" w:rsidTr="002B67CF">
        <w:tc>
          <w:tcPr>
            <w:tcW w:w="2118" w:type="dxa"/>
          </w:tcPr>
          <w:p w:rsidR="00EE1CB2" w:rsidRPr="001B23BD" w:rsidRDefault="00EE1CB2" w:rsidP="001B23BD">
            <w:pPr>
              <w:pStyle w:val="Heading2"/>
              <w:rPr>
                <w:color w:val="auto"/>
              </w:rPr>
            </w:pPr>
            <w:r w:rsidRPr="001B23BD">
              <w:rPr>
                <w:color w:val="auto"/>
              </w:rPr>
              <w:t>Employee Signature</w:t>
            </w:r>
          </w:p>
        </w:tc>
        <w:tc>
          <w:tcPr>
            <w:tcW w:w="1662" w:type="dxa"/>
          </w:tcPr>
          <w:p w:rsidR="00EE1CB2" w:rsidRPr="001B23BD" w:rsidRDefault="00EE1CB2" w:rsidP="000D56F9">
            <w:pPr>
              <w:pStyle w:val="Heading2"/>
              <w:jc w:val="center"/>
              <w:rPr>
                <w:color w:val="auto"/>
              </w:rPr>
            </w:pPr>
            <w:r w:rsidRPr="001B23BD">
              <w:rPr>
                <w:color w:val="auto"/>
              </w:rPr>
              <w:t>[Date]</w:t>
            </w: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EE1CB2" w:rsidRPr="001B23BD" w:rsidRDefault="00EE1CB2" w:rsidP="001B23BD">
            <w:pPr>
              <w:pStyle w:val="Heading2"/>
              <w:rPr>
                <w:color w:val="auto"/>
              </w:rPr>
            </w:pPr>
          </w:p>
        </w:tc>
        <w:tc>
          <w:tcPr>
            <w:tcW w:w="2138" w:type="dxa"/>
          </w:tcPr>
          <w:p w:rsidR="00EE1CB2" w:rsidRPr="001B23BD" w:rsidRDefault="00EE1CB2" w:rsidP="001B23BD">
            <w:pPr>
              <w:pStyle w:val="Heading2"/>
              <w:rPr>
                <w:color w:val="auto"/>
              </w:rPr>
            </w:pPr>
            <w:r w:rsidRPr="001B23BD">
              <w:rPr>
                <w:color w:val="auto"/>
              </w:rPr>
              <w:t>Supervisor Signature</w:t>
            </w:r>
          </w:p>
        </w:tc>
        <w:tc>
          <w:tcPr>
            <w:tcW w:w="1722" w:type="dxa"/>
          </w:tcPr>
          <w:p w:rsidR="00EE1CB2" w:rsidRPr="001B23BD" w:rsidRDefault="00EE1CB2" w:rsidP="000D56F9">
            <w:pPr>
              <w:pStyle w:val="Heading2"/>
              <w:jc w:val="center"/>
              <w:rPr>
                <w:color w:val="auto"/>
              </w:rPr>
            </w:pPr>
            <w:r w:rsidRPr="001B23BD">
              <w:rPr>
                <w:color w:val="auto"/>
              </w:rPr>
              <w:t>[Date]</w:t>
            </w:r>
          </w:p>
        </w:tc>
      </w:tr>
    </w:tbl>
    <w:p w:rsidR="00EE1CB2" w:rsidRPr="00145FA5" w:rsidRDefault="00EE1CB2" w:rsidP="00302F98">
      <w:bookmarkStart w:id="0" w:name="_GoBack"/>
      <w:bookmarkEnd w:id="0"/>
    </w:p>
    <w:sectPr w:rsidR="00EE1CB2" w:rsidRPr="00145FA5" w:rsidSect="002B67CF">
      <w:footerReference w:type="default" r:id="rId8"/>
      <w:pgSz w:w="12240" w:h="15840"/>
      <w:pgMar w:top="450" w:right="1170" w:bottom="5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687" w:rsidRDefault="006D3687">
      <w:pPr>
        <w:spacing w:after="0"/>
      </w:pPr>
      <w:r>
        <w:separator/>
      </w:r>
    </w:p>
  </w:endnote>
  <w:endnote w:type="continuationSeparator" w:id="0">
    <w:p w:rsidR="006D3687" w:rsidRDefault="006D36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A6C" w:rsidRDefault="006D3687">
    <w:pPr>
      <w:pStyle w:val="Footer"/>
      <w:spacing w:after="0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687" w:rsidRDefault="006D3687">
      <w:pPr>
        <w:spacing w:after="0"/>
      </w:pPr>
      <w:r>
        <w:separator/>
      </w:r>
    </w:p>
  </w:footnote>
  <w:footnote w:type="continuationSeparator" w:id="0">
    <w:p w:rsidR="006D3687" w:rsidRDefault="006D368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0B2BE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5C6B2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F328D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5063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2BC73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D687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D2E7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4AC2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866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5C5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0B476F"/>
    <w:multiLevelType w:val="hybridMultilevel"/>
    <w:tmpl w:val="70EC9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C5FD1"/>
    <w:multiLevelType w:val="hybridMultilevel"/>
    <w:tmpl w:val="22C0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3770B"/>
    <w:multiLevelType w:val="hybridMultilevel"/>
    <w:tmpl w:val="5090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46"/>
    <w:rsid w:val="000D56F9"/>
    <w:rsid w:val="00133E16"/>
    <w:rsid w:val="00145FA5"/>
    <w:rsid w:val="001B23BD"/>
    <w:rsid w:val="001D7CA6"/>
    <w:rsid w:val="002B67CF"/>
    <w:rsid w:val="00302F98"/>
    <w:rsid w:val="005C5A6C"/>
    <w:rsid w:val="00634E00"/>
    <w:rsid w:val="006D3687"/>
    <w:rsid w:val="006F058C"/>
    <w:rsid w:val="00BC0E08"/>
    <w:rsid w:val="00CE39F6"/>
    <w:rsid w:val="00D1041A"/>
    <w:rsid w:val="00E87646"/>
    <w:rsid w:val="00EE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2099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60" w:after="60"/>
    </w:pPr>
    <w:rPr>
      <w:sz w:val="18"/>
      <w:szCs w:val="18"/>
    </w:rPr>
  </w:style>
  <w:style w:type="paragraph" w:styleId="Heading1">
    <w:name w:val="heading 1"/>
    <w:basedOn w:val="Normal"/>
    <w:next w:val="Normal"/>
    <w:qFormat/>
    <w:pPr>
      <w:spacing w:before="360"/>
      <w:outlineLvl w:val="0"/>
    </w:pPr>
    <w:rPr>
      <w:rFonts w:asciiTheme="majorHAnsi" w:eastAsiaTheme="majorEastAsia" w:hAnsiTheme="majorHAnsi" w:cstheme="majorBidi"/>
      <w:b/>
      <w:bCs/>
      <w:color w:val="BD582C" w:themeColor="accent2"/>
      <w:kern w:val="28"/>
      <w:sz w:val="32"/>
      <w:szCs w:val="32"/>
    </w:rPr>
  </w:style>
  <w:style w:type="paragraph" w:styleId="Heading2">
    <w:name w:val="heading 2"/>
    <w:basedOn w:val="Normal"/>
    <w:next w:val="Normal"/>
    <w:unhideWhenUsed/>
    <w:qFormat/>
    <w:pPr>
      <w:spacing w:after="40"/>
      <w:outlineLvl w:val="1"/>
    </w:pPr>
    <w:rPr>
      <w:rFonts w:asciiTheme="majorHAnsi" w:eastAsiaTheme="majorEastAsia" w:hAnsiTheme="majorHAnsi" w:cstheme="majorBidi"/>
      <w:color w:val="637052" w:themeColor="text2"/>
      <w:kern w:val="22"/>
      <w14:ligatures w14:val="standard"/>
    </w:rPr>
  </w:style>
  <w:style w:type="paragraph" w:styleId="Heading3">
    <w:name w:val="heading 3"/>
    <w:basedOn w:val="Heading2"/>
    <w:next w:val="Normal"/>
    <w:link w:val="Heading3Char"/>
    <w:uiPriority w:val="9"/>
    <w:unhideWhenUsed/>
    <w:pPr>
      <w:ind w:left="216" w:right="144"/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  <w:rPr>
      <w:color w:val="644030" w:themeColor="accent3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/>
      <w:outlineLvl w:val="7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E4831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spacing w:before="80" w:after="80"/>
      <w:jc w:val="right"/>
    </w:pPr>
    <w:rPr>
      <w:color w:val="637052" w:themeColor="text2"/>
    </w:rPr>
  </w:style>
  <w:style w:type="character" w:customStyle="1" w:styleId="FooterChar">
    <w:name w:val="Footer Char"/>
    <w:basedOn w:val="DefaultParagraphFont"/>
    <w:link w:val="Footer"/>
    <w:uiPriority w:val="1"/>
    <w:rPr>
      <w:color w:val="637052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637052" w:themeColor="text2"/>
      <w:kern w:val="22"/>
      <w:sz w:val="18"/>
      <w:szCs w:val="18"/>
      <w14:ligatures w14:val="standard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olor w:val="644030" w:themeColor="accent3" w:themeShade="BF"/>
      <w:kern w:val="22"/>
      <w:sz w:val="18"/>
      <w:szCs w:val="18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8"/>
      <w:szCs w:val="18"/>
    </w:rPr>
  </w:style>
  <w:style w:type="paragraph" w:customStyle="1" w:styleId="Logo">
    <w:name w:val="Logo"/>
    <w:basedOn w:val="Normal"/>
    <w:qFormat/>
    <w:pPr>
      <w:spacing w:after="0"/>
      <w:jc w:val="center"/>
    </w:pPr>
  </w:style>
  <w:style w:type="paragraph" w:customStyle="1" w:styleId="Numbers">
    <w:name w:val="Numbers"/>
    <w:basedOn w:val="Normal"/>
    <w:qFormat/>
    <w:pPr>
      <w:ind w:right="216"/>
      <w:jc w:val="right"/>
    </w:pPr>
    <w:rPr>
      <w:rFonts w:asciiTheme="majorHAnsi" w:eastAsiaTheme="majorEastAsia" w:hAnsiTheme="majorHAnsi" w:cstheme="majorBidi"/>
      <w:color w:val="637052" w:themeColor="text2"/>
      <w:kern w:val="22"/>
      <w14:ligatures w14:val="standard"/>
    </w:rPr>
  </w:style>
  <w:style w:type="paragraph" w:styleId="NoSpacing">
    <w:name w:val="No Spacing"/>
    <w:uiPriority w:val="1"/>
    <w:semiHidden/>
    <w:unhideWhenUsed/>
    <w:qFormat/>
    <w:rPr>
      <w:sz w:val="20"/>
      <w:szCs w:val="20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Company">
    <w:name w:val="Company"/>
    <w:basedOn w:val="Normal"/>
    <w:qFormat/>
    <w:pPr>
      <w:jc w:val="center"/>
    </w:pPr>
    <w:rPr>
      <w:rFonts w:asciiTheme="majorHAnsi" w:eastAsiaTheme="majorEastAsia" w:hAnsiTheme="majorHAnsi" w:cstheme="majorBidi"/>
      <w:b/>
      <w:bCs/>
      <w:color w:val="637052" w:themeColor="text2"/>
      <w:sz w:val="32"/>
      <w:szCs w:val="32"/>
    </w:rPr>
  </w:style>
  <w:style w:type="paragraph" w:styleId="List">
    <w:name w:val="List"/>
    <w:basedOn w:val="Normal"/>
    <w:unhideWhenUsed/>
    <w:qFormat/>
    <w:pPr>
      <w:spacing w:before="40"/>
    </w:pPr>
    <w:rPr>
      <w:rFonts w:asciiTheme="majorHAnsi" w:eastAsiaTheme="majorEastAsia" w:hAnsiTheme="majorHAnsi" w:cstheme="majorBidi"/>
      <w:color w:val="637052" w:themeColor="text2"/>
      <w:kern w:val="22"/>
      <w14:ligatures w14:val="standard"/>
    </w:rPr>
  </w:style>
  <w:style w:type="paragraph" w:styleId="List2">
    <w:name w:val="List 2"/>
    <w:basedOn w:val="Normal"/>
    <w:unhideWhenUsed/>
    <w:qFormat/>
    <w:pPr>
      <w:ind w:left="216"/>
    </w:pPr>
    <w:rPr>
      <w:rFonts w:asciiTheme="majorHAnsi" w:eastAsiaTheme="majorEastAsia" w:hAnsiTheme="majorHAnsi" w:cstheme="majorBidi"/>
      <w:color w:val="637052" w:themeColor="text2"/>
      <w:kern w:val="22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exit%20interview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E40298C0E24A4A88F0EA1751D98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3E2F5-F383-47CC-9AFE-CE99C91EC521}"/>
      </w:docPartPr>
      <w:docPartBody>
        <w:p w:rsidR="00000000" w:rsidRDefault="00C21104">
          <w:pPr>
            <w:pStyle w:val="17E40298C0E24A4A88F0EA1751D98E15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104"/>
    <w:rsid w:val="00C2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E40298C0E24A4A88F0EA1751D98E15">
    <w:name w:val="17E40298C0E24A4A88F0EA1751D98E15"/>
  </w:style>
  <w:style w:type="paragraph" w:customStyle="1" w:styleId="99C096FD18A4428A9677DF6096C28146">
    <w:name w:val="99C096FD18A4428A9677DF6096C28146"/>
  </w:style>
  <w:style w:type="paragraph" w:customStyle="1" w:styleId="59C07EBD3F024809ACD762A16EDB1E52">
    <w:name w:val="59C07EBD3F024809ACD762A16EDB1E52"/>
  </w:style>
  <w:style w:type="paragraph" w:customStyle="1" w:styleId="00D99734583346EE936F2648D0865475">
    <w:name w:val="00D99734583346EE936F2648D0865475"/>
  </w:style>
  <w:style w:type="paragraph" w:customStyle="1" w:styleId="F07F1F6B680D4F1DB894E41011F8B73D">
    <w:name w:val="F07F1F6B680D4F1DB894E41011F8B73D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9F775200453488CB055D19F5D793421">
    <w:name w:val="39F775200453488CB055D19F5D793421"/>
  </w:style>
  <w:style w:type="paragraph" w:customStyle="1" w:styleId="BD818B765B3243AABC235FCA7D030F05">
    <w:name w:val="BD818B765B3243AABC235FCA7D030F05"/>
  </w:style>
  <w:style w:type="paragraph" w:customStyle="1" w:styleId="1BD8D2FC96F84E42BF52C3F859AB3242">
    <w:name w:val="1BD8D2FC96F84E42BF52C3F859AB3242"/>
  </w:style>
  <w:style w:type="paragraph" w:customStyle="1" w:styleId="1935BB49A44348A1A39ABDFD23032782">
    <w:name w:val="1935BB49A44348A1A39ABDFD23032782"/>
  </w:style>
  <w:style w:type="paragraph" w:customStyle="1" w:styleId="EB07788F025D4303A59B4E7EE82C6AC6">
    <w:name w:val="EB07788F025D4303A59B4E7EE82C6AC6"/>
  </w:style>
  <w:style w:type="paragraph" w:customStyle="1" w:styleId="510B032AD1024AB89395A17953ABB8E2">
    <w:name w:val="510B032AD1024AB89395A17953ABB8E2"/>
  </w:style>
  <w:style w:type="paragraph" w:customStyle="1" w:styleId="1AF220D47E464672867124B0DAE80674">
    <w:name w:val="1AF220D47E464672867124B0DAE80674"/>
  </w:style>
  <w:style w:type="paragraph" w:customStyle="1" w:styleId="22C0C171062D4A02B0A4D83A8597C201">
    <w:name w:val="22C0C171062D4A02B0A4D83A8597C201"/>
  </w:style>
  <w:style w:type="paragraph" w:customStyle="1" w:styleId="08BFD4993FB84AFD8B37D74FC8DB1AD5">
    <w:name w:val="08BFD4993FB84AFD8B37D74FC8DB1AD5"/>
  </w:style>
  <w:style w:type="paragraph" w:customStyle="1" w:styleId="94E7252A92CC46F497FB2B1B62710F5D">
    <w:name w:val="94E7252A92CC46F497FB2B1B62710F5D"/>
  </w:style>
  <w:style w:type="paragraph" w:customStyle="1" w:styleId="170BC2CF8CF64B6BA8A7D5F510D56651">
    <w:name w:val="170BC2CF8CF64B6BA8A7D5F510D56651"/>
  </w:style>
  <w:style w:type="paragraph" w:customStyle="1" w:styleId="E1ED4E7B294245A0A0418CF15024E9F8">
    <w:name w:val="E1ED4E7B294245A0A0418CF15024E9F8"/>
  </w:style>
  <w:style w:type="paragraph" w:customStyle="1" w:styleId="5D6CBFF42CCA462A82B37041D46E4BC2">
    <w:name w:val="5D6CBFF42CCA462A82B37041D46E4BC2"/>
  </w:style>
  <w:style w:type="paragraph" w:customStyle="1" w:styleId="01822778BCA94BDB9D0C308E34AB869D">
    <w:name w:val="01822778BCA94BDB9D0C308E34AB869D"/>
  </w:style>
  <w:style w:type="paragraph" w:customStyle="1" w:styleId="EFF0034AD6064A6695D0AE56DC8AEF4E">
    <w:name w:val="EFF0034AD6064A6695D0AE56DC8AEF4E"/>
  </w:style>
  <w:style w:type="paragraph" w:customStyle="1" w:styleId="E42FA0CECCEE4BC9B51AEEC2C353DC22">
    <w:name w:val="E42FA0CECCEE4BC9B51AEEC2C353DC22"/>
  </w:style>
  <w:style w:type="paragraph" w:customStyle="1" w:styleId="79BE8A3AB357423B8171A92646317C08">
    <w:name w:val="79BE8A3AB357423B8171A92646317C08"/>
  </w:style>
  <w:style w:type="paragraph" w:customStyle="1" w:styleId="06DB2B0476264779A227E0BFB650B5E0">
    <w:name w:val="06DB2B0476264779A227E0BFB650B5E0"/>
  </w:style>
  <w:style w:type="paragraph" w:customStyle="1" w:styleId="98199C9D3D6D400689F0BFC464027FD7">
    <w:name w:val="98199C9D3D6D400689F0BFC464027FD7"/>
  </w:style>
  <w:style w:type="paragraph" w:customStyle="1" w:styleId="DE8B58BF736F4A649BC279CB86C615EF">
    <w:name w:val="DE8B58BF736F4A649BC279CB86C615EF"/>
  </w:style>
  <w:style w:type="paragraph" w:customStyle="1" w:styleId="959EDFC4D85D4234ABA870E023FB42C7">
    <w:name w:val="959EDFC4D85D4234ABA870E023FB42C7"/>
  </w:style>
  <w:style w:type="paragraph" w:customStyle="1" w:styleId="19FE43D1196C4BA3BA4BF374B97B6DC2">
    <w:name w:val="19FE43D1196C4BA3BA4BF374B97B6DC2"/>
  </w:style>
  <w:style w:type="paragraph" w:customStyle="1" w:styleId="978A52C5E54049B99F1674323BB5DE5A">
    <w:name w:val="978A52C5E54049B99F1674323BB5DE5A"/>
  </w:style>
  <w:style w:type="paragraph" w:customStyle="1" w:styleId="EF3BD7A2FE87401ABF424429B47C9B7A">
    <w:name w:val="EF3BD7A2FE87401ABF424429B47C9B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34BB0D8-9400-41F0-83B8-9FC2529A0B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exit interview.dotx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Employee Clearance Form</vt:lpstr>
    </vt:vector>
  </TitlesOfParts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2017-11-14T12:03:00Z</dcterms:created>
  <dcterms:modified xsi:type="dcterms:W3CDTF">2017-11-14T12:42:00Z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TC034630629991</vt:lpwstr>
  </property>
</Properties>
</file>