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AF5F2357069542BEB32E16126930DC23"/>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B75D2D" w:rsidRPr="00B7025C" w:rsidRDefault="00B75D2D">
          <w:pPr>
            <w:pStyle w:val="ContactInfo"/>
            <w:rPr>
              <w:rFonts w:cstheme="minorHAnsi"/>
              <w:sz w:val="24"/>
              <w:szCs w:val="24"/>
            </w:rPr>
          </w:pPr>
          <w:r w:rsidRPr="00B7025C">
            <w:rPr>
              <w:rFonts w:cstheme="minorHAnsi"/>
              <w:sz w:val="24"/>
              <w:szCs w:val="24"/>
            </w:rPr>
            <w:t>Your Name</w:t>
          </w:r>
        </w:p>
      </w:sdtContent>
    </w:sdt>
    <w:sdt>
      <w:sdtPr>
        <w:rPr>
          <w:rFonts w:cstheme="minorHAnsi"/>
          <w:sz w:val="24"/>
          <w:szCs w:val="24"/>
        </w:rPr>
        <w:alias w:val="Enter Company Name:"/>
        <w:tag w:val="Enter Company Name:"/>
        <w:id w:val="11267539"/>
        <w:placeholder>
          <w:docPart w:val="2D0F497176FF407CB3305F514BB66720"/>
        </w:placeholder>
        <w:temporary/>
        <w:showingPlcHdr/>
        <w:dataBinding w:prefixMappings="xmlns:ns0='http://schemas.openxmlformats.org/officeDocument/2006/extended-properties' " w:xpath="/ns0:Properties[1]/ns0:Company[1]" w:storeItemID="{6668398D-A668-4E3E-A5EB-62B293D839F1}"/>
        <w15:appearance w15:val="hidden"/>
        <w:text/>
      </w:sdtPr>
      <w:sdtEndPr/>
      <w:sdtContent>
        <w:p w:rsidR="001562F2" w:rsidRPr="00B7025C" w:rsidRDefault="000A53FE" w:rsidP="00B7025C">
          <w:pPr>
            <w:pStyle w:val="ContactInfo"/>
            <w:spacing w:line="480" w:lineRule="auto"/>
            <w:rPr>
              <w:rFonts w:cstheme="minorHAnsi"/>
              <w:sz w:val="24"/>
              <w:szCs w:val="24"/>
            </w:rPr>
          </w:pPr>
          <w:r w:rsidRPr="00B7025C">
            <w:rPr>
              <w:rFonts w:cstheme="minorHAnsi"/>
              <w:sz w:val="24"/>
              <w:szCs w:val="24"/>
            </w:rPr>
            <w:t>Company Name</w:t>
          </w:r>
        </w:p>
      </w:sdtContent>
    </w:sdt>
    <w:p w:rsidR="000A53FE" w:rsidRPr="00B7025C" w:rsidRDefault="006C3D73" w:rsidP="00B7025C">
      <w:pPr>
        <w:pStyle w:val="Date"/>
        <w:spacing w:line="480" w:lineRule="auto"/>
        <w:rPr>
          <w:rFonts w:cstheme="minorHAnsi"/>
          <w:sz w:val="24"/>
          <w:szCs w:val="24"/>
        </w:rPr>
      </w:pPr>
      <w:sdt>
        <w:sdtPr>
          <w:rPr>
            <w:rFonts w:cstheme="minorHAnsi"/>
            <w:sz w:val="24"/>
            <w:szCs w:val="24"/>
          </w:rPr>
          <w:alias w:val="Enter Date:"/>
          <w:tag w:val="Enter Date:"/>
          <w:id w:val="1555272511"/>
          <w:placeholder>
            <w:docPart w:val="EFE369B79B3049EE894B5F42F582E4BF"/>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7025C">
            <w:rPr>
              <w:rFonts w:cstheme="minorHAnsi"/>
              <w:sz w:val="24"/>
              <w:szCs w:val="24"/>
            </w:rPr>
            <w:t>Date</w:t>
          </w:r>
        </w:sdtContent>
      </w:sdt>
    </w:p>
    <w:sdt>
      <w:sdtPr>
        <w:rPr>
          <w:rFonts w:cstheme="minorHAnsi"/>
          <w:sz w:val="24"/>
          <w:szCs w:val="24"/>
        </w:rPr>
        <w:alias w:val="Enter Recipient Name:"/>
        <w:tag w:val="Enter Recipient Name:"/>
        <w:id w:val="266046556"/>
        <w:placeholder>
          <w:docPart w:val="7DC08C074662428CBA30F2C1155D7BD8"/>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B7025C" w:rsidRDefault="004A494B">
          <w:pPr>
            <w:pStyle w:val="ContactInfo"/>
            <w:tabs>
              <w:tab w:val="left" w:pos="7167"/>
            </w:tabs>
            <w:rPr>
              <w:rFonts w:cstheme="minorHAnsi"/>
              <w:sz w:val="24"/>
              <w:szCs w:val="24"/>
            </w:rPr>
          </w:pPr>
          <w:r w:rsidRPr="00B7025C">
            <w:rPr>
              <w:rFonts w:cstheme="minorHAnsi"/>
              <w:sz w:val="24"/>
              <w:szCs w:val="24"/>
            </w:rPr>
            <w:t>Recipient Name</w:t>
          </w:r>
        </w:p>
      </w:sdtContent>
    </w:sdt>
    <w:p w:rsidR="001562F2" w:rsidRPr="00B7025C" w:rsidRDefault="006C3D73">
      <w:pPr>
        <w:pStyle w:val="ContactInfo"/>
        <w:rPr>
          <w:rFonts w:cstheme="minorHAnsi"/>
          <w:sz w:val="24"/>
          <w:szCs w:val="24"/>
        </w:rPr>
      </w:pPr>
      <w:sdt>
        <w:sdtPr>
          <w:rPr>
            <w:rFonts w:cstheme="minorHAnsi"/>
            <w:sz w:val="24"/>
            <w:szCs w:val="24"/>
          </w:rPr>
          <w:alias w:val="Enter Title:"/>
          <w:tag w:val="Enter Title:"/>
          <w:id w:val="-1978134494"/>
          <w:placeholder>
            <w:docPart w:val="3025EB0BDFAD4C1D8F2CA41FE0D11132"/>
          </w:placeholder>
          <w:showingPlcHdr/>
          <w15:appearance w15:val="hidden"/>
        </w:sdtPr>
        <w:sdtEndPr/>
        <w:sdtContent>
          <w:r w:rsidR="00C30869" w:rsidRPr="00B7025C">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1ADF240E7D52424A985E9785D4B21251"/>
        </w:placeholder>
        <w:temporary/>
        <w:showingPlcHdr/>
        <w15:appearance w15:val="hidden"/>
      </w:sdtPr>
      <w:sdtEndPr/>
      <w:sdtContent>
        <w:p w:rsidR="001562F2" w:rsidRPr="00B7025C" w:rsidRDefault="00C30869">
          <w:pPr>
            <w:pStyle w:val="ContactInfo"/>
            <w:rPr>
              <w:rFonts w:cstheme="minorHAnsi"/>
              <w:sz w:val="24"/>
              <w:szCs w:val="24"/>
            </w:rPr>
          </w:pPr>
          <w:r w:rsidRPr="00B7025C">
            <w:rPr>
              <w:rFonts w:cstheme="minorHAnsi"/>
              <w:sz w:val="24"/>
              <w:szCs w:val="24"/>
            </w:rPr>
            <w:t>Organization Name</w:t>
          </w:r>
        </w:p>
      </w:sdtContent>
    </w:sdt>
    <w:p w:rsidR="001562F2" w:rsidRPr="00B7025C" w:rsidRDefault="00C30869" w:rsidP="004A494B">
      <w:pPr>
        <w:pStyle w:val="Salutation"/>
        <w:rPr>
          <w:rFonts w:cstheme="minorHAnsi"/>
          <w:sz w:val="24"/>
          <w:szCs w:val="24"/>
        </w:rPr>
      </w:pPr>
      <w:r w:rsidRPr="00B7025C">
        <w:rPr>
          <w:rFonts w:cstheme="minorHAnsi"/>
          <w:sz w:val="24"/>
          <w:szCs w:val="24"/>
        </w:rPr>
        <w:t>Dear</w:t>
      </w:r>
      <w:r w:rsidR="004A494B" w:rsidRPr="00B7025C">
        <w:rPr>
          <w:rFonts w:cstheme="minorHAnsi"/>
          <w:sz w:val="24"/>
          <w:szCs w:val="24"/>
        </w:rPr>
        <w:t xml:space="preserve"> </w:t>
      </w:r>
      <w:sdt>
        <w:sdtPr>
          <w:rPr>
            <w:rFonts w:cstheme="minorHAnsi"/>
            <w:sz w:val="24"/>
            <w:szCs w:val="24"/>
          </w:rPr>
          <w:alias w:val="Enter Recipient Name:"/>
          <w:tag w:val="Enter Recipient Name:"/>
          <w:id w:val="-1300993770"/>
          <w:placeholder>
            <w:docPart w:val="31C839F9B3DB4AC9BF1D2487E82D5F37"/>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B7025C">
            <w:rPr>
              <w:rFonts w:cstheme="minorHAnsi"/>
              <w:sz w:val="24"/>
              <w:szCs w:val="24"/>
            </w:rPr>
            <w:t>Recipient Name</w:t>
          </w:r>
        </w:sdtContent>
      </w:sdt>
      <w:r w:rsidRPr="00B7025C">
        <w:rPr>
          <w:rFonts w:cstheme="minorHAnsi"/>
          <w:sz w:val="24"/>
          <w:szCs w:val="24"/>
        </w:rPr>
        <w:t>:</w:t>
      </w:r>
    </w:p>
    <w:p w:rsidR="00B7025C" w:rsidRPr="00B7025C" w:rsidRDefault="00B7025C" w:rsidP="00B7025C">
      <w:pPr>
        <w:rPr>
          <w:rFonts w:cstheme="minorHAnsi"/>
          <w:b/>
          <w:sz w:val="24"/>
          <w:szCs w:val="24"/>
          <w:u w:val="single"/>
        </w:rPr>
      </w:pPr>
      <w:r w:rsidRPr="00B7025C">
        <w:rPr>
          <w:rFonts w:cstheme="minorHAnsi"/>
          <w:sz w:val="24"/>
          <w:szCs w:val="24"/>
        </w:rPr>
        <w:t xml:space="preserve">Subject:                         </w:t>
      </w:r>
      <w:r w:rsidRPr="00B7025C">
        <w:rPr>
          <w:rFonts w:cstheme="minorHAnsi"/>
          <w:b/>
          <w:sz w:val="24"/>
          <w:szCs w:val="24"/>
          <w:u w:val="single"/>
        </w:rPr>
        <w:t>ADMONIATION ON INADEQUATE PERFORMANCE</w:t>
      </w:r>
    </w:p>
    <w:p w:rsidR="00B7025C" w:rsidRPr="00B7025C" w:rsidRDefault="00B7025C" w:rsidP="00B7025C">
      <w:pPr>
        <w:spacing w:line="360" w:lineRule="auto"/>
        <w:rPr>
          <w:rFonts w:cstheme="minorHAnsi"/>
          <w:sz w:val="24"/>
          <w:szCs w:val="24"/>
        </w:rPr>
      </w:pPr>
      <w:r w:rsidRPr="00B7025C">
        <w:rPr>
          <w:rFonts w:cstheme="minorHAnsi"/>
          <w:sz w:val="24"/>
          <w:szCs w:val="24"/>
        </w:rPr>
        <w:t xml:space="preserve">Dear Mr./Ms. </w:t>
      </w:r>
      <w:r w:rsidRPr="00B7025C">
        <w:rPr>
          <w:rFonts w:cstheme="minorHAnsi"/>
          <w:color w:val="0070C0"/>
          <w:sz w:val="24"/>
          <w:szCs w:val="24"/>
        </w:rPr>
        <w:t>[NAME HERE]</w:t>
      </w:r>
      <w:r w:rsidRPr="00B7025C">
        <w:rPr>
          <w:rFonts w:cstheme="minorHAnsi"/>
          <w:sz w:val="24"/>
          <w:szCs w:val="24"/>
        </w:rPr>
        <w:t>,</w:t>
      </w:r>
    </w:p>
    <w:p w:rsidR="00B7025C" w:rsidRPr="00B7025C" w:rsidRDefault="00B7025C" w:rsidP="00B7025C">
      <w:pPr>
        <w:spacing w:line="360" w:lineRule="auto"/>
        <w:rPr>
          <w:rFonts w:cstheme="minorHAnsi"/>
          <w:sz w:val="24"/>
          <w:szCs w:val="24"/>
        </w:rPr>
      </w:pPr>
      <w:r w:rsidRPr="00B7025C">
        <w:rPr>
          <w:rFonts w:cstheme="minorHAnsi"/>
          <w:sz w:val="24"/>
          <w:szCs w:val="24"/>
        </w:rPr>
        <w:t xml:space="preserve">We are quite disconsolate on your negligence towards your responsibilities to the company. Mr./Ms. </w:t>
      </w:r>
      <w:r w:rsidRPr="00B7025C">
        <w:rPr>
          <w:rFonts w:cstheme="minorHAnsi"/>
          <w:color w:val="0070C0"/>
          <w:sz w:val="24"/>
          <w:szCs w:val="24"/>
        </w:rPr>
        <w:t>[NAME HERE]</w:t>
      </w:r>
      <w:r w:rsidRPr="00B7025C">
        <w:rPr>
          <w:rFonts w:cstheme="minorHAnsi"/>
          <w:sz w:val="24"/>
          <w:szCs w:val="24"/>
        </w:rPr>
        <w:t>, you were very conscientious, dignified and organized employee of all, but we were unable to surmise that a very delinquent etiquette was shown by you.</w:t>
      </w:r>
    </w:p>
    <w:p w:rsidR="00B7025C" w:rsidRPr="00B7025C" w:rsidRDefault="00B7025C" w:rsidP="00B7025C">
      <w:pPr>
        <w:spacing w:line="360" w:lineRule="auto"/>
        <w:rPr>
          <w:rFonts w:cstheme="minorHAnsi"/>
          <w:sz w:val="24"/>
          <w:szCs w:val="24"/>
        </w:rPr>
      </w:pPr>
      <w:r w:rsidRPr="00B7025C">
        <w:rPr>
          <w:rFonts w:cstheme="minorHAnsi"/>
          <w:sz w:val="24"/>
          <w:szCs w:val="24"/>
        </w:rPr>
        <w:t xml:space="preserve">We received this information </w:t>
      </w:r>
      <w:r w:rsidR="00BD1D52">
        <w:rPr>
          <w:rFonts w:cstheme="minorHAnsi"/>
          <w:sz w:val="24"/>
          <w:szCs w:val="24"/>
        </w:rPr>
        <w:t>from</w:t>
      </w:r>
      <w:r w:rsidRPr="00B7025C">
        <w:rPr>
          <w:rFonts w:cstheme="minorHAnsi"/>
          <w:sz w:val="24"/>
          <w:szCs w:val="24"/>
        </w:rPr>
        <w:t xml:space="preserve"> the colleagues you work with and from your supervisor. Mr./Ms. </w:t>
      </w:r>
      <w:r w:rsidRPr="00B7025C">
        <w:rPr>
          <w:rFonts w:cstheme="minorHAnsi"/>
          <w:color w:val="0070C0"/>
          <w:sz w:val="24"/>
          <w:szCs w:val="24"/>
        </w:rPr>
        <w:t>[NAME HERE]</w:t>
      </w:r>
      <w:r w:rsidRPr="00B7025C">
        <w:rPr>
          <w:rFonts w:cstheme="minorHAnsi"/>
          <w:sz w:val="24"/>
          <w:szCs w:val="24"/>
        </w:rPr>
        <w:t>, are you experiencing any complications at ménage or in vigor any other issue that is disrupting your proficiency towards work? we are tol</w:t>
      </w:r>
      <w:r w:rsidR="00BD1D52">
        <w:rPr>
          <w:rFonts w:cstheme="minorHAnsi"/>
          <w:sz w:val="24"/>
          <w:szCs w:val="24"/>
        </w:rPr>
        <w:t xml:space="preserve">d that you are arriving late at the </w:t>
      </w:r>
      <w:r w:rsidRPr="00B7025C">
        <w:rPr>
          <w:rFonts w:cstheme="minorHAnsi"/>
          <w:sz w:val="24"/>
          <w:szCs w:val="24"/>
        </w:rPr>
        <w:t xml:space="preserve">office and usually busy thinking or looking at your watch eagerly. The documents you had to maintain had incomplete information with </w:t>
      </w:r>
      <w:r w:rsidR="00BD1D52">
        <w:rPr>
          <w:rFonts w:cstheme="minorHAnsi"/>
          <w:sz w:val="24"/>
          <w:szCs w:val="24"/>
        </w:rPr>
        <w:t xml:space="preserve">a </w:t>
      </w:r>
      <w:r w:rsidRPr="00B7025C">
        <w:rPr>
          <w:rFonts w:cstheme="minorHAnsi"/>
          <w:sz w:val="24"/>
          <w:szCs w:val="24"/>
        </w:rPr>
        <w:t>con</w:t>
      </w:r>
      <w:r w:rsidR="00BD1D52">
        <w:rPr>
          <w:rFonts w:cstheme="minorHAnsi"/>
          <w:sz w:val="24"/>
          <w:szCs w:val="24"/>
        </w:rPr>
        <w:t>siderable number of imprecision</w:t>
      </w:r>
      <w:bookmarkStart w:id="0" w:name="_GoBack"/>
      <w:bookmarkEnd w:id="0"/>
      <w:r w:rsidRPr="00B7025C">
        <w:rPr>
          <w:rFonts w:cstheme="minorHAnsi"/>
          <w:sz w:val="24"/>
          <w:szCs w:val="24"/>
        </w:rPr>
        <w:t xml:space="preserve">.    </w:t>
      </w:r>
    </w:p>
    <w:p w:rsidR="001562F2" w:rsidRPr="00B7025C" w:rsidRDefault="00B7025C" w:rsidP="00B7025C">
      <w:pPr>
        <w:spacing w:line="360" w:lineRule="auto"/>
        <w:rPr>
          <w:rFonts w:cstheme="minorHAnsi"/>
          <w:sz w:val="24"/>
          <w:szCs w:val="24"/>
        </w:rPr>
      </w:pPr>
      <w:r w:rsidRPr="00B7025C">
        <w:rPr>
          <w:rFonts w:cstheme="minorHAnsi"/>
          <w:sz w:val="24"/>
          <w:szCs w:val="24"/>
        </w:rPr>
        <w:t xml:space="preserve">With due respect Mr./Ms. </w:t>
      </w:r>
      <w:r w:rsidRPr="00B7025C">
        <w:rPr>
          <w:rFonts w:cstheme="minorHAnsi"/>
          <w:color w:val="0070C0"/>
          <w:sz w:val="24"/>
          <w:szCs w:val="24"/>
        </w:rPr>
        <w:t>[NAME HERE]</w:t>
      </w:r>
      <w:r w:rsidRPr="00B7025C">
        <w:rPr>
          <w:rFonts w:cstheme="minorHAnsi"/>
          <w:sz w:val="24"/>
          <w:szCs w:val="24"/>
        </w:rPr>
        <w:t>, you need to share your predicaments if any or you need to be competent enough to indemnify the loss supervened to the company due to negligent behavior of yours. Please regain the confidence company had in you and be circumspect as you were before.</w:t>
      </w:r>
    </w:p>
    <w:p w:rsidR="00B7025C" w:rsidRDefault="00B7025C" w:rsidP="00B7025C">
      <w:r>
        <w:t>Sincerely,</w:t>
      </w:r>
    </w:p>
    <w:p w:rsidR="00B7025C" w:rsidRDefault="00B7025C" w:rsidP="00B7025C">
      <w:pPr>
        <w:spacing w:line="240" w:lineRule="auto"/>
        <w:contextualSpacing/>
      </w:pPr>
      <w:r>
        <w:t>Your Name</w:t>
      </w:r>
    </w:p>
    <w:p w:rsidR="00B7025C" w:rsidRPr="00B7025C" w:rsidRDefault="00B7025C" w:rsidP="00B7025C">
      <w:pPr>
        <w:spacing w:line="240" w:lineRule="auto"/>
        <w:contextualSpacing/>
      </w:pPr>
      <w:r>
        <w:t>Title</w:t>
      </w:r>
    </w:p>
    <w:sectPr w:rsidR="00B7025C" w:rsidRPr="00B7025C" w:rsidSect="00B7025C">
      <w:headerReference w:type="default" r:id="rId10"/>
      <w:footerReference w:type="first" r:id="rId11"/>
      <w:pgSz w:w="12240" w:h="15840"/>
      <w:pgMar w:top="1260" w:right="108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D73" w:rsidRDefault="006C3D73">
      <w:pPr>
        <w:spacing w:after="0" w:line="240" w:lineRule="auto"/>
      </w:pPr>
      <w:r>
        <w:separator/>
      </w:r>
    </w:p>
  </w:endnote>
  <w:endnote w:type="continuationSeparator" w:id="0">
    <w:p w:rsidR="006C3D73" w:rsidRDefault="006C3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C54" w:rsidRDefault="00482C54">
    <w:pPr>
      <w:pStyle w:val="Footer"/>
    </w:pPr>
    <w:r>
      <w:t>wordexceltemplates.com</w:t>
    </w:r>
  </w:p>
  <w:p w:rsidR="00482C54" w:rsidRDefault="00482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D73" w:rsidRDefault="006C3D73">
      <w:pPr>
        <w:spacing w:after="0" w:line="240" w:lineRule="auto"/>
      </w:pPr>
      <w:r>
        <w:separator/>
      </w:r>
    </w:p>
  </w:footnote>
  <w:footnote w:type="continuationSeparator" w:id="0">
    <w:p w:rsidR="006C3D73" w:rsidRDefault="006C3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896629355"/>
      <w:placeholder>
        <w:docPart w:val="8E8E3A3520FF49148AB8DDAB1B48ED1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6C3D73" w:rsidP="00BC6B2F">
    <w:pPr>
      <w:pStyle w:val="ContactInfo"/>
    </w:pPr>
    <w:sdt>
      <w:sdtPr>
        <w:alias w:val="Enter Date:"/>
        <w:tag w:val="Enter Date:"/>
        <w:id w:val="480043223"/>
        <w:placeholder>
          <w:docPart w:val="3EC1C9432CE84618BEBC9AF7D53CE48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B7025C">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C54"/>
    <w:rsid w:val="0003530B"/>
    <w:rsid w:val="000A53FE"/>
    <w:rsid w:val="00151137"/>
    <w:rsid w:val="001562F2"/>
    <w:rsid w:val="001F749B"/>
    <w:rsid w:val="002C03DA"/>
    <w:rsid w:val="002C213F"/>
    <w:rsid w:val="0031797A"/>
    <w:rsid w:val="00482C54"/>
    <w:rsid w:val="00495FBC"/>
    <w:rsid w:val="004A494B"/>
    <w:rsid w:val="00572923"/>
    <w:rsid w:val="005B67BE"/>
    <w:rsid w:val="006C3D73"/>
    <w:rsid w:val="008446D8"/>
    <w:rsid w:val="0087786B"/>
    <w:rsid w:val="0089506A"/>
    <w:rsid w:val="008C338A"/>
    <w:rsid w:val="009073D6"/>
    <w:rsid w:val="00931557"/>
    <w:rsid w:val="009967C4"/>
    <w:rsid w:val="009D2C8A"/>
    <w:rsid w:val="00B35BA9"/>
    <w:rsid w:val="00B37EC3"/>
    <w:rsid w:val="00B7025C"/>
    <w:rsid w:val="00B75D2D"/>
    <w:rsid w:val="00BC6B2F"/>
    <w:rsid w:val="00BD1D52"/>
    <w:rsid w:val="00C300D0"/>
    <w:rsid w:val="00C30869"/>
    <w:rsid w:val="00C51322"/>
    <w:rsid w:val="00E664F9"/>
    <w:rsid w:val="00EF5508"/>
    <w:rsid w:val="00F30427"/>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57B06"/>
  <w15:chartTrackingRefBased/>
  <w15:docId w15:val="{42F8FA09-2238-4B38-B5B7-124153D3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36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5F2357069542BEB32E16126930DC23"/>
        <w:category>
          <w:name w:val="General"/>
          <w:gallery w:val="placeholder"/>
        </w:category>
        <w:types>
          <w:type w:val="bbPlcHdr"/>
        </w:types>
        <w:behaviors>
          <w:behavior w:val="content"/>
        </w:behaviors>
        <w:guid w:val="{C494B99F-08CF-470A-A5E3-B939E1CF8053}"/>
      </w:docPartPr>
      <w:docPartBody>
        <w:p w:rsidR="00F54043" w:rsidRDefault="00C81D37">
          <w:pPr>
            <w:pStyle w:val="AF5F2357069542BEB32E16126930DC23"/>
          </w:pPr>
          <w:r>
            <w:t>Your Name</w:t>
          </w:r>
        </w:p>
      </w:docPartBody>
    </w:docPart>
    <w:docPart>
      <w:docPartPr>
        <w:name w:val="2D0F497176FF407CB3305F514BB66720"/>
        <w:category>
          <w:name w:val="General"/>
          <w:gallery w:val="placeholder"/>
        </w:category>
        <w:types>
          <w:type w:val="bbPlcHdr"/>
        </w:types>
        <w:behaviors>
          <w:behavior w:val="content"/>
        </w:behaviors>
        <w:guid w:val="{B5F259E4-E3CB-43B4-A02F-C153FDBBA58F}"/>
      </w:docPartPr>
      <w:docPartBody>
        <w:p w:rsidR="00F54043" w:rsidRDefault="00C81D37">
          <w:pPr>
            <w:pStyle w:val="2D0F497176FF407CB3305F514BB66720"/>
          </w:pPr>
          <w:r w:rsidRPr="0089506A">
            <w:t>Company Name</w:t>
          </w:r>
        </w:p>
      </w:docPartBody>
    </w:docPart>
    <w:docPart>
      <w:docPartPr>
        <w:name w:val="EFE369B79B3049EE894B5F42F582E4BF"/>
        <w:category>
          <w:name w:val="General"/>
          <w:gallery w:val="placeholder"/>
        </w:category>
        <w:types>
          <w:type w:val="bbPlcHdr"/>
        </w:types>
        <w:behaviors>
          <w:behavior w:val="content"/>
        </w:behaviors>
        <w:guid w:val="{73CF487C-7BD3-4CC9-9096-0481E3D7417C}"/>
      </w:docPartPr>
      <w:docPartBody>
        <w:p w:rsidR="00F54043" w:rsidRDefault="00C81D37">
          <w:pPr>
            <w:pStyle w:val="EFE369B79B3049EE894B5F42F582E4BF"/>
          </w:pPr>
          <w:r w:rsidRPr="0089506A">
            <w:t>Date</w:t>
          </w:r>
        </w:p>
      </w:docPartBody>
    </w:docPart>
    <w:docPart>
      <w:docPartPr>
        <w:name w:val="7DC08C074662428CBA30F2C1155D7BD8"/>
        <w:category>
          <w:name w:val="General"/>
          <w:gallery w:val="placeholder"/>
        </w:category>
        <w:types>
          <w:type w:val="bbPlcHdr"/>
        </w:types>
        <w:behaviors>
          <w:behavior w:val="content"/>
        </w:behaviors>
        <w:guid w:val="{2472ECC2-06B6-4839-9404-7A78B018424E}"/>
      </w:docPartPr>
      <w:docPartBody>
        <w:p w:rsidR="00F54043" w:rsidRDefault="00C81D37">
          <w:pPr>
            <w:pStyle w:val="7DC08C074662428CBA30F2C1155D7BD8"/>
          </w:pPr>
          <w:r w:rsidRPr="0089506A">
            <w:t>Recipient Name</w:t>
          </w:r>
        </w:p>
      </w:docPartBody>
    </w:docPart>
    <w:docPart>
      <w:docPartPr>
        <w:name w:val="3025EB0BDFAD4C1D8F2CA41FE0D11132"/>
        <w:category>
          <w:name w:val="General"/>
          <w:gallery w:val="placeholder"/>
        </w:category>
        <w:types>
          <w:type w:val="bbPlcHdr"/>
        </w:types>
        <w:behaviors>
          <w:behavior w:val="content"/>
        </w:behaviors>
        <w:guid w:val="{97C18089-9534-49F1-8A40-9481C9A5D5D8}"/>
      </w:docPartPr>
      <w:docPartBody>
        <w:p w:rsidR="00F54043" w:rsidRDefault="00C81D37">
          <w:pPr>
            <w:pStyle w:val="3025EB0BDFAD4C1D8F2CA41FE0D11132"/>
          </w:pPr>
          <w:r w:rsidRPr="0089506A">
            <w:t>Title</w:t>
          </w:r>
        </w:p>
      </w:docPartBody>
    </w:docPart>
    <w:docPart>
      <w:docPartPr>
        <w:name w:val="1ADF240E7D52424A985E9785D4B21251"/>
        <w:category>
          <w:name w:val="General"/>
          <w:gallery w:val="placeholder"/>
        </w:category>
        <w:types>
          <w:type w:val="bbPlcHdr"/>
        </w:types>
        <w:behaviors>
          <w:behavior w:val="content"/>
        </w:behaviors>
        <w:guid w:val="{14B8B47A-DCD5-49AA-9510-C97F30ECF7DE}"/>
      </w:docPartPr>
      <w:docPartBody>
        <w:p w:rsidR="00F54043" w:rsidRDefault="00C81D37">
          <w:pPr>
            <w:pStyle w:val="1ADF240E7D52424A985E9785D4B21251"/>
          </w:pPr>
          <w:r w:rsidRPr="0089506A">
            <w:t>Organization Name</w:t>
          </w:r>
        </w:p>
      </w:docPartBody>
    </w:docPart>
    <w:docPart>
      <w:docPartPr>
        <w:name w:val="31C839F9B3DB4AC9BF1D2487E82D5F37"/>
        <w:category>
          <w:name w:val="General"/>
          <w:gallery w:val="placeholder"/>
        </w:category>
        <w:types>
          <w:type w:val="bbPlcHdr"/>
        </w:types>
        <w:behaviors>
          <w:behavior w:val="content"/>
        </w:behaviors>
        <w:guid w:val="{22EC2B07-FFDA-468D-8768-14D68A3198F9}"/>
      </w:docPartPr>
      <w:docPartBody>
        <w:p w:rsidR="00F54043" w:rsidRDefault="00C81D37">
          <w:pPr>
            <w:pStyle w:val="31C839F9B3DB4AC9BF1D2487E82D5F37"/>
          </w:pPr>
          <w:r w:rsidRPr="0089506A">
            <w:t>Recipient Name</w:t>
          </w:r>
        </w:p>
      </w:docPartBody>
    </w:docPart>
    <w:docPart>
      <w:docPartPr>
        <w:name w:val="8E8E3A3520FF49148AB8DDAB1B48ED19"/>
        <w:category>
          <w:name w:val="General"/>
          <w:gallery w:val="placeholder"/>
        </w:category>
        <w:types>
          <w:type w:val="bbPlcHdr"/>
        </w:types>
        <w:behaviors>
          <w:behavior w:val="content"/>
        </w:behaviors>
        <w:guid w:val="{764BA237-73F3-40C2-B999-FF51B7FA28F7}"/>
      </w:docPartPr>
      <w:docPartBody>
        <w:p w:rsidR="00D95217" w:rsidRPr="0089506A" w:rsidRDefault="00C81D37">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C81D37">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C81D37">
          <w:r w:rsidRPr="0089506A">
            <w:t>Cynthia welcomes leadership opportunities and meets her deadlines on time.</w:t>
          </w:r>
        </w:p>
        <w:p w:rsidR="00D95217" w:rsidRPr="0089506A" w:rsidRDefault="00C81D37">
          <w:r w:rsidRPr="0089506A">
            <w:t>Trey Research needs more employees like Cynthia. She is an asset to any company that hires her.</w:t>
          </w:r>
        </w:p>
        <w:p w:rsidR="00F54043" w:rsidRDefault="00C81D37">
          <w:pPr>
            <w:pStyle w:val="8E8E3A3520FF49148AB8DDAB1B48ED19"/>
          </w:pPr>
          <w:r w:rsidRPr="0089506A">
            <w:t>If you would like additional information about Cynthia, you can telephone me at (425) 555-0156.</w:t>
          </w:r>
        </w:p>
      </w:docPartBody>
    </w:docPart>
    <w:docPart>
      <w:docPartPr>
        <w:name w:val="3EC1C9432CE84618BEBC9AF7D53CE48D"/>
        <w:category>
          <w:name w:val="General"/>
          <w:gallery w:val="placeholder"/>
        </w:category>
        <w:types>
          <w:type w:val="bbPlcHdr"/>
        </w:types>
        <w:behaviors>
          <w:behavior w:val="content"/>
        </w:behaviors>
        <w:guid w:val="{4F0262D3-4F10-46C0-9A1F-FC61064A6059}"/>
      </w:docPartPr>
      <w:docPartBody>
        <w:p w:rsidR="00F54043" w:rsidRDefault="00C81D37">
          <w:pPr>
            <w:pStyle w:val="3EC1C9432CE84618BEBC9AF7D53CE48D"/>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D2"/>
    <w:rsid w:val="000A0AB6"/>
    <w:rsid w:val="009261A6"/>
    <w:rsid w:val="00C375D2"/>
    <w:rsid w:val="00C81D37"/>
    <w:rsid w:val="00F54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5F2357069542BEB32E16126930DC23">
    <w:name w:val="AF5F2357069542BEB32E16126930DC23"/>
  </w:style>
  <w:style w:type="paragraph" w:customStyle="1" w:styleId="2D0F497176FF407CB3305F514BB66720">
    <w:name w:val="2D0F497176FF407CB3305F514BB66720"/>
  </w:style>
  <w:style w:type="paragraph" w:customStyle="1" w:styleId="2488580016B2460E82DCC1002B8DFFBC">
    <w:name w:val="2488580016B2460E82DCC1002B8DFFBC"/>
  </w:style>
  <w:style w:type="paragraph" w:customStyle="1" w:styleId="E597620922BC4BE1B94EE530B5D59638">
    <w:name w:val="E597620922BC4BE1B94EE530B5D59638"/>
  </w:style>
  <w:style w:type="paragraph" w:customStyle="1" w:styleId="EFE369B79B3049EE894B5F42F582E4BF">
    <w:name w:val="EFE369B79B3049EE894B5F42F582E4BF"/>
  </w:style>
  <w:style w:type="paragraph" w:customStyle="1" w:styleId="7DC08C074662428CBA30F2C1155D7BD8">
    <w:name w:val="7DC08C074662428CBA30F2C1155D7BD8"/>
  </w:style>
  <w:style w:type="paragraph" w:customStyle="1" w:styleId="3025EB0BDFAD4C1D8F2CA41FE0D11132">
    <w:name w:val="3025EB0BDFAD4C1D8F2CA41FE0D11132"/>
  </w:style>
  <w:style w:type="paragraph" w:customStyle="1" w:styleId="1ADF240E7D52424A985E9785D4B21251">
    <w:name w:val="1ADF240E7D52424A985E9785D4B21251"/>
  </w:style>
  <w:style w:type="paragraph" w:customStyle="1" w:styleId="31C839F9B3DB4AC9BF1D2487E82D5F37">
    <w:name w:val="31C839F9B3DB4AC9BF1D2487E82D5F37"/>
  </w:style>
  <w:style w:type="paragraph" w:customStyle="1" w:styleId="8E8E3A3520FF49148AB8DDAB1B48ED19">
    <w:name w:val="8E8E3A3520FF49148AB8DDAB1B48ED19"/>
  </w:style>
  <w:style w:type="paragraph" w:customStyle="1" w:styleId="3EC1C9432CE84618BEBC9AF7D53CE48D">
    <w:name w:val="3EC1C9432CE84618BEBC9AF7D53CE48D"/>
  </w:style>
  <w:style w:type="paragraph" w:customStyle="1" w:styleId="4536C15D425E447DB67C0CF7C2C01E69">
    <w:name w:val="4536C15D425E447DB67C0CF7C2C01E69"/>
  </w:style>
  <w:style w:type="paragraph" w:customStyle="1" w:styleId="9FA621700A09432C92D36FD9ECF46E28">
    <w:name w:val="9FA621700A09432C92D36FD9ECF46E28"/>
    <w:rsid w:val="00C37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Alex</cp:lastModifiedBy>
  <cp:revision>3</cp:revision>
  <dcterms:created xsi:type="dcterms:W3CDTF">2017-10-17T12:15:00Z</dcterms:created>
  <dcterms:modified xsi:type="dcterms:W3CDTF">2017-10-17T12:20:00Z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