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CBF" w:rsidRPr="00F84CBF" w:rsidRDefault="00F84CBF" w:rsidP="00F84CBF">
      <w:pPr>
        <w:pStyle w:val="Date"/>
        <w:jc w:val="center"/>
        <w:rPr>
          <w:b/>
          <w:sz w:val="38"/>
          <w:szCs w:val="24"/>
        </w:rPr>
      </w:pPr>
      <w:r w:rsidRPr="00F84CBF">
        <w:rPr>
          <w:b/>
          <w:sz w:val="38"/>
          <w:szCs w:val="24"/>
        </w:rPr>
        <w:t>Security Deposit Return Request Form</w:t>
      </w:r>
    </w:p>
    <w:sdt>
      <w:sdtPr>
        <w:rPr>
          <w:sz w:val="24"/>
          <w:szCs w:val="24"/>
        </w:rPr>
        <w:id w:val="-1464264788"/>
        <w:placeholder>
          <w:docPart w:val="F25D94336CED45778B601CF91ABDB9B5"/>
        </w:placeholder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A341C9" w:rsidRPr="004806EA" w:rsidRDefault="009F0C6E">
          <w:pPr>
            <w:pStyle w:val="Date"/>
            <w:rPr>
              <w:sz w:val="24"/>
              <w:szCs w:val="24"/>
            </w:rPr>
          </w:pPr>
          <w:r w:rsidRPr="00EA7FBD">
            <w:rPr>
              <w:b/>
              <w:sz w:val="32"/>
              <w:szCs w:val="24"/>
            </w:rPr>
            <w:t>[Date]</w:t>
          </w:r>
        </w:p>
      </w:sdtContent>
    </w:sdt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4675"/>
      </w:tblGrid>
      <w:tr w:rsidR="00D6075B" w:rsidTr="00EA7FBD">
        <w:trPr>
          <w:trHeight w:hRule="exact" w:val="360"/>
        </w:trPr>
        <w:tc>
          <w:tcPr>
            <w:tcW w:w="2785" w:type="dxa"/>
          </w:tcPr>
          <w:p w:rsidR="00D6075B" w:rsidRDefault="00D6075B" w:rsidP="004732BE">
            <w:pPr>
              <w:pStyle w:val="Closing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Address:</w:t>
            </w:r>
          </w:p>
        </w:tc>
        <w:tc>
          <w:tcPr>
            <w:tcW w:w="4675" w:type="dxa"/>
            <w:tcBorders>
              <w:bottom w:val="single" w:sz="18" w:space="0" w:color="FFFFFF" w:themeColor="background1"/>
            </w:tcBorders>
            <w:shd w:val="clear" w:color="auto" w:fill="F2F2F2" w:themeFill="background1" w:themeFillShade="F2"/>
          </w:tcPr>
          <w:p w:rsidR="00D6075B" w:rsidRDefault="00D6075B" w:rsidP="004732BE">
            <w:pPr>
              <w:pStyle w:val="Closing"/>
              <w:contextualSpacing/>
              <w:rPr>
                <w:sz w:val="24"/>
                <w:szCs w:val="24"/>
              </w:rPr>
            </w:pPr>
          </w:p>
        </w:tc>
      </w:tr>
      <w:tr w:rsidR="00D6075B" w:rsidTr="00EA7FBD">
        <w:trPr>
          <w:trHeight w:hRule="exact" w:val="360"/>
        </w:trPr>
        <w:tc>
          <w:tcPr>
            <w:tcW w:w="2785" w:type="dxa"/>
          </w:tcPr>
          <w:p w:rsidR="00D6075B" w:rsidRDefault="00D6075B" w:rsidP="004732BE">
            <w:pPr>
              <w:pStyle w:val="Closing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Apartment No:</w:t>
            </w:r>
          </w:p>
        </w:tc>
        <w:tc>
          <w:tcPr>
            <w:tcW w:w="4675" w:type="dxa"/>
            <w:tcBorders>
              <w:top w:val="single" w:sz="18" w:space="0" w:color="FFFFFF" w:themeColor="background1"/>
            </w:tcBorders>
            <w:shd w:val="clear" w:color="auto" w:fill="F2F2F2" w:themeFill="background1" w:themeFillShade="F2"/>
          </w:tcPr>
          <w:p w:rsidR="00D6075B" w:rsidRDefault="00D6075B" w:rsidP="004732BE">
            <w:pPr>
              <w:pStyle w:val="Closing"/>
              <w:contextualSpacing/>
              <w:rPr>
                <w:sz w:val="24"/>
                <w:szCs w:val="24"/>
              </w:rPr>
            </w:pPr>
          </w:p>
        </w:tc>
      </w:tr>
    </w:tbl>
    <w:p w:rsidR="00D6075B" w:rsidRDefault="00D6075B" w:rsidP="004806EA">
      <w:pPr>
        <w:spacing w:line="240" w:lineRule="auto"/>
        <w:contextualSpacing/>
        <w:rPr>
          <w:sz w:val="24"/>
          <w:szCs w:val="24"/>
        </w:rPr>
      </w:pPr>
    </w:p>
    <w:p w:rsidR="004806EA" w:rsidRPr="004806EA" w:rsidRDefault="004806EA" w:rsidP="004806EA">
      <w:pPr>
        <w:spacing w:line="240" w:lineRule="auto"/>
        <w:contextualSpacing/>
        <w:rPr>
          <w:sz w:val="24"/>
          <w:szCs w:val="24"/>
        </w:rPr>
      </w:pPr>
    </w:p>
    <w:p w:rsidR="00A341C9" w:rsidRPr="00EA7FBD" w:rsidRDefault="009F0C6E">
      <w:pPr>
        <w:rPr>
          <w:b/>
          <w:sz w:val="28"/>
          <w:szCs w:val="24"/>
        </w:rPr>
      </w:pPr>
      <w:r w:rsidRPr="00EA7FBD">
        <w:rPr>
          <w:b/>
          <w:sz w:val="28"/>
          <w:szCs w:val="24"/>
        </w:rPr>
        <w:t xml:space="preserve">Dear </w:t>
      </w:r>
      <w:r w:rsidR="004806EA" w:rsidRPr="00EA7FBD">
        <w:rPr>
          <w:b/>
          <w:sz w:val="28"/>
          <w:szCs w:val="24"/>
        </w:rPr>
        <w:t>[NAME HERE]</w:t>
      </w:r>
      <w:r w:rsidRPr="00EA7FBD">
        <w:rPr>
          <w:b/>
          <w:sz w:val="28"/>
          <w:szCs w:val="24"/>
        </w:rPr>
        <w:t>:</w:t>
      </w:r>
    </w:p>
    <w:p w:rsidR="00A341C9" w:rsidRDefault="004806EA" w:rsidP="004806EA">
      <w:pPr>
        <w:pStyle w:val="Closing"/>
        <w:spacing w:line="276" w:lineRule="auto"/>
        <w:rPr>
          <w:sz w:val="24"/>
          <w:szCs w:val="24"/>
        </w:rPr>
      </w:pPr>
      <w:r w:rsidRPr="004806EA">
        <w:rPr>
          <w:sz w:val="24"/>
          <w:szCs w:val="24"/>
        </w:rPr>
        <w:t>I am a tenant of yours at [</w:t>
      </w:r>
      <w:r w:rsidRPr="00EA7FBD">
        <w:rPr>
          <w:color w:val="0070C0"/>
          <w:sz w:val="24"/>
          <w:szCs w:val="24"/>
        </w:rPr>
        <w:t>address of the rental unit</w:t>
      </w:r>
      <w:r w:rsidRPr="004806EA">
        <w:rPr>
          <w:sz w:val="24"/>
          <w:szCs w:val="24"/>
        </w:rPr>
        <w:t xml:space="preserve">]. Because you accepted a security deposit from me on _________ (date) of _________ dollars </w:t>
      </w:r>
      <w:r>
        <w:rPr>
          <w:sz w:val="24"/>
          <w:szCs w:val="24"/>
        </w:rPr>
        <w:t>[</w:t>
      </w:r>
      <w:r w:rsidRPr="00EA7FBD">
        <w:rPr>
          <w:color w:val="0070C0"/>
          <w:sz w:val="24"/>
          <w:szCs w:val="24"/>
        </w:rPr>
        <w:t>amount of security deposit</w:t>
      </w:r>
      <w:r>
        <w:rPr>
          <w:sz w:val="24"/>
          <w:szCs w:val="24"/>
        </w:rPr>
        <w:t>],</w:t>
      </w:r>
      <w:r w:rsidR="00EA7FBD">
        <w:rPr>
          <w:sz w:val="24"/>
          <w:szCs w:val="24"/>
        </w:rPr>
        <w:t xml:space="preserve"> I </w:t>
      </w:r>
      <w:r w:rsidR="00510ECC">
        <w:rPr>
          <w:sz w:val="24"/>
          <w:szCs w:val="24"/>
        </w:rPr>
        <w:t xml:space="preserve">have vacated </w:t>
      </w:r>
      <w:r w:rsidR="00EA7FBD">
        <w:rPr>
          <w:sz w:val="24"/>
          <w:szCs w:val="24"/>
        </w:rPr>
        <w:t xml:space="preserve">the said apartment due to personal reason and </w:t>
      </w:r>
      <w:r w:rsidRPr="004806EA">
        <w:rPr>
          <w:sz w:val="24"/>
          <w:szCs w:val="24"/>
        </w:rPr>
        <w:t>requesting the return of my security deposit for the apartment indicated above.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4675"/>
      </w:tblGrid>
      <w:tr w:rsidR="004806EA" w:rsidTr="00D13026">
        <w:trPr>
          <w:trHeight w:hRule="exact" w:val="360"/>
        </w:trPr>
        <w:tc>
          <w:tcPr>
            <w:tcW w:w="2785" w:type="dxa"/>
          </w:tcPr>
          <w:p w:rsidR="004806EA" w:rsidRDefault="004806EA" w:rsidP="004806EA">
            <w:pPr>
              <w:pStyle w:val="Closing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Vacating Date:</w:t>
            </w:r>
          </w:p>
        </w:tc>
        <w:tc>
          <w:tcPr>
            <w:tcW w:w="4675" w:type="dxa"/>
            <w:tcBorders>
              <w:bottom w:val="single" w:sz="18" w:space="0" w:color="FFFFFF" w:themeColor="background1"/>
            </w:tcBorders>
            <w:shd w:val="clear" w:color="auto" w:fill="F2F2F2" w:themeFill="background1" w:themeFillShade="F2"/>
          </w:tcPr>
          <w:p w:rsidR="004806EA" w:rsidRDefault="002A3D4C" w:rsidP="004806EA">
            <w:pPr>
              <w:pStyle w:val="Closing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DD/MM/YYYY</w:t>
            </w:r>
          </w:p>
        </w:tc>
      </w:tr>
      <w:tr w:rsidR="004806EA" w:rsidTr="00D13026">
        <w:trPr>
          <w:trHeight w:hRule="exact" w:val="360"/>
        </w:trPr>
        <w:tc>
          <w:tcPr>
            <w:tcW w:w="2785" w:type="dxa"/>
          </w:tcPr>
          <w:p w:rsidR="004806EA" w:rsidRDefault="004806EA" w:rsidP="004806EA">
            <w:pPr>
              <w:pStyle w:val="Closing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to be returned:</w:t>
            </w:r>
          </w:p>
        </w:tc>
        <w:tc>
          <w:tcPr>
            <w:tcW w:w="4675" w:type="dxa"/>
            <w:tcBorders>
              <w:top w:val="single" w:sz="18" w:space="0" w:color="FFFFFF" w:themeColor="background1"/>
            </w:tcBorders>
            <w:shd w:val="clear" w:color="auto" w:fill="F2F2F2" w:themeFill="background1" w:themeFillShade="F2"/>
          </w:tcPr>
          <w:p w:rsidR="004806EA" w:rsidRDefault="002A3D4C" w:rsidP="004806EA">
            <w:pPr>
              <w:pStyle w:val="Closing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</w:tr>
    </w:tbl>
    <w:p w:rsidR="004806EA" w:rsidRDefault="004806EA" w:rsidP="004806EA">
      <w:pPr>
        <w:pStyle w:val="Closing"/>
        <w:contextualSpacing/>
        <w:rPr>
          <w:sz w:val="24"/>
          <w:szCs w:val="24"/>
        </w:rPr>
      </w:pPr>
    </w:p>
    <w:p w:rsidR="004806EA" w:rsidRPr="004806EA" w:rsidRDefault="004806EA" w:rsidP="004806EA">
      <w:pPr>
        <w:pStyle w:val="Closing"/>
        <w:contextualSpacing/>
        <w:rPr>
          <w:sz w:val="24"/>
          <w:szCs w:val="24"/>
        </w:rPr>
      </w:pPr>
    </w:p>
    <w:p w:rsidR="004806EA" w:rsidRPr="00EA7FBD" w:rsidRDefault="004806EA">
      <w:pPr>
        <w:pStyle w:val="Closing"/>
        <w:rPr>
          <w:b/>
          <w:sz w:val="24"/>
          <w:szCs w:val="24"/>
        </w:rPr>
      </w:pPr>
      <w:r w:rsidRPr="00EA7FBD">
        <w:rPr>
          <w:b/>
          <w:sz w:val="24"/>
          <w:szCs w:val="24"/>
        </w:rPr>
        <w:t>Please forward the security deposit to the following address</w:t>
      </w:r>
    </w:p>
    <w:p w:rsidR="004806EA" w:rsidRPr="00EA7FBD" w:rsidRDefault="00183186" w:rsidP="004806EA">
      <w:pPr>
        <w:pStyle w:val="Address"/>
        <w:rPr>
          <w:color w:val="0070C0"/>
        </w:rPr>
      </w:pPr>
      <w:sdt>
        <w:sdtPr>
          <w:rPr>
            <w:color w:val="0070C0"/>
          </w:rPr>
          <w:id w:val="-2133310498"/>
          <w:placeholder>
            <w:docPart w:val="99D7255B2B544B9CB848F28E6867B2CC"/>
          </w:placeholder>
          <w:temporary/>
          <w:showingPlcHdr/>
          <w15:appearance w15:val="hidden"/>
        </w:sdtPr>
        <w:sdtEndPr/>
        <w:sdtContent>
          <w:r w:rsidR="004806EA" w:rsidRPr="00EA7FBD">
            <w:rPr>
              <w:rStyle w:val="PlaceholderText"/>
              <w:color w:val="0070C0"/>
            </w:rPr>
            <w:t>[Street Address, City, ST  ZIP Code]</w:t>
          </w:r>
        </w:sdtContent>
      </w:sdt>
    </w:p>
    <w:p w:rsidR="004806EA" w:rsidRPr="00EA7FBD" w:rsidRDefault="00183186" w:rsidP="004806EA">
      <w:pPr>
        <w:pStyle w:val="Closing"/>
        <w:rPr>
          <w:color w:val="0070C0"/>
        </w:rPr>
      </w:pPr>
      <w:sdt>
        <w:sdtPr>
          <w:rPr>
            <w:color w:val="0070C0"/>
          </w:rPr>
          <w:id w:val="-2070639753"/>
          <w:placeholder>
            <w:docPart w:val="4150AEBB3F754138AEF7CEC3DEBCB746"/>
          </w:placeholder>
          <w:temporary/>
          <w:showingPlcHdr/>
          <w15:appearance w15:val="hidden"/>
        </w:sdtPr>
        <w:sdtEndPr/>
        <w:sdtContent>
          <w:r w:rsidR="004806EA" w:rsidRPr="00EA7FBD">
            <w:rPr>
              <w:rStyle w:val="PlaceholderText"/>
              <w:color w:val="0070C0"/>
            </w:rPr>
            <w:t>[phone number]</w:t>
          </w:r>
        </w:sdtContent>
      </w:sdt>
      <w:r w:rsidR="004806EA" w:rsidRPr="00EA7FBD">
        <w:rPr>
          <w:color w:val="0070C0"/>
        </w:rPr>
        <w:t xml:space="preserve"> | </w:t>
      </w:r>
      <w:sdt>
        <w:sdtPr>
          <w:rPr>
            <w:color w:val="0070C0"/>
          </w:rPr>
          <w:id w:val="-1514988344"/>
          <w:placeholder>
            <w:docPart w:val="73783B2BD0074A57BA8760A5F9976314"/>
          </w:placeholder>
          <w:temporary/>
          <w:showingPlcHdr/>
          <w15:appearance w15:val="hidden"/>
        </w:sdtPr>
        <w:sdtEndPr/>
        <w:sdtContent>
          <w:r w:rsidR="004806EA" w:rsidRPr="00EA7FBD">
            <w:rPr>
              <w:color w:val="0070C0"/>
            </w:rPr>
            <w:t>[</w:t>
          </w:r>
          <w:r w:rsidR="004806EA" w:rsidRPr="00EA7FBD">
            <w:rPr>
              <w:rStyle w:val="PlaceholderText"/>
              <w:color w:val="0070C0"/>
            </w:rPr>
            <w:t>website address]</w:t>
          </w:r>
        </w:sdtContent>
      </w:sdt>
    </w:p>
    <w:p w:rsidR="004806EA" w:rsidRPr="00EA7FBD" w:rsidRDefault="00EA7FBD">
      <w:pPr>
        <w:pStyle w:val="Closing"/>
        <w:rPr>
          <w:i/>
        </w:rPr>
      </w:pPr>
      <w:r w:rsidRPr="00EA7FBD">
        <w:rPr>
          <w:i/>
        </w:rPr>
        <w:t>Note: Checks can be made payable to the tenant(s) of record.</w:t>
      </w:r>
    </w:p>
    <w:p w:rsidR="00A341C9" w:rsidRDefault="004806EA">
      <w:pPr>
        <w:pStyle w:val="Signature"/>
      </w:pPr>
      <w:r>
        <w:t>[Tenant’ Name]</w:t>
      </w:r>
    </w:p>
    <w:p w:rsidR="00A341C9" w:rsidRDefault="004806EA">
      <w:pPr>
        <w:pStyle w:val="Signature"/>
      </w:pPr>
      <w:r>
        <w:t xml:space="preserve">Resided: </w:t>
      </w:r>
      <w:sdt>
        <w:sdtPr>
          <w:id w:val="645409515"/>
          <w:placeholder>
            <w:docPart w:val="D757017043FF4314A3F9EC395B90EE3A"/>
          </w:placeholder>
          <w:temporary/>
          <w:showingPlcHdr/>
          <w15:appearance w15:val="hidden"/>
        </w:sdtPr>
        <w:sdtEndPr/>
        <w:sdtContent>
          <w:r w:rsidRPr="00EA7FBD">
            <w:rPr>
              <w:rStyle w:val="PlaceholderText"/>
              <w:color w:val="0070C0"/>
            </w:rPr>
            <w:t>[Street Address, City, ST  ZIP Code]</w:t>
          </w:r>
        </w:sdtContent>
      </w:sdt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1109"/>
        <w:gridCol w:w="5130"/>
      </w:tblGrid>
      <w:tr w:rsidR="00EA7FBD" w:rsidTr="00EA7FBD">
        <w:tc>
          <w:tcPr>
            <w:tcW w:w="3116" w:type="dxa"/>
            <w:tcBorders>
              <w:top w:val="nil"/>
              <w:bottom w:val="nil"/>
            </w:tcBorders>
          </w:tcPr>
          <w:p w:rsidR="00EA7FBD" w:rsidRPr="00EA7FBD" w:rsidRDefault="00EA7FBD" w:rsidP="00EA7FBD">
            <w:pPr>
              <w:pStyle w:val="ListNumber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A7FBD">
              <w:rPr>
                <w:sz w:val="24"/>
                <w:szCs w:val="24"/>
              </w:rPr>
              <w:t>Signature: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EA7FBD" w:rsidRDefault="00EA7FBD" w:rsidP="004806EA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5130" w:type="dxa"/>
            <w:tcBorders>
              <w:top w:val="nil"/>
              <w:bottom w:val="single" w:sz="4" w:space="0" w:color="7F7F7F" w:themeColor="text1" w:themeTint="80"/>
            </w:tcBorders>
          </w:tcPr>
          <w:p w:rsidR="00EA7FBD" w:rsidRDefault="00EA7FBD" w:rsidP="004806EA">
            <w:pPr>
              <w:pStyle w:val="ListNumber"/>
              <w:numPr>
                <w:ilvl w:val="0"/>
                <w:numId w:val="0"/>
              </w:numPr>
            </w:pPr>
          </w:p>
        </w:tc>
      </w:tr>
    </w:tbl>
    <w:p w:rsidR="00EA7FBD" w:rsidRDefault="00EA7FBD" w:rsidP="004806EA">
      <w:pPr>
        <w:pStyle w:val="ListNumber"/>
        <w:numPr>
          <w:ilvl w:val="0"/>
          <w:numId w:val="0"/>
        </w:numPr>
      </w:pPr>
    </w:p>
    <w:p w:rsidR="00A341C9" w:rsidRPr="00EA7FBD" w:rsidRDefault="004806EA" w:rsidP="004806EA">
      <w:pPr>
        <w:pStyle w:val="ListNumber"/>
        <w:numPr>
          <w:ilvl w:val="0"/>
          <w:numId w:val="0"/>
        </w:numPr>
        <w:rPr>
          <w:b/>
          <w:sz w:val="26"/>
        </w:rPr>
      </w:pPr>
      <w:r w:rsidRPr="00EA7FBD">
        <w:rPr>
          <w:b/>
          <w:sz w:val="26"/>
        </w:rPr>
        <w:t>Additional Note/Comment</w:t>
      </w:r>
    </w:p>
    <w:tbl>
      <w:tblPr>
        <w:tblW w:w="5000" w:type="pct"/>
        <w:tblBorders>
          <w:bottom w:val="single" w:sz="4" w:space="0" w:color="7F7F7F" w:themeColor="text1" w:themeTint="80"/>
          <w:insideH w:val="single" w:sz="4" w:space="0" w:color="7F7F7F" w:themeColor="text1" w:themeTint="80"/>
          <w:insideV w:val="single" w:sz="4" w:space="0" w:color="auto"/>
        </w:tblBorders>
        <w:tblLayout w:type="fixed"/>
        <w:tblCellMar>
          <w:left w:w="0" w:type="dxa"/>
          <w:right w:w="1152" w:type="dxa"/>
        </w:tblCellMar>
        <w:tblLook w:val="04A0" w:firstRow="1" w:lastRow="0" w:firstColumn="1" w:lastColumn="0" w:noHBand="0" w:noVBand="1"/>
        <w:tblDescription w:val="Blank lines for parent to fill in"/>
      </w:tblPr>
      <w:tblGrid>
        <w:gridCol w:w="9360"/>
      </w:tblGrid>
      <w:tr w:rsidR="00A341C9" w:rsidTr="004806EA">
        <w:trPr>
          <w:trHeight w:val="432"/>
        </w:trPr>
        <w:tc>
          <w:tcPr>
            <w:tcW w:w="9576" w:type="dxa"/>
          </w:tcPr>
          <w:p w:rsidR="00A341C9" w:rsidRDefault="00A341C9">
            <w:pPr>
              <w:pStyle w:val="NoSpacing"/>
            </w:pPr>
          </w:p>
        </w:tc>
      </w:tr>
      <w:tr w:rsidR="00A341C9" w:rsidTr="004806EA">
        <w:trPr>
          <w:trHeight w:val="432"/>
        </w:trPr>
        <w:tc>
          <w:tcPr>
            <w:tcW w:w="9576" w:type="dxa"/>
          </w:tcPr>
          <w:p w:rsidR="00A341C9" w:rsidRDefault="00A341C9">
            <w:pPr>
              <w:pStyle w:val="NoSpacing"/>
            </w:pPr>
          </w:p>
        </w:tc>
      </w:tr>
      <w:tr w:rsidR="00A341C9" w:rsidTr="004806EA">
        <w:trPr>
          <w:trHeight w:val="432"/>
        </w:trPr>
        <w:tc>
          <w:tcPr>
            <w:tcW w:w="9576" w:type="dxa"/>
          </w:tcPr>
          <w:p w:rsidR="00A341C9" w:rsidRDefault="00A341C9">
            <w:pPr>
              <w:pStyle w:val="NoSpacing"/>
            </w:pPr>
          </w:p>
        </w:tc>
      </w:tr>
      <w:tr w:rsidR="00A341C9" w:rsidTr="004806EA">
        <w:trPr>
          <w:trHeight w:val="432"/>
        </w:trPr>
        <w:tc>
          <w:tcPr>
            <w:tcW w:w="9576" w:type="dxa"/>
          </w:tcPr>
          <w:p w:rsidR="00A341C9" w:rsidRDefault="00A341C9">
            <w:pPr>
              <w:pStyle w:val="NoSpacing"/>
            </w:pPr>
          </w:p>
        </w:tc>
      </w:tr>
    </w:tbl>
    <w:p w:rsidR="00A341C9" w:rsidRPr="0003046C" w:rsidRDefault="0003046C">
      <w:pPr>
        <w:rPr>
          <w:sz w:val="14"/>
        </w:rPr>
      </w:pPr>
      <w:r w:rsidRPr="0003046C">
        <w:rPr>
          <w:sz w:val="14"/>
        </w:rPr>
        <w:t>Form prepared by: wordexceltemplates.com</w:t>
      </w:r>
      <w:bookmarkStart w:id="0" w:name="_GoBack"/>
      <w:bookmarkEnd w:id="0"/>
    </w:p>
    <w:sectPr w:rsidR="00A341C9" w:rsidRPr="0003046C" w:rsidSect="00F84CBF">
      <w:footerReference w:type="default" r:id="rId8"/>
      <w:pgSz w:w="12240" w:h="15840"/>
      <w:pgMar w:top="540" w:right="1440" w:bottom="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186" w:rsidRDefault="00183186">
      <w:pPr>
        <w:spacing w:after="0" w:line="240" w:lineRule="auto"/>
      </w:pPr>
      <w:r>
        <w:separator/>
      </w:r>
    </w:p>
  </w:endnote>
  <w:endnote w:type="continuationSeparator" w:id="0">
    <w:p w:rsidR="00183186" w:rsidRDefault="00183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8564184"/>
      <w:docPartObj>
        <w:docPartGallery w:val="Page Numbers (Bottom of Page)"/>
        <w:docPartUnique/>
      </w:docPartObj>
    </w:sdtPr>
    <w:sdtEndPr/>
    <w:sdtContent>
      <w:sdt>
        <w:sdtPr>
          <w:id w:val="934402531"/>
          <w:docPartObj>
            <w:docPartGallery w:val="Page Numbers (Top of Page)"/>
            <w:docPartUnique/>
          </w:docPartObj>
        </w:sdtPr>
        <w:sdtEndPr/>
        <w:sdtContent>
          <w:p w:rsidR="00A341C9" w:rsidRDefault="009F0C6E">
            <w:pPr>
              <w:pStyle w:val="Footer"/>
            </w:pP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F84CBF">
              <w:rPr>
                <w:noProof/>
              </w:rPr>
              <w:t>2</w:t>
            </w:r>
            <w:r>
              <w:fldChar w:fldCharType="end"/>
            </w:r>
            <w:r>
              <w:t xml:space="preserve"> of </w:t>
            </w:r>
            <w:fldSimple w:instr=" NUMPAGES  ">
              <w:r w:rsidR="0003046C">
                <w:rPr>
                  <w:noProof/>
                </w:rPr>
                <w:t>1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186" w:rsidRDefault="00183186">
      <w:pPr>
        <w:spacing w:after="0" w:line="240" w:lineRule="auto"/>
      </w:pPr>
      <w:r>
        <w:separator/>
      </w:r>
    </w:p>
  </w:footnote>
  <w:footnote w:type="continuationSeparator" w:id="0">
    <w:p w:rsidR="00183186" w:rsidRDefault="00183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01406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6EA"/>
    <w:rsid w:val="0003046C"/>
    <w:rsid w:val="00183186"/>
    <w:rsid w:val="002A3D4C"/>
    <w:rsid w:val="004806EA"/>
    <w:rsid w:val="00510ECC"/>
    <w:rsid w:val="0093287C"/>
    <w:rsid w:val="009F0C6E"/>
    <w:rsid w:val="00A341C9"/>
    <w:rsid w:val="00D13026"/>
    <w:rsid w:val="00D6075B"/>
    <w:rsid w:val="00EA7FBD"/>
    <w:rsid w:val="00F8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5CD2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uiPriority="0" w:qFormat="1"/>
    <w:lsdException w:name="Signature" w:uiPriority="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  <w:jc w:val="center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ddress">
    <w:name w:val="Address"/>
    <w:basedOn w:val="Normal"/>
    <w:uiPriority w:val="1"/>
    <w:qFormat/>
    <w:pPr>
      <w:spacing w:after="0" w:line="240" w:lineRule="auto"/>
    </w:pPr>
    <w:rPr>
      <w:smallCaps/>
      <w:sz w:val="20"/>
      <w:szCs w:val="20"/>
    </w:rPr>
  </w:style>
  <w:style w:type="paragraph" w:styleId="Signature">
    <w:name w:val="Signature"/>
    <w:basedOn w:val="Normal"/>
    <w:link w:val="SignatureChar"/>
    <w:uiPriority w:val="1"/>
    <w:qFormat/>
    <w:pPr>
      <w:spacing w:after="480" w:line="240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</w:style>
  <w:style w:type="paragraph" w:styleId="ListNumber">
    <w:name w:val="List Number"/>
    <w:basedOn w:val="Normal"/>
    <w:uiPriority w:val="1"/>
    <w:qFormat/>
    <w:pPr>
      <w:numPr>
        <w:numId w:val="1"/>
      </w:numPr>
      <w:spacing w:before="240"/>
      <w:contextualSpacing/>
    </w:pPr>
  </w:style>
  <w:style w:type="paragraph" w:styleId="Closing">
    <w:name w:val="Closing"/>
    <w:basedOn w:val="Normal"/>
    <w:link w:val="ClosingChar"/>
    <w:uiPriority w:val="1"/>
    <w:qFormat/>
    <w:pPr>
      <w:spacing w:after="600" w:line="240" w:lineRule="auto"/>
    </w:pPr>
  </w:style>
  <w:style w:type="character" w:customStyle="1" w:styleId="ClosingChar">
    <w:name w:val="Closing Char"/>
    <w:basedOn w:val="DefaultParagraphFont"/>
    <w:link w:val="Closing"/>
    <w:uiPriority w:val="1"/>
  </w:style>
  <w:style w:type="paragraph" w:styleId="Date">
    <w:name w:val="Date"/>
    <w:basedOn w:val="Normal"/>
    <w:next w:val="Normal"/>
    <w:link w:val="DateChar"/>
    <w:uiPriority w:val="1"/>
    <w:qFormat/>
    <w:pPr>
      <w:spacing w:before="360" w:after="360"/>
    </w:pPr>
  </w:style>
  <w:style w:type="character" w:customStyle="1" w:styleId="DateChar">
    <w:name w:val="Date Char"/>
    <w:basedOn w:val="DefaultParagraphFont"/>
    <w:link w:val="Date"/>
    <w:uiPriority w:val="1"/>
  </w:style>
  <w:style w:type="paragraph" w:styleId="NoSpacing">
    <w:name w:val="No Spacing"/>
    <w:uiPriority w:val="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Request%20for%20student%20profile%20(form%20lette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25D94336CED45778B601CF91ABDB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11866-370E-4D01-8293-710B57753919}"/>
      </w:docPartPr>
      <w:docPartBody>
        <w:p w:rsidR="00381C32" w:rsidRDefault="00236FC2">
          <w:pPr>
            <w:pStyle w:val="F25D94336CED45778B601CF91ABDB9B5"/>
          </w:pPr>
          <w:r>
            <w:t>[Date]</w:t>
          </w:r>
        </w:p>
      </w:docPartBody>
    </w:docPart>
    <w:docPart>
      <w:docPartPr>
        <w:name w:val="99D7255B2B544B9CB848F28E6867B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F0C98-F74C-426D-8EF2-055A33FD42B9}"/>
      </w:docPartPr>
      <w:docPartBody>
        <w:p w:rsidR="00381C32" w:rsidRDefault="00DA55B1" w:rsidP="00DA55B1">
          <w:pPr>
            <w:pStyle w:val="99D7255B2B544B9CB848F28E6867B2CC"/>
          </w:pPr>
          <w:r>
            <w:rPr>
              <w:rStyle w:val="PlaceholderText"/>
            </w:rPr>
            <w:t>[Street Address, City, ST  ZIP Code]</w:t>
          </w:r>
        </w:p>
      </w:docPartBody>
    </w:docPart>
    <w:docPart>
      <w:docPartPr>
        <w:name w:val="4150AEBB3F754138AEF7CEC3DEBCB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392C2-39F0-4999-93D5-151FFE41D5B5}"/>
      </w:docPartPr>
      <w:docPartBody>
        <w:p w:rsidR="00381C32" w:rsidRDefault="00DA55B1" w:rsidP="00DA55B1">
          <w:pPr>
            <w:pStyle w:val="4150AEBB3F754138AEF7CEC3DEBCB746"/>
          </w:pPr>
          <w:r>
            <w:rPr>
              <w:rStyle w:val="PlaceholderText"/>
            </w:rPr>
            <w:t>[phone number]</w:t>
          </w:r>
        </w:p>
      </w:docPartBody>
    </w:docPart>
    <w:docPart>
      <w:docPartPr>
        <w:name w:val="73783B2BD0074A57BA8760A5F9976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87340-778C-4F32-B0DF-0A85520FDA36}"/>
      </w:docPartPr>
      <w:docPartBody>
        <w:p w:rsidR="00381C32" w:rsidRDefault="00DA55B1" w:rsidP="00DA55B1">
          <w:pPr>
            <w:pStyle w:val="73783B2BD0074A57BA8760A5F9976314"/>
          </w:pPr>
          <w:r>
            <w:t>[</w:t>
          </w:r>
          <w:r>
            <w:rPr>
              <w:rStyle w:val="PlaceholderText"/>
            </w:rPr>
            <w:t>website address]</w:t>
          </w:r>
        </w:p>
      </w:docPartBody>
    </w:docPart>
    <w:docPart>
      <w:docPartPr>
        <w:name w:val="D757017043FF4314A3F9EC395B90E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1F5BA-3310-4757-93C9-ABB687DE18E9}"/>
      </w:docPartPr>
      <w:docPartBody>
        <w:p w:rsidR="00381C32" w:rsidRDefault="00DA55B1" w:rsidP="00DA55B1">
          <w:pPr>
            <w:pStyle w:val="D757017043FF4314A3F9EC395B90EE3A"/>
          </w:pPr>
          <w:r>
            <w:rPr>
              <w:rStyle w:val="PlaceholderText"/>
            </w:rPr>
            <w:t>[Street Address, 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5B1"/>
    <w:rsid w:val="00236FC2"/>
    <w:rsid w:val="00381C32"/>
    <w:rsid w:val="004F068E"/>
    <w:rsid w:val="00DA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64E222E58F4156847649E9C6C6E200">
    <w:name w:val="7A64E222E58F4156847649E9C6C6E200"/>
  </w:style>
  <w:style w:type="character" w:styleId="PlaceholderText">
    <w:name w:val="Placeholder Text"/>
    <w:basedOn w:val="DefaultParagraphFont"/>
    <w:uiPriority w:val="99"/>
    <w:semiHidden/>
    <w:rsid w:val="00DA55B1"/>
    <w:rPr>
      <w:color w:val="808080"/>
    </w:rPr>
  </w:style>
  <w:style w:type="paragraph" w:customStyle="1" w:styleId="16B25C97255A432286CC297E76BB5848">
    <w:name w:val="16B25C97255A432286CC297E76BB5848"/>
  </w:style>
  <w:style w:type="paragraph" w:customStyle="1" w:styleId="224EB19C7D1744B3997D102174E015F4">
    <w:name w:val="224EB19C7D1744B3997D102174E015F4"/>
  </w:style>
  <w:style w:type="paragraph" w:customStyle="1" w:styleId="ECA965E0FA344AD3BD9C5E23547A9CF8">
    <w:name w:val="ECA965E0FA344AD3BD9C5E23547A9CF8"/>
  </w:style>
  <w:style w:type="paragraph" w:customStyle="1" w:styleId="F25D94336CED45778B601CF91ABDB9B5">
    <w:name w:val="F25D94336CED45778B601CF91ABDB9B5"/>
  </w:style>
  <w:style w:type="paragraph" w:customStyle="1" w:styleId="D2D10D8BD197474991A0D1C8CD333CF5">
    <w:name w:val="D2D10D8BD197474991A0D1C8CD333CF5"/>
  </w:style>
  <w:style w:type="paragraph" w:customStyle="1" w:styleId="9CA44C12DF3043E5ADCE59FF3D8BA245">
    <w:name w:val="9CA44C12DF3043E5ADCE59FF3D8BA245"/>
  </w:style>
  <w:style w:type="paragraph" w:customStyle="1" w:styleId="049B8452ABF84685A290E97E2998561B">
    <w:name w:val="049B8452ABF84685A290E97E2998561B"/>
  </w:style>
  <w:style w:type="paragraph" w:customStyle="1" w:styleId="99D7255B2B544B9CB848F28E6867B2CC">
    <w:name w:val="99D7255B2B544B9CB848F28E6867B2CC"/>
    <w:rsid w:val="00DA55B1"/>
  </w:style>
  <w:style w:type="paragraph" w:customStyle="1" w:styleId="4150AEBB3F754138AEF7CEC3DEBCB746">
    <w:name w:val="4150AEBB3F754138AEF7CEC3DEBCB746"/>
    <w:rsid w:val="00DA55B1"/>
  </w:style>
  <w:style w:type="paragraph" w:customStyle="1" w:styleId="73783B2BD0074A57BA8760A5F9976314">
    <w:name w:val="73783B2BD0074A57BA8760A5F9976314"/>
    <w:rsid w:val="00DA55B1"/>
  </w:style>
  <w:style w:type="paragraph" w:customStyle="1" w:styleId="D757017043FF4314A3F9EC395B90EE3A">
    <w:name w:val="D757017043FF4314A3F9EC395B90EE3A"/>
    <w:rsid w:val="00DA55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B3ACE98-4996-470A-914B-AE32EE3EE1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Request for student profile (form letter).dotx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2017-10-24T10:32:00Z</dcterms:created>
  <dcterms:modified xsi:type="dcterms:W3CDTF">2017-10-24T11:12:00Z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TC040220399991</vt:lpwstr>
  </property>
</Properties>
</file>