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CE" w:rsidRPr="00CA2910" w:rsidRDefault="0060385C">
      <w:pPr>
        <w:pStyle w:val="Heading1"/>
        <w:rPr>
          <w:rStyle w:val="Strong"/>
          <w:color w:val="auto"/>
          <w:sz w:val="42"/>
        </w:rPr>
      </w:pPr>
      <w:r w:rsidRPr="00CA2910">
        <w:rPr>
          <w:rStyle w:val="Strong"/>
          <w:color w:val="auto"/>
          <w:sz w:val="42"/>
        </w:rPr>
        <w:t>Supply Request Form</w:t>
      </w:r>
    </w:p>
    <w:p w:rsidR="000950CE" w:rsidRDefault="00050249" w:rsidP="00CA2910">
      <w:pPr>
        <w:pStyle w:val="Heading3"/>
        <w:jc w:val="center"/>
      </w:pPr>
      <w:sdt>
        <w:sdtPr>
          <w:alias w:val="Day and date"/>
          <w:tag w:val=""/>
          <w:id w:val="1975404161"/>
          <w:placeholder>
            <w:docPart w:val="36A1FE64CB224E2CB3AE13DE0CA94935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2-12-08T00:00:00Z">
            <w:dateFormat w:val="dddd, MMMM d"/>
            <w:lid w:val="en-US"/>
            <w:storeMappedDataAs w:val="dateTime"/>
            <w:calendar w:val="gregorian"/>
          </w:date>
        </w:sdtPr>
        <w:sdtEndPr/>
        <w:sdtContent>
          <w:r w:rsidR="003C29C3" w:rsidRPr="00CA2910">
            <w:rPr>
              <w:color w:val="auto"/>
            </w:rPr>
            <w:t>[Day of the week and date]</w:t>
          </w:r>
        </w:sdtContent>
      </w:sdt>
    </w:p>
    <w:tbl>
      <w:tblPr>
        <w:tblW w:w="501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irst and last name of participant"/>
      </w:tblPr>
      <w:tblGrid>
        <w:gridCol w:w="842"/>
        <w:gridCol w:w="5477"/>
        <w:gridCol w:w="451"/>
        <w:gridCol w:w="2979"/>
        <w:gridCol w:w="1083"/>
      </w:tblGrid>
      <w:tr w:rsidR="000950CE" w:rsidTr="0060385C">
        <w:trPr>
          <w:trHeight w:val="474"/>
        </w:trPr>
        <w:tc>
          <w:tcPr>
            <w:tcW w:w="389" w:type="pct"/>
            <w:vAlign w:val="bottom"/>
          </w:tcPr>
          <w:p w:rsidR="000950CE" w:rsidRDefault="003C29C3">
            <w:pPr>
              <w:pStyle w:val="Tabletext"/>
            </w:pPr>
            <w:r>
              <w:t>Name:</w:t>
            </w:r>
          </w:p>
        </w:tc>
        <w:tc>
          <w:tcPr>
            <w:tcW w:w="2528" w:type="pct"/>
            <w:tcBorders>
              <w:bottom w:val="single" w:sz="4" w:space="0" w:color="auto"/>
            </w:tcBorders>
            <w:vAlign w:val="bottom"/>
          </w:tcPr>
          <w:p w:rsidR="000950CE" w:rsidRDefault="0060385C">
            <w:pPr>
              <w:pStyle w:val="Tabletext"/>
            </w:pPr>
            <w:r>
              <w:rPr>
                <w:rStyle w:val="Strong"/>
              </w:rPr>
              <w:t>[Requester]</w:t>
            </w:r>
          </w:p>
        </w:tc>
        <w:tc>
          <w:tcPr>
            <w:tcW w:w="208" w:type="pct"/>
          </w:tcPr>
          <w:p w:rsidR="000950CE" w:rsidRDefault="000950CE">
            <w:pPr>
              <w:pStyle w:val="Tabletext"/>
            </w:pPr>
          </w:p>
        </w:tc>
        <w:tc>
          <w:tcPr>
            <w:tcW w:w="1375" w:type="pct"/>
            <w:vAlign w:val="bottom"/>
          </w:tcPr>
          <w:p w:rsidR="000950CE" w:rsidRDefault="0060385C" w:rsidP="0060385C">
            <w:pPr>
              <w:pStyle w:val="Tabletext"/>
              <w:jc w:val="right"/>
            </w:pPr>
            <w:r>
              <w:t>Date of Request</w:t>
            </w:r>
            <w:r w:rsidR="003C29C3">
              <w:t>: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bottom"/>
          </w:tcPr>
          <w:p w:rsidR="000950CE" w:rsidRDefault="000950CE">
            <w:pPr>
              <w:pStyle w:val="Tabletext"/>
              <w:rPr>
                <w:rStyle w:val="Strong"/>
              </w:rPr>
            </w:pPr>
          </w:p>
        </w:tc>
      </w:tr>
      <w:tr w:rsidR="0060385C" w:rsidTr="0060385C">
        <w:trPr>
          <w:trHeight w:val="446"/>
        </w:trPr>
        <w:tc>
          <w:tcPr>
            <w:tcW w:w="389" w:type="pct"/>
            <w:vAlign w:val="bottom"/>
          </w:tcPr>
          <w:p w:rsidR="0060385C" w:rsidRDefault="0060385C" w:rsidP="0010636D">
            <w:pPr>
              <w:pStyle w:val="Tabletext"/>
            </w:pPr>
            <w:r>
              <w:t>Dept.:</w:t>
            </w:r>
          </w:p>
        </w:tc>
        <w:tc>
          <w:tcPr>
            <w:tcW w:w="2528" w:type="pct"/>
            <w:tcBorders>
              <w:bottom w:val="single" w:sz="4" w:space="0" w:color="auto"/>
            </w:tcBorders>
            <w:vAlign w:val="bottom"/>
          </w:tcPr>
          <w:p w:rsidR="0060385C" w:rsidRPr="0060385C" w:rsidRDefault="0060385C" w:rsidP="0010636D">
            <w:pPr>
              <w:pStyle w:val="Tabletext"/>
              <w:rPr>
                <w:b/>
                <w:bCs/>
              </w:rPr>
            </w:pPr>
            <w:r>
              <w:rPr>
                <w:rStyle w:val="Strong"/>
              </w:rPr>
              <w:t>[Department]</w:t>
            </w:r>
          </w:p>
        </w:tc>
        <w:tc>
          <w:tcPr>
            <w:tcW w:w="208" w:type="pct"/>
          </w:tcPr>
          <w:p w:rsidR="0060385C" w:rsidRDefault="0060385C" w:rsidP="0010636D">
            <w:pPr>
              <w:pStyle w:val="Tabletext"/>
            </w:pPr>
          </w:p>
        </w:tc>
        <w:tc>
          <w:tcPr>
            <w:tcW w:w="1375" w:type="pct"/>
            <w:vAlign w:val="bottom"/>
          </w:tcPr>
          <w:p w:rsidR="0060385C" w:rsidRDefault="0060385C" w:rsidP="0010636D">
            <w:pPr>
              <w:pStyle w:val="Tabletext"/>
              <w:jc w:val="right"/>
            </w:pPr>
            <w:r>
              <w:t>Date Needed By: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bottom"/>
          </w:tcPr>
          <w:p w:rsidR="0060385C" w:rsidRDefault="0060385C" w:rsidP="0010636D">
            <w:pPr>
              <w:pStyle w:val="Tabletext"/>
              <w:rPr>
                <w:rStyle w:val="Strong"/>
              </w:rPr>
            </w:pPr>
          </w:p>
        </w:tc>
      </w:tr>
    </w:tbl>
    <w:p w:rsidR="00F70C98" w:rsidRDefault="00F70C98" w:rsidP="00F70C98">
      <w:pPr>
        <w:jc w:val="right"/>
      </w:pPr>
      <w:r>
        <w:t>(please allow 7 business days to receive your order)</w:t>
      </w:r>
    </w:p>
    <w:p w:rsidR="00F00C30" w:rsidRDefault="00F00C30"/>
    <w:p w:rsidR="000950CE" w:rsidRPr="00F00C30" w:rsidRDefault="00F00C30">
      <w:pPr>
        <w:rPr>
          <w:b/>
          <w:i/>
        </w:rPr>
      </w:pPr>
      <w:r>
        <w:t xml:space="preserve">Please complete the form below and return your request to </w:t>
      </w:r>
      <w:r w:rsidRPr="00F00C30">
        <w:rPr>
          <w:b/>
          <w:i/>
        </w:rPr>
        <w:t>[Department]</w:t>
      </w:r>
    </w:p>
    <w:tbl>
      <w:tblPr>
        <w:tblStyle w:val="GridTable1Light-Accent1"/>
        <w:tblW w:w="5038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ledge table with sponsor and pledge information"/>
      </w:tblPr>
      <w:tblGrid>
        <w:gridCol w:w="545"/>
        <w:gridCol w:w="3401"/>
        <w:gridCol w:w="1654"/>
        <w:gridCol w:w="1271"/>
        <w:gridCol w:w="2956"/>
        <w:gridCol w:w="1045"/>
      </w:tblGrid>
      <w:tr w:rsidR="008E2EE4" w:rsidTr="00F70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bottom w:val="single" w:sz="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:rsidR="0060385C" w:rsidRPr="008E2EE4" w:rsidRDefault="0060385C" w:rsidP="0010636D">
            <w:pPr>
              <w:pStyle w:val="Tabletext"/>
              <w:jc w:val="right"/>
              <w:rPr>
                <w:b w:val="0"/>
              </w:rPr>
            </w:pPr>
            <w:r w:rsidRPr="008E2EE4">
              <w:rPr>
                <w:b w:val="0"/>
              </w:rPr>
              <w:t>Sr#</w:t>
            </w:r>
          </w:p>
        </w:tc>
        <w:tc>
          <w:tcPr>
            <w:tcW w:w="3401" w:type="dxa"/>
            <w:tcBorders>
              <w:bottom w:val="single" w:sz="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:rsidR="0060385C" w:rsidRPr="008E2EE4" w:rsidRDefault="0060385C" w:rsidP="0010636D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E2EE4">
              <w:rPr>
                <w:b w:val="0"/>
              </w:rPr>
              <w:t>Item Description</w:t>
            </w:r>
          </w:p>
        </w:tc>
        <w:tc>
          <w:tcPr>
            <w:tcW w:w="1654" w:type="dxa"/>
            <w:tcBorders>
              <w:bottom w:val="single" w:sz="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:rsidR="0060385C" w:rsidRPr="008E2EE4" w:rsidRDefault="0060385C" w:rsidP="0010636D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E2EE4">
              <w:rPr>
                <w:b w:val="0"/>
              </w:rPr>
              <w:t>Item Number</w:t>
            </w:r>
          </w:p>
        </w:tc>
        <w:tc>
          <w:tcPr>
            <w:tcW w:w="1271" w:type="dxa"/>
            <w:tcBorders>
              <w:bottom w:val="single" w:sz="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:rsidR="0060385C" w:rsidRPr="008E2EE4" w:rsidRDefault="0060385C" w:rsidP="0010636D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E2EE4">
              <w:rPr>
                <w:b w:val="0"/>
              </w:rPr>
              <w:t>Price</w:t>
            </w:r>
          </w:p>
        </w:tc>
        <w:tc>
          <w:tcPr>
            <w:tcW w:w="2956" w:type="dxa"/>
            <w:tcBorders>
              <w:bottom w:val="single" w:sz="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:rsidR="0060385C" w:rsidRPr="008E2EE4" w:rsidRDefault="0060385C" w:rsidP="0010636D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E2EE4">
              <w:rPr>
                <w:b w:val="0"/>
              </w:rPr>
              <w:t>Unit of Measure (e.g. Dozen, Each, Case, Pack, etc.)</w:t>
            </w:r>
          </w:p>
        </w:tc>
        <w:tc>
          <w:tcPr>
            <w:tcW w:w="1045" w:type="dxa"/>
            <w:tcBorders>
              <w:bottom w:val="single" w:sz="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:rsidR="0060385C" w:rsidRPr="008E2EE4" w:rsidRDefault="0060385C" w:rsidP="0010636D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E2EE4">
              <w:rPr>
                <w:b w:val="0"/>
              </w:rPr>
              <w:t>Quantity</w:t>
            </w: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2" w:space="0" w:color="7F7F7F" w:themeColor="text1" w:themeTint="80"/>
            </w:tcBorders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</w:t>
            </w:r>
          </w:p>
        </w:tc>
        <w:tc>
          <w:tcPr>
            <w:tcW w:w="3401" w:type="dxa"/>
            <w:tcBorders>
              <w:top w:val="single" w:sz="2" w:space="0" w:color="7F7F7F" w:themeColor="text1" w:themeTint="80"/>
            </w:tcBorders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tcBorders>
              <w:top w:val="single" w:sz="2" w:space="0" w:color="7F7F7F" w:themeColor="text1" w:themeTint="80"/>
            </w:tcBorders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tcBorders>
              <w:top w:val="single" w:sz="2" w:space="0" w:color="7F7F7F" w:themeColor="text1" w:themeTint="80"/>
            </w:tcBorders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tcBorders>
              <w:top w:val="single" w:sz="2" w:space="0" w:color="7F7F7F" w:themeColor="text1" w:themeTint="80"/>
            </w:tcBorders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tcBorders>
              <w:top w:val="single" w:sz="2" w:space="0" w:color="7F7F7F" w:themeColor="text1" w:themeTint="80"/>
            </w:tcBorders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2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3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4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5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6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7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8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9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10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11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12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13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14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C98" w:rsidTr="00F70C98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Align w:val="bottom"/>
          </w:tcPr>
          <w:p w:rsidR="0060385C" w:rsidRPr="00DD28D7" w:rsidRDefault="0060385C" w:rsidP="00DD28D7">
            <w:pPr>
              <w:pStyle w:val="Tabletext"/>
              <w:jc w:val="center"/>
              <w:rPr>
                <w:b w:val="0"/>
              </w:rPr>
            </w:pPr>
            <w:r w:rsidRPr="00DD28D7">
              <w:rPr>
                <w:b w:val="0"/>
              </w:rPr>
              <w:t>15</w:t>
            </w:r>
          </w:p>
        </w:tc>
        <w:tc>
          <w:tcPr>
            <w:tcW w:w="340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4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6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5" w:type="dxa"/>
            <w:vAlign w:val="bottom"/>
          </w:tcPr>
          <w:p w:rsidR="0060385C" w:rsidRDefault="0060385C" w:rsidP="0010636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0385C" w:rsidRDefault="0060385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88"/>
        <w:gridCol w:w="2718"/>
        <w:gridCol w:w="2933"/>
        <w:gridCol w:w="2719"/>
      </w:tblGrid>
      <w:tr w:rsidR="0060385C" w:rsidTr="00DD28D7">
        <w:trPr>
          <w:trHeight w:val="524"/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385C" w:rsidRDefault="0060385C">
            <w:r>
              <w:t>Contact Person</w:t>
            </w:r>
            <w:r w:rsidR="00DD28D7">
              <w:t>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385C" w:rsidRDefault="0060385C"/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385C" w:rsidRDefault="0060385C" w:rsidP="008E2EE4">
            <w:pPr>
              <w:jc w:val="center"/>
            </w:pPr>
            <w:r>
              <w:t>Received By: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385C" w:rsidRDefault="0060385C"/>
        </w:tc>
      </w:tr>
      <w:tr w:rsidR="0060385C" w:rsidTr="00DD28D7">
        <w:trPr>
          <w:trHeight w:val="524"/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385C" w:rsidRDefault="0060385C">
            <w:r>
              <w:t>Approved By:</w:t>
            </w:r>
          </w:p>
        </w:tc>
        <w:tc>
          <w:tcPr>
            <w:tcW w:w="27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0385C" w:rsidRDefault="0060385C"/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385C" w:rsidRDefault="008E2EE4" w:rsidP="008E2EE4">
            <w:pPr>
              <w:jc w:val="center"/>
            </w:pPr>
            <w:r>
              <w:t>Department:</w:t>
            </w:r>
          </w:p>
        </w:tc>
        <w:tc>
          <w:tcPr>
            <w:tcW w:w="271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0385C" w:rsidRDefault="0060385C"/>
        </w:tc>
      </w:tr>
      <w:tr w:rsidR="0060385C" w:rsidTr="00DD28D7">
        <w:trPr>
          <w:trHeight w:val="524"/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385C" w:rsidRDefault="008E2EE4">
            <w:r>
              <w:t>Signature</w:t>
            </w:r>
            <w:r w:rsidR="00DD28D7">
              <w:t>: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0385C" w:rsidRDefault="0060385C"/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385C" w:rsidRDefault="008E2EE4" w:rsidP="008E2EE4">
            <w:pPr>
              <w:jc w:val="center"/>
            </w:pPr>
            <w:r>
              <w:t>Date:</w:t>
            </w:r>
          </w:p>
        </w:tc>
        <w:tc>
          <w:tcPr>
            <w:tcW w:w="271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0385C" w:rsidRDefault="0060385C"/>
        </w:tc>
      </w:tr>
    </w:tbl>
    <w:p w:rsidR="0060385C" w:rsidRDefault="0060385C"/>
    <w:p w:rsidR="00A8763B" w:rsidRDefault="00A8763B">
      <w:bookmarkStart w:id="0" w:name="_GoBack"/>
      <w:bookmarkEnd w:id="0"/>
    </w:p>
    <w:p w:rsidR="00A8763B" w:rsidRPr="00A8763B" w:rsidRDefault="00A8763B">
      <w:pPr>
        <w:rPr>
          <w:sz w:val="16"/>
        </w:rPr>
      </w:pPr>
      <w:r w:rsidRPr="00A8763B">
        <w:rPr>
          <w:sz w:val="16"/>
        </w:rPr>
        <w:t>Produced by: wordexceltemplates.com</w:t>
      </w:r>
    </w:p>
    <w:sectPr w:rsidR="00A8763B" w:rsidRPr="00A8763B" w:rsidSect="0060385C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249" w:rsidRDefault="00050249">
      <w:pPr>
        <w:spacing w:after="0" w:line="240" w:lineRule="auto"/>
      </w:pPr>
      <w:r>
        <w:separator/>
      </w:r>
    </w:p>
  </w:endnote>
  <w:endnote w:type="continuationSeparator" w:id="0">
    <w:p w:rsidR="00050249" w:rsidRDefault="0005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249" w:rsidRDefault="00050249">
      <w:pPr>
        <w:spacing w:after="0" w:line="240" w:lineRule="auto"/>
      </w:pPr>
      <w:r>
        <w:separator/>
      </w:r>
    </w:p>
  </w:footnote>
  <w:footnote w:type="continuationSeparator" w:id="0">
    <w:p w:rsidR="00050249" w:rsidRDefault="0005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84668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396CD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020E2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52CD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198D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1AA6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075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90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F8A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640B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E81473"/>
    <w:multiLevelType w:val="hybridMultilevel"/>
    <w:tmpl w:val="85102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C7CC4"/>
    <w:multiLevelType w:val="hybridMultilevel"/>
    <w:tmpl w:val="92A65734"/>
    <w:lvl w:ilvl="0" w:tplc="C604336A">
      <w:start w:val="1"/>
      <w:numFmt w:val="decimal"/>
      <w:pStyle w:val="List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5C"/>
    <w:rsid w:val="00050249"/>
    <w:rsid w:val="000950CE"/>
    <w:rsid w:val="003C29C3"/>
    <w:rsid w:val="0060385C"/>
    <w:rsid w:val="008E2EE4"/>
    <w:rsid w:val="009E5A77"/>
    <w:rsid w:val="00A8763B"/>
    <w:rsid w:val="00CA2910"/>
    <w:rsid w:val="00DD28D7"/>
    <w:rsid w:val="00F00C30"/>
    <w:rsid w:val="00F7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ACB2B9"/>
  <w15:chartTrackingRefBased/>
  <w15:docId w15:val="{2C8C1A11-7452-4D02-BD83-0B7509D0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ageBreakBefore/>
      <w:spacing w:before="240" w:after="240"/>
      <w:contextualSpacing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text">
    <w:name w:val="Table text"/>
    <w:basedOn w:val="Normal"/>
    <w:uiPriority w:val="1"/>
    <w:qFormat/>
    <w:pPr>
      <w:spacing w:before="20" w:after="20" w:line="240" w:lineRule="auto"/>
      <w:ind w:right="72"/>
    </w:p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List">
    <w:name w:val="List"/>
    <w:basedOn w:val="ListParagraph"/>
    <w:uiPriority w:val="1"/>
    <w:qFormat/>
    <w:pPr>
      <w:numPr>
        <w:numId w:val="2"/>
      </w:numPr>
      <w:ind w:left="720" w:hanging="360"/>
      <w:contextualSpacing w:val="0"/>
    </w:p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pPr>
      <w:spacing w:before="200"/>
    </w:pPr>
  </w:style>
  <w:style w:type="character" w:customStyle="1" w:styleId="SalutationChar">
    <w:name w:val="Salutation Char"/>
    <w:basedOn w:val="DefaultParagraphFont"/>
    <w:link w:val="Salutation"/>
    <w:uiPriority w:val="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alk-a-thon%20fundraiser%20pledge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6A1FE64CB224E2CB3AE13DE0CA94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6C9D3-F308-4CE0-957E-2A155160B8D1}"/>
      </w:docPartPr>
      <w:docPartBody>
        <w:p w:rsidR="003421B9" w:rsidRDefault="00253576">
          <w:pPr>
            <w:pStyle w:val="36A1FE64CB224E2CB3AE13DE0CA94935"/>
          </w:pPr>
          <w:r>
            <w:t>[Day of the week and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76"/>
    <w:rsid w:val="00253576"/>
    <w:rsid w:val="002E76C4"/>
    <w:rsid w:val="0034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customStyle="1" w:styleId="D3CEBA74751745B6AA2C96276497BA19">
    <w:name w:val="D3CEBA74751745B6AA2C96276497BA19"/>
  </w:style>
  <w:style w:type="paragraph" w:customStyle="1" w:styleId="E999017070E44E07AD73489ACB3B56C1">
    <w:name w:val="E999017070E44E07AD73489ACB3B56C1"/>
  </w:style>
  <w:style w:type="paragraph" w:customStyle="1" w:styleId="36A1FE64CB224E2CB3AE13DE0CA94935">
    <w:name w:val="36A1FE64CB224E2CB3AE13DE0CA94935"/>
  </w:style>
  <w:style w:type="paragraph" w:customStyle="1" w:styleId="EEB64B04351645BC97D5A49EF84F0B31">
    <w:name w:val="EEB64B04351645BC97D5A49EF84F0B31"/>
  </w:style>
  <w:style w:type="paragraph" w:customStyle="1" w:styleId="DB0A561C49314E51AAA43EBD276D6A9C">
    <w:name w:val="DB0A561C49314E51AAA43EBD276D6A9C"/>
  </w:style>
  <w:style w:type="paragraph" w:customStyle="1" w:styleId="130CDCFC9ED74696A41CDF177E332EBE">
    <w:name w:val="130CDCFC9ED74696A41CDF177E332EBE"/>
  </w:style>
  <w:style w:type="paragraph" w:customStyle="1" w:styleId="FCA64F9E210B4AA09C83AEE80F04F4D7">
    <w:name w:val="FCA64F9E210B4AA09C83AEE80F04F4D7"/>
  </w:style>
  <w:style w:type="paragraph" w:customStyle="1" w:styleId="0D03EDA960164DD3B2E527A5A4F19381">
    <w:name w:val="0D03EDA960164DD3B2E527A5A4F19381"/>
  </w:style>
  <w:style w:type="paragraph" w:customStyle="1" w:styleId="F8D4E7ABB33A41F59AF97EC3FBA7A549">
    <w:name w:val="F8D4E7ABB33A41F59AF97EC3FBA7A549"/>
  </w:style>
  <w:style w:type="paragraph" w:customStyle="1" w:styleId="8A9EAA0567FC4A9F8C69733F3A0876A0">
    <w:name w:val="8A9EAA0567FC4A9F8C69733F3A0876A0"/>
  </w:style>
  <w:style w:type="paragraph" w:customStyle="1" w:styleId="35E3355654184CDF821291487D888117">
    <w:name w:val="35E3355654184CDF821291487D888117"/>
  </w:style>
  <w:style w:type="paragraph" w:customStyle="1" w:styleId="26830EFE5278481EB8BDBA65165A55C5">
    <w:name w:val="26830EFE5278481EB8BDBA65165A5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Walk-a-thon fundraiser pledge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D88898-37EE-462A-AC70-8C790AB569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Walk-a-thon fundraiser pledge form.dotx</Template>
  <TotalTime>25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Supply Request Form</vt:lpstr>
      <vt:lpstr>        &lt;[Day of the week and date]&gt;</vt:lpstr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7</cp:revision>
  <dcterms:created xsi:type="dcterms:W3CDTF">2017-10-26T09:45:00Z</dcterms:created>
  <dcterms:modified xsi:type="dcterms:W3CDTF">2017-10-26T10:49:00Z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TC039876069991</vt:lpwstr>
  </property>
</Properties>
</file>