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information and logo"/>
      </w:tblPr>
      <w:tblGrid>
        <w:gridCol w:w="10800"/>
      </w:tblGrid>
      <w:tr w:rsidR="001C3944" w:rsidRPr="001C3944" w:rsidTr="001C3944">
        <w:trPr>
          <w:trHeight w:val="987"/>
        </w:trPr>
        <w:tc>
          <w:tcPr>
            <w:tcW w:w="10834" w:type="dxa"/>
            <w:vAlign w:val="center"/>
          </w:tcPr>
          <w:p w:rsidR="001C3944" w:rsidRPr="001C3944" w:rsidRDefault="001C3944" w:rsidP="001C3944">
            <w:pPr>
              <w:pStyle w:val="Heading1"/>
              <w:rPr>
                <w:rFonts w:cstheme="majorHAnsi"/>
                <w:color w:val="auto"/>
              </w:rPr>
            </w:pPr>
            <w:sdt>
              <w:sdtPr>
                <w:rPr>
                  <w:rFonts w:cstheme="majorHAnsi"/>
                  <w:color w:val="auto"/>
                </w:rPr>
                <w:alias w:val="Healthcare facility name"/>
                <w:tag w:val=""/>
                <w:id w:val="-85472289"/>
                <w:placeholder>
                  <w:docPart w:val="27ADB5CA89BB43D18515BC24B64EF295"/>
                </w:placeholder>
                <w:showingPlcHdr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Pr="001C3944">
                  <w:rPr>
                    <w:rFonts w:cstheme="majorHAnsi"/>
                    <w:color w:val="auto"/>
                    <w:sz w:val="52"/>
                  </w:rPr>
                  <w:t>[Healthcare facility name]</w:t>
                </w:r>
              </w:sdtContent>
            </w:sdt>
          </w:p>
          <w:p w:rsidR="001C3944" w:rsidRPr="001C3944" w:rsidRDefault="001C3944" w:rsidP="001C3944">
            <w:pPr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[Street address] [City, ST, ZIP Code]</w:t>
            </w:r>
          </w:p>
        </w:tc>
      </w:tr>
    </w:tbl>
    <w:p w:rsidR="005F0C28" w:rsidRPr="001C3944" w:rsidRDefault="00356C06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Are We Doing?</w:t>
      </w:r>
    </w:p>
    <w:p w:rsidR="005F0C28" w:rsidRPr="001C3944" w:rsidRDefault="00356C06">
      <w:pPr>
        <w:rPr>
          <w:rFonts w:asciiTheme="majorHAnsi" w:hAnsiTheme="majorHAnsi" w:cstheme="majorHAnsi"/>
        </w:rPr>
      </w:pPr>
      <w:r w:rsidRPr="001C3944">
        <w:rPr>
          <w:rFonts w:asciiTheme="majorHAnsi" w:hAnsiTheme="majorHAnsi" w:cstheme="majorHAnsi"/>
        </w:rPr>
        <w:t xml:space="preserve">Please take a few minutes to fill out this survey on the timeliness and quality of the service you received today. </w:t>
      </w:r>
      <w:sdt>
        <w:sdtPr>
          <w:rPr>
            <w:rFonts w:asciiTheme="majorHAnsi" w:hAnsiTheme="majorHAnsi" w:cstheme="majorHAnsi"/>
          </w:rPr>
          <w:alias w:val="Healthcare facility name"/>
          <w:tag w:val=""/>
          <w:id w:val="1685241304"/>
          <w:placeholder>
            <w:docPart w:val="D3E3E750C8BE44CC8A51DB703316C7E9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Pr="001C3944">
            <w:rPr>
              <w:rFonts w:asciiTheme="majorHAnsi" w:hAnsiTheme="majorHAnsi" w:cstheme="majorHAnsi"/>
            </w:rPr>
            <w:t>[Healthcare facility name]</w:t>
          </w:r>
        </w:sdtContent>
      </w:sdt>
      <w:r w:rsidRPr="001C3944">
        <w:rPr>
          <w:rFonts w:asciiTheme="majorHAnsi" w:hAnsiTheme="majorHAnsi" w:cstheme="majorHAnsi"/>
        </w:rPr>
        <w:t xml:space="preserve"> welcomes your feedback and your answers will be kept confidential. Thank you for your participation.</w:t>
      </w:r>
    </w:p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General Pat</w:t>
      </w:r>
      <w:r w:rsidRPr="001C3944">
        <w:rPr>
          <w:rFonts w:cstheme="majorHAnsi"/>
          <w:color w:val="auto"/>
        </w:rPr>
        <w:t>ient Information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In general, what is the quality of your health?</w:t>
      </w:r>
    </w:p>
    <w:p w:rsidR="005F0C28" w:rsidRPr="001C3944" w:rsidRDefault="00356C06">
      <w:pPr>
        <w:pStyle w:val="Multiplechoice4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84987942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836461833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75925572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Some chronic issues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25486829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would you rate our concern for your privacy?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81602366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213451752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53123148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38803401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005554653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05276333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How often have you visited </w:t>
      </w:r>
      <w:sdt>
        <w:sdtPr>
          <w:rPr>
            <w:rFonts w:cstheme="majorHAnsi"/>
            <w:color w:val="auto"/>
          </w:rPr>
          <w:alias w:val="Healthcare facility name"/>
          <w:tag w:val=""/>
          <w:id w:val="-1330986466"/>
          <w:placeholder>
            <w:docPart w:val="D3E3E750C8BE44CC8A51DB703316C7E9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Pr="001C3944">
            <w:rPr>
              <w:rFonts w:cstheme="majorHAnsi"/>
              <w:color w:val="auto"/>
            </w:rPr>
            <w:t>[Healthcare facility name]</w:t>
          </w:r>
        </w:sdtContent>
      </w:sdt>
      <w:r w:rsidRPr="001C3944">
        <w:rPr>
          <w:rFonts w:cstheme="majorHAnsi"/>
          <w:color w:val="auto"/>
        </w:rPr>
        <w:t xml:space="preserve"> within the past year?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43865069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First Visit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82601040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2-5 Visits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2892987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More than 6</w:t>
      </w:r>
      <w:bookmarkStart w:id="0" w:name="_GoBack"/>
      <w:bookmarkEnd w:id="0"/>
    </w:p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Scheduling Your Appointment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Did you schedule an appointment by phone or did you drop in?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44853702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Scheduled by phone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94892728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Dropped in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How </w:t>
      </w:r>
      <w:r w:rsidRPr="001C3944">
        <w:rPr>
          <w:rFonts w:cstheme="majorHAnsi"/>
          <w:color w:val="auto"/>
        </w:rPr>
        <w:t>easy was it to make an appointment by telephone?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ven level rating from outstanding to very difficult"/>
      </w:tblPr>
      <w:tblGrid>
        <w:gridCol w:w="2400"/>
        <w:gridCol w:w="1200"/>
        <w:gridCol w:w="1200"/>
        <w:gridCol w:w="1200"/>
        <w:gridCol w:w="1200"/>
        <w:gridCol w:w="1200"/>
        <w:gridCol w:w="2400"/>
      </w:tblGrid>
      <w:tr w:rsidR="001C3944" w:rsidRPr="001C3944">
        <w:trPr>
          <w:trHeight w:val="576"/>
        </w:trPr>
        <w:tc>
          <w:tcPr>
            <w:tcW w:w="2397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 xml:space="preserve">Outstanding </w:t>
            </w:r>
            <w:sdt>
              <w:sdtPr>
                <w:rPr>
                  <w:rFonts w:asciiTheme="majorHAnsi" w:hAnsiTheme="majorHAnsi" w:cstheme="majorHAnsi"/>
                </w:rPr>
                <w:id w:val="1057665368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362522242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655833833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6389655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497111167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428042842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2398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763561815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Very difficult</w:t>
            </w:r>
          </w:p>
        </w:tc>
      </w:tr>
    </w:tbl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long did you wait to speak to a scheduling staff member?</w:t>
      </w:r>
    </w:p>
    <w:p w:rsidR="005F0C28" w:rsidRPr="001C3944" w:rsidRDefault="00356C06">
      <w:pPr>
        <w:pStyle w:val="Multiplechoice4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25073353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0 to 2 minutes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38033241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3 to 5 minutes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62929153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5 to 7 minutes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0947939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Longer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Was the person who </w:t>
      </w:r>
      <w:r w:rsidRPr="001C3944">
        <w:rPr>
          <w:rFonts w:cstheme="majorHAnsi"/>
          <w:color w:val="auto"/>
        </w:rPr>
        <w:t>scheduled your appointment courteous and helpful?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ven level rating from very courteous to rude"/>
      </w:tblPr>
      <w:tblGrid>
        <w:gridCol w:w="2400"/>
        <w:gridCol w:w="1200"/>
        <w:gridCol w:w="1200"/>
        <w:gridCol w:w="1200"/>
        <w:gridCol w:w="1200"/>
        <w:gridCol w:w="1200"/>
        <w:gridCol w:w="2400"/>
      </w:tblGrid>
      <w:tr w:rsidR="001C3944" w:rsidRPr="001C3944">
        <w:trPr>
          <w:trHeight w:val="576"/>
        </w:trPr>
        <w:tc>
          <w:tcPr>
            <w:tcW w:w="2400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 xml:space="preserve">Very courteous </w:t>
            </w:r>
            <w:sdt>
              <w:sdtPr>
                <w:rPr>
                  <w:rFonts w:asciiTheme="majorHAnsi" w:hAnsiTheme="majorHAnsi" w:cstheme="majorHAnsi"/>
                </w:rPr>
                <w:id w:val="2018495815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200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969542743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200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719973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200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69518339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200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895005723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200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586655562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2400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85788188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Rude</w:t>
            </w:r>
          </w:p>
        </w:tc>
      </w:tr>
    </w:tbl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If you scheduled an appointment, was your appointment date later than you expected?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77474890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43718476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If you were seeking a referral to a specialist, was your</w:t>
      </w:r>
      <w:r w:rsidRPr="001C3944">
        <w:rPr>
          <w:rFonts w:cstheme="majorHAnsi"/>
          <w:color w:val="auto"/>
        </w:rPr>
        <w:t xml:space="preserve"> request handled in a timely manner?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212171458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-179335298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</w:t>
      </w:r>
    </w:p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lastRenderedPageBreak/>
        <w:t>Day of Your Appointment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would you rate the courtesy of the staff at the reception desk?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ven level rating from very courteous to rude"/>
      </w:tblPr>
      <w:tblGrid>
        <w:gridCol w:w="2400"/>
        <w:gridCol w:w="1200"/>
        <w:gridCol w:w="1200"/>
        <w:gridCol w:w="1200"/>
        <w:gridCol w:w="1200"/>
        <w:gridCol w:w="1200"/>
        <w:gridCol w:w="2400"/>
      </w:tblGrid>
      <w:tr w:rsidR="001C3944" w:rsidRPr="001C3944">
        <w:trPr>
          <w:trHeight w:val="576"/>
        </w:trPr>
        <w:tc>
          <w:tcPr>
            <w:tcW w:w="2397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 xml:space="preserve">Very courteous </w:t>
            </w:r>
            <w:sdt>
              <w:sdtPr>
                <w:rPr>
                  <w:rFonts w:asciiTheme="majorHAnsi" w:hAnsiTheme="majorHAnsi" w:cstheme="majorHAnsi"/>
                </w:rPr>
                <w:id w:val="196731351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328333235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325746042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194151323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35545343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1199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028951190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</w:p>
        </w:tc>
        <w:tc>
          <w:tcPr>
            <w:tcW w:w="2398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4813273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Rude</w:t>
            </w:r>
          </w:p>
        </w:tc>
      </w:tr>
    </w:tbl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How long did you wait in the reception area beyond your </w:t>
      </w:r>
      <w:r w:rsidRPr="001C3944">
        <w:rPr>
          <w:rFonts w:cstheme="majorHAnsi"/>
          <w:color w:val="auto"/>
        </w:rPr>
        <w:t>scheduled appointment time?</w:t>
      </w:r>
    </w:p>
    <w:tbl>
      <w:tblPr>
        <w:tblW w:w="5000" w:type="pct"/>
        <w:tblCellMar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Wait times"/>
      </w:tblPr>
      <w:tblGrid>
        <w:gridCol w:w="2160"/>
        <w:gridCol w:w="2160"/>
        <w:gridCol w:w="2160"/>
        <w:gridCol w:w="810"/>
        <w:gridCol w:w="3510"/>
      </w:tblGrid>
      <w:tr w:rsidR="001C3944" w:rsidRPr="001C3944">
        <w:tc>
          <w:tcPr>
            <w:tcW w:w="1000" w:type="pct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69612660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0 to 5 minutes</w:t>
            </w:r>
          </w:p>
        </w:tc>
        <w:tc>
          <w:tcPr>
            <w:tcW w:w="1000" w:type="pct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562790380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5 to 20 minutes</w:t>
            </w:r>
          </w:p>
        </w:tc>
        <w:tc>
          <w:tcPr>
            <w:tcW w:w="1000" w:type="pct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019039879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20 to 40 minutes</w:t>
            </w:r>
          </w:p>
        </w:tc>
        <w:tc>
          <w:tcPr>
            <w:tcW w:w="375" w:type="pct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Other</w:t>
            </w:r>
          </w:p>
        </w:tc>
        <w:tc>
          <w:tcPr>
            <w:tcW w:w="1625" w:type="pct"/>
            <w:tcBorders>
              <w:bottom w:val="single" w:sz="4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long did you wait in the exam room before the physician appeared?</w:t>
      </w:r>
    </w:p>
    <w:tbl>
      <w:tblPr>
        <w:tblW w:w="5000" w:type="pct"/>
        <w:tblCellMar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Wait times"/>
      </w:tblPr>
      <w:tblGrid>
        <w:gridCol w:w="2160"/>
        <w:gridCol w:w="2160"/>
        <w:gridCol w:w="2160"/>
        <w:gridCol w:w="810"/>
        <w:gridCol w:w="3510"/>
      </w:tblGrid>
      <w:tr w:rsidR="001C3944" w:rsidRPr="001C3944">
        <w:tc>
          <w:tcPr>
            <w:tcW w:w="1000" w:type="pct"/>
            <w:vAlign w:val="bottom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854876172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0 to 5 minutes</w:t>
            </w:r>
          </w:p>
        </w:tc>
        <w:tc>
          <w:tcPr>
            <w:tcW w:w="1000" w:type="pct"/>
            <w:vAlign w:val="bottom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53115082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5 to 20 minutes</w:t>
            </w:r>
          </w:p>
        </w:tc>
        <w:tc>
          <w:tcPr>
            <w:tcW w:w="1000" w:type="pct"/>
            <w:vAlign w:val="bottom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267432019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1C3944">
                  <w:rPr>
                    <w:rFonts w:asciiTheme="majorHAnsi" w:hAnsiTheme="majorHAnsi" w:cstheme="majorHAnsi"/>
                  </w:rPr>
                  <w:sym w:font="Wingdings" w:char="F0A8"/>
                </w:r>
              </w:sdtContent>
            </w:sdt>
            <w:r w:rsidRPr="001C3944">
              <w:rPr>
                <w:rFonts w:asciiTheme="majorHAnsi" w:hAnsiTheme="majorHAnsi" w:cstheme="majorHAnsi"/>
              </w:rPr>
              <w:t xml:space="preserve"> 20 to 40 minutes</w:t>
            </w:r>
          </w:p>
        </w:tc>
        <w:tc>
          <w:tcPr>
            <w:tcW w:w="375" w:type="pct"/>
            <w:vAlign w:val="bottom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Other</w:t>
            </w:r>
          </w:p>
        </w:tc>
        <w:tc>
          <w:tcPr>
            <w:tcW w:w="1625" w:type="pct"/>
            <w:tcBorders>
              <w:bottom w:val="single" w:sz="4" w:space="0" w:color="auto"/>
            </w:tcBorders>
            <w:vAlign w:val="bottom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Which department(s) </w:t>
      </w:r>
      <w:r w:rsidRPr="001C3944">
        <w:rPr>
          <w:rFonts w:cstheme="majorHAnsi"/>
          <w:color w:val="auto"/>
        </w:rPr>
        <w:t>did you visit during your appointment?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51320919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General Practitioner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93309392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Walk-in/Urgent Care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80658931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Pediatrics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70622725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Women’s Health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10680583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Counseling &amp; Therapy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32736799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Lab</w:t>
      </w:r>
    </w:p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The Nursing Staff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would you rate the competence of the nurse who helped you?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36655377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63240354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</w:t>
      </w:r>
      <w:r w:rsidRPr="001C3944">
        <w:rPr>
          <w:rFonts w:asciiTheme="majorHAnsi" w:hAnsiTheme="majorHAnsi" w:cstheme="majorHAnsi"/>
        </w:rPr>
        <w:t>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28909725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55845132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30289262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22804492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would characterize the concern that the nurse showed for your problem?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25691395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60341753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88871330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30087653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7172597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88463569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Did the nurse respond to your requests within a</w:t>
      </w:r>
      <w:r w:rsidRPr="001C3944">
        <w:rPr>
          <w:rFonts w:cstheme="majorHAnsi"/>
          <w:color w:val="auto"/>
        </w:rPr>
        <w:t xml:space="preserve"> reasonable period?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30397006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2330162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</w:t>
      </w:r>
    </w:p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The Doctor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Were you able to see the doctor of your choice?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51398822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138343940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 | </w:t>
      </w:r>
      <w:sdt>
        <w:sdtPr>
          <w:rPr>
            <w:rFonts w:asciiTheme="majorHAnsi" w:hAnsiTheme="majorHAnsi" w:cstheme="majorHAnsi"/>
          </w:rPr>
          <w:id w:val="97995905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Did you feel that your doctor spent an adequate amount of time with you?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68906259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-194992485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 | </w:t>
      </w:r>
      <w:sdt>
        <w:sdtPr>
          <w:rPr>
            <w:rFonts w:asciiTheme="majorHAnsi" w:hAnsiTheme="majorHAnsi" w:cstheme="majorHAnsi"/>
          </w:rPr>
          <w:id w:val="-153602944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Mark the boxes that characterize </w:t>
      </w:r>
      <w:r w:rsidRPr="001C3944">
        <w:rPr>
          <w:rFonts w:cstheme="majorHAnsi"/>
          <w:color w:val="auto"/>
        </w:rPr>
        <w:t>the demeanor of your doctor: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77721276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Attentive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92764683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Concerned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45076546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Friendly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94599493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Distracted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68428420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Rushed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36013537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Inconsiderate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would you rate the competence of your doctor?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65152396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83398704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09027885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70127612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97747731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15649267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Did you feel </w:t>
      </w:r>
      <w:r w:rsidRPr="001C3944">
        <w:rPr>
          <w:rFonts w:cstheme="majorHAnsi"/>
          <w:color w:val="auto"/>
        </w:rPr>
        <w:t>that your doctor’s examination was thorough?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01823539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1113712873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 | </w:t>
      </w:r>
      <w:sdt>
        <w:sdtPr>
          <w:rPr>
            <w:rFonts w:asciiTheme="majorHAnsi" w:hAnsiTheme="majorHAnsi" w:cstheme="majorHAnsi"/>
          </w:rPr>
          <w:id w:val="-148607802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Please rate the clarity of the doctor’s explanation of your condition and treatment options: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05816279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95824449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78839616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82099761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88204581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64732455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well did y</w:t>
      </w:r>
      <w:r w:rsidRPr="001C3944">
        <w:rPr>
          <w:rFonts w:cstheme="majorHAnsi"/>
          <w:color w:val="auto"/>
        </w:rPr>
        <w:t>our doctor include you in healthcare decisions?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72474843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56075483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6149297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6578996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3554232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212094819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Were your questions answered to your satisfaction?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79355911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157276764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 | </w:t>
      </w:r>
      <w:sdt>
        <w:sdtPr>
          <w:rPr>
            <w:rFonts w:asciiTheme="majorHAnsi" w:hAnsiTheme="majorHAnsi" w:cstheme="majorHAnsi"/>
          </w:rPr>
          <w:id w:val="-26045270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Would you recommend this facility and its staff to yo</w:t>
      </w:r>
      <w:r w:rsidRPr="001C3944">
        <w:rPr>
          <w:rFonts w:cstheme="majorHAnsi"/>
          <w:color w:val="auto"/>
        </w:rPr>
        <w:t>ur family and friends?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74928044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34113017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 | </w:t>
      </w:r>
      <w:sdt>
        <w:sdtPr>
          <w:rPr>
            <w:rFonts w:asciiTheme="majorHAnsi" w:hAnsiTheme="majorHAnsi" w:cstheme="majorHAnsi"/>
          </w:rPr>
          <w:id w:val="-195978199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The Lab Staff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How would you rate the professionalism and competence of the person who took your blood and worked on your lab exam?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51723145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91913198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76411027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7282199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50377424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60600138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If you received a lab exam, please indicate the type(s) of lab exam you received:</w:t>
      </w:r>
    </w:p>
    <w:tbl>
      <w:tblPr>
        <w:tblW w:w="5000" w:type="pct"/>
        <w:tblCellMar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Lab exam type"/>
      </w:tblPr>
      <w:tblGrid>
        <w:gridCol w:w="3602"/>
        <w:gridCol w:w="3602"/>
        <w:gridCol w:w="989"/>
        <w:gridCol w:w="2607"/>
      </w:tblGrid>
      <w:tr w:rsidR="001C3944" w:rsidRPr="001C3944">
        <w:tc>
          <w:tcPr>
            <w:tcW w:w="1667" w:type="pct"/>
          </w:tcPr>
          <w:p w:rsidR="005F0C28" w:rsidRPr="001C3944" w:rsidRDefault="00356C06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Blood test</w:t>
            </w:r>
          </w:p>
        </w:tc>
        <w:tc>
          <w:tcPr>
            <w:tcW w:w="1667" w:type="pct"/>
          </w:tcPr>
          <w:p w:rsidR="005F0C28" w:rsidRPr="001C3944" w:rsidRDefault="00356C06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Breast exam</w:t>
            </w:r>
          </w:p>
        </w:tc>
        <w:tc>
          <w:tcPr>
            <w:tcW w:w="458" w:type="pct"/>
          </w:tcPr>
          <w:p w:rsidR="005F0C28" w:rsidRPr="001C3944" w:rsidRDefault="00356C06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CT scan</w:t>
            </w:r>
          </w:p>
        </w:tc>
        <w:tc>
          <w:tcPr>
            <w:tcW w:w="1207" w:type="pct"/>
          </w:tcPr>
          <w:p w:rsidR="005F0C28" w:rsidRPr="001C3944" w:rsidRDefault="005F0C28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c>
          <w:tcPr>
            <w:tcW w:w="1667" w:type="pct"/>
          </w:tcPr>
          <w:p w:rsidR="005F0C28" w:rsidRPr="001C3944" w:rsidRDefault="00356C06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MRI</w:t>
            </w:r>
          </w:p>
        </w:tc>
        <w:tc>
          <w:tcPr>
            <w:tcW w:w="1667" w:type="pct"/>
          </w:tcPr>
          <w:p w:rsidR="005F0C28" w:rsidRPr="001C3944" w:rsidRDefault="00356C06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X-ray</w:t>
            </w:r>
          </w:p>
        </w:tc>
        <w:tc>
          <w:tcPr>
            <w:tcW w:w="458" w:type="pct"/>
          </w:tcPr>
          <w:p w:rsidR="005F0C28" w:rsidRPr="001C3944" w:rsidRDefault="00356C06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Other</w:t>
            </w:r>
          </w:p>
        </w:tc>
        <w:tc>
          <w:tcPr>
            <w:tcW w:w="1207" w:type="pct"/>
            <w:tcBorders>
              <w:bottom w:val="single" w:sz="4" w:space="0" w:color="auto"/>
            </w:tcBorders>
          </w:tcPr>
          <w:p w:rsidR="005F0C28" w:rsidRPr="001C3944" w:rsidRDefault="005F0C28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</w:p>
        </w:tc>
      </w:tr>
    </w:tbl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If you received a lab exam, was the service prompt, comfortable, and courteous?</w:t>
      </w:r>
    </w:p>
    <w:p w:rsidR="005F0C28" w:rsidRPr="001C3944" w:rsidRDefault="00356C06">
      <w:pPr>
        <w:pStyle w:val="Multiplechoice3"/>
        <w:keepNext/>
        <w:keepLines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32581465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Outstanding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16885956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Good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70656526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Adequate</w:t>
      </w:r>
    </w:p>
    <w:p w:rsidR="005F0C28" w:rsidRPr="001C3944" w:rsidRDefault="00356C06">
      <w:pPr>
        <w:pStyle w:val="Multiplechoice3"/>
        <w:keepNext/>
        <w:keepLines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11528671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Needs improvement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24668310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Poor</w:t>
      </w:r>
      <w:r w:rsidRPr="001C394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11482215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N/A</w:t>
      </w:r>
    </w:p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Additional Feedback</w:t>
      </w:r>
    </w:p>
    <w:tbl>
      <w:tblPr>
        <w:tblW w:w="5000" w:type="pct"/>
        <w:tblBorders>
          <w:bottom w:val="single" w:sz="6" w:space="0" w:color="1F4E79" w:themeColor="accent1" w:themeShade="80"/>
          <w:insideH w:val="single" w:sz="6" w:space="0" w:color="1F4E79" w:themeColor="accent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lank feedback table"/>
      </w:tblPr>
      <w:tblGrid>
        <w:gridCol w:w="10800"/>
      </w:tblGrid>
      <w:tr w:rsidR="001C3944" w:rsidRPr="001C3944">
        <w:trPr>
          <w:trHeight w:val="360"/>
        </w:trPr>
        <w:tc>
          <w:tcPr>
            <w:tcW w:w="10800" w:type="dxa"/>
            <w:tcBorders>
              <w:top w:val="nil"/>
              <w:bottom w:val="nil"/>
            </w:tcBorders>
          </w:tcPr>
          <w:p w:rsidR="005F0C28" w:rsidRPr="001C3944" w:rsidRDefault="00356C06">
            <w:pPr>
              <w:pStyle w:val="Heading3"/>
              <w:spacing w:line="240" w:lineRule="auto"/>
              <w:rPr>
                <w:rFonts w:cstheme="majorHAnsi"/>
                <w:color w:val="auto"/>
              </w:rPr>
            </w:pPr>
            <w:r w:rsidRPr="001C3944">
              <w:rPr>
                <w:rFonts w:cstheme="majorHAnsi"/>
                <w:color w:val="auto"/>
              </w:rPr>
              <w:t>Please list any areas in which our service could be improved.</w:t>
            </w:r>
          </w:p>
        </w:tc>
      </w:tr>
      <w:tr w:rsidR="001C3944" w:rsidRPr="001C3944">
        <w:trPr>
          <w:trHeight w:val="360"/>
        </w:trPr>
        <w:tc>
          <w:tcPr>
            <w:tcW w:w="10800" w:type="dxa"/>
            <w:tcBorders>
              <w:top w:val="nil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  <w:tcBorders>
              <w:top w:val="single" w:sz="6" w:space="0" w:color="1F4E79" w:themeColor="accent1" w:themeShade="80"/>
              <w:bottom w:val="single" w:sz="6" w:space="0" w:color="1F4E79" w:themeColor="accent1" w:themeShade="80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  <w:tcBorders>
              <w:top w:val="single" w:sz="6" w:space="0" w:color="1F4E79" w:themeColor="accent1" w:themeShade="80"/>
              <w:bottom w:val="single" w:sz="6" w:space="0" w:color="1F4E79" w:themeColor="accent1" w:themeShade="80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800" w:type="dxa"/>
            <w:tcBorders>
              <w:top w:val="single" w:sz="6" w:space="0" w:color="1F4E79" w:themeColor="accent1" w:themeShade="80"/>
              <w:bottom w:val="single" w:sz="12" w:space="0" w:color="1F4E79" w:themeColor="accent1" w:themeShade="80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5F0C28" w:rsidRPr="001C3944" w:rsidRDefault="005F0C28">
      <w:pPr>
        <w:rPr>
          <w:rFonts w:asciiTheme="majorHAnsi" w:hAnsiTheme="majorHAnsi" w:cstheme="majorHAnsi"/>
        </w:rPr>
      </w:pPr>
    </w:p>
    <w:tbl>
      <w:tblPr>
        <w:tblW w:w="5000" w:type="pct"/>
        <w:tblBorders>
          <w:bottom w:val="single" w:sz="6" w:space="0" w:color="1F4E79" w:themeColor="accent1" w:themeShade="80"/>
          <w:insideH w:val="single" w:sz="6" w:space="0" w:color="1F4E79" w:themeColor="accent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lank feedback table"/>
      </w:tblPr>
      <w:tblGrid>
        <w:gridCol w:w="10800"/>
      </w:tblGrid>
      <w:tr w:rsidR="001C3944" w:rsidRPr="001C3944">
        <w:trPr>
          <w:trHeight w:val="360"/>
        </w:trPr>
        <w:tc>
          <w:tcPr>
            <w:tcW w:w="10790" w:type="dxa"/>
            <w:tcBorders>
              <w:top w:val="nil"/>
              <w:bottom w:val="nil"/>
            </w:tcBorders>
          </w:tcPr>
          <w:p w:rsidR="005F0C28" w:rsidRPr="001C3944" w:rsidRDefault="00356C06">
            <w:pPr>
              <w:pStyle w:val="Heading3"/>
              <w:spacing w:line="240" w:lineRule="auto"/>
              <w:rPr>
                <w:rFonts w:cstheme="majorHAnsi"/>
                <w:color w:val="auto"/>
              </w:rPr>
            </w:pPr>
            <w:r w:rsidRPr="001C3944">
              <w:rPr>
                <w:rFonts w:cstheme="majorHAnsi"/>
                <w:color w:val="auto"/>
              </w:rPr>
              <w:t>Please share any additional comments.</w:t>
            </w:r>
          </w:p>
        </w:tc>
      </w:tr>
      <w:tr w:rsidR="001C3944" w:rsidRPr="001C3944">
        <w:trPr>
          <w:trHeight w:val="360"/>
        </w:trPr>
        <w:tc>
          <w:tcPr>
            <w:tcW w:w="10790" w:type="dxa"/>
            <w:tcBorders>
              <w:top w:val="nil"/>
            </w:tcBorders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  <w:tcBorders>
              <w:bottom w:val="single" w:sz="6" w:space="0" w:color="1F4E79" w:themeColor="accent1" w:themeShade="80"/>
            </w:tcBorders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rPr>
          <w:trHeight w:val="360"/>
        </w:trPr>
        <w:tc>
          <w:tcPr>
            <w:tcW w:w="10790" w:type="dxa"/>
            <w:tcBorders>
              <w:top w:val="single" w:sz="6" w:space="0" w:color="1F4E79" w:themeColor="accent1" w:themeShade="80"/>
              <w:bottom w:val="single" w:sz="12" w:space="0" w:color="1F4E79" w:themeColor="accent1" w:themeShade="80"/>
            </w:tcBorders>
          </w:tcPr>
          <w:p w:rsidR="005F0C28" w:rsidRPr="001C3944" w:rsidRDefault="005F0C28">
            <w:pPr>
              <w:keepNext/>
              <w:keepLines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5F0C28" w:rsidRPr="001C3944" w:rsidRDefault="00356C06" w:rsidP="001C3944">
      <w:pPr>
        <w:pStyle w:val="Heading1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Personal Information</w:t>
      </w:r>
    </w:p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 xml:space="preserve">Providing the following </w:t>
      </w:r>
      <w:r w:rsidRPr="001C3944">
        <w:rPr>
          <w:rFonts w:cstheme="majorHAnsi"/>
          <w:color w:val="auto"/>
        </w:rPr>
        <w:t>information is optional.</w:t>
      </w:r>
    </w:p>
    <w:tbl>
      <w:tblPr>
        <w:tblW w:w="5000" w:type="pct"/>
        <w:tblBorders>
          <w:insideH w:val="single" w:sz="8" w:space="0" w:color="auto"/>
          <w:insideV w:val="single" w:sz="48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ersonal information"/>
      </w:tblPr>
      <w:tblGrid>
        <w:gridCol w:w="4412"/>
        <w:gridCol w:w="3696"/>
        <w:gridCol w:w="1346"/>
        <w:gridCol w:w="1346"/>
      </w:tblGrid>
      <w:tr w:rsidR="001C3944" w:rsidRPr="001C3944">
        <w:tc>
          <w:tcPr>
            <w:tcW w:w="4407" w:type="dxa"/>
            <w:tcBorders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93" w:type="dxa"/>
            <w:tcBorders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45" w:type="dxa"/>
            <w:tcBorders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45" w:type="dxa"/>
            <w:tcBorders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c>
          <w:tcPr>
            <w:tcW w:w="4407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First Name</w:t>
            </w:r>
          </w:p>
        </w:tc>
        <w:tc>
          <w:tcPr>
            <w:tcW w:w="3693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Last Name</w:t>
            </w:r>
          </w:p>
        </w:tc>
        <w:tc>
          <w:tcPr>
            <w:tcW w:w="1345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Gender</w:t>
            </w:r>
          </w:p>
        </w:tc>
        <w:tc>
          <w:tcPr>
            <w:tcW w:w="1345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Age</w:t>
            </w:r>
          </w:p>
        </w:tc>
      </w:tr>
      <w:tr w:rsidR="001C3944" w:rsidRPr="001C3944">
        <w:tc>
          <w:tcPr>
            <w:tcW w:w="4407" w:type="dxa"/>
            <w:tcBorders>
              <w:top w:val="nil"/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93" w:type="dxa"/>
            <w:tcBorders>
              <w:top w:val="nil"/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45" w:type="dxa"/>
            <w:tcBorders>
              <w:top w:val="nil"/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45" w:type="dxa"/>
            <w:tcBorders>
              <w:top w:val="nil"/>
              <w:bottom w:val="single" w:sz="8" w:space="0" w:color="auto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c>
          <w:tcPr>
            <w:tcW w:w="4407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Address</w:t>
            </w:r>
          </w:p>
        </w:tc>
        <w:tc>
          <w:tcPr>
            <w:tcW w:w="3693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City</w:t>
            </w:r>
          </w:p>
        </w:tc>
        <w:tc>
          <w:tcPr>
            <w:tcW w:w="1345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State</w:t>
            </w:r>
          </w:p>
        </w:tc>
        <w:tc>
          <w:tcPr>
            <w:tcW w:w="1345" w:type="dxa"/>
            <w:tcBorders>
              <w:top w:val="single" w:sz="8" w:space="0" w:color="auto"/>
              <w:bottom w:val="nil"/>
            </w:tcBorders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ZIP Code</w:t>
            </w:r>
          </w:p>
        </w:tc>
      </w:tr>
      <w:tr w:rsidR="001C3944" w:rsidRPr="001C3944">
        <w:tc>
          <w:tcPr>
            <w:tcW w:w="4407" w:type="dxa"/>
            <w:tcBorders>
              <w:top w:val="nil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93" w:type="dxa"/>
            <w:tcBorders>
              <w:top w:val="nil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C3944" w:rsidRPr="001C3944">
        <w:tc>
          <w:tcPr>
            <w:tcW w:w="4407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Email</w:t>
            </w:r>
          </w:p>
        </w:tc>
        <w:tc>
          <w:tcPr>
            <w:tcW w:w="3693" w:type="dxa"/>
          </w:tcPr>
          <w:p w:rsidR="005F0C28" w:rsidRPr="001C3944" w:rsidRDefault="00356C0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1C3944">
              <w:rPr>
                <w:rFonts w:asciiTheme="majorHAnsi" w:hAnsiTheme="majorHAnsi" w:cstheme="majorHAnsi"/>
              </w:rPr>
              <w:t>Phone</w:t>
            </w:r>
          </w:p>
        </w:tc>
        <w:tc>
          <w:tcPr>
            <w:tcW w:w="1345" w:type="dxa"/>
            <w:tcBorders>
              <w:top w:val="nil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5F0C28" w:rsidRPr="001C3944" w:rsidRDefault="005F0C2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5F0C28" w:rsidRPr="001C3944" w:rsidRDefault="00356C06">
      <w:pPr>
        <w:pStyle w:val="Heading3"/>
        <w:rPr>
          <w:rFonts w:cstheme="majorHAnsi"/>
          <w:color w:val="auto"/>
        </w:rPr>
      </w:pPr>
      <w:r w:rsidRPr="001C3944">
        <w:rPr>
          <w:rFonts w:cstheme="majorHAnsi"/>
          <w:color w:val="auto"/>
        </w:rPr>
        <w:t>Would you like someone to contact you regarding your responses on this survey?</w:t>
      </w:r>
    </w:p>
    <w:p w:rsidR="005F0C28" w:rsidRPr="001C3944" w:rsidRDefault="00356C06">
      <w:pPr>
        <w:pStyle w:val="Multiplechoice3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201606082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Yes | </w:t>
      </w:r>
      <w:sdt>
        <w:sdtPr>
          <w:rPr>
            <w:rFonts w:asciiTheme="majorHAnsi" w:hAnsiTheme="majorHAnsi" w:cstheme="majorHAnsi"/>
          </w:rPr>
          <w:id w:val="14748587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1C3944">
            <w:rPr>
              <w:rFonts w:asciiTheme="majorHAnsi" w:hAnsiTheme="majorHAnsi" w:cstheme="majorHAnsi"/>
            </w:rPr>
            <w:sym w:font="Wingdings" w:char="F0A8"/>
          </w:r>
        </w:sdtContent>
      </w:sdt>
      <w:r w:rsidRPr="001C3944">
        <w:rPr>
          <w:rFonts w:asciiTheme="majorHAnsi" w:hAnsiTheme="majorHAnsi" w:cstheme="majorHAnsi"/>
        </w:rPr>
        <w:t xml:space="preserve"> No</w:t>
      </w:r>
    </w:p>
    <w:p w:rsidR="005F0C28" w:rsidRPr="001C3944" w:rsidRDefault="00356C06">
      <w:pPr>
        <w:rPr>
          <w:rFonts w:asciiTheme="majorHAnsi" w:hAnsiTheme="majorHAnsi" w:cstheme="majorHAnsi"/>
        </w:rPr>
      </w:pPr>
      <w:r w:rsidRPr="001C3944">
        <w:rPr>
          <w:rFonts w:asciiTheme="majorHAnsi" w:hAnsiTheme="majorHAnsi" w:cstheme="majorHAnsi"/>
        </w:rPr>
        <w:t xml:space="preserve">Thank you for taking the time to fill out </w:t>
      </w:r>
      <w:r w:rsidRPr="001C3944">
        <w:rPr>
          <w:rFonts w:asciiTheme="majorHAnsi" w:hAnsiTheme="majorHAnsi" w:cstheme="majorHAnsi"/>
        </w:rPr>
        <w:t>our survey. We rely on your feedback to help us improve our services. Your input is greatly appreciated.</w:t>
      </w:r>
    </w:p>
    <w:sectPr w:rsidR="005F0C28" w:rsidRPr="001C3944" w:rsidSect="001C3944">
      <w:footerReference w:type="default" r:id="rId8"/>
      <w:pgSz w:w="12240" w:h="15840"/>
      <w:pgMar w:top="81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C06" w:rsidRDefault="00356C06">
      <w:r>
        <w:separator/>
      </w:r>
    </w:p>
    <w:p w:rsidR="00356C06" w:rsidRDefault="00356C06"/>
  </w:endnote>
  <w:endnote w:type="continuationSeparator" w:id="0">
    <w:p w:rsidR="00356C06" w:rsidRDefault="00356C06">
      <w:r>
        <w:continuationSeparator/>
      </w:r>
    </w:p>
    <w:p w:rsidR="00356C06" w:rsidRDefault="00356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C28" w:rsidRDefault="00356C06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C06" w:rsidRDefault="00356C06">
      <w:r>
        <w:separator/>
      </w:r>
    </w:p>
    <w:p w:rsidR="00356C06" w:rsidRDefault="00356C06"/>
  </w:footnote>
  <w:footnote w:type="continuationSeparator" w:id="0">
    <w:p w:rsidR="00356C06" w:rsidRDefault="00356C06">
      <w:r>
        <w:continuationSeparator/>
      </w:r>
    </w:p>
    <w:p w:rsidR="00356C06" w:rsidRDefault="00356C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463C0"/>
    <w:multiLevelType w:val="hybridMultilevel"/>
    <w:tmpl w:val="308841DE"/>
    <w:lvl w:ilvl="0" w:tplc="549442B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944"/>
    <w:rsid w:val="001C3944"/>
    <w:rsid w:val="00356C06"/>
    <w:rsid w:val="005F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7F34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/>
    </w:pPr>
  </w:style>
  <w:style w:type="paragraph" w:styleId="Heading1">
    <w:name w:val="heading 1"/>
    <w:basedOn w:val="Normal"/>
    <w:next w:val="Normal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keepNext/>
      <w:keepLines/>
      <w:pBdr>
        <w:top w:val="single" w:sz="6" w:space="1" w:color="1F4E79" w:themeColor="accent1" w:themeShade="80"/>
      </w:pBdr>
      <w:shd w:val="clear" w:color="auto" w:fill="D5DCE4" w:themeFill="text2" w:themeFillTint="33"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unhideWhenUsed/>
    <w:qFormat/>
    <w:pPr>
      <w:keepNext/>
      <w:keepLines/>
      <w:pBdr>
        <w:top w:val="single" w:sz="2" w:space="1" w:color="7F7F7F" w:themeColor="text1" w:themeTint="80"/>
      </w:pBd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unhideWhenUsed/>
    <w:qFormat/>
    <w:pPr>
      <w:spacing w:after="0" w:line="240" w:lineRule="auto"/>
      <w:contextualSpacing/>
      <w:jc w:val="right"/>
      <w:outlineLvl w:val="3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Multiplechoice3">
    <w:name w:val="Multiple choice | 3"/>
    <w:basedOn w:val="Normal"/>
    <w:qFormat/>
    <w:pPr>
      <w:tabs>
        <w:tab w:val="left" w:pos="3600"/>
        <w:tab w:val="left" w:pos="7200"/>
      </w:tabs>
      <w:contextualSpacing/>
    </w:pPr>
  </w:style>
  <w:style w:type="paragraph" w:customStyle="1" w:styleId="Multiplechoice4">
    <w:name w:val="Multiple choice | 4"/>
    <w:basedOn w:val="Normal"/>
    <w:qFormat/>
    <w:pPr>
      <w:tabs>
        <w:tab w:val="left" w:pos="2700"/>
        <w:tab w:val="left" w:pos="5391"/>
        <w:tab w:val="left" w:pos="8091"/>
      </w:tabs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edical%20practice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3E3E750C8BE44CC8A51DB703316C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36CE5-7DB8-4513-8DA0-8960F106E713}"/>
      </w:docPartPr>
      <w:docPartBody>
        <w:p w:rsidR="00000000" w:rsidRDefault="00120751">
          <w:pPr>
            <w:pStyle w:val="D3E3E750C8BE44CC8A51DB703316C7E9"/>
          </w:pPr>
          <w:r>
            <w:t>[Healthcare facility name]</w:t>
          </w:r>
        </w:p>
      </w:docPartBody>
    </w:docPart>
    <w:docPart>
      <w:docPartPr>
        <w:name w:val="27ADB5CA89BB43D18515BC24B64EF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F7AD6-C229-4D27-BF25-AFFD030FF4DA}"/>
      </w:docPartPr>
      <w:docPartBody>
        <w:p w:rsidR="00000000" w:rsidRDefault="001C5402" w:rsidP="001C5402">
          <w:pPr>
            <w:pStyle w:val="27ADB5CA89BB43D18515BC24B64EF295"/>
          </w:pPr>
          <w:r>
            <w:t>[Healthcare facility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02"/>
    <w:rsid w:val="00120751"/>
    <w:rsid w:val="001C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E3E750C8BE44CC8A51DB703316C7E9">
    <w:name w:val="D3E3E750C8BE44CC8A51DB703316C7E9"/>
  </w:style>
  <w:style w:type="paragraph" w:customStyle="1" w:styleId="0AB3116820B84DEDB1CEE3958C366FC9">
    <w:name w:val="0AB3116820B84DEDB1CEE3958C366FC9"/>
  </w:style>
  <w:style w:type="paragraph" w:customStyle="1" w:styleId="2DCC138421F043BF881892C323237BB8">
    <w:name w:val="2DCC138421F043BF881892C323237BB8"/>
  </w:style>
  <w:style w:type="paragraph" w:customStyle="1" w:styleId="9E01C9BA929E4AD78454691A07F95D4F">
    <w:name w:val="9E01C9BA929E4AD78454691A07F95D4F"/>
  </w:style>
  <w:style w:type="paragraph" w:customStyle="1" w:styleId="DB537022C1874400B76BA661A2B0782D">
    <w:name w:val="DB537022C1874400B76BA661A2B0782D"/>
    <w:rsid w:val="001C5402"/>
  </w:style>
  <w:style w:type="paragraph" w:customStyle="1" w:styleId="27ADB5CA89BB43D18515BC24B64EF295">
    <w:name w:val="27ADB5CA89BB43D18515BC24B64EF295"/>
    <w:rsid w:val="001C5402"/>
  </w:style>
  <w:style w:type="paragraph" w:customStyle="1" w:styleId="A0DE07374DC040E5AEA5DB32B628E276">
    <w:name w:val="A0DE07374DC040E5AEA5DB32B628E276"/>
    <w:rsid w:val="001C5402"/>
  </w:style>
  <w:style w:type="paragraph" w:customStyle="1" w:styleId="295E053F0C624B27A6F8043FC02E29B1">
    <w:name w:val="295E053F0C624B27A6F8043FC02E29B1"/>
    <w:rsid w:val="001C5402"/>
  </w:style>
  <w:style w:type="paragraph" w:customStyle="1" w:styleId="256CE7B92BD445369D137664E4AC293D">
    <w:name w:val="256CE7B92BD445369D137664E4AC293D"/>
    <w:rsid w:val="001C5402"/>
  </w:style>
  <w:style w:type="paragraph" w:customStyle="1" w:styleId="15AF75B69DBF44BDABFECB5E17A37853">
    <w:name w:val="15AF75B69DBF44BDABFECB5E17A37853"/>
    <w:rsid w:val="001C5402"/>
  </w:style>
  <w:style w:type="paragraph" w:customStyle="1" w:styleId="9D008FE6B2CB495FA8C678ECA1E55B72">
    <w:name w:val="9D008FE6B2CB495FA8C678ECA1E55B72"/>
    <w:rsid w:val="001C5402"/>
  </w:style>
  <w:style w:type="paragraph" w:customStyle="1" w:styleId="2AEE94476C504A60AE6DDEEE0C0EBAE1">
    <w:name w:val="2AEE94476C504A60AE6DDEEE0C0EBAE1"/>
    <w:rsid w:val="001C5402"/>
  </w:style>
  <w:style w:type="paragraph" w:customStyle="1" w:styleId="1F9D9E388E7C482997E3960591548202">
    <w:name w:val="1F9D9E388E7C482997E3960591548202"/>
    <w:rsid w:val="001C5402"/>
  </w:style>
  <w:style w:type="paragraph" w:customStyle="1" w:styleId="CEB6E14CD6E84BB68378E97A2A363688">
    <w:name w:val="CEB6E14CD6E84BB68378E97A2A363688"/>
    <w:rsid w:val="001C5402"/>
  </w:style>
  <w:style w:type="paragraph" w:customStyle="1" w:styleId="219E48499D8E4943869EBB7C9CECF26B">
    <w:name w:val="219E48499D8E4943869EBB7C9CECF26B"/>
    <w:rsid w:val="001C5402"/>
  </w:style>
  <w:style w:type="paragraph" w:customStyle="1" w:styleId="37FD451BAAF1411FA7F8E7BDD9247393">
    <w:name w:val="37FD451BAAF1411FA7F8E7BDD9247393"/>
    <w:rsid w:val="001C5402"/>
  </w:style>
  <w:style w:type="paragraph" w:customStyle="1" w:styleId="A8D07AADDCCE43D7A8F28B005C82225F">
    <w:name w:val="A8D07AADDCCE43D7A8F28B005C82225F"/>
    <w:rsid w:val="001C5402"/>
  </w:style>
  <w:style w:type="paragraph" w:customStyle="1" w:styleId="B6A3DDC6EFA64062B10A7AEF2296B58A">
    <w:name w:val="B6A3DDC6EFA64062B10A7AEF2296B58A"/>
    <w:rsid w:val="001C5402"/>
  </w:style>
  <w:style w:type="paragraph" w:customStyle="1" w:styleId="470FE5F8EAE848DF80A13E4CBCFD4E1E">
    <w:name w:val="470FE5F8EAE848DF80A13E4CBCFD4E1E"/>
    <w:rsid w:val="001C5402"/>
  </w:style>
  <w:style w:type="paragraph" w:customStyle="1" w:styleId="351CF0EBED2C4FE586DB090C0B5AF948">
    <w:name w:val="351CF0EBED2C4FE586DB090C0B5AF948"/>
    <w:rsid w:val="001C5402"/>
  </w:style>
  <w:style w:type="paragraph" w:customStyle="1" w:styleId="61BFBB7A7C2B40CA9DA625EA23F83BCC">
    <w:name w:val="61BFBB7A7C2B40CA9DA625EA23F83BCC"/>
    <w:rsid w:val="001C5402"/>
  </w:style>
  <w:style w:type="paragraph" w:customStyle="1" w:styleId="1C07FD6B51184FBF9AADD6FC5F52D446">
    <w:name w:val="1C07FD6B51184FBF9AADD6FC5F52D446"/>
    <w:rsid w:val="001C5402"/>
  </w:style>
  <w:style w:type="paragraph" w:customStyle="1" w:styleId="5BBD42FDA5244AE783FE780BEFE5BFDE">
    <w:name w:val="5BBD42FDA5244AE783FE780BEFE5BFDE"/>
    <w:rsid w:val="001C5402"/>
  </w:style>
  <w:style w:type="paragraph" w:customStyle="1" w:styleId="A5405144FD934D20BEA94259254DD540">
    <w:name w:val="A5405144FD934D20BEA94259254DD540"/>
    <w:rsid w:val="001C5402"/>
  </w:style>
  <w:style w:type="paragraph" w:customStyle="1" w:styleId="E80520F89EF34D44900102D1B171E634">
    <w:name w:val="E80520F89EF34D44900102D1B171E634"/>
    <w:rsid w:val="001C5402"/>
  </w:style>
  <w:style w:type="paragraph" w:customStyle="1" w:styleId="3527B6287C8D40AF84AC40C4B3572073">
    <w:name w:val="3527B6287C8D40AF84AC40C4B3572073"/>
    <w:rsid w:val="001C54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edical practice surve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C3C6218-82F5-46AC-AB33-5E7C7FAB1B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Medical practice survey.dotx</Template>
  <TotalTime>0</TotalTime>
  <Pages>5</Pages>
  <Words>674</Words>
  <Characters>3843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39</vt:i4>
      </vt:variant>
    </vt:vector>
  </HeadingPairs>
  <TitlesOfParts>
    <vt:vector size="40" baseType="lpstr">
      <vt:lpstr/>
      <vt:lpstr>How Are We Doing?</vt:lpstr>
      <vt:lpstr>General Patient Information</vt:lpstr>
      <vt:lpstr>        In general, what is the quality of your health?</vt:lpstr>
      <vt:lpstr>        How would you rate our concern for your privacy?</vt:lpstr>
      <vt:lpstr>        How often have you visited &lt;[Healthcare facility name]&gt; within the past year?</vt:lpstr>
      <vt:lpstr>Scheduling Your Appointment</vt:lpstr>
      <vt:lpstr>        Did you schedule an appointment by phone or did you drop in?</vt:lpstr>
      <vt:lpstr>        How easy was it to make an appointment by telephone?</vt:lpstr>
      <vt:lpstr>        How long did you wait to speak to a scheduling staff member?</vt:lpstr>
      <vt:lpstr>        Was the person who scheduled your appointment courteous and helpful?</vt:lpstr>
      <vt:lpstr>        If you scheduled an appointment, was your appointment date later than you expect</vt:lpstr>
      <vt:lpstr>        If you were seeking a referral to a specialist, was your request handled in a ti</vt:lpstr>
      <vt:lpstr>Day of Your Appointment</vt:lpstr>
      <vt:lpstr>        How would you rate the courtesy of the staff at the reception desk?</vt:lpstr>
      <vt:lpstr>        How long did you wait in the reception area beyond your scheduled appointment ti</vt:lpstr>
      <vt:lpstr>        How long did you wait in the exam room before the physician appeared?</vt:lpstr>
      <vt:lpstr>        Which department(s) did you visit during your appointment?</vt:lpstr>
      <vt:lpstr>The Nursing Staff</vt:lpstr>
      <vt:lpstr>        How would you rate the competence of the nurse who helped you?</vt:lpstr>
      <vt:lpstr>        How would characterize the concern that the nurse showed for your problem?</vt:lpstr>
      <vt:lpstr>        Did the nurse respond to your requests within a reasonable period?</vt:lpstr>
      <vt:lpstr>The Doctor</vt:lpstr>
      <vt:lpstr>        Were you able to see the doctor of your choice?</vt:lpstr>
      <vt:lpstr>        Did you feel that your doctor spent an adequate amount of time with you?</vt:lpstr>
      <vt:lpstr>        Mark the boxes that characterize the demeanor of your doctor:</vt:lpstr>
      <vt:lpstr>        How would you rate the competence of your doctor?</vt:lpstr>
      <vt:lpstr>        Did you feel that your doctor’s examination was thorough?</vt:lpstr>
      <vt:lpstr>        Please rate the clarity of the doctor’s explanation of your condition and treatm</vt:lpstr>
      <vt:lpstr>        How well did your doctor include you in healthcare decisions?</vt:lpstr>
      <vt:lpstr>        Were your questions answered to your satisfaction?</vt:lpstr>
      <vt:lpstr>        Would you recommend this facility and its staff to your family and friends?</vt:lpstr>
      <vt:lpstr>The Lab Staff</vt:lpstr>
      <vt:lpstr>        How would you rate the professionalism and competence of the person who took you</vt:lpstr>
      <vt:lpstr>        If you received a lab exam, please indicate the type(s) of lab exam you received</vt:lpstr>
      <vt:lpstr>        If you received a lab exam, was the service prompt, comfortable, and courteous?</vt:lpstr>
      <vt:lpstr>Additional Feedback</vt:lpstr>
      <vt:lpstr>Personal Information</vt:lpstr>
      <vt:lpstr>        Providing the following information is optional.</vt:lpstr>
      <vt:lpstr>        Would you like someone to contact you regarding your responses on this survey?</vt:lpstr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2017-10-07T12:42:00Z</dcterms:created>
  <dcterms:modified xsi:type="dcterms:W3CDTF">2017-10-07T12:49:00Z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TC039787209991</vt:lpwstr>
  </property>
</Properties>
</file>