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3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te, title and page number"/>
      </w:tblPr>
      <w:tblGrid>
        <w:gridCol w:w="10577"/>
      </w:tblGrid>
      <w:tr w:rsidR="00BA62B7" w:rsidTr="00BA62B7">
        <w:trPr>
          <w:trHeight w:val="988"/>
        </w:trPr>
        <w:tc>
          <w:tcPr>
            <w:tcW w:w="5000" w:type="pct"/>
          </w:tcPr>
          <w:p w:rsidR="00BA62B7" w:rsidRDefault="00BA62B7">
            <w:pPr>
              <w:jc w:val="center"/>
            </w:pPr>
            <w:r w:rsidRPr="00BA62B7">
              <w:rPr>
                <w:rStyle w:val="Heading1Char"/>
                <w:sz w:val="44"/>
              </w:rPr>
              <w:t>witness statement form</w:t>
            </w:r>
          </w:p>
        </w:tc>
      </w:tr>
    </w:tbl>
    <w:p w:rsidR="00076BAB" w:rsidRDefault="00076BAB">
      <w:pPr>
        <w:pStyle w:val="Spacer"/>
      </w:pPr>
    </w:p>
    <w:tbl>
      <w:tblPr>
        <w:tblW w:w="4838" w:type="pct"/>
        <w:tblInd w:w="26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Shipper and recipient mailing addresses"/>
      </w:tblPr>
      <w:tblGrid>
        <w:gridCol w:w="2584"/>
        <w:gridCol w:w="868"/>
        <w:gridCol w:w="1721"/>
        <w:gridCol w:w="104"/>
        <w:gridCol w:w="1627"/>
        <w:gridCol w:w="855"/>
        <w:gridCol w:w="2594"/>
      </w:tblGrid>
      <w:tr w:rsidR="00076BAB" w:rsidTr="007B2712">
        <w:trPr>
          <w:trHeight w:val="515"/>
        </w:trPr>
        <w:tc>
          <w:tcPr>
            <w:tcW w:w="2548" w:type="pct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76BAB" w:rsidRPr="00140680" w:rsidRDefault="00C55062" w:rsidP="00AE7084">
            <w:pPr>
              <w:pStyle w:val="Heading3"/>
              <w:jc w:val="left"/>
            </w:pPr>
            <w:r w:rsidRPr="00140680">
              <w:rPr>
                <w:sz w:val="24"/>
              </w:rPr>
              <w:t>Witness’s Name</w:t>
            </w:r>
          </w:p>
        </w:tc>
        <w:tc>
          <w:tcPr>
            <w:tcW w:w="2452" w:type="pct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076BAB" w:rsidRPr="00AE7084" w:rsidRDefault="00C55062">
            <w:pPr>
              <w:pStyle w:val="Heading4"/>
              <w:rPr>
                <w:b w:val="0"/>
              </w:rPr>
            </w:pPr>
            <w:r>
              <w:rPr>
                <w:b w:val="0"/>
                <w:sz w:val="24"/>
              </w:rPr>
              <w:t>Address</w:t>
            </w:r>
          </w:p>
        </w:tc>
      </w:tr>
      <w:tr w:rsidR="00076BAB" w:rsidTr="007B2712">
        <w:trPr>
          <w:trHeight w:val="314"/>
        </w:trPr>
        <w:tc>
          <w:tcPr>
            <w:tcW w:w="2548" w:type="pct"/>
            <w:gridSpan w:val="4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  <w:vAlign w:val="bottom"/>
          </w:tcPr>
          <w:p w:rsidR="00076BAB" w:rsidRDefault="00076BAB" w:rsidP="00AE7084">
            <w:pPr>
              <w:pStyle w:val="Heading4"/>
            </w:pPr>
          </w:p>
        </w:tc>
        <w:tc>
          <w:tcPr>
            <w:tcW w:w="2452" w:type="pct"/>
            <w:gridSpan w:val="3"/>
            <w:tcBorders>
              <w:top w:val="nil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  <w:vAlign w:val="center"/>
          </w:tcPr>
          <w:p w:rsidR="00076BAB" w:rsidRPr="00EA5623" w:rsidRDefault="00AE7084" w:rsidP="00AE7084">
            <w:pPr>
              <w:pStyle w:val="Heading4"/>
              <w:ind w:left="0"/>
              <w:rPr>
                <w:b w:val="0"/>
                <w:sz w:val="22"/>
              </w:rPr>
            </w:pPr>
            <w:r w:rsidRPr="00EA5623">
              <w:rPr>
                <w:b w:val="0"/>
                <w:sz w:val="22"/>
              </w:rPr>
              <w:t xml:space="preserve"> </w:t>
            </w:r>
            <w:sdt>
              <w:sdtPr>
                <w:rPr>
                  <w:b w:val="0"/>
                  <w:sz w:val="22"/>
                </w:rPr>
                <w:id w:val="-1090232818"/>
                <w:placeholder>
                  <w:docPart w:val="FCEA9DE07E464CA393F4C77C9A67C792"/>
                </w:placeholder>
                <w:temporary/>
                <w:showingPlcHdr/>
                <w15:appearance w15:val="hidden"/>
              </w:sdtPr>
              <w:sdtContent>
                <w:r w:rsidRPr="00EA5623">
                  <w:rPr>
                    <w:b w:val="0"/>
                    <w:sz w:val="22"/>
                  </w:rPr>
                  <w:t>[Street Address]</w:t>
                </w:r>
              </w:sdtContent>
            </w:sdt>
            <w:r w:rsidRPr="00EA5623">
              <w:rPr>
                <w:b w:val="0"/>
                <w:sz w:val="22"/>
              </w:rPr>
              <w:t xml:space="preserve"> </w:t>
            </w:r>
            <w:sdt>
              <w:sdtPr>
                <w:rPr>
                  <w:b w:val="0"/>
                  <w:sz w:val="22"/>
                </w:rPr>
                <w:id w:val="126290579"/>
                <w:placeholder>
                  <w:docPart w:val="14C799ADC7164D3BB68BEFCBBC9A5B42"/>
                </w:placeholder>
                <w:temporary/>
                <w:showingPlcHdr/>
                <w15:appearance w15:val="hidden"/>
              </w:sdtPr>
              <w:sdtContent>
                <w:r w:rsidRPr="00EA5623">
                  <w:rPr>
                    <w:b w:val="0"/>
                    <w:sz w:val="22"/>
                  </w:rPr>
                  <w:t>[City, ST  ZIP Code]</w:t>
                </w:r>
              </w:sdtContent>
            </w:sdt>
          </w:p>
        </w:tc>
      </w:tr>
      <w:tr w:rsidR="00C55062" w:rsidTr="007B2712">
        <w:trPr>
          <w:trHeight w:val="515"/>
        </w:trPr>
        <w:tc>
          <w:tcPr>
            <w:tcW w:w="2548" w:type="pct"/>
            <w:gridSpan w:val="4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55062" w:rsidRPr="00EA5623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Date of Alleged Incident</w:t>
            </w:r>
            <w:r w:rsidRPr="00EA5623">
              <w:rPr>
                <w:sz w:val="24"/>
              </w:rPr>
              <w:t>:</w:t>
            </w:r>
            <w:r>
              <w:rPr>
                <w:sz w:val="24"/>
              </w:rPr>
              <w:t xml:space="preserve"> DD/MM/YYYY</w:t>
            </w:r>
          </w:p>
        </w:tc>
        <w:tc>
          <w:tcPr>
            <w:tcW w:w="2452" w:type="pct"/>
            <w:gridSpan w:val="3"/>
            <w:tcBorders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C55062" w:rsidRPr="00EA5623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Location of Alleged Incident</w:t>
            </w:r>
            <w:r w:rsidRPr="00EA5623">
              <w:rPr>
                <w:sz w:val="24"/>
              </w:rPr>
              <w:t xml:space="preserve">: </w:t>
            </w:r>
            <w:r>
              <w:rPr>
                <w:sz w:val="24"/>
              </w:rPr>
              <w:t>[LOCATION]</w:t>
            </w:r>
          </w:p>
        </w:tc>
      </w:tr>
      <w:tr w:rsidR="00C55062" w:rsidTr="007B2712">
        <w:trPr>
          <w:trHeight w:val="515"/>
        </w:trPr>
        <w:tc>
          <w:tcPr>
            <w:tcW w:w="5000" w:type="pct"/>
            <w:gridSpan w:val="7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Pr="00140680" w:rsidRDefault="00C55062" w:rsidP="00C55062">
            <w:pPr>
              <w:rPr>
                <w:b/>
                <w:sz w:val="24"/>
              </w:rPr>
            </w:pPr>
            <w:r w:rsidRPr="00140680">
              <w:rPr>
                <w:b/>
                <w:sz w:val="24"/>
              </w:rPr>
              <w:t>Contact Details</w:t>
            </w:r>
          </w:p>
        </w:tc>
      </w:tr>
      <w:tr w:rsidR="00C55062" w:rsidTr="007B2712">
        <w:trPr>
          <w:trHeight w:val="515"/>
        </w:trPr>
        <w:tc>
          <w:tcPr>
            <w:tcW w:w="1667" w:type="pct"/>
            <w:gridSpan w:val="2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C55062" w:rsidP="00C55062">
            <w:pPr>
              <w:rPr>
                <w:sz w:val="22"/>
              </w:rPr>
            </w:pPr>
            <w:r w:rsidRPr="00D72F58">
              <w:rPr>
                <w:sz w:val="22"/>
              </w:rPr>
              <w:t>Telephone Number</w:t>
            </w:r>
          </w:p>
        </w:tc>
        <w:tc>
          <w:tcPr>
            <w:tcW w:w="1667" w:type="pct"/>
            <w:gridSpan w:val="3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C55062" w:rsidP="00C55062">
            <w:pPr>
              <w:rPr>
                <w:sz w:val="22"/>
              </w:rPr>
            </w:pPr>
            <w:r w:rsidRPr="00D72F58">
              <w:rPr>
                <w:sz w:val="22"/>
              </w:rPr>
              <w:t>Mobile Number</w:t>
            </w:r>
          </w:p>
        </w:tc>
        <w:tc>
          <w:tcPr>
            <w:tcW w:w="1667" w:type="pct"/>
            <w:gridSpan w:val="2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C55062" w:rsidP="00C55062">
            <w:pPr>
              <w:rPr>
                <w:sz w:val="22"/>
              </w:rPr>
            </w:pPr>
            <w:r w:rsidRPr="00D72F58">
              <w:rPr>
                <w:sz w:val="22"/>
              </w:rPr>
              <w:t>Email</w:t>
            </w:r>
          </w:p>
        </w:tc>
      </w:tr>
      <w:tr w:rsidR="00C55062" w:rsidTr="007B2712">
        <w:trPr>
          <w:trHeight w:val="515"/>
        </w:trPr>
        <w:tc>
          <w:tcPr>
            <w:tcW w:w="124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Occupation</w:t>
            </w:r>
          </w:p>
        </w:tc>
        <w:tc>
          <w:tcPr>
            <w:tcW w:w="1250" w:type="pct"/>
            <w:gridSpan w:val="2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C55062" w:rsidP="00C55062">
            <w:pPr>
              <w:rPr>
                <w:sz w:val="22"/>
              </w:rPr>
            </w:pPr>
          </w:p>
        </w:tc>
        <w:tc>
          <w:tcPr>
            <w:tcW w:w="1249" w:type="pct"/>
            <w:gridSpan w:val="3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C55062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Relationship</w:t>
            </w:r>
          </w:p>
        </w:tc>
        <w:tc>
          <w:tcPr>
            <w:tcW w:w="1252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C55062" w:rsidP="00C55062">
            <w:pPr>
              <w:rPr>
                <w:sz w:val="22"/>
              </w:rPr>
            </w:pPr>
          </w:p>
        </w:tc>
      </w:tr>
      <w:tr w:rsidR="00C55062" w:rsidTr="007B2712">
        <w:trPr>
          <w:trHeight w:val="515"/>
        </w:trPr>
        <w:tc>
          <w:tcPr>
            <w:tcW w:w="124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Age</w:t>
            </w:r>
          </w:p>
        </w:tc>
        <w:tc>
          <w:tcPr>
            <w:tcW w:w="1250" w:type="pct"/>
            <w:gridSpan w:val="2"/>
            <w:tcBorders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C55062" w:rsidP="00C55062">
            <w:pPr>
              <w:rPr>
                <w:sz w:val="22"/>
              </w:rPr>
            </w:pPr>
          </w:p>
        </w:tc>
        <w:tc>
          <w:tcPr>
            <w:tcW w:w="1249" w:type="pct"/>
            <w:gridSpan w:val="3"/>
            <w:tcBorders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Serious illness?</w:t>
            </w:r>
          </w:p>
        </w:tc>
        <w:tc>
          <w:tcPr>
            <w:tcW w:w="1252" w:type="pct"/>
            <w:tcBorders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Pr="00D72F58" w:rsidRDefault="004915B7" w:rsidP="00C55062">
            <w:pPr>
              <w:rPr>
                <w:sz w:val="22"/>
              </w:rPr>
            </w:pPr>
            <w:r>
              <w:rPr>
                <w:sz w:val="22"/>
              </w:rPr>
              <w:t>YES/NO</w:t>
            </w:r>
          </w:p>
        </w:tc>
      </w:tr>
      <w:tr w:rsidR="00C55062" w:rsidTr="004915B7">
        <w:trPr>
          <w:trHeight w:val="350"/>
        </w:trPr>
        <w:tc>
          <w:tcPr>
            <w:tcW w:w="1248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55062" w:rsidRDefault="00C55062" w:rsidP="00C55062">
            <w:pPr>
              <w:rPr>
                <w:sz w:val="24"/>
              </w:rPr>
            </w:pPr>
            <w:r>
              <w:rPr>
                <w:sz w:val="24"/>
              </w:rPr>
              <w:t>Details of illness (if any)</w:t>
            </w:r>
          </w:p>
        </w:tc>
        <w:tc>
          <w:tcPr>
            <w:tcW w:w="3752" w:type="pct"/>
            <w:gridSpan w:val="6"/>
            <w:tcBorders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915B7" w:rsidRDefault="004915B7" w:rsidP="004915B7">
            <w:pPr>
              <w:ind w:left="0"/>
              <w:rPr>
                <w:sz w:val="22"/>
              </w:rPr>
            </w:pPr>
          </w:p>
          <w:p w:rsidR="004915B7" w:rsidRDefault="004915B7" w:rsidP="004915B7">
            <w:pPr>
              <w:ind w:left="0"/>
              <w:rPr>
                <w:sz w:val="22"/>
              </w:rPr>
            </w:pPr>
          </w:p>
          <w:p w:rsidR="004915B7" w:rsidRPr="00D72F58" w:rsidRDefault="004915B7" w:rsidP="004915B7">
            <w:pPr>
              <w:ind w:left="0"/>
              <w:rPr>
                <w:sz w:val="22"/>
              </w:rPr>
            </w:pPr>
          </w:p>
        </w:tc>
      </w:tr>
    </w:tbl>
    <w:p w:rsidR="00BA62B7" w:rsidRDefault="00BA62B7" w:rsidP="00BA62B7"/>
    <w:p w:rsidR="00076BAB" w:rsidRPr="004915B7" w:rsidRDefault="00925B46" w:rsidP="00BA62B7">
      <w:pPr>
        <w:jc w:val="center"/>
        <w:rPr>
          <w:sz w:val="28"/>
        </w:rPr>
      </w:pPr>
      <w:r w:rsidRPr="004915B7">
        <w:rPr>
          <w:sz w:val="28"/>
        </w:rPr>
        <w:t>STATEMENT</w:t>
      </w:r>
    </w:p>
    <w:p w:rsidR="00076BAB" w:rsidRDefault="00076BAB">
      <w:pPr>
        <w:pStyle w:val="Spacer"/>
      </w:pPr>
    </w:p>
    <w:tbl>
      <w:tblPr>
        <w:tblW w:w="4832" w:type="pct"/>
        <w:tblInd w:w="270" w:type="dxa"/>
        <w:tblBorders>
          <w:bottom w:val="single" w:sz="4" w:space="0" w:color="7F7F7F" w:themeColor="text1" w:themeTint="80"/>
          <w:insideH w:val="single" w:sz="4" w:space="0" w:color="7F7F7F" w:themeColor="text1" w:themeTint="80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Amount and terms"/>
      </w:tblPr>
      <w:tblGrid>
        <w:gridCol w:w="10350"/>
      </w:tblGrid>
      <w:tr w:rsidR="00925B4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925B46" w:rsidRDefault="00925B4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EC44B4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EC44B4" w:rsidRDefault="00EC44B4">
            <w:pPr>
              <w:pStyle w:val="Fineprint"/>
            </w:pPr>
          </w:p>
        </w:tc>
      </w:tr>
      <w:tr w:rsidR="00EC44B4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EC44B4" w:rsidRDefault="00EC44B4">
            <w:pPr>
              <w:pStyle w:val="Fineprint"/>
            </w:pPr>
          </w:p>
        </w:tc>
      </w:tr>
      <w:tr w:rsidR="00EC44B4" w:rsidTr="00784061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EC44B4" w:rsidRDefault="00EC44B4">
            <w:pPr>
              <w:pStyle w:val="Fineprint"/>
            </w:pPr>
          </w:p>
        </w:tc>
      </w:tr>
    </w:tbl>
    <w:p w:rsidR="00076BAB" w:rsidRDefault="00076BAB">
      <w:pPr>
        <w:pStyle w:val="Spacer"/>
      </w:pPr>
    </w:p>
    <w:p w:rsidR="00076BAB" w:rsidRDefault="00925B46">
      <w:pPr>
        <w:rPr>
          <w:sz w:val="22"/>
        </w:rPr>
      </w:pPr>
      <w:r>
        <w:rPr>
          <w:sz w:val="22"/>
        </w:rPr>
        <w:t>I certify that this stat</w:t>
      </w:r>
      <w:r w:rsidR="00B52E41">
        <w:rPr>
          <w:sz w:val="22"/>
        </w:rPr>
        <w:t>ement provided to the [DEPARTMENT</w:t>
      </w:r>
      <w:r>
        <w:rPr>
          <w:sz w:val="22"/>
        </w:rPr>
        <w:t xml:space="preserve"> NAME] Office </w:t>
      </w:r>
      <w:r w:rsidR="00B52E41">
        <w:rPr>
          <w:sz w:val="22"/>
        </w:rPr>
        <w:t xml:space="preserve">of [TEXT HERE] </w:t>
      </w:r>
      <w:r>
        <w:rPr>
          <w:sz w:val="22"/>
        </w:rPr>
        <w:t>is truthful and accurate.</w:t>
      </w:r>
    </w:p>
    <w:p w:rsidR="00925B46" w:rsidRDefault="00925B46"/>
    <w:p w:rsidR="00925B46" w:rsidRDefault="00925B46"/>
    <w:p w:rsidR="00925B46" w:rsidRDefault="00925B46" w:rsidP="00925B46">
      <w:r>
        <w:t>_______________________                                                                             _______________________________________________________</w:t>
      </w:r>
    </w:p>
    <w:p w:rsidR="00925B46" w:rsidRPr="00FF14EA" w:rsidRDefault="00925B46" w:rsidP="00925B46">
      <w:pPr>
        <w:tabs>
          <w:tab w:val="left" w:pos="3060"/>
        </w:tabs>
        <w:rPr>
          <w:sz w:val="22"/>
        </w:rPr>
      </w:pPr>
      <w:r w:rsidRPr="00FF14EA">
        <w:rPr>
          <w:sz w:val="22"/>
        </w:rPr>
        <w:t>Date</w:t>
      </w:r>
      <w:r w:rsidRPr="00FF14EA">
        <w:rPr>
          <w:sz w:val="22"/>
        </w:rPr>
        <w:tab/>
        <w:t xml:space="preserve">                                 Witness Signature </w:t>
      </w:r>
    </w:p>
    <w:p w:rsidR="00925B46" w:rsidRDefault="00925B46">
      <w:pPr>
        <w:rPr>
          <w:sz w:val="22"/>
        </w:rPr>
      </w:pPr>
    </w:p>
    <w:p w:rsidR="005C23E3" w:rsidRPr="005C23E3" w:rsidRDefault="005C23E3">
      <w:pPr>
        <w:rPr>
          <w:color w:val="0070C0"/>
        </w:rPr>
      </w:pPr>
      <w:bookmarkStart w:id="0" w:name="_GoBack"/>
      <w:r w:rsidRPr="005C23E3">
        <w:rPr>
          <w:color w:val="0070C0"/>
        </w:rPr>
        <w:t>Produced by: wordexceltemplates.com</w:t>
      </w:r>
      <w:bookmarkEnd w:id="0"/>
    </w:p>
    <w:sectPr w:rsidR="005C23E3" w:rsidRPr="005C23E3" w:rsidSect="00BA62B7">
      <w:headerReference w:type="default" r:id="rId7"/>
      <w:pgSz w:w="12240" w:h="15840"/>
      <w:pgMar w:top="720" w:right="900" w:bottom="180" w:left="63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5C4" w:rsidRDefault="001F05C4">
      <w:pPr>
        <w:spacing w:before="0" w:after="0"/>
      </w:pPr>
      <w:r>
        <w:separator/>
      </w:r>
    </w:p>
  </w:endnote>
  <w:endnote w:type="continuationSeparator" w:id="0">
    <w:p w:rsidR="001F05C4" w:rsidRDefault="001F05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5C4" w:rsidRDefault="001F05C4">
      <w:pPr>
        <w:spacing w:before="0" w:after="0"/>
      </w:pPr>
      <w:r>
        <w:separator/>
      </w:r>
    </w:p>
  </w:footnote>
  <w:footnote w:type="continuationSeparator" w:id="0">
    <w:p w:rsidR="001F05C4" w:rsidRDefault="001F05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399" w:rsidRDefault="00F47399">
    <w:sdt>
      <w:sdtPr>
        <w:alias w:val="Date"/>
        <w:tag w:val=""/>
        <w:id w:val="-1802295302"/>
        <w:placeholder>
          <w:docPart w:val="B35D77B8EE3D4747B351B18573E2BB02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Content>
        <w:r>
          <w:t>[Date]</w:t>
        </w:r>
      </w:sdtContent>
    </w:sdt>
    <w:r>
      <w:ptab w:relativeTo="margin" w:alignment="center" w:leader="none"/>
    </w:r>
    <w:r>
      <w:rPr>
        <w:rStyle w:val="Heading1Char"/>
      </w:rPr>
      <w:t>BILL OF LADING – SHORT FORM – NOT NEGOTIABLE</w:t>
    </w:r>
    <w:r>
      <w:rPr>
        <w:rStyle w:val="Heading1Char"/>
        <w:rFonts w:asciiTheme="minorHAnsi" w:eastAsiaTheme="minorEastAsia" w:hAnsiTheme="minorHAnsi" w:cstheme="minorBidi"/>
        <w:b w:val="0"/>
        <w:bCs w:val="0"/>
        <w:caps w:val="0"/>
        <w:sz w:val="16"/>
        <w:szCs w:val="16"/>
      </w:rP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04F06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5C23E3">
        <w:rPr>
          <w:noProof/>
        </w:rPr>
        <w:t>1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84"/>
    <w:rsid w:val="00076BAB"/>
    <w:rsid w:val="00140680"/>
    <w:rsid w:val="001705B2"/>
    <w:rsid w:val="001922F2"/>
    <w:rsid w:val="001F05C4"/>
    <w:rsid w:val="00271C10"/>
    <w:rsid w:val="004915B7"/>
    <w:rsid w:val="005973D9"/>
    <w:rsid w:val="005C23E3"/>
    <w:rsid w:val="00633C53"/>
    <w:rsid w:val="00715EFC"/>
    <w:rsid w:val="00784061"/>
    <w:rsid w:val="007B2712"/>
    <w:rsid w:val="008C49FF"/>
    <w:rsid w:val="00925B46"/>
    <w:rsid w:val="00A04F06"/>
    <w:rsid w:val="00AE7084"/>
    <w:rsid w:val="00B52E41"/>
    <w:rsid w:val="00BA62B7"/>
    <w:rsid w:val="00BD3C66"/>
    <w:rsid w:val="00C55062"/>
    <w:rsid w:val="00D72F58"/>
    <w:rsid w:val="00E47F44"/>
    <w:rsid w:val="00EA5623"/>
    <w:rsid w:val="00EC44B4"/>
    <w:rsid w:val="00F47399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85F13F"/>
  <w15:chartTrackingRefBased/>
  <w15:docId w15:val="{FD3F0763-6A30-44FA-8746-661E56A4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6"/>
        <w:szCs w:val="16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20" w:after="2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jc w:val="center"/>
      <w:outlineLvl w:val="0"/>
    </w:pPr>
    <w:rPr>
      <w:rFonts w:asciiTheme="majorHAnsi" w:eastAsiaTheme="majorEastAsia" w:hAnsiTheme="majorHAnsi" w:cstheme="majorBidi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pPr>
      <w:pBdr>
        <w:top w:val="single" w:sz="4" w:space="1" w:color="7F7F7F" w:themeColor="text1" w:themeTint="80"/>
        <w:bottom w:val="single" w:sz="4" w:space="1" w:color="7F7F7F" w:themeColor="text1" w:themeTint="80"/>
      </w:pBdr>
      <w:shd w:val="clear" w:color="auto" w:fill="F2F2F2" w:themeFill="background1" w:themeFillShade="F2"/>
      <w:ind w:left="29" w:right="29"/>
      <w:jc w:val="center"/>
      <w:outlineLvl w:val="1"/>
    </w:pPr>
    <w:rPr>
      <w:rFonts w:asciiTheme="majorHAnsi" w:eastAsiaTheme="majorEastAsia" w:hAnsiTheme="majorHAnsi" w:cstheme="majorBidi"/>
      <w:b/>
      <w:bCs/>
      <w:caps/>
    </w:rPr>
  </w:style>
  <w:style w:type="paragraph" w:styleId="Heading3">
    <w:name w:val="heading 3"/>
    <w:basedOn w:val="Normal"/>
    <w:next w:val="Normal"/>
    <w:link w:val="Heading3Char"/>
    <w:uiPriority w:val="1"/>
    <w:qFormat/>
    <w:pPr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1"/>
    <w:qFormat/>
    <w:pPr>
      <w:contextualSpacing/>
      <w:outlineLvl w:val="3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shd w:val="clear" w:color="auto" w:fill="F2F2F2" w:themeFill="background1" w:themeFillShade="F2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bC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arcode">
    <w:name w:val="Bar code"/>
    <w:basedOn w:val="Normal"/>
    <w:uiPriority w:val="1"/>
    <w:qFormat/>
    <w:pPr>
      <w:spacing w:before="360" w:after="120"/>
      <w:jc w:val="center"/>
    </w:pPr>
    <w:rPr>
      <w:b/>
      <w:bCs/>
      <w:color w:val="E7E6E6" w:themeColor="background2"/>
      <w:spacing w:val="10"/>
      <w14:shadow w14:blurRad="63500" w14:dist="50800" w14:dir="13500000" w14:sx="0" w14:sy="0" w14:kx="0" w14:ky="0" w14:algn="none">
        <w14:srgbClr w14:val="000000">
          <w14:alpha w14:val="5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</w:rPr>
  </w:style>
  <w:style w:type="paragraph" w:customStyle="1" w:styleId="Spacer">
    <w:name w:val="Spacer"/>
    <w:basedOn w:val="Normal"/>
    <w:uiPriority w:val="1"/>
    <w:pPr>
      <w:spacing w:before="0" w:after="0" w:line="40" w:lineRule="exact"/>
    </w:pPr>
    <w:rPr>
      <w:sz w:val="4"/>
      <w:szCs w:val="4"/>
    </w:rPr>
  </w:style>
  <w:style w:type="paragraph" w:customStyle="1" w:styleId="Fineprint">
    <w:name w:val="Fine print"/>
    <w:basedOn w:val="Normal"/>
    <w:uiPriority w:val="1"/>
    <w:qFormat/>
    <w:rPr>
      <w:sz w:val="12"/>
      <w:szCs w:val="12"/>
    </w:rPr>
  </w:style>
  <w:style w:type="paragraph" w:customStyle="1" w:styleId="Numbers">
    <w:name w:val="Numbers"/>
    <w:basedOn w:val="Normal"/>
    <w:uiPriority w:val="1"/>
    <w:qFormat/>
    <w:pPr>
      <w:jc w:val="right"/>
    </w:pPr>
  </w:style>
  <w:style w:type="character" w:styleId="Strong">
    <w:name w:val="Strong"/>
    <w:basedOn w:val="DefaultParagraphFont"/>
    <w:uiPriority w:val="1"/>
    <w:qFormat/>
    <w:rPr>
      <w:b/>
      <w:bCs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9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ill%20of%20lading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5D77B8EE3D4747B351B18573E2B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C6C17-3A88-4D5F-8FC3-1C23D0CC6A84}"/>
      </w:docPartPr>
      <w:docPartBody>
        <w:p w:rsidR="001D12EF" w:rsidRDefault="001D12EF">
          <w:pPr>
            <w:pStyle w:val="B35D77B8EE3D4747B351B18573E2BB02"/>
          </w:pPr>
          <w:r>
            <w:t>_____________________________________</w:t>
          </w:r>
        </w:p>
      </w:docPartBody>
    </w:docPart>
    <w:docPart>
      <w:docPartPr>
        <w:name w:val="FCEA9DE07E464CA393F4C77C9A67C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AC43A-5B60-4156-A273-31667C6A1A92}"/>
      </w:docPartPr>
      <w:docPartBody>
        <w:p w:rsidR="001D12EF" w:rsidRDefault="001D12EF" w:rsidP="001D12EF">
          <w:pPr>
            <w:pStyle w:val="FCEA9DE07E464CA393F4C77C9A67C792"/>
          </w:pPr>
          <w:r>
            <w:t>[Street Address]</w:t>
          </w:r>
        </w:p>
      </w:docPartBody>
    </w:docPart>
    <w:docPart>
      <w:docPartPr>
        <w:name w:val="14C799ADC7164D3BB68BEFCBBC9A5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13DF1-CBD8-487A-B155-86EE2477C25C}"/>
      </w:docPartPr>
      <w:docPartBody>
        <w:p w:rsidR="001D12EF" w:rsidRDefault="001D12EF" w:rsidP="001D12EF">
          <w:pPr>
            <w:pStyle w:val="14C799ADC7164D3BB68BEFCBBC9A5B42"/>
          </w:pPr>
          <w:r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EF"/>
    <w:rsid w:val="001D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1E01F30CEC40DBB8106189D6A69E80">
    <w:name w:val="C21E01F30CEC40DBB8106189D6A69E80"/>
  </w:style>
  <w:style w:type="paragraph" w:customStyle="1" w:styleId="F2FC18AFB051414FBE44748C8AE3BEC9">
    <w:name w:val="F2FC18AFB051414FBE44748C8AE3BEC9"/>
  </w:style>
  <w:style w:type="paragraph" w:customStyle="1" w:styleId="F18C50072AD6487783FDFCDFE406955C">
    <w:name w:val="F18C50072AD6487783FDFCDFE406955C"/>
  </w:style>
  <w:style w:type="paragraph" w:customStyle="1" w:styleId="27C8EB1376AA46C1A4F3F75E304B2D8C">
    <w:name w:val="27C8EB1376AA46C1A4F3F75E304B2D8C"/>
  </w:style>
  <w:style w:type="paragraph" w:customStyle="1" w:styleId="79D67FAA45E94060B679C8377C059389">
    <w:name w:val="79D67FAA45E94060B679C8377C059389"/>
  </w:style>
  <w:style w:type="paragraph" w:customStyle="1" w:styleId="CA9957EF7E1F462FA2488A101B61E187">
    <w:name w:val="CA9957EF7E1F462FA2488A101B61E187"/>
  </w:style>
  <w:style w:type="paragraph" w:customStyle="1" w:styleId="EB2BFF8E6B7847479CED116C94287C80">
    <w:name w:val="EB2BFF8E6B7847479CED116C94287C80"/>
  </w:style>
  <w:style w:type="paragraph" w:customStyle="1" w:styleId="CF11E144E57E407C97B8C5F34593510B">
    <w:name w:val="CF11E144E57E407C97B8C5F34593510B"/>
  </w:style>
  <w:style w:type="paragraph" w:customStyle="1" w:styleId="80BB025520FC4FA7A0FFC65BB45465A3">
    <w:name w:val="80BB025520FC4FA7A0FFC65BB45465A3"/>
  </w:style>
  <w:style w:type="paragraph" w:customStyle="1" w:styleId="80A23BC4AC914177A73D63BF36F2E3AE">
    <w:name w:val="80A23BC4AC914177A73D63BF36F2E3AE"/>
  </w:style>
  <w:style w:type="paragraph" w:customStyle="1" w:styleId="B35D77B8EE3D4747B351B18573E2BB02">
    <w:name w:val="B35D77B8EE3D4747B351B18573E2BB02"/>
  </w:style>
  <w:style w:type="paragraph" w:customStyle="1" w:styleId="FCEA9DE07E464CA393F4C77C9A67C792">
    <w:name w:val="FCEA9DE07E464CA393F4C77C9A67C792"/>
    <w:rsid w:val="001D12EF"/>
  </w:style>
  <w:style w:type="paragraph" w:customStyle="1" w:styleId="14C799ADC7164D3BB68BEFCBBC9A5B42">
    <w:name w:val="14C799ADC7164D3BB68BEFCBBC9A5B42"/>
    <w:rsid w:val="001D12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5CEE80-2576-46A8-9761-53DD7634D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Bill of lading(3).dotx</Template>
  <TotalTime>12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12</cp:revision>
  <dcterms:created xsi:type="dcterms:W3CDTF">2017-10-26T12:56:00Z</dcterms:created>
  <dcterms:modified xsi:type="dcterms:W3CDTF">2017-10-26T13:10:00Z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TC039736809991</vt:lpwstr>
  </property>
</Properties>
</file>