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070F" w:rsidRDefault="000932F5">
      <w:pPr>
        <w:pStyle w:val="Title"/>
      </w:pPr>
      <w:bookmarkStart w:id="0" w:name="_Hlk497231945"/>
      <w:r>
        <w:t>Employee Training Requisition Form</w:t>
      </w:r>
    </w:p>
    <w:p w:rsidR="0072070F" w:rsidRDefault="000932F5" w:rsidP="00EF0BDB">
      <w:r>
        <w:t>[Date &amp; Day]</w:t>
      </w:r>
    </w:p>
    <w:p w:rsidR="00EF0BDB" w:rsidRDefault="00EF0BDB" w:rsidP="00EF0BDB"/>
    <w:p w:rsidR="0072070F" w:rsidRPr="00EF0BDB" w:rsidRDefault="000932F5" w:rsidP="00EF0BDB">
      <w:pPr>
        <w:rPr>
          <w:b/>
          <w:sz w:val="26"/>
        </w:rPr>
      </w:pPr>
      <w:r w:rsidRPr="00EF0BDB">
        <w:rPr>
          <w:b/>
          <w:sz w:val="26"/>
        </w:rPr>
        <w:t>Employee Information</w:t>
      </w:r>
    </w:p>
    <w:tbl>
      <w:tblPr>
        <w:tblStyle w:val="TableGridLight"/>
        <w:tblW w:w="5042" w:type="pct"/>
        <w:tblLook w:val="04A0" w:firstRow="1" w:lastRow="0" w:firstColumn="1" w:lastColumn="0" w:noHBand="0" w:noVBand="1"/>
        <w:tblDescription w:val="Contact Info"/>
      </w:tblPr>
      <w:tblGrid>
        <w:gridCol w:w="3420"/>
        <w:gridCol w:w="3407"/>
        <w:gridCol w:w="3418"/>
      </w:tblGrid>
      <w:tr w:rsidR="0072070F" w:rsidTr="00DA3D4E">
        <w:trPr>
          <w:trHeight w:val="475"/>
        </w:trPr>
        <w:tc>
          <w:tcPr>
            <w:tcW w:w="1669" w:type="pct"/>
            <w:vAlign w:val="center"/>
          </w:tcPr>
          <w:p w:rsidR="0072070F" w:rsidRPr="00DA3D4E" w:rsidRDefault="000932F5">
            <w:pPr>
              <w:rPr>
                <w:sz w:val="22"/>
              </w:rPr>
            </w:pPr>
            <w:r w:rsidRPr="00DA3D4E">
              <w:rPr>
                <w:sz w:val="22"/>
              </w:rPr>
              <w:t>Name</w:t>
            </w:r>
          </w:p>
        </w:tc>
        <w:tc>
          <w:tcPr>
            <w:tcW w:w="1663" w:type="pct"/>
            <w:vAlign w:val="center"/>
          </w:tcPr>
          <w:p w:rsidR="0072070F" w:rsidRPr="00DA3D4E" w:rsidRDefault="00EB0606">
            <w:pPr>
              <w:rPr>
                <w:sz w:val="22"/>
              </w:rPr>
            </w:pPr>
            <w:r w:rsidRPr="00DA3D4E">
              <w:rPr>
                <w:sz w:val="22"/>
              </w:rPr>
              <w:t>Email</w:t>
            </w:r>
          </w:p>
        </w:tc>
        <w:tc>
          <w:tcPr>
            <w:tcW w:w="1668" w:type="pct"/>
            <w:vAlign w:val="center"/>
          </w:tcPr>
          <w:p w:rsidR="0072070F" w:rsidRPr="00DA3D4E" w:rsidRDefault="00EB0606">
            <w:pPr>
              <w:rPr>
                <w:sz w:val="22"/>
              </w:rPr>
            </w:pPr>
            <w:r w:rsidRPr="00DA3D4E">
              <w:rPr>
                <w:sz w:val="22"/>
              </w:rPr>
              <w:t>Office Location &amp; Hours</w:t>
            </w:r>
          </w:p>
        </w:tc>
      </w:tr>
      <w:tr w:rsidR="0072070F" w:rsidTr="00DA3D4E">
        <w:trPr>
          <w:trHeight w:val="475"/>
        </w:trPr>
        <w:tc>
          <w:tcPr>
            <w:tcW w:w="1669" w:type="pct"/>
            <w:vAlign w:val="center"/>
          </w:tcPr>
          <w:p w:rsidR="0072070F" w:rsidRPr="00DA3D4E" w:rsidRDefault="000932F5">
            <w:pPr>
              <w:pStyle w:val="NoSpacing"/>
            </w:pPr>
            <w:r w:rsidRPr="00DA3D4E">
              <w:rPr>
                <w:rStyle w:val="Strong"/>
                <w:b w:val="0"/>
              </w:rPr>
              <w:t>[Employee Name]</w:t>
            </w:r>
          </w:p>
        </w:tc>
        <w:sdt>
          <w:sdtPr>
            <w:id w:val="-756277065"/>
            <w:placeholder>
              <w:docPart w:val="B33966FAE5094A0DB88065408444C970"/>
            </w:placeholder>
            <w:temporary/>
            <w:showingPlcHdr/>
            <w15:appearance w15:val="hidden"/>
            <w:text/>
          </w:sdtPr>
          <w:sdtEndPr/>
          <w:sdtContent>
            <w:tc>
              <w:tcPr>
                <w:tcW w:w="1663" w:type="pct"/>
                <w:vAlign w:val="center"/>
              </w:tcPr>
              <w:p w:rsidR="0072070F" w:rsidRPr="00DA3D4E" w:rsidRDefault="00EB0606">
                <w:pPr>
                  <w:pStyle w:val="NoSpacing"/>
                </w:pPr>
                <w:r w:rsidRPr="00DA3D4E">
                  <w:t>[Email address]</w:t>
                </w:r>
              </w:p>
            </w:tc>
          </w:sdtContent>
        </w:sdt>
        <w:sdt>
          <w:sdtPr>
            <w:id w:val="1230964513"/>
            <w:placeholder>
              <w:docPart w:val="781872DA0613401FA96953F383A83E81"/>
            </w:placeholder>
            <w:temporary/>
            <w:showingPlcHdr/>
            <w15:appearance w15:val="hidden"/>
            <w:text/>
          </w:sdtPr>
          <w:sdtEndPr/>
          <w:sdtContent>
            <w:tc>
              <w:tcPr>
                <w:tcW w:w="1668" w:type="pct"/>
                <w:vAlign w:val="center"/>
              </w:tcPr>
              <w:p w:rsidR="0072070F" w:rsidRPr="00DA3D4E" w:rsidRDefault="00EB0606">
                <w:pPr>
                  <w:pStyle w:val="NoSpacing"/>
                </w:pPr>
                <w:r w:rsidRPr="00DA3D4E">
                  <w:t>[Location, Hours, Days]</w:t>
                </w:r>
              </w:p>
            </w:tc>
          </w:sdtContent>
        </w:sdt>
      </w:tr>
      <w:tr w:rsidR="000932F5" w:rsidTr="00DA3D4E">
        <w:trPr>
          <w:trHeight w:val="475"/>
        </w:trPr>
        <w:tc>
          <w:tcPr>
            <w:tcW w:w="1669" w:type="pct"/>
            <w:vAlign w:val="center"/>
          </w:tcPr>
          <w:p w:rsidR="000932F5" w:rsidRPr="00DA3D4E" w:rsidRDefault="000932F5">
            <w:pPr>
              <w:pStyle w:val="NoSpacing"/>
              <w:rPr>
                <w:rStyle w:val="Strong"/>
                <w:b w:val="0"/>
                <w:bCs w:val="0"/>
                <w:color w:val="595959" w:themeColor="text1" w:themeTint="A6"/>
                <w:sz w:val="22"/>
              </w:rPr>
            </w:pPr>
            <w:r w:rsidRPr="00DA3D4E">
              <w:rPr>
                <w:sz w:val="22"/>
              </w:rPr>
              <w:t>Job Title</w:t>
            </w:r>
          </w:p>
        </w:tc>
        <w:tc>
          <w:tcPr>
            <w:tcW w:w="1663" w:type="pct"/>
            <w:vAlign w:val="center"/>
          </w:tcPr>
          <w:p w:rsidR="000932F5" w:rsidRPr="00DA3D4E" w:rsidRDefault="00DA3D4E">
            <w:pPr>
              <w:pStyle w:val="NoSpacing"/>
              <w:rPr>
                <w:sz w:val="22"/>
              </w:rPr>
            </w:pPr>
            <w:r>
              <w:rPr>
                <w:sz w:val="22"/>
              </w:rPr>
              <w:t>Department</w:t>
            </w:r>
          </w:p>
        </w:tc>
        <w:tc>
          <w:tcPr>
            <w:tcW w:w="1668" w:type="pct"/>
            <w:vAlign w:val="center"/>
          </w:tcPr>
          <w:p w:rsidR="000932F5" w:rsidRPr="00DA3D4E" w:rsidRDefault="00DA3D4E">
            <w:pPr>
              <w:pStyle w:val="NoSpacing"/>
              <w:rPr>
                <w:sz w:val="22"/>
              </w:rPr>
            </w:pPr>
            <w:r>
              <w:rPr>
                <w:sz w:val="22"/>
              </w:rPr>
              <w:t>Phone</w:t>
            </w:r>
          </w:p>
        </w:tc>
      </w:tr>
      <w:tr w:rsidR="000932F5" w:rsidTr="00DA3D4E">
        <w:trPr>
          <w:trHeight w:val="475"/>
        </w:trPr>
        <w:tc>
          <w:tcPr>
            <w:tcW w:w="1669" w:type="pct"/>
            <w:vAlign w:val="center"/>
          </w:tcPr>
          <w:p w:rsidR="000932F5" w:rsidRPr="00DA3D4E" w:rsidRDefault="000932F5">
            <w:pPr>
              <w:pStyle w:val="NoSpacing"/>
              <w:rPr>
                <w:rStyle w:val="Strong"/>
                <w:b w:val="0"/>
              </w:rPr>
            </w:pPr>
            <w:r w:rsidRPr="00DA3D4E">
              <w:rPr>
                <w:rStyle w:val="Strong"/>
                <w:b w:val="0"/>
              </w:rPr>
              <w:t>[Job Title]</w:t>
            </w:r>
          </w:p>
        </w:tc>
        <w:tc>
          <w:tcPr>
            <w:tcW w:w="1663" w:type="pct"/>
            <w:vAlign w:val="center"/>
          </w:tcPr>
          <w:p w:rsidR="000932F5" w:rsidRPr="00DA3D4E" w:rsidRDefault="000932F5">
            <w:pPr>
              <w:pStyle w:val="NoSpacing"/>
            </w:pPr>
            <w:r w:rsidRPr="00DA3D4E">
              <w:t xml:space="preserve"> [Department]</w:t>
            </w:r>
          </w:p>
        </w:tc>
        <w:tc>
          <w:tcPr>
            <w:tcW w:w="1668" w:type="pct"/>
            <w:vAlign w:val="center"/>
          </w:tcPr>
          <w:p w:rsidR="000932F5" w:rsidRPr="00DA3D4E" w:rsidRDefault="000932F5">
            <w:pPr>
              <w:pStyle w:val="NoSpacing"/>
            </w:pPr>
            <w:r w:rsidRPr="00DA3D4E">
              <w:t xml:space="preserve"> [Phone]</w:t>
            </w:r>
          </w:p>
        </w:tc>
      </w:tr>
    </w:tbl>
    <w:p w:rsidR="0072070F" w:rsidRDefault="000932F5">
      <w:pPr>
        <w:pStyle w:val="Heading1"/>
      </w:pPr>
      <w:r>
        <w:t>Name of</w:t>
      </w:r>
      <w:r w:rsidR="0048389E">
        <w:t xml:space="preserve"> Training</w:t>
      </w:r>
      <w:r>
        <w:t xml:space="preserve"> Program</w:t>
      </w:r>
    </w:p>
    <w:p w:rsidR="0072070F" w:rsidRDefault="00EB0606">
      <w:pPr>
        <w:pStyle w:val="Heading2"/>
      </w:pPr>
      <w:r>
        <w:t>Description</w:t>
      </w:r>
    </w:p>
    <w:p w:rsidR="0072070F" w:rsidRDefault="00EB0606">
      <w:r>
        <w:t>To replace any placeholder text (such as [Course Name] above), just click it and type.</w:t>
      </w:r>
    </w:p>
    <w:p w:rsidR="0072070F" w:rsidRDefault="00EB0606">
      <w:pPr>
        <w:pStyle w:val="Heading2"/>
      </w:pPr>
      <w:r>
        <w:t>Expectations and Goals</w:t>
      </w:r>
    </w:p>
    <w:p w:rsidR="0072070F" w:rsidRDefault="000932F5">
      <w:r>
        <w:t>Start writing here</w:t>
      </w:r>
      <w:r w:rsidR="00EB0606">
        <w:t>. On the Design tab of the ribbon, check out the Themes, Colors, and Fonts galleries to preview options right in your document and then click to apply one you like.</w:t>
      </w:r>
    </w:p>
    <w:p w:rsidR="000932F5" w:rsidRDefault="000932F5"/>
    <w:tbl>
      <w:tblPr>
        <w:tblStyle w:val="SyllabusTable-withBorders"/>
        <w:tblW w:w="10170" w:type="dxa"/>
        <w:tblLook w:val="04A0" w:firstRow="1" w:lastRow="0" w:firstColumn="1" w:lastColumn="0" w:noHBand="0" w:noVBand="1"/>
      </w:tblPr>
      <w:tblGrid>
        <w:gridCol w:w="4867"/>
        <w:gridCol w:w="5303"/>
      </w:tblGrid>
      <w:tr w:rsidR="000932F5" w:rsidTr="004838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7" w:type="dxa"/>
          </w:tcPr>
          <w:p w:rsidR="000932F5" w:rsidRPr="000932F5" w:rsidRDefault="0048389E">
            <w:pPr>
              <w:rPr>
                <w:b w:val="0"/>
              </w:rPr>
            </w:pPr>
            <w:r>
              <w:rPr>
                <w:b w:val="0"/>
              </w:rPr>
              <w:t>Expected no. of days to be off?</w:t>
            </w:r>
          </w:p>
        </w:tc>
        <w:tc>
          <w:tcPr>
            <w:tcW w:w="5303" w:type="dxa"/>
          </w:tcPr>
          <w:p w:rsidR="000932F5" w:rsidRPr="000932F5" w:rsidRDefault="000932F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0932F5">
              <w:rPr>
                <w:b w:val="0"/>
              </w:rPr>
              <w:t>[No. of Days]</w:t>
            </w:r>
          </w:p>
        </w:tc>
      </w:tr>
      <w:tr w:rsidR="000932F5" w:rsidTr="004838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7" w:type="dxa"/>
          </w:tcPr>
          <w:p w:rsidR="000932F5" w:rsidRPr="0095569C" w:rsidRDefault="000932F5">
            <w:pPr>
              <w:rPr>
                <w:sz w:val="20"/>
              </w:rPr>
            </w:pPr>
          </w:p>
          <w:p w:rsidR="000932F5" w:rsidRPr="0095569C" w:rsidRDefault="000932F5">
            <w:pPr>
              <w:rPr>
                <w:sz w:val="20"/>
              </w:rPr>
            </w:pPr>
            <w:r w:rsidRPr="0095569C">
              <w:rPr>
                <w:sz w:val="20"/>
              </w:rPr>
              <w:t>Employee Signature:</w:t>
            </w:r>
          </w:p>
        </w:tc>
        <w:tc>
          <w:tcPr>
            <w:tcW w:w="5303" w:type="dxa"/>
          </w:tcPr>
          <w:p w:rsidR="000932F5" w:rsidRPr="0095569C" w:rsidRDefault="000932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</w:rPr>
            </w:pPr>
          </w:p>
          <w:p w:rsidR="000932F5" w:rsidRPr="0095569C" w:rsidRDefault="000932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</w:rPr>
            </w:pPr>
            <w:r w:rsidRPr="0095569C">
              <w:rPr>
                <w:b/>
                <w:sz w:val="20"/>
              </w:rPr>
              <w:t>[DATE]</w:t>
            </w:r>
          </w:p>
        </w:tc>
      </w:tr>
    </w:tbl>
    <w:p w:rsidR="0072070F" w:rsidRDefault="00710AA7">
      <w:pPr>
        <w:pStyle w:val="Heading1"/>
      </w:pPr>
      <w:r>
        <w:t>To be completed by Supervisor/Manager</w:t>
      </w:r>
    </w:p>
    <w:tbl>
      <w:tblPr>
        <w:tblStyle w:val="SyllabusTable-withBorders"/>
        <w:tblW w:w="5000" w:type="pct"/>
        <w:tblLook w:val="04A0" w:firstRow="1" w:lastRow="0" w:firstColumn="1" w:lastColumn="0" w:noHBand="0" w:noVBand="1"/>
        <w:tblDescription w:val="Course schedule"/>
      </w:tblPr>
      <w:tblGrid>
        <w:gridCol w:w="2034"/>
        <w:gridCol w:w="3051"/>
        <w:gridCol w:w="2034"/>
        <w:gridCol w:w="3051"/>
      </w:tblGrid>
      <w:tr w:rsidR="00710AA7" w:rsidTr="00710A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gridSpan w:val="2"/>
          </w:tcPr>
          <w:p w:rsidR="00710AA7" w:rsidRDefault="00710AA7">
            <w:r>
              <w:t>Eligibility of Employee</w:t>
            </w:r>
          </w:p>
        </w:tc>
        <w:tc>
          <w:tcPr>
            <w:tcW w:w="2500" w:type="pct"/>
            <w:gridSpan w:val="2"/>
          </w:tcPr>
          <w:p w:rsidR="00710AA7" w:rsidRPr="00710AA7" w:rsidRDefault="00710A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Approximate Cost $</w:t>
            </w:r>
          </w:p>
        </w:tc>
      </w:tr>
      <w:tr w:rsidR="0072070F" w:rsidTr="007207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</w:tcPr>
          <w:p w:rsidR="0072070F" w:rsidRDefault="00710AA7">
            <w:r>
              <w:t>YES</w:t>
            </w:r>
          </w:p>
        </w:tc>
        <w:tc>
          <w:tcPr>
            <w:tcW w:w="1500" w:type="pct"/>
          </w:tcPr>
          <w:p w:rsidR="0072070F" w:rsidRDefault="007207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00" w:type="pct"/>
          </w:tcPr>
          <w:p w:rsidR="0072070F" w:rsidRDefault="00710A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Transportation</w:t>
            </w:r>
          </w:p>
        </w:tc>
        <w:tc>
          <w:tcPr>
            <w:tcW w:w="1500" w:type="pct"/>
          </w:tcPr>
          <w:p w:rsidR="0072070F" w:rsidRDefault="00710A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[AMOUNT $]</w:t>
            </w:r>
          </w:p>
        </w:tc>
      </w:tr>
      <w:tr w:rsidR="00710AA7" w:rsidTr="007207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</w:tcPr>
          <w:p w:rsidR="00710AA7" w:rsidRDefault="00710AA7" w:rsidP="00710AA7">
            <w:r>
              <w:t>NO</w:t>
            </w:r>
          </w:p>
        </w:tc>
        <w:tc>
          <w:tcPr>
            <w:tcW w:w="1500" w:type="pct"/>
          </w:tcPr>
          <w:p w:rsidR="00710AA7" w:rsidRDefault="00710AA7" w:rsidP="00710A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00" w:type="pct"/>
          </w:tcPr>
          <w:p w:rsidR="00710AA7" w:rsidRDefault="00710AA7" w:rsidP="00710A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Lodging</w:t>
            </w:r>
          </w:p>
        </w:tc>
        <w:tc>
          <w:tcPr>
            <w:tcW w:w="1500" w:type="pct"/>
          </w:tcPr>
          <w:p w:rsidR="00710AA7" w:rsidRDefault="00710AA7" w:rsidP="00710A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[AMOUNT $]</w:t>
            </w:r>
          </w:p>
        </w:tc>
      </w:tr>
      <w:tr w:rsidR="00710AA7" w:rsidTr="007207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</w:tcPr>
          <w:p w:rsidR="00710AA7" w:rsidRPr="00710AA7" w:rsidRDefault="00710AA7" w:rsidP="00710AA7">
            <w:pPr>
              <w:rPr>
                <w:b w:val="0"/>
              </w:rPr>
            </w:pPr>
            <w:r w:rsidRPr="00710AA7">
              <w:rPr>
                <w:b w:val="0"/>
              </w:rPr>
              <w:t>NOTE:</w:t>
            </w:r>
          </w:p>
        </w:tc>
        <w:tc>
          <w:tcPr>
            <w:tcW w:w="1500" w:type="pct"/>
          </w:tcPr>
          <w:p w:rsidR="00710AA7" w:rsidRDefault="00710AA7" w:rsidP="00710A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00" w:type="pct"/>
          </w:tcPr>
          <w:p w:rsidR="00710AA7" w:rsidRDefault="00710AA7" w:rsidP="00710A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Meals</w:t>
            </w:r>
          </w:p>
        </w:tc>
        <w:tc>
          <w:tcPr>
            <w:tcW w:w="1500" w:type="pct"/>
          </w:tcPr>
          <w:p w:rsidR="00710AA7" w:rsidRDefault="00710AA7" w:rsidP="00710A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[AMOUNT $]</w:t>
            </w:r>
          </w:p>
        </w:tc>
      </w:tr>
      <w:tr w:rsidR="00710AA7" w:rsidTr="007207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</w:tcPr>
          <w:p w:rsidR="00710AA7" w:rsidRDefault="00710AA7" w:rsidP="00710AA7"/>
        </w:tc>
        <w:tc>
          <w:tcPr>
            <w:tcW w:w="1500" w:type="pct"/>
          </w:tcPr>
          <w:p w:rsidR="00710AA7" w:rsidRDefault="00710AA7" w:rsidP="00710A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00" w:type="pct"/>
          </w:tcPr>
          <w:p w:rsidR="00710AA7" w:rsidRDefault="00710AA7" w:rsidP="00710A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Other Expenses</w:t>
            </w:r>
          </w:p>
        </w:tc>
        <w:tc>
          <w:tcPr>
            <w:tcW w:w="1500" w:type="pct"/>
          </w:tcPr>
          <w:p w:rsidR="00710AA7" w:rsidRDefault="00710AA7" w:rsidP="00710A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[AMOUNT $]</w:t>
            </w:r>
          </w:p>
        </w:tc>
      </w:tr>
      <w:tr w:rsidR="00710AA7" w:rsidTr="007207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</w:tcPr>
          <w:p w:rsidR="00710AA7" w:rsidRDefault="00710AA7" w:rsidP="00710AA7"/>
        </w:tc>
        <w:tc>
          <w:tcPr>
            <w:tcW w:w="1500" w:type="pct"/>
          </w:tcPr>
          <w:p w:rsidR="00710AA7" w:rsidRDefault="00710AA7" w:rsidP="00710A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00" w:type="pct"/>
          </w:tcPr>
          <w:p w:rsidR="00710AA7" w:rsidRDefault="00710AA7" w:rsidP="00710A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TOTAL</w:t>
            </w:r>
          </w:p>
        </w:tc>
        <w:tc>
          <w:tcPr>
            <w:tcW w:w="1500" w:type="pct"/>
          </w:tcPr>
          <w:p w:rsidR="00710AA7" w:rsidRDefault="00710AA7" w:rsidP="00710A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[AMOUNT $]</w:t>
            </w:r>
          </w:p>
        </w:tc>
      </w:tr>
      <w:tr w:rsidR="0095569C" w:rsidTr="009556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gridSpan w:val="2"/>
          </w:tcPr>
          <w:p w:rsidR="0095569C" w:rsidRPr="0095569C" w:rsidRDefault="0095569C" w:rsidP="00710AA7">
            <w:pPr>
              <w:rPr>
                <w:sz w:val="22"/>
              </w:rPr>
            </w:pPr>
          </w:p>
          <w:p w:rsidR="0095569C" w:rsidRPr="0095569C" w:rsidRDefault="0095569C" w:rsidP="00710AA7">
            <w:pPr>
              <w:rPr>
                <w:sz w:val="22"/>
              </w:rPr>
            </w:pPr>
            <w:r w:rsidRPr="0095569C">
              <w:rPr>
                <w:sz w:val="22"/>
              </w:rPr>
              <w:t>Supervisor/Manager Signature:</w:t>
            </w:r>
          </w:p>
        </w:tc>
        <w:tc>
          <w:tcPr>
            <w:tcW w:w="1000" w:type="pct"/>
          </w:tcPr>
          <w:p w:rsidR="0095569C" w:rsidRPr="0095569C" w:rsidRDefault="0095569C" w:rsidP="00710A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</w:p>
          <w:p w:rsidR="0095569C" w:rsidRPr="0095569C" w:rsidRDefault="0095569C" w:rsidP="00710A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95569C">
              <w:rPr>
                <w:sz w:val="22"/>
              </w:rPr>
              <w:t>[DATE]</w:t>
            </w:r>
          </w:p>
        </w:tc>
        <w:tc>
          <w:tcPr>
            <w:tcW w:w="1500" w:type="pct"/>
          </w:tcPr>
          <w:p w:rsidR="0095569C" w:rsidRDefault="0095569C" w:rsidP="00710A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2070F" w:rsidRDefault="0095569C">
      <w:pPr>
        <w:pStyle w:val="Heading1"/>
      </w:pPr>
      <w:r>
        <w:t>To be completed by Director and/or Designee</w:t>
      </w:r>
    </w:p>
    <w:tbl>
      <w:tblPr>
        <w:tblStyle w:val="SyllabusTable-withBorders"/>
        <w:tblW w:w="5000" w:type="pct"/>
        <w:tblLook w:val="04A0" w:firstRow="1" w:lastRow="0" w:firstColumn="1" w:lastColumn="0" w:noHBand="0" w:noVBand="1"/>
        <w:tblDescription w:val="Exam schedule"/>
      </w:tblPr>
      <w:tblGrid>
        <w:gridCol w:w="2728"/>
        <w:gridCol w:w="7442"/>
      </w:tblGrid>
      <w:tr w:rsidR="0072070F" w:rsidTr="007207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1" w:type="pct"/>
          </w:tcPr>
          <w:p w:rsidR="0072070F" w:rsidRDefault="0095569C">
            <w:r>
              <w:t>Approved?</w:t>
            </w:r>
          </w:p>
        </w:tc>
        <w:tc>
          <w:tcPr>
            <w:tcW w:w="3659" w:type="pct"/>
          </w:tcPr>
          <w:p w:rsidR="0072070F" w:rsidRDefault="0095569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Disapproved?</w:t>
            </w:r>
          </w:p>
        </w:tc>
      </w:tr>
      <w:tr w:rsidR="0095569C" w:rsidTr="009556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</w:tcPr>
          <w:p w:rsidR="0095569C" w:rsidRDefault="0095569C">
            <w:r>
              <w:t>Reason if not approved:</w:t>
            </w:r>
          </w:p>
        </w:tc>
        <w:bookmarkStart w:id="1" w:name="_GoBack"/>
        <w:bookmarkEnd w:id="1"/>
      </w:tr>
      <w:tr w:rsidR="0072070F" w:rsidTr="007207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1" w:type="pct"/>
          </w:tcPr>
          <w:p w:rsidR="0072070F" w:rsidRDefault="0072070F"/>
        </w:tc>
        <w:tc>
          <w:tcPr>
            <w:tcW w:w="3659" w:type="pct"/>
          </w:tcPr>
          <w:p w:rsidR="0072070F" w:rsidRDefault="007207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74553" w:rsidTr="007207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1" w:type="pct"/>
          </w:tcPr>
          <w:p w:rsidR="00E74553" w:rsidRDefault="00E74553"/>
        </w:tc>
        <w:tc>
          <w:tcPr>
            <w:tcW w:w="3659" w:type="pct"/>
          </w:tcPr>
          <w:p w:rsidR="00E74553" w:rsidRDefault="00E745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2070F" w:rsidTr="007207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1" w:type="pct"/>
          </w:tcPr>
          <w:p w:rsidR="0072070F" w:rsidRDefault="0095569C" w:rsidP="0095569C">
            <w:pPr>
              <w:jc w:val="both"/>
            </w:pPr>
            <w:r>
              <w:t>Signature:</w:t>
            </w:r>
          </w:p>
        </w:tc>
        <w:tc>
          <w:tcPr>
            <w:tcW w:w="3659" w:type="pct"/>
          </w:tcPr>
          <w:p w:rsidR="0072070F" w:rsidRDefault="0095569C" w:rsidP="0095569C">
            <w:pPr>
              <w:tabs>
                <w:tab w:val="left" w:pos="175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[DATE]</w:t>
            </w:r>
            <w:r>
              <w:tab/>
            </w:r>
          </w:p>
        </w:tc>
      </w:tr>
    </w:tbl>
    <w:bookmarkEnd w:id="0"/>
    <w:p w:rsidR="00EF0BDB" w:rsidRPr="00EF0BDB" w:rsidRDefault="0053516A" w:rsidP="005D2F53">
      <w:pPr>
        <w:jc w:val="right"/>
      </w:pPr>
      <w:r>
        <w:t xml:space="preserve">Copyright: </w:t>
      </w:r>
      <w:r w:rsidR="00CA0CC1">
        <w:t>wordexceltemplates.com</w:t>
      </w:r>
    </w:p>
    <w:sectPr w:rsidR="00EF0BDB" w:rsidRPr="00EF0BDB" w:rsidSect="00495D16">
      <w:pgSz w:w="12240" w:h="15840" w:code="1"/>
      <w:pgMar w:top="810" w:right="990" w:bottom="0" w:left="1080" w:header="45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0606" w:rsidRDefault="00EB0606">
      <w:pPr>
        <w:spacing w:after="0"/>
      </w:pPr>
      <w:r>
        <w:separator/>
      </w:r>
    </w:p>
  </w:endnote>
  <w:endnote w:type="continuationSeparator" w:id="0">
    <w:p w:rsidR="00EB0606" w:rsidRDefault="00EB06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0606" w:rsidRDefault="00EB0606">
      <w:pPr>
        <w:spacing w:after="0"/>
      </w:pPr>
      <w:r>
        <w:separator/>
      </w:r>
    </w:p>
  </w:footnote>
  <w:footnote w:type="continuationSeparator" w:id="0">
    <w:p w:rsidR="00EB0606" w:rsidRDefault="00EB060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CAAA5C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0FB165E"/>
    <w:multiLevelType w:val="hybridMultilevel"/>
    <w:tmpl w:val="4C5828F0"/>
    <w:lvl w:ilvl="0" w:tplc="EA184B6E">
      <w:start w:val="1"/>
      <w:numFmt w:val="bullet"/>
      <w:pStyle w:val="ListBullet"/>
      <w:lvlText w:val=""/>
      <w:lvlJc w:val="left"/>
      <w:pPr>
        <w:tabs>
          <w:tab w:val="num" w:pos="144"/>
        </w:tabs>
        <w:ind w:left="144" w:hanging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698204A"/>
    <w:multiLevelType w:val="hybridMultilevel"/>
    <w:tmpl w:val="A0B4C12E"/>
    <w:lvl w:ilvl="0" w:tplc="CAF8371E">
      <w:start w:val="1"/>
      <w:numFmt w:val="bullet"/>
      <w:lvlText w:val="·"/>
      <w:lvlJc w:val="left"/>
      <w:pPr>
        <w:ind w:left="36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23F3813"/>
    <w:multiLevelType w:val="hybridMultilevel"/>
    <w:tmpl w:val="C002B01A"/>
    <w:lvl w:ilvl="0" w:tplc="AFA82AE6">
      <w:start w:val="1"/>
      <w:numFmt w:val="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2F5"/>
    <w:rsid w:val="000932F5"/>
    <w:rsid w:val="0048389E"/>
    <w:rsid w:val="00495D16"/>
    <w:rsid w:val="0053516A"/>
    <w:rsid w:val="005D2F53"/>
    <w:rsid w:val="00710AA7"/>
    <w:rsid w:val="0072070F"/>
    <w:rsid w:val="0095569C"/>
    <w:rsid w:val="00CA0CC1"/>
    <w:rsid w:val="00DA3D4E"/>
    <w:rsid w:val="00E16ECD"/>
    <w:rsid w:val="00E74553"/>
    <w:rsid w:val="00EB0606"/>
    <w:rsid w:val="00EF0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AE3946"/>
  <w15:chartTrackingRefBased/>
  <w15:docId w15:val="{1B587FBE-E43A-43F2-8535-6D489FD6A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595959" w:themeColor="text1" w:themeTint="A6"/>
        <w:sz w:val="18"/>
        <w:lang w:val="en-US" w:eastAsia="ja-JP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before="560" w:after="180"/>
      <w:outlineLvl w:val="0"/>
    </w:pPr>
    <w:rPr>
      <w:rFonts w:asciiTheme="majorHAnsi" w:eastAsiaTheme="majorEastAsia" w:hAnsiTheme="majorHAnsi" w:cstheme="majorBidi"/>
      <w:b/>
      <w:bCs/>
      <w:color w:val="404040" w:themeColor="text1" w:themeTint="BF"/>
      <w:sz w:val="24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pPr>
      <w:keepNext/>
      <w:keepLines/>
      <w:spacing w:before="200" w:after="80"/>
      <w:outlineLvl w:val="1"/>
    </w:pPr>
    <w:rPr>
      <w:rFonts w:asciiTheme="majorHAnsi" w:eastAsiaTheme="majorEastAsia" w:hAnsiTheme="majorHAnsi" w:cstheme="majorBidi"/>
      <w:b/>
      <w:bCs/>
      <w:color w:val="141414" w:themeColor="accent1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2"/>
    <w:qFormat/>
    <w:pPr>
      <w:spacing w:after="80"/>
      <w:contextualSpacing/>
    </w:pPr>
    <w:rPr>
      <w:rFonts w:asciiTheme="majorHAnsi" w:eastAsiaTheme="majorEastAsia" w:hAnsiTheme="majorHAnsi" w:cstheme="majorBidi"/>
      <w:b/>
      <w:bCs/>
      <w:color w:val="141414" w:themeColor="accent1"/>
      <w:spacing w:val="-10"/>
      <w:kern w:val="28"/>
      <w:sz w:val="44"/>
    </w:rPr>
  </w:style>
  <w:style w:type="character" w:customStyle="1" w:styleId="TitleChar">
    <w:name w:val="Title Char"/>
    <w:basedOn w:val="DefaultParagraphFont"/>
    <w:link w:val="Title"/>
    <w:uiPriority w:val="2"/>
    <w:rPr>
      <w:rFonts w:asciiTheme="majorHAnsi" w:eastAsiaTheme="majorEastAsia" w:hAnsiTheme="majorHAnsi" w:cstheme="majorBidi"/>
      <w:b/>
      <w:bCs/>
      <w:color w:val="141414" w:themeColor="accent1"/>
      <w:spacing w:val="-10"/>
      <w:kern w:val="28"/>
      <w:sz w:val="44"/>
    </w:rPr>
  </w:style>
  <w:style w:type="paragraph" w:styleId="Subtitle">
    <w:name w:val="Subtitle"/>
    <w:basedOn w:val="Normal"/>
    <w:next w:val="Normal"/>
    <w:link w:val="SubtitleChar"/>
    <w:uiPriority w:val="3"/>
    <w:qFormat/>
    <w:pPr>
      <w:numPr>
        <w:ilvl w:val="1"/>
      </w:numPr>
      <w:spacing w:after="800"/>
    </w:pPr>
    <w:rPr>
      <w:b/>
      <w:bCs/>
      <w:color w:val="404040" w:themeColor="text1" w:themeTint="BF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3"/>
    <w:rPr>
      <w:b/>
      <w:bCs/>
      <w:color w:val="404040" w:themeColor="text1" w:themeTint="BF"/>
      <w:spacing w:val="15"/>
      <w:sz w:val="2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olor w:val="404040" w:themeColor="text1" w:themeTint="BF"/>
      <w:sz w:val="24"/>
    </w:rPr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141414" w:themeColor="accent1"/>
      <w:sz w:val="20"/>
    </w:rPr>
  </w:style>
  <w:style w:type="paragraph" w:styleId="ListBullet">
    <w:name w:val="List Bullet"/>
    <w:basedOn w:val="Normal"/>
    <w:uiPriority w:val="1"/>
    <w:unhideWhenUsed/>
    <w:qFormat/>
    <w:pPr>
      <w:numPr>
        <w:numId w:val="4"/>
      </w:numPr>
    </w:pPr>
  </w:style>
  <w:style w:type="character" w:styleId="Strong">
    <w:name w:val="Strong"/>
    <w:basedOn w:val="DefaultParagraphFont"/>
    <w:uiPriority w:val="1"/>
    <w:qFormat/>
    <w:rPr>
      <w:b/>
      <w:bCs/>
      <w:color w:val="404040" w:themeColor="text1" w:themeTint="BF"/>
    </w:rPr>
  </w:style>
  <w:style w:type="table" w:customStyle="1" w:styleId="SyllabusTable-NoBorders">
    <w:name w:val="Syllabus Table - No Borders"/>
    <w:basedOn w:val="TableNormal"/>
    <w:uiPriority w:val="99"/>
    <w:pPr>
      <w:spacing w:after="0"/>
    </w:pPr>
    <w:tblPr>
      <w:tblCellMar>
        <w:left w:w="0" w:type="dxa"/>
        <w:right w:w="0" w:type="dxa"/>
      </w:tblCellMar>
    </w:tblPr>
    <w:tblStylePr w:type="firstRow">
      <w:pPr>
        <w:wordWrap/>
        <w:spacing w:afterLines="0" w:after="80" w:afterAutospacing="0"/>
      </w:pPr>
      <w:rPr>
        <w:rFonts w:asciiTheme="majorHAnsi" w:hAnsiTheme="majorHAnsi"/>
        <w:b/>
        <w:color w:val="141414" w:themeColor="accent1"/>
        <w:sz w:val="20"/>
      </w:rPr>
    </w:tblStylePr>
  </w:style>
  <w:style w:type="paragraph" w:styleId="NoSpacing">
    <w:name w:val="No Spacing"/>
    <w:uiPriority w:val="36"/>
    <w:qFormat/>
    <w:pPr>
      <w:spacing w:after="0"/>
    </w:pPr>
  </w:style>
  <w:style w:type="table" w:customStyle="1" w:styleId="SyllabusTable-withBorders">
    <w:name w:val="Syllabus Table - with Borders"/>
    <w:basedOn w:val="TableNormal"/>
    <w:uiPriority w:val="99"/>
    <w:pPr>
      <w:spacing w:before="80" w:after="80"/>
    </w:pPr>
    <w:tblPr>
      <w:tblBorders>
        <w:bottom w:val="single" w:sz="4" w:space="0" w:color="808080" w:themeColor="background1" w:themeShade="80"/>
        <w:insideH w:val="single" w:sz="4" w:space="0" w:color="BFBFBF" w:themeColor="background1" w:themeShade="BF"/>
      </w:tblBorders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80" w:afterAutospacing="0"/>
      </w:pPr>
      <w:rPr>
        <w:rFonts w:asciiTheme="majorHAnsi" w:hAnsiTheme="majorHAnsi"/>
        <w:b/>
        <w:color w:val="141414" w:themeColor="accent1"/>
        <w:sz w:val="20"/>
      </w:rPr>
      <w:tblPr/>
      <w:tcPr>
        <w:tcBorders>
          <w:top w:val="nil"/>
          <w:left w:val="nil"/>
          <w:bottom w:val="single" w:sz="4" w:space="0" w:color="808080" w:themeColor="background1" w:themeShade="8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color w:val="404040" w:themeColor="text1" w:themeTint="BF"/>
      </w:rPr>
    </w:tblStyle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pBdr>
        <w:top w:val="single" w:sz="4" w:space="6" w:color="898989" w:themeColor="accent1" w:themeTint="80"/>
      </w:pBdr>
      <w:spacing w:after="0"/>
      <w:jc w:val="right"/>
    </w:pPr>
    <w:rPr>
      <w:b/>
      <w:bCs/>
      <w:color w:val="404040" w:themeColor="text1" w:themeTint="BF"/>
    </w:rPr>
  </w:style>
  <w:style w:type="character" w:customStyle="1" w:styleId="FooterChar">
    <w:name w:val="Footer Char"/>
    <w:basedOn w:val="DefaultParagraphFont"/>
    <w:link w:val="Footer"/>
    <w:uiPriority w:val="99"/>
    <w:rPr>
      <w:b/>
      <w:bCs/>
      <w:color w:val="404040" w:themeColor="text1" w:themeTint="BF"/>
    </w:rPr>
  </w:style>
  <w:style w:type="table" w:styleId="TableGridLight">
    <w:name w:val="Grid Table Light"/>
    <w:basedOn w:val="TableNormal"/>
    <w:uiPriority w:val="40"/>
    <w:rsid w:val="00EF0BDB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56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Teacher's%20syllabu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33966FAE5094A0DB88065408444C9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F0E37F-26E2-470B-95A1-0C6F17489169}"/>
      </w:docPartPr>
      <w:docPartBody>
        <w:p w:rsidR="00000000" w:rsidRDefault="004E7E76">
          <w:pPr>
            <w:pStyle w:val="B33966FAE5094A0DB88065408444C970"/>
          </w:pPr>
          <w:r>
            <w:t>[Email address]</w:t>
          </w:r>
        </w:p>
      </w:docPartBody>
    </w:docPart>
    <w:docPart>
      <w:docPartPr>
        <w:name w:val="781872DA0613401FA96953F383A83E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3C4F2E-992F-41E1-88DD-95F0E224B326}"/>
      </w:docPartPr>
      <w:docPartBody>
        <w:p w:rsidR="00000000" w:rsidRDefault="004E7E76">
          <w:pPr>
            <w:pStyle w:val="781872DA0613401FA96953F383A83E81"/>
          </w:pPr>
          <w:r>
            <w:t>[Location, Hours, Days]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FB165E"/>
    <w:multiLevelType w:val="hybridMultilevel"/>
    <w:tmpl w:val="4C5828F0"/>
    <w:lvl w:ilvl="0" w:tplc="EA184B6E">
      <w:start w:val="1"/>
      <w:numFmt w:val="bullet"/>
      <w:pStyle w:val="ListBullet"/>
      <w:lvlText w:val=""/>
      <w:lvlJc w:val="left"/>
      <w:pPr>
        <w:tabs>
          <w:tab w:val="num" w:pos="144"/>
        </w:tabs>
        <w:ind w:left="144" w:hanging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E76"/>
    <w:rsid w:val="004E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AFD3E1D0CDB4C1CA83E1F373B526919">
    <w:name w:val="FAFD3E1D0CDB4C1CA83E1F373B526919"/>
  </w:style>
  <w:style w:type="paragraph" w:customStyle="1" w:styleId="DC21C9BDBFD64EBBB1A3ACBE4746C891">
    <w:name w:val="DC21C9BDBFD64EBBB1A3ACBE4746C891"/>
  </w:style>
  <w:style w:type="character" w:styleId="Strong">
    <w:name w:val="Strong"/>
    <w:basedOn w:val="DefaultParagraphFont"/>
    <w:uiPriority w:val="1"/>
    <w:qFormat/>
    <w:rPr>
      <w:b/>
      <w:bCs/>
      <w:color w:val="262626" w:themeColor="text1" w:themeTint="D9"/>
    </w:rPr>
  </w:style>
  <w:style w:type="paragraph" w:customStyle="1" w:styleId="956B4BC8AC0B41DC8ABF464AE5D66EBB">
    <w:name w:val="956B4BC8AC0B41DC8ABF464AE5D66EBB"/>
  </w:style>
  <w:style w:type="paragraph" w:customStyle="1" w:styleId="B33966FAE5094A0DB88065408444C970">
    <w:name w:val="B33966FAE5094A0DB88065408444C970"/>
  </w:style>
  <w:style w:type="paragraph" w:customStyle="1" w:styleId="781872DA0613401FA96953F383A83E81">
    <w:name w:val="781872DA0613401FA96953F383A83E81"/>
  </w:style>
  <w:style w:type="paragraph" w:styleId="ListBullet">
    <w:name w:val="List Bullet"/>
    <w:basedOn w:val="Normal"/>
    <w:uiPriority w:val="1"/>
    <w:unhideWhenUsed/>
    <w:qFormat/>
    <w:pPr>
      <w:numPr>
        <w:numId w:val="1"/>
      </w:numPr>
      <w:spacing w:after="120" w:line="240" w:lineRule="auto"/>
    </w:pPr>
    <w:rPr>
      <w:rFonts w:cs="Times New Roman"/>
      <w:color w:val="404040" w:themeColor="text1" w:themeTint="BF"/>
      <w:sz w:val="18"/>
    </w:rPr>
  </w:style>
  <w:style w:type="paragraph" w:customStyle="1" w:styleId="4808E83B612847A7803116D24E56984B">
    <w:name w:val="4808E83B612847A7803116D24E56984B"/>
  </w:style>
  <w:style w:type="paragraph" w:customStyle="1" w:styleId="B288EB2E54BA485599C96F3BFC3985EB">
    <w:name w:val="B288EB2E54BA485599C96F3BFC3985EB"/>
  </w:style>
  <w:style w:type="paragraph" w:customStyle="1" w:styleId="34AD4C499DF14EC48A4CC45C29A65ECA">
    <w:name w:val="34AD4C499DF14EC48A4CC45C29A65ECA"/>
  </w:style>
  <w:style w:type="paragraph" w:customStyle="1" w:styleId="73969842CBEB4512A304661C3465E423">
    <w:name w:val="73969842CBEB4512A304661C3465E423"/>
  </w:style>
  <w:style w:type="paragraph" w:customStyle="1" w:styleId="94A05866CD4C4754BB6036D587F330B6">
    <w:name w:val="94A05866CD4C4754BB6036D587F330B6"/>
  </w:style>
  <w:style w:type="paragraph" w:customStyle="1" w:styleId="F9FA18D4FC2C4600ACF0FB524A5FDC34">
    <w:name w:val="F9FA18D4FC2C4600ACF0FB524A5FDC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rayscale 2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141414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Trebuchet MS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AB47529-022F-456F-B255-20840C5A99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Teacher's syllabus.dotx</Template>
  <TotalTime>25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Name of Training Program</vt:lpstr>
      <vt:lpstr>    Description</vt:lpstr>
      <vt:lpstr>    Expectations and Goals</vt:lpstr>
      <vt:lpstr>To be completed by Supervisor/Manager</vt:lpstr>
      <vt:lpstr>To be completed by Director and/or Designee</vt:lpstr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keywords/>
  <cp:lastModifiedBy>Alex</cp:lastModifiedBy>
  <cp:revision>11</cp:revision>
  <dcterms:created xsi:type="dcterms:W3CDTF">2017-10-31T11:28:00Z</dcterms:created>
  <dcterms:modified xsi:type="dcterms:W3CDTF">2017-10-31T12:04:00Z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TC029195989991</vt:lpwstr>
  </property>
</Properties>
</file>