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424" w:rsidRPr="006A0093" w:rsidRDefault="006A0093" w:rsidP="000D2424">
      <w:pPr>
        <w:pStyle w:val="Title"/>
        <w:rPr>
          <w:rFonts w:ascii="Calibri" w:hAnsi="Calibri" w:cs="Calibri"/>
        </w:rPr>
      </w:pPr>
      <w:bookmarkStart w:id="0" w:name="_GoBack"/>
      <w:r w:rsidRPr="006A0093">
        <w:rPr>
          <w:rFonts w:ascii="Calibri" w:hAnsi="Calibri" w:cs="Calibri"/>
        </w:rPr>
        <w:t>Expense Approval Request 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urse syllabus information table"/>
      </w:tblPr>
      <w:tblGrid>
        <w:gridCol w:w="2549"/>
        <w:gridCol w:w="7531"/>
      </w:tblGrid>
      <w:tr w:rsidR="000D2424" w:rsidRPr="006A0093" w:rsidTr="001A71A1">
        <w:tc>
          <w:tcPr>
            <w:tcW w:w="2549" w:type="dxa"/>
          </w:tcPr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COMPANY NAME</w:t>
            </w:r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ADDRESS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PHONE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EMPLOYEE NAME</w:t>
            </w:r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DATE OF REQUEST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CONTACT EMAIL</w:t>
            </w:r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OFFICE HOURS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Office hours:"/>
                <w:tag w:val="Office hours:"/>
                <w:id w:val="1871100205"/>
                <w:placeholder>
                  <w:docPart w:val="C44755DC1D454150B5B3B9832AEE2962"/>
                </w:placeholder>
                <w:temporary/>
                <w:showingPlcHdr/>
                <w15:appearance w15:val="hidden"/>
              </w:sdtPr>
              <w:sdtEndPr/>
              <w:sdtContent>
                <w:r w:rsidR="000D2424" w:rsidRPr="006A0093">
                  <w:rPr>
                    <w:rFonts w:ascii="Calibri" w:hAnsi="Calibri" w:cs="Calibri"/>
                  </w:rPr>
                  <w:t>Office Hours</w:t>
                </w:r>
              </w:sdtContent>
            </w:sdt>
          </w:p>
          <w:sdt>
            <w:sdtPr>
              <w:rPr>
                <w:rFonts w:ascii="Calibri" w:hAnsi="Calibri" w:cs="Calibri"/>
              </w:rPr>
              <w:alias w:val="Enter hours, days:"/>
              <w:tag w:val="Enter hours, days:"/>
              <w:id w:val="-1656837614"/>
              <w:placeholder>
                <w:docPart w:val="1DFF129154A94D9483457288339A1A06"/>
              </w:placeholder>
              <w:temporary/>
              <w:showingPlcHdr/>
              <w15:appearance w15:val="hidden"/>
            </w:sdtPr>
            <w:sdtEndPr/>
            <w:sdtContent>
              <w:p w:rsidR="000D2424" w:rsidRPr="006A0093" w:rsidRDefault="000D2424" w:rsidP="00D81B74">
                <w:pPr>
                  <w:rPr>
                    <w:rFonts w:ascii="Calibri" w:hAnsi="Calibri" w:cs="Calibri"/>
                  </w:rPr>
                </w:pPr>
                <w:r w:rsidRPr="006A0093">
                  <w:rPr>
                    <w:rFonts w:ascii="Calibri" w:hAnsi="Calibri" w:cs="Calibri"/>
                  </w:rPr>
                  <w:t>Enter Hours,</w:t>
                </w:r>
                <w:r w:rsidRPr="006A0093">
                  <w:rPr>
                    <w:rFonts w:ascii="Calibri" w:hAnsi="Calibri" w:cs="Calibri"/>
                  </w:rPr>
                  <w:br/>
                  <w:t>Days</w:t>
                </w:r>
              </w:p>
            </w:sdtContent>
          </w:sdt>
        </w:tc>
        <w:tc>
          <w:tcPr>
            <w:tcW w:w="7531" w:type="dxa"/>
          </w:tcPr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[COMPANY NAME]</w:t>
            </w:r>
          </w:p>
          <w:p w:rsidR="000D2424" w:rsidRPr="006A0093" w:rsidRDefault="006A0093" w:rsidP="006A0093">
            <w:pPr>
              <w:pStyle w:val="NoSpacing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79343876"/>
                <w:placeholder>
                  <w:docPart w:val="7E0EFF4E7444441886A98FE68CEE487C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>[Street address]</w:t>
                </w:r>
              </w:sdtContent>
            </w:sdt>
            <w:r w:rsidRPr="006A0093">
              <w:rPr>
                <w:rFonts w:ascii="Calibri" w:hAnsi="Calibri" w:cs="Calibri"/>
              </w:rPr>
              <w:t xml:space="preserve"> | </w:t>
            </w:r>
            <w:sdt>
              <w:sdtPr>
                <w:rPr>
                  <w:rFonts w:ascii="Calibri" w:hAnsi="Calibri" w:cs="Calibri"/>
                </w:rPr>
                <w:id w:val="-1192065121"/>
                <w:placeholder>
                  <w:docPart w:val="A6BE8EE9F3E84F7D8BB34D2F9AD85BB3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 xml:space="preserve">[City, </w:t>
                </w:r>
                <w:proofErr w:type="gramStart"/>
                <w:r w:rsidRPr="006A0093">
                  <w:rPr>
                    <w:rFonts w:ascii="Calibri" w:hAnsi="Calibri" w:cs="Calibri"/>
                  </w:rPr>
                  <w:t>ST  ZIP</w:t>
                </w:r>
                <w:proofErr w:type="gramEnd"/>
                <w:r w:rsidRPr="006A0093">
                  <w:rPr>
                    <w:rFonts w:ascii="Calibri" w:hAnsi="Calibri" w:cs="Calibri"/>
                  </w:rPr>
                  <w:t xml:space="preserve"> Code]</w:t>
                </w:r>
              </w:sdtContent>
            </w:sdt>
            <w:r w:rsidRPr="006A0093">
              <w:rPr>
                <w:rFonts w:ascii="Calibri" w:hAnsi="Calibri" w:cs="Calibri"/>
              </w:rPr>
              <w:t xml:space="preserve"> </w:t>
            </w:r>
            <w:r w:rsidRPr="006A0093">
              <w:rPr>
                <w:rFonts w:ascii="Calibri" w:hAnsi="Calibri" w:cs="Calibri"/>
              </w:rPr>
              <w:t xml:space="preserve">Phone: </w:t>
            </w:r>
            <w:sdt>
              <w:sdtPr>
                <w:rPr>
                  <w:rFonts w:ascii="Calibri" w:hAnsi="Calibri" w:cs="Calibri"/>
                </w:rPr>
                <w:id w:val="-1955704499"/>
                <w:placeholder>
                  <w:docPart w:val="027EC7882AB44B7ABAEF4368CDBA2A7A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>[Phone number]</w:t>
                </w:r>
              </w:sdtContent>
            </w:sdt>
            <w:r w:rsidRPr="006A0093">
              <w:rPr>
                <w:rFonts w:ascii="Calibri" w:hAnsi="Calibri" w:cs="Calibri"/>
              </w:rPr>
              <w:t xml:space="preserve"> | Fax: </w:t>
            </w:r>
            <w:sdt>
              <w:sdtPr>
                <w:rPr>
                  <w:rFonts w:ascii="Calibri" w:hAnsi="Calibri" w:cs="Calibri"/>
                </w:rPr>
                <w:id w:val="1055889350"/>
                <w:placeholder>
                  <w:docPart w:val="ADCE3D9E1E0040DD8B1FFEE42397B398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>[Fax number]</w:t>
                </w:r>
              </w:sdtContent>
            </w:sdt>
            <w:r w:rsidRPr="006A0093">
              <w:rPr>
                <w:rFonts w:ascii="Calibri" w:hAnsi="Calibri" w:cs="Calibri"/>
              </w:rPr>
              <w:t xml:space="preserve"> | </w:t>
            </w:r>
            <w:sdt>
              <w:sdtPr>
                <w:rPr>
                  <w:rFonts w:ascii="Calibri" w:hAnsi="Calibri" w:cs="Calibri"/>
                </w:rPr>
                <w:id w:val="883673533"/>
                <w:placeholder>
                  <w:docPart w:val="DA5C48FCADD84BFF92453068CD9AFC63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>[Email]</w:t>
                </w:r>
              </w:sdtContent>
            </w:sdt>
            <w:r w:rsidRPr="006A0093">
              <w:rPr>
                <w:rFonts w:ascii="Calibri" w:hAnsi="Calibri" w:cs="Calibri"/>
              </w:rPr>
              <w:t xml:space="preserve"> | </w:t>
            </w:r>
            <w:sdt>
              <w:sdtPr>
                <w:rPr>
                  <w:rFonts w:ascii="Calibri" w:hAnsi="Calibri" w:cs="Calibri"/>
                </w:rPr>
                <w:id w:val="-955018419"/>
                <w:placeholder>
                  <w:docPart w:val="CCC6287B863047C8BD44ADE48BA48E1D"/>
                </w:placeholder>
                <w:temporary/>
                <w:showingPlcHdr/>
                <w15:appearance w15:val="hidden"/>
              </w:sdtPr>
              <w:sdtContent>
                <w:r w:rsidRPr="006A0093">
                  <w:rPr>
                    <w:rFonts w:ascii="Calibri" w:hAnsi="Calibri" w:cs="Calibri"/>
                  </w:rPr>
                  <w:t>[Website]</w:t>
                </w:r>
              </w:sdtContent>
            </w:sdt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555 555-5555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[NAME]</w:t>
            </w:r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[DOR]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[EMAIL]</w:t>
            </w:r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[Office Hours]</w:t>
            </w:r>
          </w:p>
          <w:p w:rsidR="000D2424" w:rsidRPr="006A0093" w:rsidRDefault="006A0093" w:rsidP="00D81B74">
            <w:pPr>
              <w:pStyle w:val="Heading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Resources:"/>
                <w:tag w:val="Resources:"/>
                <w:id w:val="-86781642"/>
                <w:placeholder>
                  <w:docPart w:val="A65857649C18420FA9FBDC7CBA4F1790"/>
                </w:placeholder>
                <w:temporary/>
                <w:showingPlcHdr/>
                <w15:appearance w15:val="hidden"/>
              </w:sdtPr>
              <w:sdtEndPr/>
              <w:sdtContent>
                <w:r w:rsidR="000D2424" w:rsidRPr="006A0093">
                  <w:rPr>
                    <w:rFonts w:ascii="Calibri" w:hAnsi="Calibri" w:cs="Calibri"/>
                  </w:rPr>
                  <w:t>Resources</w:t>
                </w:r>
              </w:sdtContent>
            </w:sdt>
          </w:p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Enter resource information 1:"/>
                <w:tag w:val="Enter resource information 1:"/>
                <w:id w:val="1480960674"/>
                <w:placeholder>
                  <w:docPart w:val="F9FC7ED2FE5C46748D4C92D5777E4BEF"/>
                </w:placeholder>
                <w:temporary/>
                <w:showingPlcHdr/>
                <w15:appearance w15:val="hidden"/>
              </w:sdtPr>
              <w:sdtEndPr/>
              <w:sdtContent>
                <w:r w:rsidR="000D2424" w:rsidRPr="006A0093">
                  <w:rPr>
                    <w:rFonts w:ascii="Calibri" w:hAnsi="Calibri" w:cs="Calibri"/>
                  </w:rPr>
                  <w:t>To edit the semester and year, just double-click the footer area on the page.</w:t>
                </w:r>
              </w:sdtContent>
            </w:sdt>
          </w:p>
          <w:sdt>
            <w:sdtPr>
              <w:rPr>
                <w:rFonts w:ascii="Calibri" w:hAnsi="Calibri" w:cs="Calibri"/>
              </w:rPr>
              <w:alias w:val="Enter resource information 2:"/>
              <w:tag w:val="Enter resource information 2:"/>
              <w:id w:val="1707211066"/>
              <w:placeholder>
                <w:docPart w:val="A9976AA2E34F47C99A84F6251E6F2A60"/>
              </w:placeholder>
              <w:temporary/>
              <w:showingPlcHdr/>
              <w15:appearance w15:val="hidden"/>
            </w:sdtPr>
            <w:sdtEndPr/>
            <w:sdtContent>
              <w:p w:rsidR="000D2424" w:rsidRPr="006A0093" w:rsidRDefault="004E746F" w:rsidP="00D81B74">
                <w:pPr>
                  <w:pStyle w:val="ListBullet"/>
                  <w:rPr>
                    <w:rFonts w:ascii="Calibri" w:hAnsi="Calibri" w:cs="Calibri"/>
                  </w:rPr>
                </w:pPr>
                <w:r w:rsidRPr="006A0093">
                  <w:rPr>
                    <w:rFonts w:ascii="Calibri" w:hAnsi="Calibri" w:cs="Calibri"/>
                  </w:rPr>
                  <w:t>Click here to add text.</w:t>
                </w:r>
              </w:p>
            </w:sdtContent>
          </w:sdt>
          <w:sdt>
            <w:sdtPr>
              <w:rPr>
                <w:rFonts w:ascii="Calibri" w:hAnsi="Calibri" w:cs="Calibri"/>
              </w:rPr>
              <w:alias w:val="Enter resource information 3:"/>
              <w:tag w:val="Enter resource information 3:"/>
              <w:id w:val="785308667"/>
              <w:placeholder>
                <w:docPart w:val="63F1AFBE911D4D83A89AF144E0B2B674"/>
              </w:placeholder>
              <w:temporary/>
              <w:showingPlcHdr/>
              <w15:appearance w15:val="hidden"/>
            </w:sdtPr>
            <w:sdtEndPr/>
            <w:sdtContent>
              <w:p w:rsidR="000D2424" w:rsidRPr="006A0093" w:rsidRDefault="000D2424" w:rsidP="00D81B74">
                <w:pPr>
                  <w:pStyle w:val="ListBullet"/>
                  <w:rPr>
                    <w:rFonts w:ascii="Calibri" w:hAnsi="Calibri" w:cs="Calibri"/>
                  </w:rPr>
                </w:pPr>
                <w:r w:rsidRPr="006A0093">
                  <w:rPr>
                    <w:rFonts w:ascii="Calibri" w:hAnsi="Calibri" w:cs="Calibri"/>
                  </w:rPr>
                  <w:t>Click here to add text.</w:t>
                </w:r>
              </w:p>
            </w:sdtContent>
          </w:sdt>
        </w:tc>
      </w:tr>
    </w:tbl>
    <w:p w:rsidR="006A0093" w:rsidRPr="006A0093" w:rsidRDefault="006A0093" w:rsidP="006A0093">
      <w:pPr>
        <w:rPr>
          <w:rFonts w:ascii="Calibri" w:hAnsi="Calibri" w:cs="Calibri"/>
          <w:b/>
          <w:color w:val="auto"/>
          <w:sz w:val="24"/>
        </w:rPr>
      </w:pPr>
      <w:r w:rsidRPr="006A0093">
        <w:rPr>
          <w:rFonts w:ascii="Calibri" w:hAnsi="Calibri" w:cs="Calibri"/>
          <w:b/>
          <w:color w:val="auto"/>
          <w:sz w:val="24"/>
        </w:rPr>
        <w:t>Expense Request Details</w:t>
      </w:r>
    </w:p>
    <w:tbl>
      <w:tblPr>
        <w:tblStyle w:val="SyllabusTable"/>
        <w:tblW w:w="5075" w:type="pct"/>
        <w:tblLayout w:type="fixed"/>
        <w:tblLook w:val="04A0" w:firstRow="1" w:lastRow="0" w:firstColumn="1" w:lastColumn="0" w:noHBand="0" w:noVBand="1"/>
        <w:tblDescription w:val="Course schedule information table"/>
      </w:tblPr>
      <w:tblGrid>
        <w:gridCol w:w="2924"/>
        <w:gridCol w:w="4019"/>
        <w:gridCol w:w="3288"/>
      </w:tblGrid>
      <w:tr w:rsidR="000D2424" w:rsidRPr="006A0093" w:rsidTr="001A7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24" w:type="dxa"/>
          </w:tcPr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Expense</w:t>
            </w:r>
          </w:p>
        </w:tc>
        <w:tc>
          <w:tcPr>
            <w:tcW w:w="4019" w:type="dxa"/>
          </w:tcPr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Type</w:t>
            </w:r>
          </w:p>
        </w:tc>
        <w:tc>
          <w:tcPr>
            <w:tcW w:w="3288" w:type="dxa"/>
          </w:tcPr>
          <w:p w:rsidR="000D2424" w:rsidRPr="006A0093" w:rsidRDefault="006A0093" w:rsidP="00D81B74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Details</w:t>
            </w:r>
          </w:p>
        </w:tc>
      </w:tr>
      <w:tr w:rsidR="000D2424" w:rsidRPr="006A0093" w:rsidTr="001A71A1">
        <w:tc>
          <w:tcPr>
            <w:tcW w:w="2924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4019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3288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</w:tr>
      <w:tr w:rsidR="000D2424" w:rsidRPr="006A0093" w:rsidTr="001A71A1">
        <w:tc>
          <w:tcPr>
            <w:tcW w:w="2924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4019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3288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</w:tr>
      <w:tr w:rsidR="000D2424" w:rsidRPr="006A0093" w:rsidTr="001A71A1">
        <w:tc>
          <w:tcPr>
            <w:tcW w:w="2924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4019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3288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</w:tr>
      <w:tr w:rsidR="000D2424" w:rsidRPr="006A0093" w:rsidTr="001A71A1">
        <w:tc>
          <w:tcPr>
            <w:tcW w:w="2924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4019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  <w:tc>
          <w:tcPr>
            <w:tcW w:w="3288" w:type="dxa"/>
          </w:tcPr>
          <w:p w:rsidR="000D2424" w:rsidRPr="006A0093" w:rsidRDefault="000D2424" w:rsidP="00D81B74">
            <w:pPr>
              <w:rPr>
                <w:rFonts w:ascii="Calibri" w:hAnsi="Calibri" w:cs="Calibri"/>
              </w:rPr>
            </w:pPr>
          </w:p>
        </w:tc>
      </w:tr>
    </w:tbl>
    <w:p w:rsidR="006A0093" w:rsidRPr="006A0093" w:rsidRDefault="006A0093" w:rsidP="006A0093">
      <w:pPr>
        <w:rPr>
          <w:rFonts w:ascii="Calibri" w:hAnsi="Calibri" w:cs="Calibri"/>
          <w:sz w:val="26"/>
        </w:rPr>
      </w:pPr>
      <w:r w:rsidRPr="006A0093">
        <w:rPr>
          <w:rStyle w:val="Strong"/>
          <w:rFonts w:ascii="Calibri" w:hAnsi="Calibri" w:cs="Calibri"/>
          <w:sz w:val="26"/>
        </w:rPr>
        <w:lastRenderedPageBreak/>
        <w:t>Approved?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Yes/No authorizations for STD and drug and alcohol use"/>
      </w:tblPr>
      <w:tblGrid>
        <w:gridCol w:w="1956"/>
        <w:gridCol w:w="8124"/>
      </w:tblGrid>
      <w:tr w:rsidR="006A0093" w:rsidRPr="006A0093" w:rsidTr="00BB7FDD">
        <w:tc>
          <w:tcPr>
            <w:tcW w:w="2052" w:type="dxa"/>
          </w:tcPr>
          <w:p w:rsidR="006A0093" w:rsidRPr="006A0093" w:rsidRDefault="006A0093" w:rsidP="00BB7FDD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  <w:lang w:eastAsia="ja-JP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41.65pt;height:20.8pt" o:ole="">
                  <v:imagedata r:id="rId7" o:title=""/>
                </v:shape>
                <w:control r:id="rId8" w:name="OptionButton23" w:shapeid="_x0000_i1036"/>
              </w:object>
            </w:r>
            <w:r w:rsidRPr="006A0093">
              <w:rPr>
                <w:rFonts w:ascii="Calibri" w:hAnsi="Calibri" w:cs="Calibri"/>
                <w:lang w:eastAsia="ja-JP"/>
              </w:rPr>
              <w:object w:dxaOrig="225" w:dyaOrig="225">
                <v:shape id="_x0000_i1035" type="#_x0000_t75" style="width:41.65pt;height:20.8pt" o:ole="">
                  <v:imagedata r:id="rId9" o:title=""/>
                </v:shape>
                <w:control r:id="rId10" w:name="OptionButton212" w:shapeid="_x0000_i1035"/>
              </w:object>
            </w:r>
          </w:p>
        </w:tc>
        <w:tc>
          <w:tcPr>
            <w:tcW w:w="8748" w:type="dxa"/>
          </w:tcPr>
          <w:p w:rsidR="006A0093" w:rsidRPr="006A0093" w:rsidRDefault="006A0093" w:rsidP="00BB7FDD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REASON</w:t>
            </w:r>
          </w:p>
        </w:tc>
      </w:tr>
      <w:tr w:rsidR="006A0093" w:rsidRPr="006A0093" w:rsidTr="00BB7FDD">
        <w:tc>
          <w:tcPr>
            <w:tcW w:w="2052" w:type="dxa"/>
          </w:tcPr>
          <w:p w:rsidR="006A0093" w:rsidRPr="006A0093" w:rsidRDefault="006A0093" w:rsidP="00BB7FDD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  <w:lang w:eastAsia="ja-JP"/>
              </w:rPr>
              <w:object w:dxaOrig="225" w:dyaOrig="225">
                <v:shape id="_x0000_i1034" type="#_x0000_t75" style="width:41.65pt;height:20.8pt" o:ole="">
                  <v:imagedata r:id="rId7" o:title=""/>
                </v:shape>
                <w:control r:id="rId11" w:name="OptionButton221" w:shapeid="_x0000_i1034"/>
              </w:object>
            </w:r>
            <w:r w:rsidRPr="006A0093">
              <w:rPr>
                <w:rFonts w:ascii="Calibri" w:hAnsi="Calibri" w:cs="Calibri"/>
                <w:lang w:eastAsia="ja-JP"/>
              </w:rPr>
              <w:object w:dxaOrig="225" w:dyaOrig="225">
                <v:shape id="_x0000_i1033" type="#_x0000_t75" style="width:41.65pt;height:20.8pt" o:ole="">
                  <v:imagedata r:id="rId9" o:title=""/>
                </v:shape>
                <w:control r:id="rId12" w:name="OptionButton2111" w:shapeid="_x0000_i1033"/>
              </w:object>
            </w:r>
          </w:p>
        </w:tc>
        <w:tc>
          <w:tcPr>
            <w:tcW w:w="8748" w:type="dxa"/>
          </w:tcPr>
          <w:p w:rsidR="006A0093" w:rsidRPr="006A0093" w:rsidRDefault="006A0093" w:rsidP="00BB7FDD">
            <w:pPr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REASON</w:t>
            </w:r>
          </w:p>
        </w:tc>
      </w:tr>
    </w:tbl>
    <w:p w:rsidR="006A0093" w:rsidRPr="006A0093" w:rsidRDefault="006A0093" w:rsidP="006A0093">
      <w:pPr>
        <w:pStyle w:val="NoSpacing"/>
        <w:rPr>
          <w:rFonts w:ascii="Calibri" w:hAnsi="Calibri" w:cs="Calibri"/>
        </w:rPr>
      </w:pPr>
    </w:p>
    <w:p w:rsidR="006A0093" w:rsidRPr="006A0093" w:rsidRDefault="006A0093" w:rsidP="006A0093">
      <w:pPr>
        <w:pStyle w:val="NoSpacing"/>
        <w:rPr>
          <w:rFonts w:ascii="Calibri" w:hAnsi="Calibri" w:cs="Calibri"/>
        </w:rPr>
      </w:pPr>
    </w:p>
    <w:tbl>
      <w:tblPr>
        <w:tblW w:w="495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2150"/>
        <w:gridCol w:w="6053"/>
        <w:gridCol w:w="1792"/>
      </w:tblGrid>
      <w:tr w:rsidR="006A0093" w:rsidRPr="006A0093" w:rsidTr="00BB7FDD">
        <w:trPr>
          <w:trHeight w:val="666"/>
        </w:trPr>
        <w:tc>
          <w:tcPr>
            <w:tcW w:w="2250" w:type="dxa"/>
            <w:vAlign w:val="bottom"/>
          </w:tcPr>
          <w:p w:rsidR="006A0093" w:rsidRPr="006A0093" w:rsidRDefault="006A0093" w:rsidP="00BB7FDD">
            <w:pPr>
              <w:pStyle w:val="NoSpacing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>Authorized Signature: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6A0093" w:rsidRPr="006A0093" w:rsidRDefault="006A0093" w:rsidP="00BB7FDD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bottom"/>
          </w:tcPr>
          <w:p w:rsidR="006A0093" w:rsidRPr="006A0093" w:rsidRDefault="006A0093" w:rsidP="00BB7FDD">
            <w:pPr>
              <w:pStyle w:val="NoSpacing"/>
              <w:rPr>
                <w:rFonts w:ascii="Calibri" w:hAnsi="Calibri" w:cs="Calibri"/>
              </w:rPr>
            </w:pPr>
            <w:r w:rsidRPr="006A0093">
              <w:rPr>
                <w:rFonts w:ascii="Calibri" w:hAnsi="Calibri" w:cs="Calibri"/>
              </w:rPr>
              <w:t xml:space="preserve">Date signed: </w:t>
            </w:r>
            <w:sdt>
              <w:sdtPr>
                <w:rPr>
                  <w:rFonts w:ascii="Calibri" w:hAnsi="Calibri" w:cs="Calibri"/>
                </w:rPr>
                <w:id w:val="-767700539"/>
                <w:placeholder>
                  <w:docPart w:val="28E2E58A05D0487388F6A1193C83C18D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Content>
                <w:r w:rsidRPr="006A0093">
                  <w:rPr>
                    <w:rFonts w:ascii="Calibri" w:hAnsi="Calibri" w:cs="Calibri"/>
                  </w:rPr>
                  <w:t>[Date]</w:t>
                </w:r>
              </w:sdtContent>
            </w:sdt>
          </w:p>
        </w:tc>
      </w:tr>
      <w:bookmarkEnd w:id="0"/>
    </w:tbl>
    <w:p w:rsidR="00016AD1" w:rsidRPr="006A0093" w:rsidRDefault="00016AD1" w:rsidP="006A0093">
      <w:pPr>
        <w:pStyle w:val="Heading1"/>
        <w:rPr>
          <w:rFonts w:ascii="Calibri" w:hAnsi="Calibri" w:cs="Calibri"/>
        </w:rPr>
      </w:pPr>
    </w:p>
    <w:sectPr w:rsidR="00016AD1" w:rsidRPr="006A0093" w:rsidSect="006A0093">
      <w:footerReference w:type="default" r:id="rId13"/>
      <w:pgSz w:w="12240" w:h="15840"/>
      <w:pgMar w:top="540" w:right="1080" w:bottom="5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093" w:rsidRDefault="006A0093" w:rsidP="00793172">
      <w:r>
        <w:separator/>
      </w:r>
    </w:p>
  </w:endnote>
  <w:endnote w:type="continuationSeparator" w:id="0">
    <w:p w:rsidR="006A0093" w:rsidRDefault="006A0093" w:rsidP="0079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5" w:type="pct"/>
      <w:tblInd w:w="-115" w:type="dxa"/>
      <w:tblBorders>
        <w:top w:val="single" w:sz="4" w:space="0" w:color="7F7F7F" w:themeColor="text1" w:themeTint="80"/>
      </w:tblBorders>
      <w:tblLayout w:type="fixed"/>
      <w:tblCellMar>
        <w:top w:w="115" w:type="dxa"/>
        <w:left w:w="0" w:type="dxa"/>
        <w:right w:w="0" w:type="dxa"/>
      </w:tblCellMar>
      <w:tblLook w:val="04A0" w:firstRow="1" w:lastRow="0" w:firstColumn="1" w:lastColumn="0" w:noHBand="0" w:noVBand="1"/>
      <w:tblDescription w:val="Footer table with placeholder for semester and year in the left column and page number in right column"/>
    </w:tblPr>
    <w:tblGrid>
      <w:gridCol w:w="6851"/>
      <w:gridCol w:w="3380"/>
    </w:tblGrid>
    <w:tr w:rsidR="00016AD1" w:rsidTr="00E156EF">
      <w:tc>
        <w:tcPr>
          <w:tcW w:w="6851" w:type="dxa"/>
        </w:tcPr>
        <w:sdt>
          <w:sdtPr>
            <w:alias w:val="Enter semester and year:"/>
            <w:tag w:val="Enter semester and year:"/>
            <w:id w:val="1194425857"/>
            <w:placeholder>
              <w:docPart w:val="7E0EFF4E7444441886A98FE68CEE487C"/>
            </w:placeholder>
            <w:temporary/>
            <w:showingPlcHdr/>
            <w15:appearance w15:val="hidden"/>
            <w:text/>
          </w:sdtPr>
          <w:sdtEndPr/>
          <w:sdtContent>
            <w:p w:rsidR="00016AD1" w:rsidRDefault="004E746F" w:rsidP="00016AD1">
              <w:pPr>
                <w:pStyle w:val="Footer"/>
              </w:pPr>
              <w:r>
                <w:t>Semester and Year</w:t>
              </w:r>
            </w:p>
          </w:sdtContent>
        </w:sdt>
      </w:tc>
      <w:tc>
        <w:tcPr>
          <w:tcW w:w="3380" w:type="dxa"/>
        </w:tcPr>
        <w:p w:rsidR="00016AD1" w:rsidRDefault="00016AD1" w:rsidP="00016AD1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A009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1C770D" w:rsidRDefault="001C7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093" w:rsidRDefault="006A0093" w:rsidP="00793172">
      <w:r>
        <w:separator/>
      </w:r>
    </w:p>
  </w:footnote>
  <w:footnote w:type="continuationSeparator" w:id="0">
    <w:p w:rsidR="006A0093" w:rsidRDefault="006A0093" w:rsidP="0079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01E058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5A7D1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6A05F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E654B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8560D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62A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20437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77EEF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435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DA01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FF2C76"/>
    <w:multiLevelType w:val="multilevel"/>
    <w:tmpl w:val="12E65A7A"/>
    <w:lvl w:ilvl="0">
      <w:start w:val="1"/>
      <w:numFmt w:val="bullet"/>
      <w:pStyle w:val="ListBullet"/>
      <w:suff w:val="space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93"/>
    <w:rsid w:val="000030BA"/>
    <w:rsid w:val="0001508A"/>
    <w:rsid w:val="00016AD1"/>
    <w:rsid w:val="000173F2"/>
    <w:rsid w:val="00097D8A"/>
    <w:rsid w:val="000A77CD"/>
    <w:rsid w:val="000D18B7"/>
    <w:rsid w:val="000D2424"/>
    <w:rsid w:val="000D5DAA"/>
    <w:rsid w:val="000E7B38"/>
    <w:rsid w:val="00112BAA"/>
    <w:rsid w:val="00144514"/>
    <w:rsid w:val="00146F41"/>
    <w:rsid w:val="001505C2"/>
    <w:rsid w:val="00165A81"/>
    <w:rsid w:val="001A71A1"/>
    <w:rsid w:val="001C59E5"/>
    <w:rsid w:val="001C770D"/>
    <w:rsid w:val="001D16FA"/>
    <w:rsid w:val="002502A2"/>
    <w:rsid w:val="00261084"/>
    <w:rsid w:val="00262FAE"/>
    <w:rsid w:val="0027318F"/>
    <w:rsid w:val="002758F3"/>
    <w:rsid w:val="002A4209"/>
    <w:rsid w:val="002D2ECE"/>
    <w:rsid w:val="002F41AF"/>
    <w:rsid w:val="003334BB"/>
    <w:rsid w:val="00357FB7"/>
    <w:rsid w:val="00363773"/>
    <w:rsid w:val="003940CC"/>
    <w:rsid w:val="003A2C5F"/>
    <w:rsid w:val="003A3620"/>
    <w:rsid w:val="003A4FDC"/>
    <w:rsid w:val="003C47E2"/>
    <w:rsid w:val="0041212D"/>
    <w:rsid w:val="00441DC3"/>
    <w:rsid w:val="00452042"/>
    <w:rsid w:val="00466712"/>
    <w:rsid w:val="00475728"/>
    <w:rsid w:val="00496518"/>
    <w:rsid w:val="0049755F"/>
    <w:rsid w:val="004A0703"/>
    <w:rsid w:val="004B1BB1"/>
    <w:rsid w:val="004B1DDF"/>
    <w:rsid w:val="004C1A76"/>
    <w:rsid w:val="004C78C3"/>
    <w:rsid w:val="004E746F"/>
    <w:rsid w:val="00504A7F"/>
    <w:rsid w:val="00522971"/>
    <w:rsid w:val="00553AD3"/>
    <w:rsid w:val="005937C4"/>
    <w:rsid w:val="005A009B"/>
    <w:rsid w:val="005B3D08"/>
    <w:rsid w:val="005B7956"/>
    <w:rsid w:val="006117BD"/>
    <w:rsid w:val="0061365D"/>
    <w:rsid w:val="00615FFD"/>
    <w:rsid w:val="0062719F"/>
    <w:rsid w:val="0068060E"/>
    <w:rsid w:val="00682F45"/>
    <w:rsid w:val="006941AA"/>
    <w:rsid w:val="006A0093"/>
    <w:rsid w:val="006C2707"/>
    <w:rsid w:val="006F76D9"/>
    <w:rsid w:val="00736797"/>
    <w:rsid w:val="00772545"/>
    <w:rsid w:val="00775027"/>
    <w:rsid w:val="00793172"/>
    <w:rsid w:val="00793415"/>
    <w:rsid w:val="007A586E"/>
    <w:rsid w:val="007B31DC"/>
    <w:rsid w:val="00804AE5"/>
    <w:rsid w:val="00815D9D"/>
    <w:rsid w:val="008253BC"/>
    <w:rsid w:val="008351B5"/>
    <w:rsid w:val="00847C27"/>
    <w:rsid w:val="00862223"/>
    <w:rsid w:val="008C6C1F"/>
    <w:rsid w:val="008D3BDA"/>
    <w:rsid w:val="008D3F3B"/>
    <w:rsid w:val="008D66A8"/>
    <w:rsid w:val="008F1089"/>
    <w:rsid w:val="00942047"/>
    <w:rsid w:val="009420BF"/>
    <w:rsid w:val="009C41B4"/>
    <w:rsid w:val="009C50F9"/>
    <w:rsid w:val="00A22368"/>
    <w:rsid w:val="00A44AA0"/>
    <w:rsid w:val="00A4630A"/>
    <w:rsid w:val="00A46C7C"/>
    <w:rsid w:val="00A81E30"/>
    <w:rsid w:val="00AB6960"/>
    <w:rsid w:val="00AC0050"/>
    <w:rsid w:val="00AD43FA"/>
    <w:rsid w:val="00AE0020"/>
    <w:rsid w:val="00AE4FCE"/>
    <w:rsid w:val="00B04CA7"/>
    <w:rsid w:val="00B3470B"/>
    <w:rsid w:val="00B613F6"/>
    <w:rsid w:val="00B6735B"/>
    <w:rsid w:val="00BE7398"/>
    <w:rsid w:val="00C27136"/>
    <w:rsid w:val="00C30455"/>
    <w:rsid w:val="00C471FB"/>
    <w:rsid w:val="00C755C5"/>
    <w:rsid w:val="00C75894"/>
    <w:rsid w:val="00C75A32"/>
    <w:rsid w:val="00C7745C"/>
    <w:rsid w:val="00C874A4"/>
    <w:rsid w:val="00D33723"/>
    <w:rsid w:val="00D405EC"/>
    <w:rsid w:val="00D6018E"/>
    <w:rsid w:val="00D70D13"/>
    <w:rsid w:val="00D85AA1"/>
    <w:rsid w:val="00D966A5"/>
    <w:rsid w:val="00E04174"/>
    <w:rsid w:val="00E156EF"/>
    <w:rsid w:val="00E15965"/>
    <w:rsid w:val="00E23C58"/>
    <w:rsid w:val="00E36687"/>
    <w:rsid w:val="00E53D84"/>
    <w:rsid w:val="00E5478C"/>
    <w:rsid w:val="00E94D29"/>
    <w:rsid w:val="00EA207A"/>
    <w:rsid w:val="00EC01D1"/>
    <w:rsid w:val="00ED0325"/>
    <w:rsid w:val="00ED481A"/>
    <w:rsid w:val="00EE7DA0"/>
    <w:rsid w:val="00EF7A4E"/>
    <w:rsid w:val="00F07B52"/>
    <w:rsid w:val="00F372DF"/>
    <w:rsid w:val="00F43A92"/>
    <w:rsid w:val="00F46030"/>
    <w:rsid w:val="00F521E9"/>
    <w:rsid w:val="00F605AA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6BDEBD"/>
  <w15:docId w15:val="{F0FC6E67-6DC7-412F-97FE-6F87A513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8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2" w:unhideWhenUsed="1" w:qFormat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1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FAE"/>
  </w:style>
  <w:style w:type="paragraph" w:styleId="Heading1">
    <w:name w:val="heading 1"/>
    <w:basedOn w:val="Normal"/>
    <w:next w:val="Normal"/>
    <w:link w:val="Heading1Char"/>
    <w:uiPriority w:val="9"/>
    <w:qFormat/>
    <w:rsid w:val="000D2424"/>
    <w:pPr>
      <w:widowControl w:val="0"/>
      <w:spacing w:before="420"/>
      <w:outlineLvl w:val="0"/>
    </w:pPr>
    <w:rPr>
      <w:rFonts w:asciiTheme="majorHAnsi" w:eastAsiaTheme="majorEastAsia" w:hAnsiTheme="majorHAnsi" w:cstheme="majorBidi"/>
      <w:b/>
      <w:bCs/>
      <w:color w:val="262626" w:themeColor="text1" w:themeTint="D9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F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73737" w:themeColor="accent1" w:themeShade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F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  <w:color w:val="373737" w:themeColor="accent1" w:themeShade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F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373737" w:themeColor="accent1" w:themeShade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FA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color w:val="373737" w:themeColor="accent1" w:themeShade="4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8B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668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8B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C5F"/>
    <w:rPr>
      <w:rFonts w:ascii="Tahoma" w:hAnsi="Tahoma" w:cs="Tahoma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D2424"/>
    <w:rPr>
      <w:rFonts w:asciiTheme="majorHAnsi" w:eastAsiaTheme="majorEastAsia" w:hAnsiTheme="majorHAnsi" w:cstheme="majorBidi"/>
      <w:b/>
      <w:bCs/>
      <w:color w:val="262626" w:themeColor="text1" w:themeTint="D9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57FB7"/>
    <w:rPr>
      <w:color w:val="595959" w:themeColor="text1" w:themeTint="A6"/>
    </w:rPr>
  </w:style>
  <w:style w:type="table" w:styleId="TableGrid">
    <w:name w:val="Table Grid"/>
    <w:basedOn w:val="TableNormal"/>
    <w:uiPriority w:val="39"/>
    <w:rsid w:val="001C5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0D18B7"/>
  </w:style>
  <w:style w:type="paragraph" w:styleId="BlockText">
    <w:name w:val="Block Text"/>
    <w:basedOn w:val="Normal"/>
    <w:uiPriority w:val="99"/>
    <w:semiHidden/>
    <w:unhideWhenUsed/>
    <w:rsid w:val="00262FAE"/>
    <w:pPr>
      <w:pBdr>
        <w:top w:val="single" w:sz="2" w:space="10" w:color="373737" w:themeColor="accent1" w:themeShade="40"/>
        <w:left w:val="single" w:sz="2" w:space="10" w:color="373737" w:themeColor="accent1" w:themeShade="40"/>
        <w:bottom w:val="single" w:sz="2" w:space="10" w:color="373737" w:themeColor="accent1" w:themeShade="40"/>
        <w:right w:val="single" w:sz="2" w:space="10" w:color="373737" w:themeColor="accent1" w:themeShade="40"/>
      </w:pBdr>
      <w:ind w:left="1152" w:right="1152"/>
    </w:pPr>
    <w:rPr>
      <w:rFonts w:eastAsiaTheme="minorEastAsia" w:cstheme="minorBidi"/>
      <w:i/>
      <w:iCs/>
      <w:color w:val="373737" w:themeColor="accent1" w:themeShade="40"/>
    </w:rPr>
  </w:style>
  <w:style w:type="paragraph" w:styleId="BodyText">
    <w:name w:val="Body Text"/>
    <w:basedOn w:val="Normal"/>
    <w:link w:val="BodyTextChar"/>
    <w:uiPriority w:val="99"/>
    <w:semiHidden/>
    <w:unhideWhenUsed/>
    <w:rsid w:val="000D18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18B7"/>
  </w:style>
  <w:style w:type="paragraph" w:styleId="BodyText2">
    <w:name w:val="Body Text 2"/>
    <w:basedOn w:val="Normal"/>
    <w:link w:val="BodyText2Char"/>
    <w:uiPriority w:val="99"/>
    <w:semiHidden/>
    <w:unhideWhenUsed/>
    <w:rsid w:val="000D18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18B7"/>
  </w:style>
  <w:style w:type="paragraph" w:styleId="BodyText3">
    <w:name w:val="Body Text 3"/>
    <w:basedOn w:val="Normal"/>
    <w:link w:val="BodyText3Char"/>
    <w:uiPriority w:val="99"/>
    <w:semiHidden/>
    <w:unhideWhenUsed/>
    <w:rsid w:val="000D18B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18B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D18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D18B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18B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18B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D18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D18B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18B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18B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18B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18B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57FB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D18B7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D18B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D18B7"/>
  </w:style>
  <w:style w:type="table" w:styleId="ColorfulGrid">
    <w:name w:val="Colorful Grid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D18B7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D18B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8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8B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8B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D18B7"/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D18B7"/>
  </w:style>
  <w:style w:type="character" w:customStyle="1" w:styleId="DateChar">
    <w:name w:val="Date Char"/>
    <w:basedOn w:val="DefaultParagraphFont"/>
    <w:link w:val="Date"/>
    <w:uiPriority w:val="99"/>
    <w:semiHidden/>
    <w:rsid w:val="000D18B7"/>
  </w:style>
  <w:style w:type="paragraph" w:styleId="DocumentMap">
    <w:name w:val="Document Map"/>
    <w:basedOn w:val="Normal"/>
    <w:link w:val="DocumentMapChar"/>
    <w:uiPriority w:val="99"/>
    <w:semiHidden/>
    <w:unhideWhenUsed/>
    <w:rsid w:val="000D18B7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18B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D18B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D18B7"/>
  </w:style>
  <w:style w:type="character" w:styleId="Emphasis">
    <w:name w:val="Emphasis"/>
    <w:basedOn w:val="DefaultParagraphFont"/>
    <w:uiPriority w:val="11"/>
    <w:unhideWhenUsed/>
    <w:qFormat/>
    <w:rsid w:val="000D18B7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0D18B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18B7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18B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D18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D18B7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18B7"/>
    <w:rPr>
      <w:color w:val="919191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93172"/>
  </w:style>
  <w:style w:type="character" w:customStyle="1" w:styleId="FooterChar">
    <w:name w:val="Footer Char"/>
    <w:basedOn w:val="DefaultParagraphFont"/>
    <w:link w:val="Footer"/>
    <w:uiPriority w:val="99"/>
    <w:rsid w:val="00793172"/>
  </w:style>
  <w:style w:type="character" w:styleId="FootnoteReference">
    <w:name w:val="footnote reference"/>
    <w:basedOn w:val="DefaultParagraphFont"/>
    <w:uiPriority w:val="99"/>
    <w:semiHidden/>
    <w:unhideWhenUsed/>
    <w:rsid w:val="000D18B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18B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18B7"/>
    <w:rPr>
      <w:szCs w:val="20"/>
    </w:rPr>
  </w:style>
  <w:style w:type="table" w:styleId="GridTable1Light">
    <w:name w:val="Grid Table 1 Light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D18B7"/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D18B7"/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D18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D18B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D18B7"/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D18B7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D18B7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D18B7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D18B7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D18B7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D18B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D18B7"/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D18B7"/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D18B7"/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D18B7"/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D18B7"/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D18B7"/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3172"/>
  </w:style>
  <w:style w:type="character" w:customStyle="1" w:styleId="HeaderChar">
    <w:name w:val="Header Char"/>
    <w:basedOn w:val="DefaultParagraphFont"/>
    <w:link w:val="Header"/>
    <w:uiPriority w:val="99"/>
    <w:rsid w:val="00793172"/>
  </w:style>
  <w:style w:type="character" w:customStyle="1" w:styleId="Heading2Char">
    <w:name w:val="Heading 2 Char"/>
    <w:basedOn w:val="DefaultParagraphFont"/>
    <w:link w:val="Heading2"/>
    <w:uiPriority w:val="9"/>
    <w:semiHidden/>
    <w:rsid w:val="00262FAE"/>
    <w:rPr>
      <w:rFonts w:asciiTheme="majorHAnsi" w:eastAsiaTheme="majorEastAsia" w:hAnsiTheme="majorHAnsi" w:cstheme="majorBidi"/>
      <w:color w:val="373737" w:themeColor="accent1" w:themeShade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FAE"/>
    <w:rPr>
      <w:rFonts w:asciiTheme="majorHAnsi" w:eastAsiaTheme="majorEastAsia" w:hAnsiTheme="majorHAnsi" w:cstheme="majorBidi"/>
      <w:i/>
      <w:color w:val="373737" w:themeColor="accent1" w:themeShade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FAE"/>
    <w:rPr>
      <w:rFonts w:asciiTheme="majorHAnsi" w:eastAsiaTheme="majorEastAsia" w:hAnsiTheme="majorHAnsi" w:cstheme="majorBidi"/>
      <w:b/>
      <w:i/>
      <w:iCs/>
      <w:color w:val="373737" w:themeColor="accent1" w:themeShade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FAE"/>
    <w:rPr>
      <w:rFonts w:asciiTheme="majorHAnsi" w:eastAsiaTheme="majorEastAsia" w:hAnsiTheme="majorHAnsi" w:cstheme="majorBidi"/>
      <w:b/>
      <w:color w:val="373737" w:themeColor="accent1" w:themeShade="4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8B7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8B7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6687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8B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0D18B7"/>
  </w:style>
  <w:style w:type="paragraph" w:styleId="HTMLAddress">
    <w:name w:val="HTML Address"/>
    <w:basedOn w:val="Normal"/>
    <w:link w:val="HTMLAddressChar"/>
    <w:uiPriority w:val="99"/>
    <w:semiHidden/>
    <w:unhideWhenUsed/>
    <w:rsid w:val="000D18B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D18B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D18B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D18B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0D18B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0D18B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18B7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18B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D18B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0D18B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0D18B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D18B7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D18B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D18B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D18B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D18B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D18B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D18B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D18B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D18B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D18B7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D18B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62FAE"/>
    <w:rPr>
      <w:i/>
      <w:iCs/>
      <w:color w:val="373737" w:themeColor="accent1" w:themeShade="4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62FAE"/>
    <w:pPr>
      <w:pBdr>
        <w:top w:val="single" w:sz="4" w:space="10" w:color="373737" w:themeColor="accent1" w:themeShade="40"/>
        <w:bottom w:val="single" w:sz="4" w:space="10" w:color="373737" w:themeColor="accent1" w:themeShade="40"/>
      </w:pBdr>
      <w:spacing w:before="360" w:after="360"/>
      <w:ind w:left="864" w:right="864"/>
      <w:jc w:val="center"/>
    </w:pPr>
    <w:rPr>
      <w:i/>
      <w:iCs/>
      <w:color w:val="373737" w:themeColor="accent1" w:themeShade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62FAE"/>
    <w:rPr>
      <w:i/>
      <w:iCs/>
      <w:color w:val="373737" w:themeColor="accent1" w:themeShade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62FAE"/>
    <w:rPr>
      <w:b/>
      <w:bCs/>
      <w:smallCaps/>
      <w:color w:val="373737" w:themeColor="accent1" w:themeShade="40"/>
      <w:spacing w:val="5"/>
    </w:rPr>
  </w:style>
  <w:style w:type="table" w:styleId="LightGrid">
    <w:name w:val="Light Grid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D18B7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D18B7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D18B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D18B7"/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D18B7"/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D18B7"/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D18B7"/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D18B7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D18B7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D18B7"/>
  </w:style>
  <w:style w:type="paragraph" w:styleId="List">
    <w:name w:val="List"/>
    <w:basedOn w:val="Normal"/>
    <w:uiPriority w:val="99"/>
    <w:semiHidden/>
    <w:unhideWhenUsed/>
    <w:rsid w:val="000D18B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D18B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D18B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D18B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D18B7"/>
    <w:pPr>
      <w:ind w:left="1800" w:hanging="360"/>
      <w:contextualSpacing/>
    </w:pPr>
  </w:style>
  <w:style w:type="paragraph" w:styleId="ListBullet">
    <w:name w:val="List Bullet"/>
    <w:basedOn w:val="Normal"/>
    <w:uiPriority w:val="12"/>
    <w:unhideWhenUsed/>
    <w:qFormat/>
    <w:rsid w:val="00016AD1"/>
    <w:pPr>
      <w:numPr>
        <w:numId w:val="11"/>
      </w:numPr>
      <w:spacing w:after="140"/>
    </w:pPr>
    <w:rPr>
      <w:rFonts w:eastAsiaTheme="minorHAnsi" w:cstheme="minorBidi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0D18B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D18B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D18B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D18B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D18B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D18B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D18B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D18B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D18B7"/>
    <w:pPr>
      <w:spacing w:after="120"/>
      <w:ind w:left="1800"/>
      <w:contextualSpacing/>
    </w:pPr>
  </w:style>
  <w:style w:type="paragraph" w:styleId="ListNumber">
    <w:name w:val="List Number"/>
    <w:basedOn w:val="Normal"/>
    <w:uiPriority w:val="12"/>
    <w:qFormat/>
    <w:rsid w:val="00016AD1"/>
    <w:pPr>
      <w:numPr>
        <w:numId w:val="12"/>
      </w:numPr>
      <w:contextualSpacing/>
    </w:pPr>
    <w:rPr>
      <w:rFonts w:eastAsiaTheme="minorHAnsi" w:cstheme="minorBidi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0D18B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D18B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D18B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D18B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0D18B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D18B7"/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D18B7"/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D18B7"/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D18B7"/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D18B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D18B7"/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D18B7"/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D18B7"/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D18B7"/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D18B7"/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D18B7"/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D18B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D18B7"/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D18B7"/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D18B7"/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D18B7"/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D18B7"/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D18B7"/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0D18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D18B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D18B7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D18B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D18B7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D18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D18B7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D18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D18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D18B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unhideWhenUsed/>
    <w:qFormat/>
    <w:rsid w:val="000D18B7"/>
  </w:style>
  <w:style w:type="paragraph" w:styleId="NormalWeb">
    <w:name w:val="Normal (Web)"/>
    <w:basedOn w:val="Normal"/>
    <w:uiPriority w:val="99"/>
    <w:semiHidden/>
    <w:unhideWhenUsed/>
    <w:rsid w:val="000D18B7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D18B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D18B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D18B7"/>
  </w:style>
  <w:style w:type="character" w:styleId="PageNumber">
    <w:name w:val="page number"/>
    <w:basedOn w:val="DefaultParagraphFont"/>
    <w:uiPriority w:val="99"/>
    <w:semiHidden/>
    <w:unhideWhenUsed/>
    <w:rsid w:val="000D18B7"/>
  </w:style>
  <w:style w:type="table" w:styleId="PlainTable1">
    <w:name w:val="Plain Table 1"/>
    <w:basedOn w:val="TableNormal"/>
    <w:uiPriority w:val="41"/>
    <w:rsid w:val="000D18B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D18B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D18B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D18B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D18B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0D18B7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18B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57FB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57FB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D18B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D18B7"/>
  </w:style>
  <w:style w:type="paragraph" w:styleId="Signature">
    <w:name w:val="Signature"/>
    <w:basedOn w:val="Normal"/>
    <w:link w:val="SignatureChar"/>
    <w:uiPriority w:val="99"/>
    <w:semiHidden/>
    <w:unhideWhenUsed/>
    <w:rsid w:val="000D18B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D18B7"/>
  </w:style>
  <w:style w:type="character" w:styleId="Strong">
    <w:name w:val="Strong"/>
    <w:basedOn w:val="DefaultParagraphFont"/>
    <w:uiPriority w:val="1"/>
    <w:unhideWhenUsed/>
    <w:qFormat/>
    <w:rsid w:val="000D18B7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E36687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36687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0D18B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0D18B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0D18B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D18B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D18B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D18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D18B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D18B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D18B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D18B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D18B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D18B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D18B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D18B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D18B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D18B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D18B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D18B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D18B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D18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D18B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D18B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D18B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D18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D18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D18B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D18B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0D18B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0D18B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D18B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D18B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D18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D18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D18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D18B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D18B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D18B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D18B7"/>
  </w:style>
  <w:style w:type="table" w:styleId="TableProfessional">
    <w:name w:val="Table Professional"/>
    <w:basedOn w:val="TableNormal"/>
    <w:uiPriority w:val="99"/>
    <w:semiHidden/>
    <w:unhideWhenUsed/>
    <w:rsid w:val="000D18B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D18B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D18B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D18B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D18B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D18B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D1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D18B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D18B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D18B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"/>
    <w:qFormat/>
    <w:rsid w:val="000D2424"/>
    <w:pPr>
      <w:pBdr>
        <w:left w:val="single" w:sz="4" w:space="4" w:color="FFFFFF" w:themeColor="background1"/>
        <w:bottom w:val="single" w:sz="4" w:space="7" w:color="808080" w:themeColor="background1" w:themeShade="80"/>
        <w:right w:val="single" w:sz="4" w:space="4" w:color="FFFFFF" w:themeColor="background1"/>
      </w:pBdr>
      <w:contextualSpacing/>
    </w:pPr>
    <w:rPr>
      <w:rFonts w:asciiTheme="majorHAnsi" w:eastAsiaTheme="majorEastAsia" w:hAnsiTheme="majorHAnsi" w:cstheme="majorBidi"/>
      <w:b/>
      <w:bCs/>
      <w:color w:val="262626" w:themeColor="text1" w:themeTint="D9"/>
      <w:kern w:val="28"/>
      <w:sz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0D2424"/>
    <w:rPr>
      <w:rFonts w:asciiTheme="majorHAnsi" w:eastAsiaTheme="majorEastAsia" w:hAnsiTheme="majorHAnsi" w:cstheme="majorBidi"/>
      <w:b/>
      <w:bCs/>
      <w:color w:val="262626" w:themeColor="text1" w:themeTint="D9"/>
      <w:kern w:val="28"/>
      <w:sz w:val="56"/>
      <w:szCs w:val="22"/>
      <w:lang w:eastAsia="ja-JP"/>
    </w:rPr>
  </w:style>
  <w:style w:type="paragraph" w:styleId="TOAHeading">
    <w:name w:val="toa heading"/>
    <w:basedOn w:val="Normal"/>
    <w:next w:val="Normal"/>
    <w:uiPriority w:val="99"/>
    <w:semiHidden/>
    <w:unhideWhenUsed/>
    <w:rsid w:val="000D18B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D18B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D18B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D18B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D18B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D18B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D18B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D18B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D18B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D18B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6687"/>
    <w:pPr>
      <w:keepLines/>
      <w:outlineLvl w:val="9"/>
    </w:pPr>
    <w:rPr>
      <w:bCs w:val="0"/>
      <w:szCs w:val="32"/>
    </w:rPr>
  </w:style>
  <w:style w:type="table" w:customStyle="1" w:styleId="SyllabusTable">
    <w:name w:val="Syllabus Table"/>
    <w:basedOn w:val="TableNormal"/>
    <w:uiPriority w:val="99"/>
    <w:rsid w:val="00D33723"/>
    <w:pPr>
      <w:spacing w:before="60" w:after="60"/>
    </w:pPr>
    <w:rPr>
      <w:rFonts w:eastAsiaTheme="minorHAnsi" w:cstheme="minorBidi"/>
      <w:lang w:eastAsia="ja-JP"/>
    </w:rPr>
    <w:tblPr>
      <w:tblInd w:w="-115" w:type="dxa"/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A6A6A6" w:themeColor="background1" w:themeShade="A6"/>
      </w:tblBorders>
    </w:tblPr>
    <w:tblStylePr w:type="firstRow">
      <w:rPr>
        <w:rFonts w:asciiTheme="majorHAnsi" w:hAnsiTheme="majorHAnsi"/>
        <w:b/>
        <w:i w:val="0"/>
        <w:color w:val="262626" w:themeColor="text1" w:themeTint="D9"/>
      </w:rPr>
      <w:tblPr/>
      <w:trPr>
        <w:tblHeader/>
      </w:trPr>
      <w:tcPr>
        <w:tcBorders>
          <w:top w:val="single" w:sz="4" w:space="0" w:color="7F7F7F" w:themeColor="text1" w:themeTint="80"/>
          <w:left w:val="nil"/>
          <w:bottom w:val="single" w:sz="4" w:space="0" w:color="7F7F7F" w:themeColor="text1" w:themeTint="80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urse%20Syllabus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4755DC1D454150B5B3B9832AEE2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84333-56D4-447C-9FFE-FE2C34C8EF05}"/>
      </w:docPartPr>
      <w:docPartBody>
        <w:p w:rsidR="00000000" w:rsidRDefault="004D0063">
          <w:pPr>
            <w:pStyle w:val="C44755DC1D454150B5B3B9832AEE2962"/>
          </w:pPr>
          <w:r>
            <w:t>Office Hours</w:t>
          </w:r>
        </w:p>
      </w:docPartBody>
    </w:docPart>
    <w:docPart>
      <w:docPartPr>
        <w:name w:val="1DFF129154A94D9483457288339A1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E167C-C7F3-42BC-8F89-83A6471031F5}"/>
      </w:docPartPr>
      <w:docPartBody>
        <w:p w:rsidR="00000000" w:rsidRDefault="004D0063">
          <w:pPr>
            <w:pStyle w:val="1DFF129154A94D9483457288339A1A06"/>
          </w:pPr>
          <w:r>
            <w:t>Enter Hours,</w:t>
          </w:r>
          <w:r>
            <w:br/>
            <w:t>Days</w:t>
          </w:r>
        </w:p>
      </w:docPartBody>
    </w:docPart>
    <w:docPart>
      <w:docPartPr>
        <w:name w:val="A9976AA2E34F47C99A84F6251E6F2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0681D-6871-491F-AC7B-EF04ABF3D7BA}"/>
      </w:docPartPr>
      <w:docPartBody>
        <w:p w:rsidR="00000000" w:rsidRDefault="004D0063">
          <w:pPr>
            <w:pStyle w:val="A9976AA2E34F47C99A84F6251E6F2A60"/>
          </w:pPr>
          <w:r>
            <w:t>Click here to add text.</w:t>
          </w:r>
        </w:p>
      </w:docPartBody>
    </w:docPart>
    <w:docPart>
      <w:docPartPr>
        <w:name w:val="A65857649C18420FA9FBDC7CBA4F1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84115-AB12-40F1-8DB4-82874FEC9642}"/>
      </w:docPartPr>
      <w:docPartBody>
        <w:p w:rsidR="00000000" w:rsidRDefault="004D0063">
          <w:pPr>
            <w:pStyle w:val="A65857649C18420FA9FBDC7CBA4F1790"/>
          </w:pPr>
          <w:r>
            <w:t>Resources</w:t>
          </w:r>
        </w:p>
      </w:docPartBody>
    </w:docPart>
    <w:docPart>
      <w:docPartPr>
        <w:name w:val="F9FC7ED2FE5C46748D4C92D5777E4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015C2-756D-4054-AEF3-B9A618324217}"/>
      </w:docPartPr>
      <w:docPartBody>
        <w:p w:rsidR="00000000" w:rsidRDefault="004D0063">
          <w:pPr>
            <w:pStyle w:val="F9FC7ED2FE5C46748D4C92D5777E4BEF"/>
          </w:pPr>
          <w:r>
            <w:t>To edit the semester and year, just double-click the footer area on the page.</w:t>
          </w:r>
        </w:p>
      </w:docPartBody>
    </w:docPart>
    <w:docPart>
      <w:docPartPr>
        <w:name w:val="63F1AFBE911D4D83A89AF144E0B2B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4D725-5D9E-4FCB-B947-E107F7D3945E}"/>
      </w:docPartPr>
      <w:docPartBody>
        <w:p w:rsidR="00000000" w:rsidRDefault="004D0063">
          <w:pPr>
            <w:pStyle w:val="63F1AFBE911D4D83A89AF144E0B2B674"/>
          </w:pPr>
          <w:r>
            <w:t>Click here to add text.</w:t>
          </w:r>
        </w:p>
      </w:docPartBody>
    </w:docPart>
    <w:docPart>
      <w:docPartPr>
        <w:name w:val="7E0EFF4E7444441886A98FE68CEE4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3B903-C74C-4453-86F2-5D94572318B6}"/>
      </w:docPartPr>
      <w:docPartBody>
        <w:p w:rsidR="00000000" w:rsidRDefault="004D0063" w:rsidP="004D0063">
          <w:pPr>
            <w:pStyle w:val="7E0EFF4E7444441886A98FE68CEE487C"/>
          </w:pPr>
          <w:r>
            <w:t>[Street address]</w:t>
          </w:r>
        </w:p>
      </w:docPartBody>
    </w:docPart>
    <w:docPart>
      <w:docPartPr>
        <w:name w:val="A6BE8EE9F3E84F7D8BB34D2F9AD85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026DD-9F6C-4349-8EF3-2104BD2E2193}"/>
      </w:docPartPr>
      <w:docPartBody>
        <w:p w:rsidR="00000000" w:rsidRDefault="004D0063" w:rsidP="004D0063">
          <w:pPr>
            <w:pStyle w:val="A6BE8EE9F3E84F7D8BB34D2F9AD85BB3"/>
          </w:pPr>
          <w:r>
            <w:t>[City, ST  ZIP Code]</w:t>
          </w:r>
        </w:p>
      </w:docPartBody>
    </w:docPart>
    <w:docPart>
      <w:docPartPr>
        <w:name w:val="027EC7882AB44B7ABAEF4368CDBA2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91E86-0CBF-4984-A822-68F2FC157A6F}"/>
      </w:docPartPr>
      <w:docPartBody>
        <w:p w:rsidR="00000000" w:rsidRDefault="004D0063" w:rsidP="004D0063">
          <w:pPr>
            <w:pStyle w:val="027EC7882AB44B7ABAEF4368CDBA2A7A"/>
          </w:pPr>
          <w:r>
            <w:t>[Phone number]</w:t>
          </w:r>
        </w:p>
      </w:docPartBody>
    </w:docPart>
    <w:docPart>
      <w:docPartPr>
        <w:name w:val="ADCE3D9E1E0040DD8B1FFEE42397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E7ADC-E75F-4EE5-9C45-2F2BE5347C12}"/>
      </w:docPartPr>
      <w:docPartBody>
        <w:p w:rsidR="00000000" w:rsidRDefault="004D0063" w:rsidP="004D0063">
          <w:pPr>
            <w:pStyle w:val="ADCE3D9E1E0040DD8B1FFEE42397B398"/>
          </w:pPr>
          <w:r>
            <w:t>[Fax number]</w:t>
          </w:r>
        </w:p>
      </w:docPartBody>
    </w:docPart>
    <w:docPart>
      <w:docPartPr>
        <w:name w:val="DA5C48FCADD84BFF92453068CD9AF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E3C63-DC4A-411F-851E-597A61218C10}"/>
      </w:docPartPr>
      <w:docPartBody>
        <w:p w:rsidR="00000000" w:rsidRDefault="004D0063" w:rsidP="004D0063">
          <w:pPr>
            <w:pStyle w:val="DA5C48FCADD84BFF92453068CD9AFC63"/>
          </w:pPr>
          <w:r>
            <w:t>[Email]</w:t>
          </w:r>
        </w:p>
      </w:docPartBody>
    </w:docPart>
    <w:docPart>
      <w:docPartPr>
        <w:name w:val="CCC6287B863047C8BD44ADE48BA48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392D3-2381-41F8-9017-2269CDC5DFA5}"/>
      </w:docPartPr>
      <w:docPartBody>
        <w:p w:rsidR="00000000" w:rsidRDefault="004D0063" w:rsidP="004D0063">
          <w:pPr>
            <w:pStyle w:val="CCC6287B863047C8BD44ADE48BA48E1D"/>
          </w:pPr>
          <w:r>
            <w:t>[Website]</w:t>
          </w:r>
        </w:p>
      </w:docPartBody>
    </w:docPart>
    <w:docPart>
      <w:docPartPr>
        <w:name w:val="28E2E58A05D0487388F6A1193C83C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D9062-8259-4EBF-A167-8899AC8D3C31}"/>
      </w:docPartPr>
      <w:docPartBody>
        <w:p w:rsidR="00000000" w:rsidRDefault="004D0063" w:rsidP="004D0063">
          <w:pPr>
            <w:pStyle w:val="28E2E58A05D0487388F6A1193C83C18D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3"/>
    <w:rsid w:val="00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B36CAB3722493E931EDB7F0E89A897">
    <w:name w:val="52B36CAB3722493E931EDB7F0E89A897"/>
  </w:style>
  <w:style w:type="paragraph" w:customStyle="1" w:styleId="C7612AC4FC5A4FC598B24EB55BF21CF7">
    <w:name w:val="C7612AC4FC5A4FC598B24EB55BF21CF7"/>
  </w:style>
  <w:style w:type="paragraph" w:customStyle="1" w:styleId="5D801301224443DB9AEC1465886DA6A5">
    <w:name w:val="5D801301224443DB9AEC1465886DA6A5"/>
  </w:style>
  <w:style w:type="paragraph" w:customStyle="1" w:styleId="B717078300C041CE9E52B5553599C2BD">
    <w:name w:val="B717078300C041CE9E52B5553599C2BD"/>
  </w:style>
  <w:style w:type="paragraph" w:customStyle="1" w:styleId="3108EB6702BF4C32A64D6D83ACF4E3A0">
    <w:name w:val="3108EB6702BF4C32A64D6D83ACF4E3A0"/>
  </w:style>
  <w:style w:type="paragraph" w:customStyle="1" w:styleId="654C7730CC384A76A716B8310BD30369">
    <w:name w:val="654C7730CC384A76A716B8310BD30369"/>
  </w:style>
  <w:style w:type="paragraph" w:customStyle="1" w:styleId="7E75D6BC784C43838F03D45F0D2961DB">
    <w:name w:val="7E75D6BC784C43838F03D45F0D2961DB"/>
  </w:style>
  <w:style w:type="paragraph" w:customStyle="1" w:styleId="27876C52734E4F7F81BA3D218D49FEFE">
    <w:name w:val="27876C52734E4F7F81BA3D218D49FEFE"/>
  </w:style>
  <w:style w:type="paragraph" w:customStyle="1" w:styleId="D8FDFFADBB264460AD6C915A9E9172E8">
    <w:name w:val="D8FDFFADBB264460AD6C915A9E9172E8"/>
  </w:style>
  <w:style w:type="paragraph" w:customStyle="1" w:styleId="AF45AD2E459C47E0B9E3A8901D302CCF">
    <w:name w:val="AF45AD2E459C47E0B9E3A8901D302CCF"/>
  </w:style>
  <w:style w:type="paragraph" w:customStyle="1" w:styleId="C44755DC1D454150B5B3B9832AEE2962">
    <w:name w:val="C44755DC1D454150B5B3B9832AEE2962"/>
  </w:style>
  <w:style w:type="paragraph" w:customStyle="1" w:styleId="1DFF129154A94D9483457288339A1A06">
    <w:name w:val="1DFF129154A94D9483457288339A1A06"/>
  </w:style>
  <w:style w:type="paragraph" w:customStyle="1" w:styleId="581F4441D8B84017AFF37BEE09541C39">
    <w:name w:val="581F4441D8B84017AFF37BEE09541C39"/>
  </w:style>
  <w:style w:type="paragraph" w:customStyle="1" w:styleId="41990388786D458BAFBCAB307264A337">
    <w:name w:val="41990388786D458BAFBCAB307264A337"/>
  </w:style>
  <w:style w:type="paragraph" w:customStyle="1" w:styleId="17D40EABBDDE4D228BB620AF93A81139">
    <w:name w:val="17D40EABBDDE4D228BB620AF93A81139"/>
  </w:style>
  <w:style w:type="paragraph" w:customStyle="1" w:styleId="C51D2211F3DD4959829784067975746B">
    <w:name w:val="C51D2211F3DD4959829784067975746B"/>
  </w:style>
  <w:style w:type="paragraph" w:customStyle="1" w:styleId="F2168FFA79D447ACA1A6FD7671DB908C">
    <w:name w:val="F2168FFA79D447ACA1A6FD7671DB908C"/>
  </w:style>
  <w:style w:type="paragraph" w:customStyle="1" w:styleId="A3B29E7A1D6E41FBAE35717E0B3AD5AD">
    <w:name w:val="A3B29E7A1D6E41FBAE35717E0B3AD5AD"/>
  </w:style>
  <w:style w:type="character" w:styleId="Emphasis">
    <w:name w:val="Emphasis"/>
    <w:basedOn w:val="DefaultParagraphFont"/>
    <w:uiPriority w:val="11"/>
    <w:unhideWhenUsed/>
    <w:qFormat/>
    <w:rPr>
      <w:i/>
      <w:iCs/>
    </w:rPr>
  </w:style>
  <w:style w:type="paragraph" w:customStyle="1" w:styleId="7230453C662D425D8863EB2E119EBA15">
    <w:name w:val="7230453C662D425D8863EB2E119EBA15"/>
  </w:style>
  <w:style w:type="paragraph" w:customStyle="1" w:styleId="6F712B03564F46C8BBE975CE4DDB7667">
    <w:name w:val="6F712B03564F46C8BBE975CE4DDB7667"/>
  </w:style>
  <w:style w:type="paragraph" w:customStyle="1" w:styleId="5AB34DFB58D441A280893F1B9561A826">
    <w:name w:val="5AB34DFB58D441A280893F1B9561A826"/>
  </w:style>
  <w:style w:type="paragraph" w:customStyle="1" w:styleId="A9976AA2E34F47C99A84F6251E6F2A60">
    <w:name w:val="A9976AA2E34F47C99A84F6251E6F2A60"/>
  </w:style>
  <w:style w:type="paragraph" w:customStyle="1" w:styleId="76EC8040BAB54ACF96C7A697010C417E">
    <w:name w:val="76EC8040BAB54ACF96C7A697010C417E"/>
  </w:style>
  <w:style w:type="paragraph" w:customStyle="1" w:styleId="A65857649C18420FA9FBDC7CBA4F1790">
    <w:name w:val="A65857649C18420FA9FBDC7CBA4F1790"/>
  </w:style>
  <w:style w:type="paragraph" w:customStyle="1" w:styleId="F9FC7ED2FE5C46748D4C92D5777E4BEF">
    <w:name w:val="F9FC7ED2FE5C46748D4C92D5777E4BEF"/>
  </w:style>
  <w:style w:type="paragraph" w:customStyle="1" w:styleId="63F1AFBE911D4D83A89AF144E0B2B674">
    <w:name w:val="63F1AFBE911D4D83A89AF144E0B2B674"/>
  </w:style>
  <w:style w:type="paragraph" w:customStyle="1" w:styleId="99D021A64A90467C902482020C2F8569">
    <w:name w:val="99D021A64A90467C902482020C2F8569"/>
  </w:style>
  <w:style w:type="paragraph" w:customStyle="1" w:styleId="00BF9A36C2BF4999B22D4DE6EC87822D">
    <w:name w:val="00BF9A36C2BF4999B22D4DE6EC87822D"/>
  </w:style>
  <w:style w:type="paragraph" w:customStyle="1" w:styleId="774DAF71989A4CA9B24CA82CAA24AE0F">
    <w:name w:val="774DAF71989A4CA9B24CA82CAA24AE0F"/>
  </w:style>
  <w:style w:type="paragraph" w:customStyle="1" w:styleId="D339F885B4F74A69BCABE4FA4B8076C5">
    <w:name w:val="D339F885B4F74A69BCABE4FA4B8076C5"/>
  </w:style>
  <w:style w:type="paragraph" w:customStyle="1" w:styleId="E47A19BCE518491A9525C96A03846CD7">
    <w:name w:val="E47A19BCE518491A9525C96A03846CD7"/>
  </w:style>
  <w:style w:type="paragraph" w:customStyle="1" w:styleId="D40B79EC416144B3B86DA5CCF1E61D7F">
    <w:name w:val="D40B79EC416144B3B86DA5CCF1E61D7F"/>
  </w:style>
  <w:style w:type="paragraph" w:customStyle="1" w:styleId="EAAD6CA3D96C4D299478727A99E627AD">
    <w:name w:val="EAAD6CA3D96C4D299478727A99E627AD"/>
  </w:style>
  <w:style w:type="paragraph" w:customStyle="1" w:styleId="8FBDF0E62F0F459DB5EDC38560B1ADC8">
    <w:name w:val="8FBDF0E62F0F459DB5EDC38560B1ADC8"/>
  </w:style>
  <w:style w:type="paragraph" w:customStyle="1" w:styleId="71CB01C967FF4A4684C609CC6D218368">
    <w:name w:val="71CB01C967FF4A4684C609CC6D218368"/>
  </w:style>
  <w:style w:type="paragraph" w:customStyle="1" w:styleId="81CA01B3AC2941E7A42D9ADBE9C95C3A">
    <w:name w:val="81CA01B3AC2941E7A42D9ADBE9C95C3A"/>
  </w:style>
  <w:style w:type="paragraph" w:customStyle="1" w:styleId="E961F69800604F50B168267DA412596C">
    <w:name w:val="E961F69800604F50B168267DA412596C"/>
  </w:style>
  <w:style w:type="paragraph" w:customStyle="1" w:styleId="D9D8E339702C489AB4946E678001FDDB">
    <w:name w:val="D9D8E339702C489AB4946E678001FDDB"/>
  </w:style>
  <w:style w:type="paragraph" w:customStyle="1" w:styleId="C2D769303CB04D58A73BE3FFBD0E67D5">
    <w:name w:val="C2D769303CB04D58A73BE3FFBD0E67D5"/>
  </w:style>
  <w:style w:type="paragraph" w:customStyle="1" w:styleId="D15E91367BA147DD9D319789C1F1C3E5">
    <w:name w:val="D15E91367BA147DD9D319789C1F1C3E5"/>
  </w:style>
  <w:style w:type="paragraph" w:customStyle="1" w:styleId="EBFEAFA09E694EB58FF53AB2B6676BF4">
    <w:name w:val="EBFEAFA09E694EB58FF53AB2B6676BF4"/>
  </w:style>
  <w:style w:type="paragraph" w:customStyle="1" w:styleId="3F3CBE0BED474C52B4E2EF75A6B9D990">
    <w:name w:val="3F3CBE0BED474C52B4E2EF75A6B9D990"/>
  </w:style>
  <w:style w:type="paragraph" w:customStyle="1" w:styleId="0EDFB0E6D1E74BE3B678CB0D73F95614">
    <w:name w:val="0EDFB0E6D1E74BE3B678CB0D73F95614"/>
  </w:style>
  <w:style w:type="paragraph" w:customStyle="1" w:styleId="4FBCAACDDC744AC6B29F1E9D136669B4">
    <w:name w:val="4FBCAACDDC744AC6B29F1E9D136669B4"/>
  </w:style>
  <w:style w:type="paragraph" w:customStyle="1" w:styleId="3EDEC429D3104D18B2D2A86A4B7C9BB3">
    <w:name w:val="3EDEC429D3104D18B2D2A86A4B7C9BB3"/>
  </w:style>
  <w:style w:type="paragraph" w:customStyle="1" w:styleId="47EC2F3F5FB24085B2358FBBA61C8254">
    <w:name w:val="47EC2F3F5FB24085B2358FBBA61C8254"/>
  </w:style>
  <w:style w:type="paragraph" w:customStyle="1" w:styleId="A6C4379B978B4D87AB460C9CC374C9BB">
    <w:name w:val="A6C4379B978B4D87AB460C9CC374C9BB"/>
  </w:style>
  <w:style w:type="paragraph" w:customStyle="1" w:styleId="7125249C670F43B1920B3BB8EBD682EC">
    <w:name w:val="7125249C670F43B1920B3BB8EBD682EC"/>
  </w:style>
  <w:style w:type="paragraph" w:customStyle="1" w:styleId="7DD625AB34D149D189346B4EFE132743">
    <w:name w:val="7DD625AB34D149D189346B4EFE132743"/>
  </w:style>
  <w:style w:type="paragraph" w:customStyle="1" w:styleId="AD984BE1EA7241A5BC273A2F54DAF5EF">
    <w:name w:val="AD984BE1EA7241A5BC273A2F54DAF5EF"/>
  </w:style>
  <w:style w:type="paragraph" w:customStyle="1" w:styleId="7125022D90CC4A208786471553A39A97">
    <w:name w:val="7125022D90CC4A208786471553A39A97"/>
  </w:style>
  <w:style w:type="paragraph" w:customStyle="1" w:styleId="E7737A1DA5D24CBFBAC4EC2AAE2A9CDC">
    <w:name w:val="E7737A1DA5D24CBFBAC4EC2AAE2A9CDC"/>
  </w:style>
  <w:style w:type="paragraph" w:customStyle="1" w:styleId="7627715EAB9E42968E354824B6E1735E">
    <w:name w:val="7627715EAB9E42968E354824B6E1735E"/>
  </w:style>
  <w:style w:type="paragraph" w:customStyle="1" w:styleId="ED115EDF40094A449D5C9A583C950986">
    <w:name w:val="ED115EDF40094A449D5C9A583C950986"/>
  </w:style>
  <w:style w:type="paragraph" w:customStyle="1" w:styleId="17DA02F2718C4EA6B58A01A17743FAF9">
    <w:name w:val="17DA02F2718C4EA6B58A01A17743FAF9"/>
  </w:style>
  <w:style w:type="paragraph" w:customStyle="1" w:styleId="AFC55DEAAEBB45C9A302EB4D4C0F4E62">
    <w:name w:val="AFC55DEAAEBB45C9A302EB4D4C0F4E62"/>
  </w:style>
  <w:style w:type="paragraph" w:customStyle="1" w:styleId="E478D9C7EE96406395D7E96A95DA66E3">
    <w:name w:val="E478D9C7EE96406395D7E96A95DA66E3"/>
  </w:style>
  <w:style w:type="paragraph" w:customStyle="1" w:styleId="7E0EFF4E7444441886A98FE68CEE487C">
    <w:name w:val="7E0EFF4E7444441886A98FE68CEE487C"/>
    <w:rsid w:val="004D0063"/>
  </w:style>
  <w:style w:type="paragraph" w:customStyle="1" w:styleId="A6BE8EE9F3E84F7D8BB34D2F9AD85BB3">
    <w:name w:val="A6BE8EE9F3E84F7D8BB34D2F9AD85BB3"/>
    <w:rsid w:val="004D0063"/>
  </w:style>
  <w:style w:type="paragraph" w:customStyle="1" w:styleId="027EC7882AB44B7ABAEF4368CDBA2A7A">
    <w:name w:val="027EC7882AB44B7ABAEF4368CDBA2A7A"/>
    <w:rsid w:val="004D0063"/>
  </w:style>
  <w:style w:type="paragraph" w:customStyle="1" w:styleId="ADCE3D9E1E0040DD8B1FFEE42397B398">
    <w:name w:val="ADCE3D9E1E0040DD8B1FFEE42397B398"/>
    <w:rsid w:val="004D0063"/>
  </w:style>
  <w:style w:type="paragraph" w:customStyle="1" w:styleId="DA5C48FCADD84BFF92453068CD9AFC63">
    <w:name w:val="DA5C48FCADD84BFF92453068CD9AFC63"/>
    <w:rsid w:val="004D0063"/>
  </w:style>
  <w:style w:type="paragraph" w:customStyle="1" w:styleId="CCC6287B863047C8BD44ADE48BA48E1D">
    <w:name w:val="CCC6287B863047C8BD44ADE48BA48E1D"/>
    <w:rsid w:val="004D0063"/>
  </w:style>
  <w:style w:type="paragraph" w:customStyle="1" w:styleId="28E2E58A05D0487388F6A1193C83C18D">
    <w:name w:val="28E2E58A05D0487388F6A1193C83C18D"/>
    <w:rsid w:val="004D0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Syllabu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Course Syllabus.dotx</Template>
  <TotalTime>8</TotalTime>
  <Pages>1</Pages>
  <Words>90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cp:lastPrinted>2003-08-25T23:36:00Z</cp:lastPrinted>
  <dcterms:created xsi:type="dcterms:W3CDTF">2017-09-05T10:12:00Z</dcterms:created>
  <dcterms:modified xsi:type="dcterms:W3CDTF">2017-09-05T10:20:00Z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TC010182621033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